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745" w:rsidRPr="00BC7CC3" w:rsidRDefault="00937745" w:rsidP="00D2281B">
      <w:pPr>
        <w:pStyle w:val="EFSAHeading1"/>
        <w:keepNext/>
        <w:numPr>
          <w:ilvl w:val="0"/>
          <w:numId w:val="13"/>
        </w:numPr>
        <w:tabs>
          <w:tab w:val="left" w:pos="839"/>
        </w:tabs>
        <w:outlineLvl w:val="0"/>
      </w:pPr>
      <w:bookmarkStart w:id="0" w:name="_Toc471743540"/>
      <w:r w:rsidRPr="00BC7CC3">
        <w:t>Part 1: Administrative and technical data</w:t>
      </w:r>
      <w:bookmarkEnd w:id="0"/>
    </w:p>
    <w:p w:rsidR="00937745" w:rsidRPr="00BC7CC3" w:rsidRDefault="00937745" w:rsidP="00D2281B">
      <w:pPr>
        <w:pStyle w:val="EFSAHeading2"/>
        <w:numPr>
          <w:ilvl w:val="1"/>
          <w:numId w:val="1"/>
        </w:numPr>
        <w:tabs>
          <w:tab w:val="left" w:pos="839"/>
        </w:tabs>
        <w:ind w:left="839" w:hanging="839"/>
      </w:pPr>
      <w:bookmarkStart w:id="1" w:name="_Toc471743541"/>
      <w:r w:rsidRPr="00BC7CC3">
        <w:t>Comprehensive table of contents of the application</w:t>
      </w:r>
      <w:bookmarkEnd w:id="1"/>
    </w:p>
    <w:sdt>
      <w:sdtPr>
        <w:id w:val="-967349963"/>
        <w:placeholder>
          <w:docPart w:val="D929E0EEAD334250B21CF0AA45B66822"/>
        </w:placeholder>
        <w:showingPlcHdr/>
      </w:sdtPr>
      <w:sdtEndPr/>
      <w:sdtContent>
        <w:p w:rsidR="00937745" w:rsidRPr="00BC7CC3" w:rsidRDefault="003F41C1" w:rsidP="001A27B5">
          <w:pPr>
            <w:pStyle w:val="EFSABodytext"/>
            <w:ind w:left="709"/>
          </w:pPr>
          <w:r>
            <w:rPr>
              <w:rStyle w:val="PlaceholderText"/>
            </w:rPr>
            <w:t>Table of contents</w:t>
          </w:r>
        </w:p>
      </w:sdtContent>
    </w:sdt>
    <w:p w:rsidR="00937745" w:rsidRPr="00BC7CC3" w:rsidRDefault="00937745" w:rsidP="00D2281B">
      <w:pPr>
        <w:pStyle w:val="EFSAHeading2"/>
        <w:numPr>
          <w:ilvl w:val="1"/>
          <w:numId w:val="1"/>
        </w:numPr>
        <w:tabs>
          <w:tab w:val="left" w:pos="839"/>
        </w:tabs>
        <w:ind w:left="839" w:hanging="839"/>
      </w:pPr>
      <w:bookmarkStart w:id="2" w:name="_Toc471743542"/>
      <w:r w:rsidRPr="00BC7CC3">
        <w:t>Applicant</w:t>
      </w:r>
      <w:bookmarkEnd w:id="2"/>
      <w:r w:rsidRPr="00BC7CC3">
        <w:t xml:space="preserve"> </w:t>
      </w:r>
    </w:p>
    <w:p w:rsidR="00937745" w:rsidRPr="00BC7CC3" w:rsidRDefault="00937745" w:rsidP="00D2281B">
      <w:pPr>
        <w:pStyle w:val="EFSAHeading3"/>
        <w:keepNext/>
        <w:numPr>
          <w:ilvl w:val="2"/>
          <w:numId w:val="1"/>
        </w:numPr>
        <w:tabs>
          <w:tab w:val="left" w:pos="839"/>
        </w:tabs>
        <w:spacing w:before="240" w:after="120" w:line="240" w:lineRule="auto"/>
        <w:ind w:left="851" w:hanging="851"/>
      </w:pPr>
      <w:bookmarkStart w:id="3" w:name="_Toc471743543"/>
      <w:r w:rsidRPr="00BC7CC3">
        <w:t>Company/organisation</w:t>
      </w:r>
      <w:bookmarkEnd w:id="3"/>
    </w:p>
    <w:p w:rsidR="00937745" w:rsidRPr="00BC7CC3" w:rsidRDefault="00937745" w:rsidP="00650C16">
      <w:pPr>
        <w:pStyle w:val="EFSABodytext"/>
      </w:pPr>
      <w:r w:rsidRPr="00BC7CC3">
        <w:t>Provide the name and address of the company or organisation.</w:t>
      </w:r>
      <w:r w:rsidRPr="00BC7CC3">
        <w:rPr>
          <w:rStyle w:val="FootnoteReference"/>
        </w:rPr>
        <w:footnoteReference w:id="1"/>
      </w:r>
    </w:p>
    <w:sdt>
      <w:sdtPr>
        <w:id w:val="1076174510"/>
        <w:placeholder>
          <w:docPart w:val="84E7337708CD4247B919E316C5F23AE0"/>
        </w:placeholder>
        <w:showingPlcHdr/>
      </w:sdtPr>
      <w:sdtEndPr/>
      <w:sdtContent>
        <w:p w:rsidR="00937745" w:rsidRDefault="003F41C1" w:rsidP="001A27B5">
          <w:pPr>
            <w:pStyle w:val="EFSABodytext"/>
            <w:ind w:left="709"/>
          </w:pPr>
          <w:r>
            <w:rPr>
              <w:rStyle w:val="PlaceholderText"/>
            </w:rPr>
            <w:t>Company</w:t>
          </w:r>
        </w:p>
      </w:sdtContent>
    </w:sdt>
    <w:sdt>
      <w:sdtPr>
        <w:id w:val="-1540199927"/>
        <w:placeholder>
          <w:docPart w:val="8E6F1ECEFA584DE78CF5A08E497B59EE"/>
        </w:placeholder>
        <w:showingPlcHdr/>
      </w:sdtPr>
      <w:sdtEndPr/>
      <w:sdtContent>
        <w:p w:rsidR="003F41C1" w:rsidRDefault="003F41C1" w:rsidP="001A27B5">
          <w:pPr>
            <w:pStyle w:val="EFSABodytext"/>
            <w:ind w:left="709"/>
          </w:pPr>
          <w:r>
            <w:rPr>
              <w:rStyle w:val="PlaceholderText"/>
            </w:rPr>
            <w:t>Address line 1</w:t>
          </w:r>
        </w:p>
      </w:sdtContent>
    </w:sdt>
    <w:sdt>
      <w:sdtPr>
        <w:id w:val="-1626845230"/>
        <w:placeholder>
          <w:docPart w:val="BDA809AFD81F44338CE81EFD0C9309A1"/>
        </w:placeholder>
        <w:showingPlcHdr/>
      </w:sdtPr>
      <w:sdtEndPr/>
      <w:sdtContent>
        <w:p w:rsidR="004155AF" w:rsidRDefault="004155AF" w:rsidP="001A27B5">
          <w:pPr>
            <w:pStyle w:val="EFSABodytext"/>
            <w:ind w:left="709"/>
          </w:pPr>
          <w:r>
            <w:rPr>
              <w:rStyle w:val="PlaceholderText"/>
            </w:rPr>
            <w:t>Address line 2</w:t>
          </w:r>
        </w:p>
      </w:sdtContent>
    </w:sdt>
    <w:sdt>
      <w:sdtPr>
        <w:id w:val="1241531097"/>
        <w:placeholder>
          <w:docPart w:val="035C2939E37F41DD909673E74496623C"/>
        </w:placeholder>
        <w:showingPlcHdr/>
      </w:sdtPr>
      <w:sdtEndPr/>
      <w:sdtContent>
        <w:p w:rsidR="00D1268A" w:rsidRDefault="00D1268A" w:rsidP="00D1268A">
          <w:pPr>
            <w:pStyle w:val="EFSABodytext"/>
            <w:ind w:left="709"/>
            <w:rPr>
              <w:rFonts w:asciiTheme="minorHAnsi" w:hAnsiTheme="minorHAnsi"/>
              <w:sz w:val="22"/>
              <w:szCs w:val="22"/>
            </w:rPr>
          </w:pPr>
          <w:r>
            <w:rPr>
              <w:rStyle w:val="PlaceholderText"/>
            </w:rPr>
            <w:t>Country</w:t>
          </w:r>
        </w:p>
      </w:sdtContent>
    </w:sdt>
    <w:p w:rsidR="00937745" w:rsidRPr="00BC7CC3" w:rsidRDefault="00937745" w:rsidP="00D2281B">
      <w:pPr>
        <w:pStyle w:val="EFSAHeading3"/>
        <w:keepNext/>
        <w:numPr>
          <w:ilvl w:val="2"/>
          <w:numId w:val="1"/>
        </w:numPr>
        <w:tabs>
          <w:tab w:val="left" w:pos="839"/>
        </w:tabs>
        <w:spacing w:before="240" w:after="120" w:line="240" w:lineRule="auto"/>
        <w:ind w:left="851" w:hanging="851"/>
      </w:pPr>
      <w:bookmarkStart w:id="4" w:name="_Toc471743544"/>
      <w:r w:rsidRPr="00BC7CC3">
        <w:t>Contact person</w:t>
      </w:r>
      <w:bookmarkEnd w:id="4"/>
      <w:r w:rsidRPr="00BC7CC3">
        <w:t xml:space="preserve"> </w:t>
      </w:r>
    </w:p>
    <w:p w:rsidR="00937745" w:rsidRPr="00BC7CC3" w:rsidRDefault="00937745" w:rsidP="00650C16">
      <w:pPr>
        <w:pStyle w:val="EFSABodytext"/>
      </w:pPr>
      <w:r w:rsidRPr="00BC7CC3">
        <w:t>Indicate the contact person authorised to communicate with EFSA on behalf of the applicant.</w:t>
      </w:r>
      <w:r w:rsidRPr="00BC7CC3">
        <w:rPr>
          <w:rStyle w:val="FootnoteReference"/>
        </w:rPr>
        <w:footnoteReference w:id="2"/>
      </w:r>
    </w:p>
    <w:sdt>
      <w:sdtPr>
        <w:id w:val="-598488762"/>
        <w:placeholder>
          <w:docPart w:val="04EC7EBB8BC64E879DDC423533E500CF"/>
        </w:placeholder>
        <w:showingPlcHdr/>
      </w:sdtPr>
      <w:sdtEndPr/>
      <w:sdtContent>
        <w:p w:rsidR="00937745" w:rsidRDefault="004155AF" w:rsidP="001A27B5">
          <w:pPr>
            <w:pStyle w:val="EFSABodytext"/>
            <w:ind w:left="709"/>
          </w:pPr>
          <w:r>
            <w:rPr>
              <w:rStyle w:val="PlaceholderText"/>
            </w:rPr>
            <w:t>Name</w:t>
          </w:r>
        </w:p>
      </w:sdtContent>
    </w:sdt>
    <w:sdt>
      <w:sdtPr>
        <w:id w:val="125670006"/>
        <w:placeholder>
          <w:docPart w:val="0CD0066F48DE489D8AD7FCC445123917"/>
        </w:placeholder>
        <w:showingPlcHdr/>
      </w:sdtPr>
      <w:sdtEndPr/>
      <w:sdtContent>
        <w:p w:rsidR="00D1268A" w:rsidRPr="00D1268A" w:rsidRDefault="00D1268A" w:rsidP="00D1268A">
          <w:pPr>
            <w:pStyle w:val="EFSABodytext"/>
            <w:ind w:left="709"/>
            <w:rPr>
              <w:rFonts w:asciiTheme="minorHAnsi" w:hAnsiTheme="minorHAnsi"/>
              <w:sz w:val="22"/>
              <w:szCs w:val="22"/>
            </w:rPr>
          </w:pPr>
          <w:r>
            <w:rPr>
              <w:rStyle w:val="PlaceholderText"/>
            </w:rPr>
            <w:t>Address, if different from the one in section 1.2.1</w:t>
          </w:r>
        </w:p>
      </w:sdtContent>
    </w:sdt>
    <w:p w:rsidR="00937745" w:rsidRPr="00BC7CC3" w:rsidRDefault="00937745" w:rsidP="00D2281B">
      <w:pPr>
        <w:pStyle w:val="EFSAHeading2"/>
        <w:numPr>
          <w:ilvl w:val="1"/>
          <w:numId w:val="1"/>
        </w:numPr>
        <w:tabs>
          <w:tab w:val="left" w:pos="839"/>
        </w:tabs>
        <w:ind w:left="839" w:hanging="839"/>
        <w:rPr>
          <w:rStyle w:val="EFSAHeading2Char"/>
          <w:b/>
          <w:bCs/>
        </w:rPr>
      </w:pPr>
      <w:bookmarkStart w:id="5" w:name="_Toc471743545"/>
      <w:r w:rsidRPr="00BC7CC3">
        <w:rPr>
          <w:rStyle w:val="EFSAHeading2Char"/>
          <w:b/>
          <w:bCs/>
        </w:rPr>
        <w:t>Specifications</w:t>
      </w:r>
      <w:bookmarkEnd w:id="5"/>
    </w:p>
    <w:p w:rsidR="00937745" w:rsidRPr="00BC7CC3" w:rsidRDefault="00937745" w:rsidP="00650C16">
      <w:pPr>
        <w:pStyle w:val="EFSABodytext"/>
      </w:pPr>
      <w:r w:rsidRPr="00BC7CC3">
        <w:t>Please select one of the options below:</w:t>
      </w:r>
    </w:p>
    <w:p w:rsidR="00937745" w:rsidRPr="00BC7CC3" w:rsidRDefault="00D21C6F" w:rsidP="00650C16">
      <w:pPr>
        <w:pStyle w:val="EFSABodytext"/>
        <w:ind w:firstLine="284"/>
      </w:pPr>
      <w:sdt>
        <w:sdtPr>
          <w:id w:val="-1971129040"/>
          <w14:checkbox>
            <w14:checked w14:val="0"/>
            <w14:checkedState w14:val="2612" w14:font="MS Gothic"/>
            <w14:uncheckedState w14:val="2610" w14:font="MS Gothic"/>
          </w14:checkbox>
        </w:sdtPr>
        <w:sdtEndPr/>
        <w:sdtContent>
          <w:r w:rsidR="004155AF">
            <w:rPr>
              <w:rFonts w:ascii="MS Gothic" w:eastAsia="MS Gothic" w:hAnsi="MS Gothic" w:hint="eastAsia"/>
            </w:rPr>
            <w:t>☐</w:t>
          </w:r>
        </w:sdtContent>
      </w:sdt>
      <w:r w:rsidR="00937745" w:rsidRPr="00BC7CC3">
        <w:t xml:space="preserve"> </w:t>
      </w:r>
      <w:r w:rsidR="00937745">
        <w:tab/>
      </w:r>
      <w:r w:rsidR="00937745" w:rsidRPr="00BC7CC3">
        <w:rPr>
          <w:rFonts w:cs="Tahoma"/>
        </w:rPr>
        <w:t xml:space="preserve">Application for a health claim pursuant to Article 13(5) of Regulation </w:t>
      </w:r>
      <w:r w:rsidR="00937745" w:rsidRPr="00BC7CC3">
        <w:rPr>
          <w:rFonts w:cs="Tahoma"/>
          <w:szCs w:val="24"/>
        </w:rPr>
        <w:t>(EC) No</w:t>
      </w:r>
      <w:r w:rsidR="00937745" w:rsidRPr="00BC7CC3">
        <w:rPr>
          <w:rFonts w:cs="Tahoma"/>
          <w:smallCaps/>
          <w:szCs w:val="24"/>
        </w:rPr>
        <w:t xml:space="preserve"> 1924/2006</w:t>
      </w:r>
    </w:p>
    <w:p w:rsidR="00937745" w:rsidRPr="00BC7CC3" w:rsidRDefault="00937745" w:rsidP="00650C16">
      <w:pPr>
        <w:pStyle w:val="EFSABodytext"/>
        <w:ind w:firstLine="709"/>
        <w:rPr>
          <w:bCs/>
          <w:szCs w:val="24"/>
        </w:rPr>
      </w:pPr>
      <w:r w:rsidRPr="00BC7CC3">
        <w:rPr>
          <w:bCs/>
          <w:szCs w:val="24"/>
        </w:rPr>
        <w:t>Please specify:</w:t>
      </w:r>
    </w:p>
    <w:p w:rsidR="00937745" w:rsidRPr="00BC7CC3" w:rsidRDefault="00D21C6F" w:rsidP="004155AF">
      <w:pPr>
        <w:pStyle w:val="EFSABodytext"/>
        <w:ind w:left="1418" w:hanging="425"/>
      </w:pPr>
      <w:sdt>
        <w:sdtPr>
          <w:id w:val="1163899221"/>
          <w14:checkbox>
            <w14:checked w14:val="0"/>
            <w14:checkedState w14:val="2612" w14:font="MS Gothic"/>
            <w14:uncheckedState w14:val="2610" w14:font="MS Gothic"/>
          </w14:checkbox>
        </w:sdtPr>
        <w:sdtEndPr/>
        <w:sdtContent>
          <w:r w:rsidR="004155AF">
            <w:rPr>
              <w:rFonts w:ascii="MS Gothic" w:eastAsia="MS Gothic" w:hAnsi="MS Gothic" w:hint="eastAsia"/>
            </w:rPr>
            <w:t>☐</w:t>
          </w:r>
        </w:sdtContent>
      </w:sdt>
      <w:r w:rsidR="00937745" w:rsidRPr="00BC7CC3">
        <w:t xml:space="preserve"> </w:t>
      </w:r>
      <w:r w:rsidR="004155AF">
        <w:tab/>
      </w:r>
      <w:r w:rsidR="00937745" w:rsidRPr="00BC7CC3">
        <w:rPr>
          <w:szCs w:val="24"/>
        </w:rPr>
        <w:t>Based on newly developed scientific evidence and/or</w:t>
      </w:r>
    </w:p>
    <w:p w:rsidR="00937745" w:rsidRPr="00BC7CC3" w:rsidRDefault="00D21C6F" w:rsidP="004155AF">
      <w:pPr>
        <w:pStyle w:val="EFSABodytext"/>
        <w:ind w:left="1418" w:hanging="425"/>
      </w:pPr>
      <w:sdt>
        <w:sdtPr>
          <w:id w:val="-881709502"/>
          <w14:checkbox>
            <w14:checked w14:val="0"/>
            <w14:checkedState w14:val="2612" w14:font="MS Gothic"/>
            <w14:uncheckedState w14:val="2610" w14:font="MS Gothic"/>
          </w14:checkbox>
        </w:sdtPr>
        <w:sdtEndPr/>
        <w:sdtContent>
          <w:r w:rsidR="004155AF">
            <w:rPr>
              <w:rFonts w:ascii="MS Gothic" w:eastAsia="MS Gothic" w:hAnsi="MS Gothic" w:hint="eastAsia"/>
            </w:rPr>
            <w:t>☐</w:t>
          </w:r>
        </w:sdtContent>
      </w:sdt>
      <w:r w:rsidR="00937745" w:rsidRPr="00BC7CC3">
        <w:t xml:space="preserve"> </w:t>
      </w:r>
      <w:r w:rsidR="004155AF">
        <w:tab/>
      </w:r>
      <w:r w:rsidR="00937745" w:rsidRPr="00BC7CC3">
        <w:rPr>
          <w:szCs w:val="24"/>
        </w:rPr>
        <w:t>Includes a request for the protection of proprietary data</w:t>
      </w:r>
      <w:r w:rsidR="00937745" w:rsidRPr="00BC7CC3">
        <w:tab/>
      </w:r>
      <w:r w:rsidR="00937745" w:rsidRPr="00BC7CC3">
        <w:tab/>
      </w:r>
    </w:p>
    <w:p w:rsidR="00937745" w:rsidRPr="00BC7CC3" w:rsidRDefault="00D21C6F" w:rsidP="00937745">
      <w:pPr>
        <w:pStyle w:val="EFSABodytext"/>
        <w:ind w:firstLine="284"/>
      </w:pPr>
      <w:sdt>
        <w:sdtPr>
          <w:id w:val="1087033591"/>
          <w14:checkbox>
            <w14:checked w14:val="0"/>
            <w14:checkedState w14:val="2612" w14:font="MS Gothic"/>
            <w14:uncheckedState w14:val="2610" w14:font="MS Gothic"/>
          </w14:checkbox>
        </w:sdtPr>
        <w:sdtEndPr/>
        <w:sdtContent>
          <w:r w:rsidR="004155AF">
            <w:rPr>
              <w:rFonts w:ascii="MS Gothic" w:eastAsia="MS Gothic" w:hAnsi="MS Gothic" w:hint="eastAsia"/>
            </w:rPr>
            <w:t>☐</w:t>
          </w:r>
        </w:sdtContent>
      </w:sdt>
      <w:r w:rsidR="00937745" w:rsidRPr="00BC7CC3">
        <w:t xml:space="preserve"> </w:t>
      </w:r>
      <w:r w:rsidR="00937745">
        <w:tab/>
      </w:r>
      <w:r w:rsidR="00937745" w:rsidRPr="00BC7CC3">
        <w:rPr>
          <w:rFonts w:cs="Tahoma"/>
        </w:rPr>
        <w:t xml:space="preserve">Application for a health claim pursuant to Article 14 of Regulation </w:t>
      </w:r>
      <w:r w:rsidR="00937745" w:rsidRPr="00BC7CC3">
        <w:rPr>
          <w:rFonts w:cs="Tahoma"/>
          <w:szCs w:val="24"/>
        </w:rPr>
        <w:t>(EC) No</w:t>
      </w:r>
      <w:r w:rsidR="00937745" w:rsidRPr="00BC7CC3">
        <w:rPr>
          <w:rFonts w:cs="Tahoma"/>
          <w:smallCaps/>
          <w:szCs w:val="24"/>
        </w:rPr>
        <w:t xml:space="preserve"> 1924/2006</w:t>
      </w:r>
    </w:p>
    <w:p w:rsidR="00937745" w:rsidRPr="00BC7CC3" w:rsidRDefault="00937745" w:rsidP="00937745">
      <w:pPr>
        <w:pStyle w:val="EFSABodytext"/>
        <w:ind w:firstLine="720"/>
        <w:rPr>
          <w:bCs/>
          <w:szCs w:val="24"/>
        </w:rPr>
      </w:pPr>
      <w:r w:rsidRPr="00BC7CC3">
        <w:rPr>
          <w:bCs/>
          <w:szCs w:val="24"/>
        </w:rPr>
        <w:t>Please specify:</w:t>
      </w:r>
    </w:p>
    <w:p w:rsidR="00937745" w:rsidRPr="00BC7CC3" w:rsidRDefault="00D21C6F" w:rsidP="004155AF">
      <w:pPr>
        <w:pStyle w:val="EFSABodytext"/>
        <w:ind w:left="1418" w:hanging="425"/>
      </w:pPr>
      <w:sdt>
        <w:sdtPr>
          <w:id w:val="-572820697"/>
          <w14:checkbox>
            <w14:checked w14:val="0"/>
            <w14:checkedState w14:val="2612" w14:font="MS Gothic"/>
            <w14:uncheckedState w14:val="2610" w14:font="MS Gothic"/>
          </w14:checkbox>
        </w:sdtPr>
        <w:sdtEndPr/>
        <w:sdtContent>
          <w:r w:rsidR="004155AF">
            <w:rPr>
              <w:rFonts w:ascii="MS Gothic" w:eastAsia="MS Gothic" w:hAnsi="MS Gothic" w:hint="eastAsia"/>
            </w:rPr>
            <w:t>☐</w:t>
          </w:r>
        </w:sdtContent>
      </w:sdt>
      <w:r w:rsidR="00937745" w:rsidRPr="00BC7CC3">
        <w:t xml:space="preserve"> </w:t>
      </w:r>
      <w:r w:rsidR="004155AF">
        <w:tab/>
      </w:r>
      <w:r w:rsidR="00937745">
        <w:t>R</w:t>
      </w:r>
      <w:r w:rsidR="00937745" w:rsidRPr="00BC7CC3">
        <w:t xml:space="preserve">eduction </w:t>
      </w:r>
      <w:r w:rsidR="00937745">
        <w:t>of d</w:t>
      </w:r>
      <w:r w:rsidR="00937745" w:rsidRPr="00BC7CC3">
        <w:t>isease risk claim</w:t>
      </w:r>
    </w:p>
    <w:p w:rsidR="00937745" w:rsidRPr="00BC7CC3" w:rsidRDefault="00D21C6F" w:rsidP="004155AF">
      <w:pPr>
        <w:pStyle w:val="EFSABodytext"/>
        <w:ind w:left="1418" w:hanging="425"/>
      </w:pPr>
      <w:sdt>
        <w:sdtPr>
          <w:id w:val="-1905057432"/>
          <w14:checkbox>
            <w14:checked w14:val="0"/>
            <w14:checkedState w14:val="2612" w14:font="MS Gothic"/>
            <w14:uncheckedState w14:val="2610" w14:font="MS Gothic"/>
          </w14:checkbox>
        </w:sdtPr>
        <w:sdtEndPr/>
        <w:sdtContent>
          <w:r w:rsidR="004155AF">
            <w:rPr>
              <w:rFonts w:ascii="MS Gothic" w:eastAsia="MS Gothic" w:hAnsi="MS Gothic" w:hint="eastAsia"/>
            </w:rPr>
            <w:t>☐</w:t>
          </w:r>
        </w:sdtContent>
      </w:sdt>
      <w:r w:rsidR="00937745" w:rsidRPr="00BC7CC3">
        <w:t xml:space="preserve"> </w:t>
      </w:r>
      <w:r w:rsidR="004155AF">
        <w:tab/>
      </w:r>
      <w:r w:rsidR="00937745" w:rsidRPr="00BC7CC3">
        <w:t>Claim referring to children’s development and health</w:t>
      </w:r>
      <w:r w:rsidR="00937745" w:rsidRPr="00BC7CC3">
        <w:tab/>
      </w:r>
      <w:r w:rsidR="00937745" w:rsidRPr="00BC7CC3">
        <w:tab/>
      </w:r>
    </w:p>
    <w:p w:rsidR="00937745" w:rsidRPr="00BC7CC3" w:rsidRDefault="00D21C6F" w:rsidP="00937745">
      <w:pPr>
        <w:pStyle w:val="EFSABodytext"/>
        <w:ind w:left="709" w:hanging="425"/>
      </w:pPr>
      <w:sdt>
        <w:sdtPr>
          <w:id w:val="1370493510"/>
          <w14:checkbox>
            <w14:checked w14:val="0"/>
            <w14:checkedState w14:val="2612" w14:font="MS Gothic"/>
            <w14:uncheckedState w14:val="2610" w14:font="MS Gothic"/>
          </w14:checkbox>
        </w:sdtPr>
        <w:sdtEndPr/>
        <w:sdtContent>
          <w:r w:rsidR="004155AF">
            <w:rPr>
              <w:rFonts w:ascii="MS Gothic" w:eastAsia="MS Gothic" w:hAnsi="MS Gothic" w:hint="eastAsia"/>
            </w:rPr>
            <w:t>☐</w:t>
          </w:r>
        </w:sdtContent>
      </w:sdt>
      <w:r w:rsidR="00937745" w:rsidRPr="00BC7CC3">
        <w:t xml:space="preserve"> </w:t>
      </w:r>
      <w:r w:rsidR="00937745">
        <w:tab/>
      </w:r>
      <w:r w:rsidR="00937745" w:rsidRPr="00BC7CC3">
        <w:t xml:space="preserve">Application for a modification of an existing health claim authorisation in accordance with Article 19 of </w:t>
      </w:r>
      <w:r w:rsidR="00937745" w:rsidRPr="00BC7CC3">
        <w:rPr>
          <w:rFonts w:cs="Tahoma"/>
        </w:rPr>
        <w:t xml:space="preserve">Regulation </w:t>
      </w:r>
      <w:r w:rsidR="00937745" w:rsidRPr="00BC7CC3">
        <w:rPr>
          <w:rFonts w:cs="Tahoma"/>
          <w:szCs w:val="24"/>
        </w:rPr>
        <w:t>(EC) No</w:t>
      </w:r>
      <w:r w:rsidR="00937745" w:rsidRPr="00BC7CC3">
        <w:rPr>
          <w:rFonts w:cs="Tahoma"/>
          <w:smallCaps/>
          <w:szCs w:val="24"/>
        </w:rPr>
        <w:t xml:space="preserve"> 1924/2006</w:t>
      </w:r>
    </w:p>
    <w:p w:rsidR="00937745" w:rsidRPr="00BC7CC3" w:rsidRDefault="00937745" w:rsidP="00937745">
      <w:pPr>
        <w:pStyle w:val="EFSABodytext"/>
        <w:ind w:firstLine="720"/>
        <w:rPr>
          <w:bCs/>
          <w:szCs w:val="24"/>
        </w:rPr>
      </w:pPr>
      <w:r w:rsidRPr="00BC7CC3">
        <w:rPr>
          <w:bCs/>
          <w:szCs w:val="24"/>
        </w:rPr>
        <w:t>Please specify:</w:t>
      </w:r>
    </w:p>
    <w:p w:rsidR="00937745" w:rsidRPr="00BC7CC3" w:rsidRDefault="00937745" w:rsidP="004155AF">
      <w:pPr>
        <w:pStyle w:val="EFSABodytext"/>
        <w:ind w:left="993"/>
      </w:pPr>
      <w:r w:rsidRPr="00BC7CC3">
        <w:t>The health claim that has been authorised and for which the modification is requested</w:t>
      </w:r>
      <w:r w:rsidR="00650C16">
        <w:t>:</w:t>
      </w:r>
      <w:r w:rsidRPr="00BC7CC3">
        <w:t xml:space="preserve"> </w:t>
      </w:r>
    </w:p>
    <w:sdt>
      <w:sdtPr>
        <w:id w:val="-533662067"/>
        <w:placeholder>
          <w:docPart w:val="245A40A2B13E4EA48ECCFEC0BB4D3B2E"/>
        </w:placeholder>
        <w:showingPlcHdr/>
      </w:sdtPr>
      <w:sdtEndPr/>
      <w:sdtContent>
        <w:p w:rsidR="00937745" w:rsidRPr="00BC7CC3" w:rsidRDefault="004155AF" w:rsidP="004155AF">
          <w:pPr>
            <w:pStyle w:val="EFSABodytext"/>
            <w:ind w:left="993"/>
          </w:pPr>
          <w:r>
            <w:rPr>
              <w:rStyle w:val="PlaceholderText"/>
            </w:rPr>
            <w:t>Authorised health claim</w:t>
          </w:r>
        </w:p>
      </w:sdtContent>
    </w:sdt>
    <w:p w:rsidR="00937745" w:rsidRPr="00BC7CC3" w:rsidRDefault="00937745" w:rsidP="004155AF">
      <w:pPr>
        <w:pStyle w:val="EFSABodytext"/>
        <w:ind w:left="993"/>
      </w:pPr>
      <w:r w:rsidRPr="00BC7CC3">
        <w:t>The Commission Regulation under which the claim has been authorised</w:t>
      </w:r>
      <w:r w:rsidR="00650C16">
        <w:t>:</w:t>
      </w:r>
    </w:p>
    <w:sdt>
      <w:sdtPr>
        <w:id w:val="-351105423"/>
        <w:placeholder>
          <w:docPart w:val="8FA902430EC04999B736E2B403162EA1"/>
        </w:placeholder>
        <w:showingPlcHdr/>
      </w:sdtPr>
      <w:sdtEndPr/>
      <w:sdtContent>
        <w:p w:rsidR="00937745" w:rsidRPr="00BC7CC3" w:rsidRDefault="004155AF" w:rsidP="004155AF">
          <w:pPr>
            <w:pStyle w:val="EFSABodytext"/>
            <w:ind w:left="993"/>
          </w:pPr>
          <w:r>
            <w:rPr>
              <w:rStyle w:val="PlaceholderText"/>
            </w:rPr>
            <w:t>EC regulation</w:t>
          </w:r>
        </w:p>
      </w:sdtContent>
    </w:sdt>
    <w:p w:rsidR="00937745" w:rsidRPr="00BC7CC3" w:rsidRDefault="00937745" w:rsidP="004155AF">
      <w:pPr>
        <w:pStyle w:val="EFSABodytext"/>
        <w:ind w:left="993"/>
      </w:pPr>
      <w:r w:rsidRPr="00BC7CC3">
        <w:t>The part of the authorisation which should be modified</w:t>
      </w:r>
      <w:r w:rsidR="00650C16">
        <w:t>:</w:t>
      </w:r>
    </w:p>
    <w:sdt>
      <w:sdtPr>
        <w:id w:val="-705180226"/>
        <w:placeholder>
          <w:docPart w:val="574E8610E1E54F2984926DDB2DC99E57"/>
        </w:placeholder>
        <w:showingPlcHdr/>
      </w:sdtPr>
      <w:sdtEndPr/>
      <w:sdtContent>
        <w:p w:rsidR="00937745" w:rsidRPr="00BC7CC3" w:rsidRDefault="00650C16" w:rsidP="004155AF">
          <w:pPr>
            <w:pStyle w:val="EFSABodytext"/>
            <w:ind w:left="993"/>
          </w:pPr>
          <w:r>
            <w:rPr>
              <w:rStyle w:val="PlaceholderText"/>
            </w:rPr>
            <w:t>Part of the authorisation to be modified</w:t>
          </w:r>
        </w:p>
      </w:sdtContent>
    </w:sdt>
    <w:p w:rsidR="00937745" w:rsidRPr="00BC7CC3" w:rsidRDefault="00937745" w:rsidP="00D2281B">
      <w:pPr>
        <w:pStyle w:val="EFSAHeading2"/>
        <w:numPr>
          <w:ilvl w:val="1"/>
          <w:numId w:val="1"/>
        </w:numPr>
        <w:tabs>
          <w:tab w:val="left" w:pos="839"/>
        </w:tabs>
        <w:ind w:left="839" w:hanging="839"/>
      </w:pPr>
      <w:bookmarkStart w:id="6" w:name="_Toc471743546"/>
      <w:r w:rsidRPr="00BC7CC3">
        <w:lastRenderedPageBreak/>
        <w:t>Proprietary data</w:t>
      </w:r>
      <w:r w:rsidRPr="00E71A97">
        <w:rPr>
          <w:rStyle w:val="FootnoteReference"/>
        </w:rPr>
        <w:footnoteReference w:id="3"/>
      </w:r>
      <w:bookmarkEnd w:id="6"/>
    </w:p>
    <w:p w:rsidR="00937745" w:rsidRPr="00BC7CC3" w:rsidRDefault="00937745" w:rsidP="00650C16">
      <w:pPr>
        <w:pStyle w:val="EFSABodytext"/>
      </w:pPr>
      <w:r w:rsidRPr="00BC7CC3">
        <w:t>State whether the application includes a request for the protection of proprietary data</w:t>
      </w:r>
      <w:r>
        <w:t xml:space="preserve"> according to Article 21 of Regulation (EC) No 1924/2006</w:t>
      </w:r>
    </w:p>
    <w:p w:rsidR="00937745" w:rsidRPr="00BC7CC3" w:rsidRDefault="00D21C6F" w:rsidP="00DA4ADC">
      <w:pPr>
        <w:pStyle w:val="EFSABodytext"/>
        <w:ind w:left="709" w:firstLine="11"/>
      </w:pPr>
      <w:sdt>
        <w:sdtPr>
          <w:id w:val="517434253"/>
          <w14:checkbox>
            <w14:checked w14:val="0"/>
            <w14:checkedState w14:val="2612" w14:font="MS Gothic"/>
            <w14:uncheckedState w14:val="2610" w14:font="MS Gothic"/>
          </w14:checkbox>
        </w:sdtPr>
        <w:sdtEndPr/>
        <w:sdtContent>
          <w:r w:rsidR="00DA4ADC">
            <w:rPr>
              <w:rFonts w:ascii="MS Gothic" w:eastAsia="MS Gothic" w:hAnsi="MS Gothic" w:hint="eastAsia"/>
            </w:rPr>
            <w:t>☐</w:t>
          </w:r>
        </w:sdtContent>
      </w:sdt>
      <w:r w:rsidR="00937745" w:rsidRPr="00BC7CC3">
        <w:t xml:space="preserve"> </w:t>
      </w:r>
      <w:r w:rsidR="00AB5173">
        <w:tab/>
      </w:r>
      <w:proofErr w:type="gramStart"/>
      <w:r w:rsidR="00937745" w:rsidRPr="00BC7CC3">
        <w:t>yes</w:t>
      </w:r>
      <w:proofErr w:type="gramEnd"/>
      <w:r w:rsidR="00DA4ADC">
        <w:tab/>
      </w:r>
      <w:r w:rsidR="00DA4ADC">
        <w:tab/>
      </w:r>
      <w:r w:rsidR="00DA4ADC">
        <w:tab/>
      </w:r>
      <w:r w:rsidR="00DA4ADC">
        <w:tab/>
      </w:r>
      <w:r w:rsidR="00DA4ADC">
        <w:tab/>
      </w:r>
      <w:r w:rsidR="00DA4ADC">
        <w:tab/>
      </w:r>
      <w:sdt>
        <w:sdtPr>
          <w:id w:val="701987422"/>
          <w14:checkbox>
            <w14:checked w14:val="0"/>
            <w14:checkedState w14:val="2612" w14:font="MS Gothic"/>
            <w14:uncheckedState w14:val="2610" w14:font="MS Gothic"/>
          </w14:checkbox>
        </w:sdtPr>
        <w:sdtEndPr/>
        <w:sdtContent>
          <w:r w:rsidR="00DA4ADC">
            <w:rPr>
              <w:rFonts w:ascii="MS Gothic" w:eastAsia="MS Gothic" w:hAnsi="MS Gothic" w:hint="eastAsia"/>
            </w:rPr>
            <w:t>☐</w:t>
          </w:r>
        </w:sdtContent>
      </w:sdt>
      <w:r w:rsidR="00937745" w:rsidRPr="00BC7CC3">
        <w:t xml:space="preserve"> </w:t>
      </w:r>
      <w:r w:rsidR="00AB5173">
        <w:tab/>
      </w:r>
      <w:r w:rsidR="00937745" w:rsidRPr="00BC7CC3">
        <w:t>no</w:t>
      </w:r>
    </w:p>
    <w:p w:rsidR="00937745" w:rsidRPr="00BC7CC3" w:rsidRDefault="00937745" w:rsidP="00650C16">
      <w:pPr>
        <w:pStyle w:val="EFSABodytext"/>
      </w:pPr>
      <w:r w:rsidRPr="00BC7CC3">
        <w:t>If yes, please specify the Part(s) of the application which include proprietary data for which protection is requested, clearly stating section(s) and page number(s):</w:t>
      </w:r>
    </w:p>
    <w:sdt>
      <w:sdtPr>
        <w:id w:val="-1671164819"/>
        <w:placeholder>
          <w:docPart w:val="F09FE4A3E97346119863EBC776F3701D"/>
        </w:placeholder>
        <w:showingPlcHdr/>
      </w:sdtPr>
      <w:sdtEndPr/>
      <w:sdtContent>
        <w:p w:rsidR="00937745" w:rsidRPr="00BC7CC3" w:rsidRDefault="00650C16" w:rsidP="00AB5173">
          <w:pPr>
            <w:pStyle w:val="EFSABodytext"/>
            <w:ind w:left="709"/>
          </w:pPr>
          <w:r>
            <w:rPr>
              <w:rStyle w:val="PlaceholderText"/>
            </w:rPr>
            <w:t>Parts of the application including proprietary data</w:t>
          </w:r>
        </w:p>
      </w:sdtContent>
    </w:sdt>
    <w:p w:rsidR="00937745" w:rsidRPr="00BC7CC3" w:rsidRDefault="00937745" w:rsidP="00650C16">
      <w:pPr>
        <w:pStyle w:val="EFSABodytext"/>
      </w:pPr>
      <w:r w:rsidRPr="00BC7CC3">
        <w:t xml:space="preserve">Provide verifiable </w:t>
      </w:r>
      <w:r w:rsidRPr="00BC7CC3">
        <w:rPr>
          <w:color w:val="000000" w:themeColor="text1"/>
        </w:rPr>
        <w:t>justification</w:t>
      </w:r>
      <w:r w:rsidRPr="00BC7CC3">
        <w:rPr>
          <w:rStyle w:val="FootnoteReference"/>
          <w:color w:val="000000" w:themeColor="text1"/>
        </w:rPr>
        <w:footnoteReference w:id="4"/>
      </w:r>
      <w:r w:rsidRPr="00BC7CC3">
        <w:rPr>
          <w:color w:val="000000" w:themeColor="text1"/>
        </w:rPr>
        <w:t xml:space="preserve">/declaration </w:t>
      </w:r>
      <w:r w:rsidRPr="00BC7CC3">
        <w:t>for the proprietary claim:</w:t>
      </w:r>
    </w:p>
    <w:p w:rsidR="00937745" w:rsidRPr="00BC7CC3" w:rsidRDefault="00D21C6F" w:rsidP="00AB5173">
      <w:pPr>
        <w:pStyle w:val="EFSABodytext"/>
        <w:ind w:left="709"/>
      </w:pPr>
      <w:sdt>
        <w:sdtPr>
          <w:id w:val="-172031752"/>
          <w:placeholder>
            <w:docPart w:val="6F7ABE0BBB284774BBF662C8ED873122"/>
          </w:placeholder>
          <w:showingPlcHdr/>
        </w:sdtPr>
        <w:sdtEndPr/>
        <w:sdtContent>
          <w:r w:rsidR="00650C16">
            <w:rPr>
              <w:rStyle w:val="PlaceholderText"/>
            </w:rPr>
            <w:t>Justification for proprietary claim</w:t>
          </w:r>
        </w:sdtContent>
      </w:sdt>
    </w:p>
    <w:p w:rsidR="00937745" w:rsidRPr="00BC7CC3" w:rsidRDefault="00937745" w:rsidP="00D2281B">
      <w:pPr>
        <w:pStyle w:val="EFSAHeading2"/>
        <w:numPr>
          <w:ilvl w:val="1"/>
          <w:numId w:val="1"/>
        </w:numPr>
        <w:tabs>
          <w:tab w:val="left" w:pos="839"/>
        </w:tabs>
        <w:ind w:left="839" w:hanging="839"/>
      </w:pPr>
      <w:bookmarkStart w:id="7" w:name="_Toc471743547"/>
      <w:r w:rsidRPr="00BC7CC3">
        <w:t>Confidential data</w:t>
      </w:r>
      <w:r w:rsidRPr="00E71A97">
        <w:rPr>
          <w:rStyle w:val="FootnoteReference"/>
        </w:rPr>
        <w:footnoteReference w:id="5"/>
      </w:r>
      <w:bookmarkEnd w:id="7"/>
    </w:p>
    <w:p w:rsidR="00937745" w:rsidRPr="00BC7CC3" w:rsidRDefault="00937745" w:rsidP="00650C16">
      <w:pPr>
        <w:pStyle w:val="EFSABodytext"/>
      </w:pPr>
      <w:r w:rsidRPr="00BC7CC3">
        <w:t xml:space="preserve">State whether the application includes confidential data  </w:t>
      </w:r>
      <w:r w:rsidRPr="00BC7CC3">
        <w:tab/>
      </w:r>
      <w:r w:rsidRPr="00BC7CC3">
        <w:tab/>
      </w:r>
      <w:r w:rsidRPr="00BC7CC3">
        <w:tab/>
      </w:r>
      <w:r w:rsidRPr="00BC7CC3">
        <w:tab/>
      </w:r>
    </w:p>
    <w:p w:rsidR="00DA4ADC" w:rsidRPr="00BC7CC3" w:rsidRDefault="00D21C6F" w:rsidP="00DA4ADC">
      <w:pPr>
        <w:pStyle w:val="EFSABodytext"/>
        <w:ind w:left="709" w:firstLine="11"/>
      </w:pPr>
      <w:sdt>
        <w:sdtPr>
          <w:id w:val="1573770491"/>
          <w14:checkbox>
            <w14:checked w14:val="0"/>
            <w14:checkedState w14:val="2612" w14:font="MS Gothic"/>
            <w14:uncheckedState w14:val="2610" w14:font="MS Gothic"/>
          </w14:checkbox>
        </w:sdtPr>
        <w:sdtEndPr/>
        <w:sdtContent>
          <w:r w:rsidR="00DA4ADC">
            <w:rPr>
              <w:rFonts w:ascii="MS Gothic" w:eastAsia="MS Gothic" w:hAnsi="MS Gothic" w:hint="eastAsia"/>
            </w:rPr>
            <w:t>☐</w:t>
          </w:r>
        </w:sdtContent>
      </w:sdt>
      <w:r w:rsidR="00DA4ADC" w:rsidRPr="00BC7CC3">
        <w:t xml:space="preserve"> </w:t>
      </w:r>
      <w:r w:rsidR="008E3726">
        <w:tab/>
      </w:r>
      <w:proofErr w:type="gramStart"/>
      <w:r w:rsidR="00DA4ADC" w:rsidRPr="00BC7CC3">
        <w:t>yes</w:t>
      </w:r>
      <w:proofErr w:type="gramEnd"/>
      <w:r w:rsidR="00DA4ADC">
        <w:tab/>
      </w:r>
      <w:r w:rsidR="00DA4ADC">
        <w:tab/>
      </w:r>
      <w:r w:rsidR="00DA4ADC">
        <w:tab/>
      </w:r>
      <w:r w:rsidR="00DA4ADC">
        <w:tab/>
      </w:r>
      <w:r w:rsidR="00DA4ADC">
        <w:tab/>
      </w:r>
      <w:r w:rsidR="00DA4ADC">
        <w:tab/>
      </w:r>
      <w:sdt>
        <w:sdtPr>
          <w:id w:val="120575702"/>
          <w14:checkbox>
            <w14:checked w14:val="0"/>
            <w14:checkedState w14:val="2612" w14:font="MS Gothic"/>
            <w14:uncheckedState w14:val="2610" w14:font="MS Gothic"/>
          </w14:checkbox>
        </w:sdtPr>
        <w:sdtEndPr/>
        <w:sdtContent>
          <w:r w:rsidR="00DA4ADC">
            <w:rPr>
              <w:rFonts w:ascii="MS Gothic" w:eastAsia="MS Gothic" w:hAnsi="MS Gothic" w:hint="eastAsia"/>
            </w:rPr>
            <w:t>☐</w:t>
          </w:r>
        </w:sdtContent>
      </w:sdt>
      <w:r w:rsidR="00DA4ADC" w:rsidRPr="00BC7CC3">
        <w:t xml:space="preserve"> </w:t>
      </w:r>
      <w:r w:rsidR="008E3726">
        <w:tab/>
      </w:r>
      <w:r w:rsidR="00DA4ADC" w:rsidRPr="00BC7CC3">
        <w:t>no</w:t>
      </w:r>
    </w:p>
    <w:p w:rsidR="00937745" w:rsidRPr="00BC7CC3" w:rsidRDefault="00937745" w:rsidP="00650C16">
      <w:pPr>
        <w:pStyle w:val="EFSABodytext"/>
      </w:pPr>
      <w:r w:rsidRPr="00BC7CC3">
        <w:t>If yes, please specify the Part(s) in the application (including unpublished studies) which contain confidential data, clearly stating section(s) or data sets, and page number(s), and verifiable justification(s)/reasons(s) why the afore-mentioned information needs to be kept confidential should be provided:</w:t>
      </w:r>
    </w:p>
    <w:tbl>
      <w:tblPr>
        <w:tblStyle w:val="TableGrid"/>
        <w:tblW w:w="0" w:type="auto"/>
        <w:tblInd w:w="108" w:type="dxa"/>
        <w:tblLook w:val="04A0" w:firstRow="1" w:lastRow="0" w:firstColumn="1" w:lastColumn="0" w:noHBand="0" w:noVBand="1"/>
      </w:tblPr>
      <w:tblGrid>
        <w:gridCol w:w="3398"/>
        <w:gridCol w:w="2890"/>
        <w:gridCol w:w="2890"/>
      </w:tblGrid>
      <w:tr w:rsidR="00937745" w:rsidRPr="00BC7CC3" w:rsidTr="00240C5D">
        <w:tc>
          <w:tcPr>
            <w:tcW w:w="3398" w:type="dxa"/>
          </w:tcPr>
          <w:p w:rsidR="00937745" w:rsidRPr="00BC7CC3" w:rsidRDefault="00937745" w:rsidP="00240C5D">
            <w:pPr>
              <w:pStyle w:val="EFSABodytext"/>
            </w:pPr>
            <w:r w:rsidRPr="00BC7CC3">
              <w:t>Elements of the application dossier for which a request for confidentiality treatment was filed by the applicant</w:t>
            </w:r>
          </w:p>
        </w:tc>
        <w:tc>
          <w:tcPr>
            <w:tcW w:w="2890" w:type="dxa"/>
          </w:tcPr>
          <w:p w:rsidR="00937745" w:rsidRPr="00BC7CC3" w:rsidRDefault="00937745" w:rsidP="00240C5D">
            <w:pPr>
              <w:pStyle w:val="EFSABodytext"/>
            </w:pPr>
            <w:r w:rsidRPr="00BC7CC3">
              <w:t>Section(s) or data sets, and page number(s)</w:t>
            </w:r>
          </w:p>
        </w:tc>
        <w:tc>
          <w:tcPr>
            <w:tcW w:w="2890" w:type="dxa"/>
          </w:tcPr>
          <w:p w:rsidR="00937745" w:rsidRPr="00BC7CC3" w:rsidRDefault="00937745" w:rsidP="00240C5D">
            <w:pPr>
              <w:pStyle w:val="EFSABodytext"/>
            </w:pPr>
            <w:r w:rsidRPr="00BC7CC3">
              <w:t>Verifiable justification(s)/reasons(s)</w:t>
            </w:r>
          </w:p>
        </w:tc>
      </w:tr>
      <w:tr w:rsidR="00937745" w:rsidRPr="00BC7CC3" w:rsidTr="00240C5D">
        <w:sdt>
          <w:sdtPr>
            <w:id w:val="274147874"/>
            <w:placeholder>
              <w:docPart w:val="779F2B4FFB20460BABDE081FE93BD09C"/>
            </w:placeholder>
            <w:showingPlcHdr/>
          </w:sdtPr>
          <w:sdtEndPr/>
          <w:sdtContent>
            <w:tc>
              <w:tcPr>
                <w:tcW w:w="3398" w:type="dxa"/>
              </w:tcPr>
              <w:p w:rsidR="00937745" w:rsidRPr="00BC7CC3" w:rsidRDefault="00C13852" w:rsidP="00C13852">
                <w:pPr>
                  <w:pStyle w:val="EFSABodytext"/>
                </w:pPr>
                <w:r>
                  <w:rPr>
                    <w:rStyle w:val="PlaceholderText"/>
                  </w:rPr>
                  <w:t>Element 1</w:t>
                </w:r>
              </w:p>
            </w:tc>
          </w:sdtContent>
        </w:sdt>
        <w:sdt>
          <w:sdtPr>
            <w:id w:val="-1398966978"/>
            <w:placeholder>
              <w:docPart w:val="2B38163517804DA086101F401AF51312"/>
            </w:placeholder>
            <w:showingPlcHdr/>
          </w:sdtPr>
          <w:sdtEndPr/>
          <w:sdtContent>
            <w:tc>
              <w:tcPr>
                <w:tcW w:w="2890" w:type="dxa"/>
              </w:tcPr>
              <w:p w:rsidR="00937745" w:rsidRPr="00BC7CC3" w:rsidRDefault="00C13852" w:rsidP="00C13852">
                <w:pPr>
                  <w:pStyle w:val="EFSABodytext"/>
                </w:pPr>
                <w:r>
                  <w:rPr>
                    <w:rStyle w:val="PlaceholderText"/>
                  </w:rPr>
                  <w:t>Section &amp; page no.</w:t>
                </w:r>
              </w:p>
            </w:tc>
          </w:sdtContent>
        </w:sdt>
        <w:sdt>
          <w:sdtPr>
            <w:id w:val="-1765058168"/>
            <w:placeholder>
              <w:docPart w:val="279AC7F4C7BB43D4983EA92BDA54B323"/>
            </w:placeholder>
            <w:showingPlcHdr/>
          </w:sdtPr>
          <w:sdtEndPr/>
          <w:sdtContent>
            <w:tc>
              <w:tcPr>
                <w:tcW w:w="2890" w:type="dxa"/>
              </w:tcPr>
              <w:p w:rsidR="00937745" w:rsidRPr="00BC7CC3" w:rsidRDefault="00C13852" w:rsidP="00C13852">
                <w:pPr>
                  <w:pStyle w:val="EFSABodytext"/>
                </w:pPr>
                <w:r>
                  <w:rPr>
                    <w:rStyle w:val="PlaceholderText"/>
                  </w:rPr>
                  <w:t>Justification</w:t>
                </w:r>
              </w:p>
            </w:tc>
          </w:sdtContent>
        </w:sdt>
      </w:tr>
      <w:tr w:rsidR="00C13852" w:rsidRPr="00BC7CC3" w:rsidTr="00240C5D">
        <w:sdt>
          <w:sdtPr>
            <w:id w:val="-1367900377"/>
            <w:placeholder>
              <w:docPart w:val="1A3B2B92521A4C9BADE7F3E8DB295D2F"/>
            </w:placeholder>
            <w:showingPlcHdr/>
          </w:sdtPr>
          <w:sdtEndPr/>
          <w:sdtContent>
            <w:tc>
              <w:tcPr>
                <w:tcW w:w="3398" w:type="dxa"/>
              </w:tcPr>
              <w:p w:rsidR="00C13852" w:rsidRPr="00BC7CC3" w:rsidRDefault="00C13852" w:rsidP="00AB5173">
                <w:pPr>
                  <w:pStyle w:val="EFSABodytext"/>
                </w:pPr>
                <w:r>
                  <w:rPr>
                    <w:rStyle w:val="PlaceholderText"/>
                  </w:rPr>
                  <w:t>Element 2</w:t>
                </w:r>
              </w:p>
            </w:tc>
          </w:sdtContent>
        </w:sdt>
        <w:sdt>
          <w:sdtPr>
            <w:id w:val="1260710865"/>
            <w:placeholder>
              <w:docPart w:val="A80D28BA26FB4478B24D37BD5D922A03"/>
            </w:placeholder>
            <w:showingPlcHdr/>
          </w:sdtPr>
          <w:sdtEndPr/>
          <w:sdtContent>
            <w:tc>
              <w:tcPr>
                <w:tcW w:w="2890" w:type="dxa"/>
              </w:tcPr>
              <w:p w:rsidR="00C13852" w:rsidRPr="00BC7CC3" w:rsidRDefault="003624DC" w:rsidP="003624DC">
                <w:pPr>
                  <w:pStyle w:val="EFSABodytext"/>
                </w:pPr>
                <w:r>
                  <w:rPr>
                    <w:rStyle w:val="PlaceholderText"/>
                  </w:rPr>
                  <w:t>Section &amp; page no.</w:t>
                </w:r>
              </w:p>
            </w:tc>
          </w:sdtContent>
        </w:sdt>
        <w:sdt>
          <w:sdtPr>
            <w:id w:val="491834384"/>
            <w:placeholder>
              <w:docPart w:val="C0F15B458B7D4FE99A7B047F3951C186"/>
            </w:placeholder>
            <w:showingPlcHdr/>
          </w:sdtPr>
          <w:sdtEndPr/>
          <w:sdtContent>
            <w:tc>
              <w:tcPr>
                <w:tcW w:w="2890" w:type="dxa"/>
              </w:tcPr>
              <w:p w:rsidR="00C13852" w:rsidRPr="00BC7CC3" w:rsidRDefault="00FF3823" w:rsidP="00FF3823">
                <w:pPr>
                  <w:pStyle w:val="EFSABodytext"/>
                </w:pPr>
                <w:r>
                  <w:rPr>
                    <w:rStyle w:val="PlaceholderText"/>
                  </w:rPr>
                  <w:t>Justification</w:t>
                </w:r>
              </w:p>
            </w:tc>
          </w:sdtContent>
        </w:sdt>
      </w:tr>
      <w:tr w:rsidR="00C13852" w:rsidRPr="00BC7CC3" w:rsidTr="00240C5D">
        <w:sdt>
          <w:sdtPr>
            <w:id w:val="454530572"/>
            <w:placeholder>
              <w:docPart w:val="CBD3E27E27204061A0AF4447C4099EEA"/>
            </w:placeholder>
            <w:showingPlcHdr/>
          </w:sdtPr>
          <w:sdtEndPr/>
          <w:sdtContent>
            <w:tc>
              <w:tcPr>
                <w:tcW w:w="3398" w:type="dxa"/>
              </w:tcPr>
              <w:p w:rsidR="00C13852" w:rsidRPr="00BC7CC3" w:rsidRDefault="00C13852" w:rsidP="00AB5173">
                <w:pPr>
                  <w:pStyle w:val="EFSABodytext"/>
                </w:pPr>
                <w:r>
                  <w:rPr>
                    <w:rStyle w:val="PlaceholderText"/>
                  </w:rPr>
                  <w:t>Element 3</w:t>
                </w:r>
              </w:p>
            </w:tc>
          </w:sdtContent>
        </w:sdt>
        <w:sdt>
          <w:sdtPr>
            <w:id w:val="-1626617718"/>
            <w:placeholder>
              <w:docPart w:val="CD00DFBF7B144700B497A00736A0E0EA"/>
            </w:placeholder>
            <w:showingPlcHdr/>
          </w:sdtPr>
          <w:sdtEndPr/>
          <w:sdtContent>
            <w:tc>
              <w:tcPr>
                <w:tcW w:w="2890" w:type="dxa"/>
              </w:tcPr>
              <w:p w:rsidR="00C13852" w:rsidRPr="00BC7CC3" w:rsidRDefault="003624DC" w:rsidP="003624DC">
                <w:pPr>
                  <w:pStyle w:val="EFSABodytext"/>
                </w:pPr>
                <w:r>
                  <w:rPr>
                    <w:rStyle w:val="PlaceholderText"/>
                  </w:rPr>
                  <w:t>Section &amp; page no.</w:t>
                </w:r>
              </w:p>
            </w:tc>
          </w:sdtContent>
        </w:sdt>
        <w:sdt>
          <w:sdtPr>
            <w:id w:val="-1109581763"/>
            <w:placeholder>
              <w:docPart w:val="3A4F350439A84FBB9E4EC07CB548EED0"/>
            </w:placeholder>
            <w:showingPlcHdr/>
          </w:sdtPr>
          <w:sdtEndPr/>
          <w:sdtContent>
            <w:tc>
              <w:tcPr>
                <w:tcW w:w="2890" w:type="dxa"/>
              </w:tcPr>
              <w:p w:rsidR="00C13852" w:rsidRPr="00BC7CC3" w:rsidRDefault="00FF3823" w:rsidP="00FF3823">
                <w:pPr>
                  <w:pStyle w:val="EFSABodytext"/>
                </w:pPr>
                <w:r>
                  <w:rPr>
                    <w:rStyle w:val="PlaceholderText"/>
                  </w:rPr>
                  <w:t>Justification</w:t>
                </w:r>
              </w:p>
            </w:tc>
          </w:sdtContent>
        </w:sdt>
      </w:tr>
    </w:tbl>
    <w:p w:rsidR="00937745" w:rsidRPr="00BC7CC3" w:rsidRDefault="00937745" w:rsidP="00937745">
      <w:pPr>
        <w:pStyle w:val="EFSABodytext"/>
      </w:pPr>
    </w:p>
    <w:p w:rsidR="00937745" w:rsidRPr="00BC7CC3" w:rsidRDefault="00937745" w:rsidP="00D2281B">
      <w:pPr>
        <w:pStyle w:val="EFSAHeading2"/>
        <w:numPr>
          <w:ilvl w:val="1"/>
          <w:numId w:val="1"/>
        </w:numPr>
        <w:tabs>
          <w:tab w:val="left" w:pos="839"/>
        </w:tabs>
        <w:ind w:left="839" w:hanging="839"/>
      </w:pPr>
      <w:bookmarkStart w:id="8" w:name="_Toc471743548"/>
      <w:r w:rsidRPr="00BC7CC3">
        <w:t>Regulatory status outside the European Union</w:t>
      </w:r>
      <w:bookmarkEnd w:id="8"/>
    </w:p>
    <w:p w:rsidR="00937745" w:rsidRDefault="00937745" w:rsidP="00C13852">
      <w:pPr>
        <w:pStyle w:val="EFSABodytext"/>
      </w:pPr>
      <w:r w:rsidRPr="00BC7CC3">
        <w:rPr>
          <w:color w:val="000000" w:themeColor="text1"/>
        </w:rPr>
        <w:t>If this health claim or a similar one has been submitted by the applicant to any regulatory body for authorisat</w:t>
      </w:r>
      <w:r w:rsidR="00FC30D2">
        <w:rPr>
          <w:color w:val="000000" w:themeColor="text1"/>
        </w:rPr>
        <w:t>ion outside the EU</w:t>
      </w:r>
      <w:r w:rsidRPr="00BC7CC3">
        <w:rPr>
          <w:color w:val="000000" w:themeColor="text1"/>
        </w:rPr>
        <w:t xml:space="preserve">, please indicate the status of the evaluation of such health claim by each regulatory body (if more </w:t>
      </w:r>
      <w:r w:rsidRPr="00BC7CC3">
        <w:t>than one)</w:t>
      </w:r>
      <w:r w:rsidR="00B54BB5">
        <w:t xml:space="preserve"> and specify the requested information, as applicable</w:t>
      </w:r>
      <w:r w:rsidRPr="00BC7CC3">
        <w:t>:</w:t>
      </w:r>
    </w:p>
    <w:bookmarkStart w:id="9" w:name="Status"/>
    <w:bookmarkEnd w:id="9"/>
    <w:p w:rsidR="00A010D8" w:rsidRPr="00BC7CC3" w:rsidRDefault="00D21C6F" w:rsidP="00A010D8">
      <w:pPr>
        <w:pStyle w:val="EFSABodytext"/>
        <w:ind w:left="284"/>
      </w:pPr>
      <w:sdt>
        <w:sdtPr>
          <w:id w:val="-990409819"/>
          <w14:checkbox>
            <w14:checked w14:val="0"/>
            <w14:checkedState w14:val="2612" w14:font="MS Gothic"/>
            <w14:uncheckedState w14:val="2610" w14:font="MS Gothic"/>
          </w14:checkbox>
        </w:sdtPr>
        <w:sdtEndPr/>
        <w:sdtContent>
          <w:r w:rsidR="00A010D8">
            <w:rPr>
              <w:rFonts w:ascii="MS Gothic" w:eastAsia="MS Gothic" w:hAnsi="MS Gothic" w:hint="eastAsia"/>
            </w:rPr>
            <w:t>☐</w:t>
          </w:r>
        </w:sdtContent>
      </w:sdt>
      <w:r w:rsidR="00A010D8" w:rsidRPr="00BC7CC3">
        <w:t xml:space="preserve"> </w:t>
      </w:r>
      <w:r w:rsidR="00A010D8" w:rsidRPr="00BC7CC3">
        <w:tab/>
        <w:t>Under consideration</w:t>
      </w:r>
    </w:p>
    <w:p w:rsidR="00A010D8" w:rsidRPr="00BC7CC3" w:rsidRDefault="00A010D8" w:rsidP="00D1268A">
      <w:pPr>
        <w:pStyle w:val="EFSABodytext"/>
        <w:ind w:left="993"/>
      </w:pPr>
      <w:r w:rsidRPr="00BC7CC3">
        <w:t>Specify the claimed effect, the wording of the claim, the food/constituent for whi</w:t>
      </w:r>
      <w:r>
        <w:t>ch the claim has been submitted</w:t>
      </w:r>
      <w:r w:rsidRPr="00BC7CC3">
        <w:t xml:space="preserve"> and the date of submission. Indicate the </w:t>
      </w:r>
      <w:r>
        <w:t xml:space="preserve">recipient </w:t>
      </w:r>
      <w:r w:rsidRPr="00BC7CC3">
        <w:t>regulatory body.</w:t>
      </w:r>
    </w:p>
    <w:p w:rsidR="00A010D8" w:rsidRPr="00BC7CC3" w:rsidRDefault="00D21C6F" w:rsidP="00D1268A">
      <w:pPr>
        <w:pStyle w:val="EFSABodytext"/>
        <w:ind w:left="993"/>
      </w:pPr>
      <w:sdt>
        <w:sdtPr>
          <w:id w:val="463386690"/>
          <w:placeholder>
            <w:docPart w:val="6D998FAC24E045F88AFD43ADDA9A173D"/>
          </w:placeholder>
          <w:showingPlcHdr/>
        </w:sdtPr>
        <w:sdtEndPr/>
        <w:sdtContent>
          <w:r w:rsidR="00A010D8" w:rsidRPr="002F48E8">
            <w:rPr>
              <w:rStyle w:val="PlaceholderText"/>
            </w:rPr>
            <w:t>Click here to enter text.</w:t>
          </w:r>
        </w:sdtContent>
      </w:sdt>
    </w:p>
    <w:p w:rsidR="00A010D8" w:rsidRPr="00BC7CC3" w:rsidRDefault="00D21C6F" w:rsidP="00A010D8">
      <w:pPr>
        <w:pStyle w:val="EFSABodytext"/>
        <w:ind w:left="284"/>
      </w:pPr>
      <w:sdt>
        <w:sdtPr>
          <w:id w:val="-2041586663"/>
          <w14:checkbox>
            <w14:checked w14:val="0"/>
            <w14:checkedState w14:val="2612" w14:font="MS Gothic"/>
            <w14:uncheckedState w14:val="2610" w14:font="MS Gothic"/>
          </w14:checkbox>
        </w:sdtPr>
        <w:sdtEndPr/>
        <w:sdtContent>
          <w:r w:rsidR="00A010D8">
            <w:rPr>
              <w:rFonts w:ascii="MS Gothic" w:eastAsia="MS Gothic" w:hAnsi="MS Gothic" w:hint="eastAsia"/>
            </w:rPr>
            <w:t>☐</w:t>
          </w:r>
        </w:sdtContent>
      </w:sdt>
      <w:r w:rsidR="00A010D8" w:rsidRPr="00BC7CC3">
        <w:tab/>
        <w:t>Withdrawn</w:t>
      </w:r>
    </w:p>
    <w:p w:rsidR="00A010D8" w:rsidRDefault="00A010D8" w:rsidP="00D1268A">
      <w:pPr>
        <w:pStyle w:val="EFSABodytext"/>
        <w:ind w:left="993"/>
      </w:pPr>
      <w:r w:rsidRPr="00BC7CC3">
        <w:t>Specify the claimed effect,</w:t>
      </w:r>
      <w:r>
        <w:t xml:space="preserve"> the wording of the claim,</w:t>
      </w:r>
      <w:r w:rsidRPr="00BC7CC3">
        <w:t xml:space="preserve"> the food/constituent </w:t>
      </w:r>
      <w:r>
        <w:t xml:space="preserve">for which the claim was </w:t>
      </w:r>
      <w:r w:rsidRPr="00BC7CC3">
        <w:t>wi</w:t>
      </w:r>
      <w:r>
        <w:t>thdrawn, the date of withdrawal</w:t>
      </w:r>
      <w:r w:rsidRPr="00BC7CC3">
        <w:t xml:space="preserve"> and the reason for withdrawal. Indicate the regulatory body at the time of withdrawal.</w:t>
      </w:r>
    </w:p>
    <w:p w:rsidR="00A010D8" w:rsidRPr="00BC7CC3" w:rsidRDefault="00D21C6F" w:rsidP="00D1268A">
      <w:pPr>
        <w:pStyle w:val="EFSABodytext"/>
        <w:ind w:left="993"/>
      </w:pPr>
      <w:sdt>
        <w:sdtPr>
          <w:id w:val="1979724093"/>
          <w:placeholder>
            <w:docPart w:val="D0B1D8076556447B84E35F63A4349EC6"/>
          </w:placeholder>
          <w:showingPlcHdr/>
        </w:sdtPr>
        <w:sdtEndPr/>
        <w:sdtContent>
          <w:r w:rsidR="00A010D8" w:rsidRPr="002F48E8">
            <w:rPr>
              <w:rStyle w:val="PlaceholderText"/>
            </w:rPr>
            <w:t>Click here to enter text.</w:t>
          </w:r>
        </w:sdtContent>
      </w:sdt>
    </w:p>
    <w:p w:rsidR="00A010D8" w:rsidRPr="00BC7CC3" w:rsidRDefault="00D21C6F" w:rsidP="00A010D8">
      <w:pPr>
        <w:pStyle w:val="EFSABodytext"/>
        <w:ind w:left="709" w:hanging="425"/>
      </w:pPr>
      <w:sdt>
        <w:sdtPr>
          <w:id w:val="-808478272"/>
          <w14:checkbox>
            <w14:checked w14:val="0"/>
            <w14:checkedState w14:val="2612" w14:font="MS Gothic"/>
            <w14:uncheckedState w14:val="2610" w14:font="MS Gothic"/>
          </w14:checkbox>
        </w:sdtPr>
        <w:sdtEndPr/>
        <w:sdtContent>
          <w:r w:rsidR="00A010D8">
            <w:rPr>
              <w:rFonts w:ascii="MS Gothic" w:eastAsia="MS Gothic" w:hAnsi="MS Gothic" w:hint="eastAsia"/>
            </w:rPr>
            <w:t>☐</w:t>
          </w:r>
        </w:sdtContent>
      </w:sdt>
      <w:r w:rsidR="00A010D8" w:rsidRPr="00BC7CC3">
        <w:tab/>
        <w:t>Approved</w:t>
      </w:r>
    </w:p>
    <w:p w:rsidR="00A010D8" w:rsidRDefault="00A010D8" w:rsidP="00D1268A">
      <w:pPr>
        <w:pStyle w:val="EFSABodytext"/>
        <w:ind w:left="993"/>
      </w:pPr>
      <w:r w:rsidRPr="00BC7CC3">
        <w:t xml:space="preserve">Specify the approved claimed effect and the wording of the claim, the food/constituent for which the claim has been approved, </w:t>
      </w:r>
      <w:r>
        <w:t xml:space="preserve">and </w:t>
      </w:r>
      <w:r w:rsidRPr="00BC7CC3">
        <w:t xml:space="preserve">the date of approval. Indicate the </w:t>
      </w:r>
      <w:r>
        <w:t xml:space="preserve">authorising </w:t>
      </w:r>
      <w:r w:rsidRPr="00BC7CC3">
        <w:lastRenderedPageBreak/>
        <w:t xml:space="preserve">regulatory body, and if available, provide a copy of the scientific opinion of the </w:t>
      </w:r>
      <w:r>
        <w:t xml:space="preserve">authorising </w:t>
      </w:r>
      <w:r w:rsidRPr="00BC7CC3">
        <w:t>regulatory body (in P</w:t>
      </w:r>
      <w:r>
        <w:t>art 6, S</w:t>
      </w:r>
      <w:r w:rsidRPr="00BC7CC3">
        <w:t>ection 6.</w:t>
      </w:r>
      <w:r>
        <w:t>2</w:t>
      </w:r>
      <w:r w:rsidRPr="00BC7CC3">
        <w:t>).</w:t>
      </w:r>
    </w:p>
    <w:p w:rsidR="00A010D8" w:rsidRPr="00BC7CC3" w:rsidRDefault="00D21C6F" w:rsidP="00D1268A">
      <w:pPr>
        <w:pStyle w:val="EFSABodytext"/>
        <w:ind w:left="993"/>
      </w:pPr>
      <w:sdt>
        <w:sdtPr>
          <w:id w:val="-1006902057"/>
          <w:placeholder>
            <w:docPart w:val="1B3DADF75BBA4C6A87D5A7FE5224B0A2"/>
          </w:placeholder>
          <w:showingPlcHdr/>
        </w:sdtPr>
        <w:sdtEndPr/>
        <w:sdtContent>
          <w:r w:rsidR="00A010D8" w:rsidRPr="002F48E8">
            <w:rPr>
              <w:rStyle w:val="PlaceholderText"/>
            </w:rPr>
            <w:t>Click here to enter text.</w:t>
          </w:r>
        </w:sdtContent>
      </w:sdt>
    </w:p>
    <w:p w:rsidR="00A010D8" w:rsidRPr="00BC7CC3" w:rsidRDefault="00D21C6F" w:rsidP="00A010D8">
      <w:pPr>
        <w:pStyle w:val="EFSABodytext"/>
        <w:ind w:left="709" w:hanging="425"/>
      </w:pPr>
      <w:sdt>
        <w:sdtPr>
          <w:id w:val="-995801264"/>
          <w14:checkbox>
            <w14:checked w14:val="0"/>
            <w14:checkedState w14:val="2612" w14:font="MS Gothic"/>
            <w14:uncheckedState w14:val="2610" w14:font="MS Gothic"/>
          </w14:checkbox>
        </w:sdtPr>
        <w:sdtEndPr/>
        <w:sdtContent>
          <w:r w:rsidR="00A010D8">
            <w:rPr>
              <w:rFonts w:ascii="MS Gothic" w:eastAsia="MS Gothic" w:hAnsi="MS Gothic" w:hint="eastAsia"/>
            </w:rPr>
            <w:t>☐</w:t>
          </w:r>
        </w:sdtContent>
      </w:sdt>
      <w:r w:rsidR="00A010D8" w:rsidRPr="00BC7CC3">
        <w:tab/>
        <w:t>Rejected</w:t>
      </w:r>
    </w:p>
    <w:p w:rsidR="00A010D8" w:rsidRPr="00BC7CC3" w:rsidRDefault="00A010D8" w:rsidP="00D1268A">
      <w:pPr>
        <w:pStyle w:val="EFSABodytext"/>
        <w:ind w:left="993"/>
      </w:pPr>
      <w:r w:rsidRPr="00BC7CC3">
        <w:t>Specify the rejected claimed effect and the wording of the claim, the food/constituent for w</w:t>
      </w:r>
      <w:r>
        <w:t>hich the claim has been rejected,</w:t>
      </w:r>
      <w:r w:rsidRPr="00BC7CC3">
        <w:t xml:space="preserve"> the date of rejection and the reasons for rejection. Indicate the regulatory body which rejected the health claim, and if available, provide a copy of the scientific opinion of the regulatory body which rejecte</w:t>
      </w:r>
      <w:r>
        <w:t>d the health claim (in Part 6, S</w:t>
      </w:r>
      <w:r w:rsidRPr="00BC7CC3">
        <w:t>ect</w:t>
      </w:r>
      <w:r>
        <w:t>ion 6.2</w:t>
      </w:r>
      <w:r w:rsidRPr="00BC7CC3">
        <w:t xml:space="preserve">).   </w:t>
      </w:r>
    </w:p>
    <w:p w:rsidR="00937745" w:rsidRPr="00BC7CC3" w:rsidRDefault="00D21C6F" w:rsidP="00D1268A">
      <w:pPr>
        <w:pStyle w:val="EFSABodytext"/>
        <w:ind w:left="993"/>
      </w:pPr>
      <w:sdt>
        <w:sdtPr>
          <w:id w:val="-1257437274"/>
          <w:placeholder>
            <w:docPart w:val="D5B82A47E5874A77B8AC160058D0B7A6"/>
          </w:placeholder>
          <w:showingPlcHdr/>
        </w:sdtPr>
        <w:sdtEndPr/>
        <w:sdtContent>
          <w:r w:rsidR="00A010D8" w:rsidRPr="002F48E8">
            <w:rPr>
              <w:rStyle w:val="PlaceholderText"/>
            </w:rPr>
            <w:t>Click here to enter text.</w:t>
          </w:r>
        </w:sdtContent>
      </w:sdt>
    </w:p>
    <w:p w:rsidR="00937745" w:rsidRPr="00BC7CC3" w:rsidRDefault="00937745" w:rsidP="00D2281B">
      <w:pPr>
        <w:pStyle w:val="EFSAHeading2"/>
        <w:numPr>
          <w:ilvl w:val="1"/>
          <w:numId w:val="1"/>
        </w:numPr>
        <w:tabs>
          <w:tab w:val="left" w:pos="839"/>
        </w:tabs>
        <w:ind w:left="839" w:hanging="839"/>
      </w:pPr>
      <w:bookmarkStart w:id="10" w:name="_Toc471743549"/>
      <w:r w:rsidRPr="00BC7CC3">
        <w:t>Health claim particulars</w:t>
      </w:r>
      <w:bookmarkEnd w:id="10"/>
    </w:p>
    <w:p w:rsidR="00937745" w:rsidRPr="00BC7CC3" w:rsidRDefault="00937745" w:rsidP="00D2281B">
      <w:pPr>
        <w:pStyle w:val="EFSAHeading3"/>
        <w:keepNext/>
        <w:numPr>
          <w:ilvl w:val="2"/>
          <w:numId w:val="1"/>
        </w:numPr>
        <w:tabs>
          <w:tab w:val="left" w:pos="839"/>
        </w:tabs>
        <w:spacing w:before="240" w:after="120" w:line="240" w:lineRule="auto"/>
        <w:ind w:left="851" w:hanging="851"/>
      </w:pPr>
      <w:bookmarkStart w:id="11" w:name="_Toc471743550"/>
      <w:r w:rsidRPr="00BC7CC3">
        <w:t>Specify the food/constituent for which the health claim is made</w:t>
      </w:r>
      <w:bookmarkEnd w:id="11"/>
    </w:p>
    <w:p w:rsidR="00937745" w:rsidRPr="00E71A97" w:rsidRDefault="00D21C6F" w:rsidP="00FF3823">
      <w:pPr>
        <w:pStyle w:val="EFSABodytext"/>
        <w:ind w:left="709"/>
        <w:rPr>
          <w:highlight w:val="yellow"/>
        </w:rPr>
      </w:pPr>
      <w:sdt>
        <w:sdtPr>
          <w:id w:val="461080480"/>
          <w:placeholder>
            <w:docPart w:val="4645999DF7224A939E53F5194B886776"/>
          </w:placeholder>
          <w:showingPlcHdr/>
        </w:sdtPr>
        <w:sdtEndPr/>
        <w:sdtContent>
          <w:r w:rsidR="00FF3823">
            <w:rPr>
              <w:rStyle w:val="PlaceholderText"/>
            </w:rPr>
            <w:t>Food/constituent</w:t>
          </w:r>
        </w:sdtContent>
      </w:sdt>
    </w:p>
    <w:p w:rsidR="00937745" w:rsidRPr="00BC7CC3" w:rsidRDefault="00937745" w:rsidP="00D2281B">
      <w:pPr>
        <w:pStyle w:val="EFSAHeading3"/>
        <w:keepNext/>
        <w:numPr>
          <w:ilvl w:val="2"/>
          <w:numId w:val="1"/>
        </w:numPr>
        <w:tabs>
          <w:tab w:val="left" w:pos="839"/>
        </w:tabs>
        <w:spacing w:before="240" w:after="120" w:line="240" w:lineRule="auto"/>
        <w:ind w:left="851" w:hanging="851"/>
        <w:jc w:val="both"/>
        <w:rPr>
          <w:color w:val="000000" w:themeColor="text1"/>
        </w:rPr>
      </w:pPr>
      <w:bookmarkStart w:id="12" w:name="_Toc471743551"/>
      <w:r w:rsidRPr="00BC7CC3">
        <w:rPr>
          <w:color w:val="808080" w:themeColor="background1" w:themeShade="80"/>
        </w:rPr>
        <w:t xml:space="preserve">Describe the relationship between the food/constituent and the claimed effect, including the outcome variable(s) used to assess the claimed effect </w:t>
      </w:r>
      <w:r w:rsidRPr="00BC7CC3">
        <w:rPr>
          <w:i/>
          <w:color w:val="808080" w:themeColor="background1" w:themeShade="80"/>
        </w:rPr>
        <w:t>in vivo</w:t>
      </w:r>
      <w:r w:rsidRPr="00BC7CC3">
        <w:rPr>
          <w:color w:val="808080" w:themeColor="background1" w:themeShade="80"/>
        </w:rPr>
        <w:t xml:space="preserve"> in humans and the methods of measurement</w:t>
      </w:r>
      <w:bookmarkEnd w:id="12"/>
    </w:p>
    <w:p w:rsidR="00937745" w:rsidRPr="00BC7CC3" w:rsidRDefault="00D21C6F" w:rsidP="00FF3823">
      <w:pPr>
        <w:pStyle w:val="EFSABodytext"/>
        <w:ind w:left="709"/>
      </w:pPr>
      <w:sdt>
        <w:sdtPr>
          <w:id w:val="230130461"/>
          <w:placeholder>
            <w:docPart w:val="98144D3415864D06B75C619D516E49EE"/>
          </w:placeholder>
          <w:showingPlcHdr/>
        </w:sdtPr>
        <w:sdtEndPr/>
        <w:sdtContent>
          <w:r w:rsidR="00FF3823" w:rsidRPr="002F48E8">
            <w:rPr>
              <w:rStyle w:val="PlaceholderText"/>
            </w:rPr>
            <w:t>Click here to enter text.</w:t>
          </w:r>
        </w:sdtContent>
      </w:sdt>
    </w:p>
    <w:p w:rsidR="00937745" w:rsidRPr="00BC7CC3" w:rsidRDefault="00937745" w:rsidP="00D2281B">
      <w:pPr>
        <w:pStyle w:val="EFSAHeading3"/>
        <w:keepNext/>
        <w:numPr>
          <w:ilvl w:val="2"/>
          <w:numId w:val="1"/>
        </w:numPr>
        <w:tabs>
          <w:tab w:val="left" w:pos="839"/>
        </w:tabs>
        <w:spacing w:before="240" w:after="120" w:line="240" w:lineRule="auto"/>
        <w:ind w:left="851" w:hanging="851"/>
        <w:jc w:val="both"/>
      </w:pPr>
      <w:bookmarkStart w:id="13" w:name="_Toc471743552"/>
      <w:r w:rsidRPr="00BC7CC3">
        <w:t>Provide a proposal for the wording of the health claim</w:t>
      </w:r>
      <w:bookmarkEnd w:id="13"/>
      <w:r w:rsidRPr="00BC7CC3">
        <w:t xml:space="preserve"> </w:t>
      </w:r>
    </w:p>
    <w:p w:rsidR="00937745" w:rsidRPr="00BC7CC3" w:rsidRDefault="00937745" w:rsidP="006940EF">
      <w:pPr>
        <w:pStyle w:val="EFSABodytext"/>
      </w:pPr>
      <w:r w:rsidRPr="00BC7CC3">
        <w:t>The proposed wording should be in English.</w:t>
      </w:r>
    </w:p>
    <w:p w:rsidR="00937745" w:rsidRPr="00BC7CC3" w:rsidRDefault="00D21C6F" w:rsidP="006940EF">
      <w:pPr>
        <w:pStyle w:val="EFSABodytext"/>
        <w:ind w:left="709"/>
      </w:pPr>
      <w:sdt>
        <w:sdtPr>
          <w:id w:val="677391245"/>
          <w:placeholder>
            <w:docPart w:val="9412C3A2CF564EB7A86E2C8E527809FA"/>
          </w:placeholder>
          <w:showingPlcHdr/>
        </w:sdtPr>
        <w:sdtEndPr/>
        <w:sdtContent>
          <w:r w:rsidR="006940EF" w:rsidRPr="002F48E8">
            <w:rPr>
              <w:rStyle w:val="PlaceholderText"/>
            </w:rPr>
            <w:t>Click here to enter text.</w:t>
          </w:r>
        </w:sdtContent>
      </w:sdt>
    </w:p>
    <w:p w:rsidR="00937745" w:rsidRPr="00BC7CC3" w:rsidRDefault="00937745" w:rsidP="00D2281B">
      <w:pPr>
        <w:pStyle w:val="EFSAHeading3"/>
        <w:keepNext/>
        <w:numPr>
          <w:ilvl w:val="2"/>
          <w:numId w:val="1"/>
        </w:numPr>
        <w:tabs>
          <w:tab w:val="left" w:pos="839"/>
        </w:tabs>
        <w:spacing w:before="240" w:after="120" w:line="240" w:lineRule="auto"/>
        <w:ind w:left="851" w:hanging="851"/>
      </w:pPr>
      <w:bookmarkStart w:id="14" w:name="_Toc471743553"/>
      <w:r w:rsidRPr="00BC7CC3">
        <w:t>Conditions of use</w:t>
      </w:r>
      <w:bookmarkEnd w:id="14"/>
    </w:p>
    <w:p w:rsidR="00937745" w:rsidRPr="00BC7CC3" w:rsidRDefault="00937745" w:rsidP="006940EF">
      <w:pPr>
        <w:pStyle w:val="EFSABodytext"/>
      </w:pPr>
      <w:r w:rsidRPr="00BC7CC3">
        <w:t>Specify the target population for the health claim.</w:t>
      </w:r>
    </w:p>
    <w:p w:rsidR="00937745" w:rsidRPr="00BC7CC3" w:rsidRDefault="00D21C6F" w:rsidP="006940EF">
      <w:pPr>
        <w:pStyle w:val="EFSABodytext"/>
        <w:ind w:left="709"/>
      </w:pPr>
      <w:sdt>
        <w:sdtPr>
          <w:id w:val="854234526"/>
          <w:placeholder>
            <w:docPart w:val="CD7BF35B71D545E6A3F9DDA96BBED4E4"/>
          </w:placeholder>
          <w:showingPlcHdr/>
        </w:sdtPr>
        <w:sdtEndPr/>
        <w:sdtContent>
          <w:r w:rsidR="006940EF" w:rsidRPr="002F48E8">
            <w:rPr>
              <w:rStyle w:val="PlaceholderText"/>
            </w:rPr>
            <w:t>Click here to enter text.</w:t>
          </w:r>
        </w:sdtContent>
      </w:sdt>
    </w:p>
    <w:p w:rsidR="00937745" w:rsidRPr="00BC7CC3" w:rsidRDefault="00937745" w:rsidP="006940EF">
      <w:pPr>
        <w:pStyle w:val="EFSABodytext"/>
      </w:pPr>
      <w:r w:rsidRPr="00BC7CC3">
        <w:t>Indicate the quantity of the food/constituent and pattern of consumption required to obtain the claimed effect, and whether this quantity could reasonably be consumed as part of a balanced diet.</w:t>
      </w:r>
      <w:r w:rsidRPr="009975B9">
        <w:rPr>
          <w:rStyle w:val="FootnoteReference"/>
          <w:rFonts w:cs="Tahoma"/>
          <w:color w:val="000000" w:themeColor="text1"/>
        </w:rPr>
        <w:footnoteReference w:id="6"/>
      </w:r>
      <w:r w:rsidRPr="00BC7CC3">
        <w:t xml:space="preserve"> </w:t>
      </w:r>
    </w:p>
    <w:p w:rsidR="00937745" w:rsidRPr="00BC7CC3" w:rsidRDefault="00D21C6F" w:rsidP="006940EF">
      <w:pPr>
        <w:pStyle w:val="EFSABodytext"/>
        <w:ind w:left="709"/>
      </w:pPr>
      <w:sdt>
        <w:sdtPr>
          <w:id w:val="1707978563"/>
          <w:placeholder>
            <w:docPart w:val="B7D1414B938C4D6EBD25770D504CDB14"/>
          </w:placeholder>
          <w:showingPlcHdr/>
        </w:sdtPr>
        <w:sdtEndPr/>
        <w:sdtContent>
          <w:r w:rsidR="006940EF" w:rsidRPr="002F48E8">
            <w:rPr>
              <w:rStyle w:val="PlaceholderText"/>
            </w:rPr>
            <w:t>Click here to enter text.</w:t>
          </w:r>
        </w:sdtContent>
      </w:sdt>
    </w:p>
    <w:p w:rsidR="00937745" w:rsidRPr="00BC7CC3" w:rsidRDefault="00937745" w:rsidP="001A27B5">
      <w:pPr>
        <w:pStyle w:val="EFSABodytext"/>
      </w:pPr>
      <w:r w:rsidRPr="00BC7CC3">
        <w:t xml:space="preserve">Provide, where appropriate, a statement addressed to the </w:t>
      </w:r>
      <w:proofErr w:type="gramStart"/>
      <w:r w:rsidRPr="00BC7CC3">
        <w:t>category(</w:t>
      </w:r>
      <w:proofErr w:type="gramEnd"/>
      <w:r w:rsidRPr="00BC7CC3">
        <w:t>ies) of the population who should avoid using the food/constituent for which the health claim is made, and include a rationale.</w:t>
      </w:r>
    </w:p>
    <w:p w:rsidR="00937745" w:rsidRPr="00BC7CC3" w:rsidRDefault="00D21C6F" w:rsidP="006940EF">
      <w:pPr>
        <w:pStyle w:val="EFSABodytext"/>
        <w:ind w:left="709"/>
      </w:pPr>
      <w:sdt>
        <w:sdtPr>
          <w:id w:val="-1983605661"/>
          <w:placeholder>
            <w:docPart w:val="4576C1C825834A598E8268B7C2BA472C"/>
          </w:placeholder>
          <w:showingPlcHdr/>
        </w:sdtPr>
        <w:sdtEndPr/>
        <w:sdtContent>
          <w:r w:rsidR="006940EF" w:rsidRPr="002F48E8">
            <w:rPr>
              <w:rStyle w:val="PlaceholderText"/>
            </w:rPr>
            <w:t>Click here to enter text.</w:t>
          </w:r>
        </w:sdtContent>
      </w:sdt>
    </w:p>
    <w:p w:rsidR="00937745" w:rsidRPr="00BC7CC3" w:rsidRDefault="00937745" w:rsidP="006940EF">
      <w:pPr>
        <w:pStyle w:val="EFSABodytext"/>
      </w:pPr>
      <w:r w:rsidRPr="00BC7CC3">
        <w:t>Specify, where applicable, a warning for any food/constituent that is likely to present a health risk if consumed in excess, and provide a rationale.</w:t>
      </w:r>
    </w:p>
    <w:p w:rsidR="00937745" w:rsidRPr="006E77E3" w:rsidRDefault="00D21C6F" w:rsidP="006940EF">
      <w:pPr>
        <w:pStyle w:val="EFSABodytext"/>
        <w:ind w:left="709"/>
      </w:pPr>
      <w:sdt>
        <w:sdtPr>
          <w:id w:val="41798773"/>
          <w:placeholder>
            <w:docPart w:val="A59DC840E1D14311A952A087C1995E9C"/>
          </w:placeholder>
          <w:showingPlcHdr/>
        </w:sdtPr>
        <w:sdtEndPr/>
        <w:sdtContent>
          <w:r w:rsidR="006940EF" w:rsidRPr="006E77E3">
            <w:rPr>
              <w:rStyle w:val="PlaceholderText"/>
            </w:rPr>
            <w:t>Click here to enter text.</w:t>
          </w:r>
        </w:sdtContent>
      </w:sdt>
    </w:p>
    <w:p w:rsidR="00937745" w:rsidRPr="00BC7CC3" w:rsidRDefault="00937745" w:rsidP="006940EF">
      <w:pPr>
        <w:pStyle w:val="EFSABodytext"/>
      </w:pPr>
      <w:r w:rsidRPr="00BC7CC3">
        <w:t>Specify, where applicable, other restrictions of use, and provide a rationale.</w:t>
      </w:r>
    </w:p>
    <w:p w:rsidR="00937745" w:rsidRPr="006E77E3" w:rsidRDefault="00D21C6F" w:rsidP="006940EF">
      <w:pPr>
        <w:pStyle w:val="EFSABodytext"/>
        <w:ind w:left="709"/>
      </w:pPr>
      <w:sdt>
        <w:sdtPr>
          <w:id w:val="-2025773453"/>
          <w:placeholder>
            <w:docPart w:val="243BDD39C36B4819B9C4EE2F617DA35F"/>
          </w:placeholder>
          <w:showingPlcHdr/>
        </w:sdtPr>
        <w:sdtEndPr/>
        <w:sdtContent>
          <w:r w:rsidR="006940EF" w:rsidRPr="006E77E3">
            <w:rPr>
              <w:rStyle w:val="PlaceholderText"/>
            </w:rPr>
            <w:t>Click here to enter text.</w:t>
          </w:r>
        </w:sdtContent>
      </w:sdt>
    </w:p>
    <w:p w:rsidR="00937745" w:rsidRPr="00BC7CC3" w:rsidRDefault="00937745" w:rsidP="006940EF">
      <w:pPr>
        <w:pStyle w:val="EFSABodytext"/>
      </w:pPr>
      <w:r w:rsidRPr="00BC7CC3">
        <w:t>Specify, where applicable, directions for preparation and/or use.</w:t>
      </w:r>
    </w:p>
    <w:p w:rsidR="00937745" w:rsidRPr="00BC7CC3" w:rsidRDefault="00D21C6F" w:rsidP="006940EF">
      <w:pPr>
        <w:pStyle w:val="EFSABodytext"/>
        <w:ind w:left="709"/>
      </w:pPr>
      <w:sdt>
        <w:sdtPr>
          <w:id w:val="1724792048"/>
          <w:placeholder>
            <w:docPart w:val="52620D2109204E64864DFBD5C66E3176"/>
          </w:placeholder>
          <w:showingPlcHdr/>
        </w:sdtPr>
        <w:sdtEndPr/>
        <w:sdtContent>
          <w:r w:rsidR="006940EF" w:rsidRPr="002F48E8">
            <w:rPr>
              <w:rStyle w:val="PlaceholderText"/>
            </w:rPr>
            <w:t>Click here to enter text.</w:t>
          </w:r>
        </w:sdtContent>
      </w:sdt>
    </w:p>
    <w:p w:rsidR="00937745" w:rsidRPr="00BC7CC3" w:rsidRDefault="00937745" w:rsidP="00D2281B">
      <w:pPr>
        <w:pStyle w:val="EFSAHeading2"/>
        <w:numPr>
          <w:ilvl w:val="1"/>
          <w:numId w:val="1"/>
        </w:numPr>
        <w:tabs>
          <w:tab w:val="left" w:pos="839"/>
        </w:tabs>
        <w:ind w:left="839" w:hanging="839"/>
      </w:pPr>
      <w:bookmarkStart w:id="15" w:name="_Toc471743554"/>
      <w:r w:rsidRPr="00BC7CC3">
        <w:t>Application form and summary of the application</w:t>
      </w:r>
      <w:bookmarkEnd w:id="15"/>
    </w:p>
    <w:p w:rsidR="00937745" w:rsidRPr="002A5847" w:rsidRDefault="00937745" w:rsidP="00A60E47">
      <w:pPr>
        <w:pStyle w:val="EFSABodytext"/>
        <w:spacing w:after="0"/>
      </w:pPr>
      <w:r w:rsidRPr="002A5847">
        <w:t>Please use the application form provided in Appendix A.</w:t>
      </w:r>
    </w:p>
    <w:p w:rsidR="00937745" w:rsidRPr="002A5847" w:rsidRDefault="00937745" w:rsidP="00A60E47">
      <w:pPr>
        <w:pStyle w:val="EFSABodytext"/>
        <w:spacing w:after="0"/>
      </w:pPr>
      <w:r w:rsidRPr="002A5847">
        <w:t>For summary of the application, please use the form provided in Appendix B.</w:t>
      </w:r>
    </w:p>
    <w:p w:rsidR="00937745" w:rsidRDefault="00937745" w:rsidP="00A60E47">
      <w:pPr>
        <w:pStyle w:val="EFSABodytext"/>
        <w:spacing w:after="0"/>
      </w:pPr>
      <w:r w:rsidRPr="002A5847">
        <w:lastRenderedPageBreak/>
        <w:t>Information requested in Appendices A and B are mandatory.</w:t>
      </w:r>
      <w:r>
        <w:rPr>
          <w:rStyle w:val="EFSAHeading1Char"/>
          <w:rFonts w:eastAsiaTheme="minorHAnsi" w:cstheme="minorBidi"/>
          <w:b w:val="0"/>
          <w:bCs w:val="0"/>
          <w:color w:val="auto"/>
          <w:sz w:val="20"/>
          <w:szCs w:val="20"/>
        </w:rPr>
        <w:t xml:space="preserve"> </w:t>
      </w:r>
    </w:p>
    <w:p w:rsidR="00937745" w:rsidRDefault="00937745" w:rsidP="00A60E47">
      <w:pPr>
        <w:pStyle w:val="EFSABodytext"/>
        <w:spacing w:after="0"/>
      </w:pPr>
    </w:p>
    <w:p w:rsidR="00937745" w:rsidRPr="00FA0A2F" w:rsidRDefault="00937745" w:rsidP="00D1268A">
      <w:pPr>
        <w:pStyle w:val="EFSABodytext"/>
        <w:spacing w:after="0"/>
      </w:pPr>
      <w:r w:rsidRPr="00FA0A2F">
        <w:t>Supporting documents cited (e.g. the scientific opinion of other regulatory bodies outside the EU) in Part 1 should be</w:t>
      </w:r>
      <w:r w:rsidR="00FC30D2">
        <w:t xml:space="preserve"> provided in Part 6 (S</w:t>
      </w:r>
      <w:r>
        <w:t>ection 6.2</w:t>
      </w:r>
      <w:r w:rsidR="006E77E3">
        <w:t>).</w:t>
      </w:r>
    </w:p>
    <w:p w:rsidR="0001515B" w:rsidRDefault="0001515B">
      <w:pPr>
        <w:rPr>
          <w:rFonts w:ascii="Tahoma" w:eastAsiaTheme="majorEastAsia" w:hAnsi="Tahoma" w:cstheme="majorBidi"/>
          <w:b/>
          <w:bCs/>
          <w:color w:val="000000" w:themeColor="text1"/>
          <w:sz w:val="24"/>
          <w:szCs w:val="28"/>
        </w:rPr>
      </w:pPr>
      <w:bookmarkStart w:id="16" w:name="_Toc471743555"/>
    </w:p>
    <w:p w:rsidR="00937745" w:rsidRPr="00BC7CC3" w:rsidRDefault="00937745" w:rsidP="00D2281B">
      <w:pPr>
        <w:pStyle w:val="EFSAHeading1"/>
        <w:keepNext/>
        <w:numPr>
          <w:ilvl w:val="0"/>
          <w:numId w:val="1"/>
        </w:numPr>
        <w:tabs>
          <w:tab w:val="left" w:pos="839"/>
        </w:tabs>
        <w:ind w:left="839" w:hanging="839"/>
        <w:outlineLvl w:val="0"/>
      </w:pPr>
      <w:r w:rsidRPr="00BC7CC3">
        <w:t>Part 2: Characterisation of the food/constituent</w:t>
      </w:r>
      <w:r w:rsidRPr="00E71A97">
        <w:rPr>
          <w:rStyle w:val="FootnoteReference"/>
        </w:rPr>
        <w:footnoteReference w:id="7"/>
      </w:r>
      <w:bookmarkEnd w:id="16"/>
    </w:p>
    <w:p w:rsidR="00937745" w:rsidRPr="00BC7CC3" w:rsidRDefault="00937745" w:rsidP="006940EF">
      <w:pPr>
        <w:pStyle w:val="EFSABodytext"/>
        <w:rPr>
          <w:color w:val="000000" w:themeColor="text1"/>
        </w:rPr>
      </w:pPr>
      <w:r w:rsidRPr="00BC7CC3">
        <w:rPr>
          <w:color w:val="000000" w:themeColor="text1"/>
        </w:rPr>
        <w:t>Indicate if the food/constituent that is the subject of the health claim is:</w:t>
      </w:r>
    </w:p>
    <w:p w:rsidR="00937745" w:rsidRPr="00BC7CC3" w:rsidRDefault="00D21C6F" w:rsidP="006940EF">
      <w:pPr>
        <w:pStyle w:val="EFSABodytext"/>
        <w:ind w:left="709" w:hanging="425"/>
        <w:rPr>
          <w:color w:val="000000" w:themeColor="text1"/>
          <w:highlight w:val="yellow"/>
        </w:rPr>
      </w:pPr>
      <w:sdt>
        <w:sdtPr>
          <w:rPr>
            <w:color w:val="000000" w:themeColor="text1"/>
          </w:rPr>
          <w:id w:val="-2061779344"/>
          <w14:checkbox>
            <w14:checked w14:val="0"/>
            <w14:checkedState w14:val="2612" w14:font="MS Gothic"/>
            <w14:uncheckedState w14:val="2610" w14:font="MS Gothic"/>
          </w14:checkbox>
        </w:sdtPr>
        <w:sdtEndPr/>
        <w:sdtContent>
          <w:r w:rsidR="006940EF">
            <w:rPr>
              <w:rFonts w:ascii="MS Gothic" w:eastAsia="MS Gothic" w:hAnsi="MS Gothic" w:hint="eastAsia"/>
              <w:color w:val="000000" w:themeColor="text1"/>
            </w:rPr>
            <w:t>☐</w:t>
          </w:r>
        </w:sdtContent>
      </w:sdt>
      <w:r w:rsidR="00937745" w:rsidRPr="00BC7CC3">
        <w:rPr>
          <w:color w:val="000000" w:themeColor="text1"/>
        </w:rPr>
        <w:tab/>
      </w:r>
      <w:proofErr w:type="gramStart"/>
      <w:r w:rsidR="00937745" w:rsidRPr="00BC7CC3">
        <w:rPr>
          <w:color w:val="000000" w:themeColor="text1"/>
        </w:rPr>
        <w:t>a</w:t>
      </w:r>
      <w:proofErr w:type="gramEnd"/>
      <w:r w:rsidR="00937745" w:rsidRPr="00BC7CC3">
        <w:rPr>
          <w:color w:val="000000" w:themeColor="text1"/>
        </w:rPr>
        <w:t xml:space="preserve"> single constituent or a fixed combination of cons</w:t>
      </w:r>
      <w:r w:rsidR="00FC30D2">
        <w:rPr>
          <w:color w:val="000000" w:themeColor="text1"/>
        </w:rPr>
        <w:t>tituents. If yes, please go to S</w:t>
      </w:r>
      <w:r w:rsidR="00937745" w:rsidRPr="00BC7CC3">
        <w:rPr>
          <w:color w:val="000000" w:themeColor="text1"/>
        </w:rPr>
        <w:t>ection 2.1</w:t>
      </w:r>
      <w:r w:rsidR="00937745">
        <w:rPr>
          <w:color w:val="000000" w:themeColor="text1"/>
        </w:rPr>
        <w:t>,</w:t>
      </w:r>
      <w:r w:rsidR="00937745" w:rsidRPr="0001515B">
        <w:rPr>
          <w:color w:val="000000" w:themeColor="text1"/>
        </w:rPr>
        <w:t xml:space="preserve"> </w:t>
      </w:r>
      <w:r w:rsidR="00937745" w:rsidRPr="00E71A97">
        <w:rPr>
          <w:color w:val="000000" w:themeColor="text1"/>
        </w:rPr>
        <w:t>and</w:t>
      </w:r>
      <w:r w:rsidR="00FC30D2">
        <w:rPr>
          <w:color w:val="000000" w:themeColor="text1"/>
        </w:rPr>
        <w:t xml:space="preserve"> where applicable to S</w:t>
      </w:r>
      <w:r w:rsidR="00937745" w:rsidRPr="00E71A97">
        <w:rPr>
          <w:color w:val="000000" w:themeColor="text1"/>
        </w:rPr>
        <w:t>ections 2.3 and 2.4</w:t>
      </w:r>
      <w:r w:rsidR="00937745" w:rsidRPr="00BC7CC3">
        <w:rPr>
          <w:color w:val="000000" w:themeColor="text1"/>
        </w:rPr>
        <w:t>.</w:t>
      </w:r>
    </w:p>
    <w:p w:rsidR="00937745" w:rsidRPr="00BC7CC3" w:rsidRDefault="00D21C6F" w:rsidP="006940EF">
      <w:pPr>
        <w:pStyle w:val="EFSABodytext"/>
        <w:ind w:left="709" w:hanging="425"/>
        <w:rPr>
          <w:color w:val="000000" w:themeColor="text1"/>
          <w:highlight w:val="yellow"/>
        </w:rPr>
      </w:pPr>
      <w:sdt>
        <w:sdtPr>
          <w:rPr>
            <w:color w:val="000000" w:themeColor="text1"/>
          </w:rPr>
          <w:id w:val="577641695"/>
          <w14:checkbox>
            <w14:checked w14:val="0"/>
            <w14:checkedState w14:val="2612" w14:font="MS Gothic"/>
            <w14:uncheckedState w14:val="2610" w14:font="MS Gothic"/>
          </w14:checkbox>
        </w:sdtPr>
        <w:sdtEndPr/>
        <w:sdtContent>
          <w:r w:rsidR="003344A8">
            <w:rPr>
              <w:rFonts w:ascii="MS Gothic" w:eastAsia="MS Gothic" w:hAnsi="MS Gothic" w:hint="eastAsia"/>
              <w:color w:val="000000" w:themeColor="text1"/>
            </w:rPr>
            <w:t>☐</w:t>
          </w:r>
        </w:sdtContent>
      </w:sdt>
      <w:r w:rsidR="00937745" w:rsidRPr="00BC7CC3">
        <w:rPr>
          <w:color w:val="000000" w:themeColor="text1"/>
        </w:rPr>
        <w:tab/>
      </w:r>
      <w:proofErr w:type="gramStart"/>
      <w:r w:rsidR="00937745" w:rsidRPr="00BC7CC3">
        <w:rPr>
          <w:color w:val="000000" w:themeColor="text1"/>
        </w:rPr>
        <w:t>a</w:t>
      </w:r>
      <w:proofErr w:type="gramEnd"/>
      <w:r w:rsidR="00937745" w:rsidRPr="00BC7CC3">
        <w:rPr>
          <w:color w:val="000000" w:themeColor="text1"/>
        </w:rPr>
        <w:t xml:space="preserve"> food or a food </w:t>
      </w:r>
      <w:r w:rsidR="00FC30D2">
        <w:rPr>
          <w:color w:val="000000" w:themeColor="text1"/>
        </w:rPr>
        <w:t>category. If yes, please go to S</w:t>
      </w:r>
      <w:r w:rsidR="00937745" w:rsidRPr="00BC7CC3">
        <w:rPr>
          <w:color w:val="000000" w:themeColor="text1"/>
        </w:rPr>
        <w:t>ection 2.2</w:t>
      </w:r>
      <w:r w:rsidR="00937745" w:rsidRPr="00572987">
        <w:rPr>
          <w:color w:val="000000" w:themeColor="text1"/>
        </w:rPr>
        <w:t>,</w:t>
      </w:r>
      <w:r w:rsidR="00937745" w:rsidRPr="008E6F6D">
        <w:rPr>
          <w:color w:val="000000" w:themeColor="text1"/>
        </w:rPr>
        <w:t xml:space="preserve"> and where applicable to sections 2.3 and 2.4</w:t>
      </w:r>
      <w:r w:rsidR="00937745" w:rsidRPr="00BC7CC3">
        <w:rPr>
          <w:color w:val="000000" w:themeColor="text1"/>
        </w:rPr>
        <w:t>.</w:t>
      </w:r>
    </w:p>
    <w:p w:rsidR="00937745" w:rsidRPr="009E377C" w:rsidRDefault="00937745" w:rsidP="00D2281B">
      <w:pPr>
        <w:pStyle w:val="EFSAHeading2"/>
        <w:numPr>
          <w:ilvl w:val="1"/>
          <w:numId w:val="1"/>
        </w:numPr>
        <w:tabs>
          <w:tab w:val="left" w:pos="839"/>
        </w:tabs>
        <w:ind w:left="839" w:hanging="839"/>
      </w:pPr>
      <w:bookmarkStart w:id="17" w:name="_Toc471743556"/>
      <w:r w:rsidRPr="009E377C">
        <w:t>Single constituent or fixed combination of constituents</w:t>
      </w:r>
      <w:bookmarkEnd w:id="17"/>
    </w:p>
    <w:p w:rsidR="00937745" w:rsidRPr="00BC7CC3" w:rsidRDefault="00937745" w:rsidP="006940EF">
      <w:pPr>
        <w:pStyle w:val="EFSABodytext"/>
        <w:spacing w:after="220"/>
        <w:rPr>
          <w:color w:val="000000" w:themeColor="text1"/>
        </w:rPr>
      </w:pPr>
      <w:r w:rsidRPr="00BC7CC3">
        <w:rPr>
          <w:color w:val="000000" w:themeColor="text1"/>
        </w:rPr>
        <w:t>For single constituents or fixed combinations of constituents, which are exclusively vitamins</w:t>
      </w:r>
      <w:r w:rsidR="00FC30D2">
        <w:rPr>
          <w:color w:val="000000" w:themeColor="text1"/>
        </w:rPr>
        <w:t xml:space="preserve"> and/or minerals, please go to S</w:t>
      </w:r>
      <w:r w:rsidRPr="00BC7CC3">
        <w:rPr>
          <w:color w:val="000000" w:themeColor="text1"/>
        </w:rPr>
        <w:t>ection 2.1.1.</w:t>
      </w:r>
    </w:p>
    <w:p w:rsidR="00937745" w:rsidRPr="00BC7CC3" w:rsidRDefault="00937745" w:rsidP="006940EF">
      <w:pPr>
        <w:pStyle w:val="EFSABodytext"/>
        <w:spacing w:after="220"/>
        <w:rPr>
          <w:color w:val="000000" w:themeColor="text1"/>
        </w:rPr>
      </w:pPr>
      <w:r w:rsidRPr="00BC7CC3">
        <w:rPr>
          <w:color w:val="000000" w:themeColor="text1"/>
        </w:rPr>
        <w:t>For single constituents which are not vitamins or minerals</w:t>
      </w:r>
      <w:r w:rsidRPr="00182E8B">
        <w:rPr>
          <w:color w:val="000000" w:themeColor="text1"/>
        </w:rPr>
        <w:t xml:space="preserve"> </w:t>
      </w:r>
      <w:r w:rsidR="00FC30D2">
        <w:rPr>
          <w:color w:val="000000" w:themeColor="text1"/>
        </w:rPr>
        <w:t>as described in S</w:t>
      </w:r>
      <w:r>
        <w:rPr>
          <w:color w:val="000000" w:themeColor="text1"/>
        </w:rPr>
        <w:t>ection 2.1.1</w:t>
      </w:r>
      <w:r w:rsidRPr="00BC7CC3">
        <w:rPr>
          <w:color w:val="000000" w:themeColor="text1"/>
        </w:rPr>
        <w:t xml:space="preserve">, and for fixed combinations of constituents in which at least one constituent is NOT a vitamin or a mineral (e.g. </w:t>
      </w:r>
      <w:r w:rsidRPr="00BC7CC3">
        <w:rPr>
          <w:rFonts w:ascii="Arial" w:hAnsi="Arial" w:cs="Arial"/>
          <w:i/>
          <w:color w:val="000000" w:themeColor="text1"/>
          <w:shd w:val="clear" w:color="auto" w:fill="FFFFFF"/>
        </w:rPr>
        <w:t>a combination of EPA+DHA+GLA</w:t>
      </w:r>
      <w:r>
        <w:rPr>
          <w:rStyle w:val="FootnoteReference"/>
          <w:rFonts w:ascii="Arial" w:hAnsi="Arial" w:cs="Arial"/>
          <w:i/>
          <w:color w:val="000000" w:themeColor="text1"/>
          <w:shd w:val="clear" w:color="auto" w:fill="FFFFFF"/>
        </w:rPr>
        <w:footnoteReference w:id="8"/>
      </w:r>
      <w:r w:rsidRPr="00BC7CC3">
        <w:rPr>
          <w:rFonts w:ascii="Arial" w:hAnsi="Arial" w:cs="Arial"/>
          <w:i/>
          <w:color w:val="000000" w:themeColor="text1"/>
          <w:shd w:val="clear" w:color="auto" w:fill="FFFFFF"/>
        </w:rPr>
        <w:t xml:space="preserve"> at a weight ratio of 9:3:1</w:t>
      </w:r>
      <w:r w:rsidRPr="00BC7CC3">
        <w:rPr>
          <w:rFonts w:ascii="Arial" w:hAnsi="Arial" w:cs="Arial"/>
          <w:color w:val="000000" w:themeColor="text1"/>
          <w:shd w:val="clear" w:color="auto" w:fill="FFFFFF"/>
        </w:rPr>
        <w:t>)</w:t>
      </w:r>
      <w:r w:rsidR="00FC30D2">
        <w:rPr>
          <w:color w:val="000000" w:themeColor="text1"/>
        </w:rPr>
        <w:t>, please go to S</w:t>
      </w:r>
      <w:r w:rsidRPr="00BC7CC3">
        <w:rPr>
          <w:color w:val="000000" w:themeColor="text1"/>
        </w:rPr>
        <w:t>ection 2.1.2.</w:t>
      </w:r>
    </w:p>
    <w:p w:rsidR="00937745" w:rsidRPr="0044401A" w:rsidRDefault="00937745" w:rsidP="00D2281B">
      <w:pPr>
        <w:pStyle w:val="EFSAHeading3"/>
        <w:keepNext/>
        <w:numPr>
          <w:ilvl w:val="2"/>
          <w:numId w:val="1"/>
        </w:numPr>
        <w:tabs>
          <w:tab w:val="left" w:pos="839"/>
        </w:tabs>
        <w:spacing w:before="240" w:after="120" w:line="240" w:lineRule="auto"/>
        <w:ind w:left="851" w:hanging="851"/>
      </w:pPr>
      <w:bookmarkStart w:id="18" w:name="_Toc471743557"/>
      <w:r w:rsidRPr="0044401A">
        <w:t>Vitamins and minerals</w:t>
      </w:r>
      <w:bookmarkEnd w:id="18"/>
      <w:r w:rsidRPr="0044401A">
        <w:t xml:space="preserve"> </w:t>
      </w:r>
    </w:p>
    <w:p w:rsidR="00937745" w:rsidRPr="00BC7CC3" w:rsidRDefault="00937745" w:rsidP="006940EF">
      <w:pPr>
        <w:pStyle w:val="EFSABodytext"/>
        <w:spacing w:after="220"/>
      </w:pPr>
      <w:r w:rsidRPr="00BC7CC3">
        <w:t xml:space="preserve">If the food constituent for which the claim is made is a vitamin or a mineral, or a fixed combination of vitamins and/or minerals, and its characterisation relates to the chemical form of the nutrient(s) naturally present in foods and forms that are </w:t>
      </w:r>
      <w:r>
        <w:t>permitted</w:t>
      </w:r>
      <w:r w:rsidRPr="00BC7CC3">
        <w:t xml:space="preserve"> for addition to foods, please specify:</w:t>
      </w:r>
    </w:p>
    <w:p w:rsidR="00937745" w:rsidRPr="00BC7CC3" w:rsidRDefault="00937745" w:rsidP="006940EF">
      <w:pPr>
        <w:pStyle w:val="EFSABodytext"/>
        <w:spacing w:after="220"/>
      </w:pPr>
      <w:r w:rsidRPr="00BC7CC3">
        <w:t xml:space="preserve">The name of the food/constituent: </w:t>
      </w:r>
    </w:p>
    <w:p w:rsidR="00937745" w:rsidRPr="00BC7CC3" w:rsidRDefault="00D21C6F" w:rsidP="006940EF">
      <w:pPr>
        <w:pStyle w:val="EFSABodytext"/>
        <w:spacing w:after="220"/>
        <w:ind w:left="709"/>
      </w:pPr>
      <w:sdt>
        <w:sdtPr>
          <w:id w:val="1968082749"/>
          <w:placeholder>
            <w:docPart w:val="D70B456E5CD74B63AE3EF0C93C887E7B"/>
          </w:placeholder>
          <w:showingPlcHdr/>
        </w:sdtPr>
        <w:sdtEndPr/>
        <w:sdtContent>
          <w:r w:rsidR="006940EF" w:rsidRPr="002F48E8">
            <w:rPr>
              <w:rStyle w:val="PlaceholderText"/>
            </w:rPr>
            <w:t>Click here to enter text.</w:t>
          </w:r>
        </w:sdtContent>
      </w:sdt>
    </w:p>
    <w:p w:rsidR="00937745" w:rsidRPr="00BC7CC3" w:rsidRDefault="00937745" w:rsidP="006940EF">
      <w:pPr>
        <w:pStyle w:val="EFSABodytext"/>
      </w:pPr>
      <w:r w:rsidRPr="00BC7CC3">
        <w:t xml:space="preserve">The chemical forms to which the health claim applies (one or more among those included in </w:t>
      </w:r>
      <w:r w:rsidRPr="00D724D7">
        <w:t xml:space="preserve">the Annexes to </w:t>
      </w:r>
      <w:hyperlink r:id="rId9" w:history="1">
        <w:r w:rsidRPr="0036744F">
          <w:rPr>
            <w:rStyle w:val="Hyperlink"/>
          </w:rPr>
          <w:t>Directive 2002/46/EC</w:t>
        </w:r>
      </w:hyperlink>
      <w:r>
        <w:rPr>
          <w:rStyle w:val="FootnoteReference"/>
        </w:rPr>
        <w:footnoteReference w:id="9"/>
      </w:r>
      <w:r w:rsidRPr="00D724D7">
        <w:t xml:space="preserve"> and to </w:t>
      </w:r>
      <w:hyperlink r:id="rId10" w:history="1">
        <w:r w:rsidRPr="00243A59">
          <w:rPr>
            <w:rStyle w:val="Hyperlink"/>
          </w:rPr>
          <w:t>Regulation (EC) No 1925/2006</w:t>
        </w:r>
      </w:hyperlink>
      <w:r>
        <w:rPr>
          <w:rStyle w:val="FootnoteReference"/>
          <w:color w:val="0000FF" w:themeColor="hyperlink"/>
          <w:u w:val="single"/>
        </w:rPr>
        <w:footnoteReference w:id="10"/>
      </w:r>
      <w:r w:rsidRPr="00BC7CC3">
        <w:t xml:space="preserve">): </w:t>
      </w:r>
    </w:p>
    <w:p w:rsidR="00937745" w:rsidRPr="00BC7CC3" w:rsidRDefault="00D21C6F" w:rsidP="006940EF">
      <w:pPr>
        <w:pStyle w:val="EFSABodytext"/>
        <w:ind w:left="709"/>
      </w:pPr>
      <w:sdt>
        <w:sdtPr>
          <w:id w:val="-734476352"/>
          <w:placeholder>
            <w:docPart w:val="F5125BAB8B97464181AC7E54F4515D14"/>
          </w:placeholder>
          <w:showingPlcHdr/>
        </w:sdtPr>
        <w:sdtEndPr/>
        <w:sdtContent>
          <w:r w:rsidR="006940EF" w:rsidRPr="002F48E8">
            <w:rPr>
              <w:rStyle w:val="PlaceholderText"/>
            </w:rPr>
            <w:t>Click here to enter text.</w:t>
          </w:r>
        </w:sdtContent>
      </w:sdt>
    </w:p>
    <w:p w:rsidR="00937745" w:rsidRPr="00BC7CC3" w:rsidRDefault="00937745" w:rsidP="00D2281B">
      <w:pPr>
        <w:pStyle w:val="EFSAHeading3"/>
        <w:keepNext/>
        <w:numPr>
          <w:ilvl w:val="2"/>
          <w:numId w:val="1"/>
        </w:numPr>
        <w:tabs>
          <w:tab w:val="left" w:pos="839"/>
        </w:tabs>
        <w:spacing w:before="240" w:after="120" w:line="240" w:lineRule="auto"/>
        <w:ind w:left="851" w:hanging="851"/>
        <w:jc w:val="both"/>
      </w:pPr>
      <w:bookmarkStart w:id="19" w:name="_Toc471743558"/>
      <w:r w:rsidRPr="00BC7CC3">
        <w:t>Food/constituents other than vitamins and minerals</w:t>
      </w:r>
      <w:r>
        <w:t xml:space="preserve"> falling under section 2.1.1</w:t>
      </w:r>
      <w:bookmarkEnd w:id="19"/>
    </w:p>
    <w:p w:rsidR="00937745" w:rsidRPr="00BC7CC3" w:rsidRDefault="00937745" w:rsidP="006940EF">
      <w:pPr>
        <w:pStyle w:val="EFSABodytext"/>
        <w:rPr>
          <w:color w:val="000000" w:themeColor="text1"/>
        </w:rPr>
      </w:pPr>
      <w:r>
        <w:t>Name, the characteristic(s)</w:t>
      </w:r>
      <w:r>
        <w:rPr>
          <w:rStyle w:val="FootnoteReference"/>
        </w:rPr>
        <w:footnoteReference w:id="11"/>
      </w:r>
      <w:r>
        <w:t>, t</w:t>
      </w:r>
      <w:r w:rsidRPr="00BC7CC3">
        <w:t>he source and specifications (</w:t>
      </w:r>
      <w:r w:rsidRPr="00BC7CC3">
        <w:rPr>
          <w:color w:val="000000" w:themeColor="text1"/>
        </w:rPr>
        <w:t>e.g. physical and chemical properties, composition, and where applicable, microbiological constituents) of the constituent(s), or fixed combination of constituents, for which the health claim is made should be provided.</w:t>
      </w:r>
    </w:p>
    <w:p w:rsidR="00937745" w:rsidRPr="00BC7CC3" w:rsidRDefault="00D21C6F" w:rsidP="006940EF">
      <w:pPr>
        <w:pStyle w:val="EFSABodytext"/>
        <w:ind w:left="709"/>
        <w:rPr>
          <w:color w:val="000000" w:themeColor="text1"/>
        </w:rPr>
      </w:pPr>
      <w:sdt>
        <w:sdtPr>
          <w:id w:val="1363317657"/>
          <w:placeholder>
            <w:docPart w:val="94D2FF39F80244E6B328EA7C92204356"/>
          </w:placeholder>
          <w:showingPlcHdr/>
        </w:sdtPr>
        <w:sdtEndPr/>
        <w:sdtContent>
          <w:r w:rsidR="006940EF" w:rsidRPr="002F48E8">
            <w:rPr>
              <w:rStyle w:val="PlaceholderText"/>
            </w:rPr>
            <w:t>Click here to enter text.</w:t>
          </w:r>
        </w:sdtContent>
      </w:sdt>
    </w:p>
    <w:p w:rsidR="00937745" w:rsidRPr="00BC7CC3" w:rsidRDefault="00937745" w:rsidP="006940EF">
      <w:pPr>
        <w:pStyle w:val="EFSABodytext"/>
        <w:rPr>
          <w:color w:val="000000" w:themeColor="text1"/>
        </w:rPr>
      </w:pPr>
      <w:r w:rsidRPr="00BC7CC3">
        <w:rPr>
          <w:color w:val="000000" w:themeColor="text1"/>
        </w:rPr>
        <w:t xml:space="preserve">The variability from batch to batch should be addressed. </w:t>
      </w:r>
    </w:p>
    <w:p w:rsidR="00937745" w:rsidRPr="00BC7CC3" w:rsidRDefault="00D21C6F" w:rsidP="006940EF">
      <w:pPr>
        <w:pStyle w:val="EFSABodytext"/>
        <w:ind w:left="709"/>
        <w:rPr>
          <w:color w:val="000000" w:themeColor="text1"/>
        </w:rPr>
      </w:pPr>
      <w:sdt>
        <w:sdtPr>
          <w:id w:val="-228928632"/>
          <w:placeholder>
            <w:docPart w:val="79D32415DCF3488293EDEE4374628FF2"/>
          </w:placeholder>
          <w:showingPlcHdr/>
        </w:sdtPr>
        <w:sdtEndPr/>
        <w:sdtContent>
          <w:r w:rsidR="006940EF" w:rsidRPr="002F48E8">
            <w:rPr>
              <w:rStyle w:val="PlaceholderText"/>
            </w:rPr>
            <w:t>Click here to enter text.</w:t>
          </w:r>
        </w:sdtContent>
      </w:sdt>
    </w:p>
    <w:p w:rsidR="00937745" w:rsidRPr="00BC7CC3" w:rsidRDefault="00937745" w:rsidP="006940EF">
      <w:pPr>
        <w:pStyle w:val="EFSABodytext"/>
        <w:rPr>
          <w:color w:val="000000" w:themeColor="text1"/>
        </w:rPr>
      </w:pPr>
      <w:r w:rsidRPr="00BC7CC3">
        <w:rPr>
          <w:color w:val="000000" w:themeColor="text1"/>
        </w:rPr>
        <w:t xml:space="preserve">Analytical methods applied should be scientifically sound and standardised to ensure quality and consistency of the data. </w:t>
      </w:r>
    </w:p>
    <w:p w:rsidR="00937745" w:rsidRPr="00BC7CC3" w:rsidRDefault="00937745" w:rsidP="006940EF">
      <w:pPr>
        <w:pStyle w:val="EFSABodytext"/>
        <w:rPr>
          <w:color w:val="000000" w:themeColor="text1"/>
        </w:rPr>
      </w:pPr>
      <w:r w:rsidRPr="00AD2AE0">
        <w:rPr>
          <w:color w:val="000000" w:themeColor="text1"/>
        </w:rPr>
        <w:t xml:space="preserve">Measurements should be performed in a competent </w:t>
      </w:r>
      <w:r>
        <w:rPr>
          <w:color w:val="000000" w:themeColor="text1"/>
        </w:rPr>
        <w:t>facility</w:t>
      </w:r>
      <w:r w:rsidRPr="00AD2AE0">
        <w:rPr>
          <w:color w:val="000000" w:themeColor="text1"/>
        </w:rPr>
        <w:t xml:space="preserve"> that can certify the data</w:t>
      </w:r>
      <w:r w:rsidRPr="00BC7CC3">
        <w:rPr>
          <w:color w:val="000000" w:themeColor="text1"/>
        </w:rPr>
        <w:t>. Whenever a quality control system is in place for performance/control/documentation (e.g. GLP and applicable ISO standard) the particular system should be indicated.</w:t>
      </w:r>
    </w:p>
    <w:p w:rsidR="00937745" w:rsidRPr="00BC7CC3" w:rsidRDefault="00D21C6F" w:rsidP="006940EF">
      <w:pPr>
        <w:pStyle w:val="EFSABodytext"/>
        <w:ind w:left="709"/>
      </w:pPr>
      <w:sdt>
        <w:sdtPr>
          <w:id w:val="958063658"/>
          <w:placeholder>
            <w:docPart w:val="2AD5FAAE253244BFAC47D7CFFD4E810B"/>
          </w:placeholder>
          <w:showingPlcHdr/>
        </w:sdtPr>
        <w:sdtEndPr/>
        <w:sdtContent>
          <w:r w:rsidR="006940EF" w:rsidRPr="002F48E8">
            <w:rPr>
              <w:rStyle w:val="PlaceholderText"/>
            </w:rPr>
            <w:t>Click here to enter text.</w:t>
          </w:r>
        </w:sdtContent>
      </w:sdt>
    </w:p>
    <w:p w:rsidR="00937745" w:rsidRPr="00BC7CC3" w:rsidRDefault="00937745" w:rsidP="00D2281B">
      <w:pPr>
        <w:pStyle w:val="EFSAHeading2"/>
        <w:numPr>
          <w:ilvl w:val="1"/>
          <w:numId w:val="1"/>
        </w:numPr>
        <w:tabs>
          <w:tab w:val="left" w:pos="839"/>
        </w:tabs>
        <w:ind w:left="839" w:hanging="839"/>
      </w:pPr>
      <w:bookmarkStart w:id="20" w:name="_Toc467757081"/>
      <w:bookmarkStart w:id="21" w:name="_Toc467757085"/>
      <w:bookmarkStart w:id="22" w:name="_Toc471743559"/>
      <w:bookmarkEnd w:id="20"/>
      <w:bookmarkEnd w:id="21"/>
      <w:r w:rsidRPr="00BC7CC3">
        <w:t>Food or category of food</w:t>
      </w:r>
      <w:bookmarkEnd w:id="22"/>
    </w:p>
    <w:p w:rsidR="00937745" w:rsidRPr="00BC7CC3" w:rsidRDefault="00937745" w:rsidP="006940EF">
      <w:pPr>
        <w:pStyle w:val="EFSABodytext"/>
        <w:rPr>
          <w:color w:val="000000" w:themeColor="text1"/>
        </w:rPr>
      </w:pPr>
      <w:r w:rsidRPr="00BC7CC3">
        <w:rPr>
          <w:color w:val="000000" w:themeColor="text1"/>
        </w:rPr>
        <w:t>A brief description of the food or food category, including characterisation of the food matrix and the overall composition (including the nutrient content of the food), should be provided.</w:t>
      </w:r>
    </w:p>
    <w:p w:rsidR="00937745" w:rsidRPr="00BC7CC3" w:rsidRDefault="00D21C6F" w:rsidP="006940EF">
      <w:pPr>
        <w:pStyle w:val="EFSABodytext"/>
        <w:ind w:left="709"/>
        <w:rPr>
          <w:color w:val="000000" w:themeColor="text1"/>
        </w:rPr>
      </w:pPr>
      <w:sdt>
        <w:sdtPr>
          <w:id w:val="-271017357"/>
          <w:placeholder>
            <w:docPart w:val="AFEADE4D01AF4B369A72620A0427B633"/>
          </w:placeholder>
          <w:showingPlcHdr/>
        </w:sdtPr>
        <w:sdtEndPr/>
        <w:sdtContent>
          <w:r w:rsidR="006940EF" w:rsidRPr="002F48E8">
            <w:rPr>
              <w:rStyle w:val="PlaceholderText"/>
            </w:rPr>
            <w:t>Click here to enter text.</w:t>
          </w:r>
        </w:sdtContent>
      </w:sdt>
    </w:p>
    <w:p w:rsidR="00937745" w:rsidRPr="00BC7CC3" w:rsidRDefault="00937745" w:rsidP="006940EF">
      <w:pPr>
        <w:pStyle w:val="EFSABodytext"/>
        <w:rPr>
          <w:color w:val="000000" w:themeColor="text1"/>
        </w:rPr>
      </w:pPr>
      <w:r w:rsidRPr="00BC7CC3">
        <w:rPr>
          <w:color w:val="000000" w:themeColor="text1"/>
        </w:rPr>
        <w:t xml:space="preserve">The source and specifications of the food or food category for which the health claim is made should be provided, and in particular the content of the food/constituent(s) which may contribute to exert </w:t>
      </w:r>
      <w:r>
        <w:rPr>
          <w:color w:val="000000" w:themeColor="text1"/>
        </w:rPr>
        <w:t xml:space="preserve">the </w:t>
      </w:r>
      <w:r w:rsidRPr="00BC7CC3">
        <w:rPr>
          <w:color w:val="000000" w:themeColor="text1"/>
        </w:rPr>
        <w:t>claimed effect, if known.</w:t>
      </w:r>
    </w:p>
    <w:p w:rsidR="00937745" w:rsidRPr="00BC7CC3" w:rsidRDefault="00D21C6F" w:rsidP="006940EF">
      <w:pPr>
        <w:pStyle w:val="EFSABodytext"/>
        <w:ind w:left="709"/>
        <w:rPr>
          <w:color w:val="000000" w:themeColor="text1"/>
        </w:rPr>
      </w:pPr>
      <w:sdt>
        <w:sdtPr>
          <w:id w:val="-1518766580"/>
          <w:placeholder>
            <w:docPart w:val="27C797042A724B17B65AE027A4E7EB98"/>
          </w:placeholder>
          <w:showingPlcHdr/>
        </w:sdtPr>
        <w:sdtEndPr/>
        <w:sdtContent>
          <w:r w:rsidR="006940EF" w:rsidRPr="002F48E8">
            <w:rPr>
              <w:rStyle w:val="PlaceholderText"/>
            </w:rPr>
            <w:t>Click here to enter text.</w:t>
          </w:r>
        </w:sdtContent>
      </w:sdt>
    </w:p>
    <w:p w:rsidR="00937745" w:rsidRPr="00BC7CC3" w:rsidRDefault="00937745" w:rsidP="003344A8">
      <w:pPr>
        <w:pStyle w:val="EFSABodytext"/>
        <w:rPr>
          <w:color w:val="000000" w:themeColor="text1"/>
        </w:rPr>
      </w:pPr>
      <w:r w:rsidRPr="00BC7CC3">
        <w:rPr>
          <w:color w:val="000000" w:themeColor="text1"/>
        </w:rPr>
        <w:t xml:space="preserve">The variability from batch to batch should be addressed. </w:t>
      </w:r>
    </w:p>
    <w:p w:rsidR="00937745" w:rsidRPr="00BC7CC3" w:rsidRDefault="00D21C6F" w:rsidP="003344A8">
      <w:pPr>
        <w:pStyle w:val="EFSABodytext"/>
        <w:ind w:left="709"/>
        <w:rPr>
          <w:color w:val="000000" w:themeColor="text1"/>
        </w:rPr>
      </w:pPr>
      <w:sdt>
        <w:sdtPr>
          <w:id w:val="1205525784"/>
          <w:placeholder>
            <w:docPart w:val="9D2A0ABFDF1B40D799B56B19690C9A61"/>
          </w:placeholder>
          <w:showingPlcHdr/>
        </w:sdtPr>
        <w:sdtEndPr/>
        <w:sdtContent>
          <w:r w:rsidR="003344A8" w:rsidRPr="002F48E8">
            <w:rPr>
              <w:rStyle w:val="PlaceholderText"/>
            </w:rPr>
            <w:t>Click here to enter text.</w:t>
          </w:r>
        </w:sdtContent>
      </w:sdt>
    </w:p>
    <w:p w:rsidR="00937745" w:rsidRPr="00BC7CC3" w:rsidRDefault="00937745" w:rsidP="003344A8">
      <w:pPr>
        <w:pStyle w:val="EFSABodytext"/>
        <w:rPr>
          <w:color w:val="000000" w:themeColor="text1"/>
        </w:rPr>
      </w:pPr>
      <w:r w:rsidRPr="00BC7CC3">
        <w:rPr>
          <w:color w:val="000000" w:themeColor="text1"/>
        </w:rPr>
        <w:t xml:space="preserve">Analytical methods applied should be scientifically sound and standardised to ensure quality and consistency of the data. </w:t>
      </w:r>
    </w:p>
    <w:p w:rsidR="00937745" w:rsidRPr="00BC7CC3" w:rsidRDefault="00937745" w:rsidP="003344A8">
      <w:pPr>
        <w:pStyle w:val="EFSABodytext"/>
        <w:rPr>
          <w:color w:val="000000" w:themeColor="text1"/>
        </w:rPr>
      </w:pPr>
      <w:r w:rsidRPr="00BC7CC3">
        <w:rPr>
          <w:color w:val="000000" w:themeColor="text1"/>
        </w:rPr>
        <w:t xml:space="preserve">Measurements should be performed in a competent </w:t>
      </w:r>
      <w:r>
        <w:rPr>
          <w:color w:val="000000" w:themeColor="text1"/>
        </w:rPr>
        <w:t>facility</w:t>
      </w:r>
      <w:r w:rsidRPr="00BC7CC3">
        <w:rPr>
          <w:color w:val="000000" w:themeColor="text1"/>
        </w:rPr>
        <w:t xml:space="preserve"> that can certify the data. Whenever a quality system is in place for performance/control/documentation (e.g. GLP and applicable ISO standard) the particular system should be indicated.</w:t>
      </w:r>
    </w:p>
    <w:p w:rsidR="00937745" w:rsidRPr="00BC7CC3" w:rsidRDefault="00D21C6F" w:rsidP="003344A8">
      <w:pPr>
        <w:pStyle w:val="EFSABodytext"/>
        <w:ind w:left="709"/>
        <w:rPr>
          <w:color w:val="000000" w:themeColor="text1"/>
        </w:rPr>
      </w:pPr>
      <w:sdt>
        <w:sdtPr>
          <w:id w:val="-861198296"/>
          <w:placeholder>
            <w:docPart w:val="1A6A4FE95E384BC8970690FDBA5FC99C"/>
          </w:placeholder>
          <w:showingPlcHdr/>
        </w:sdtPr>
        <w:sdtEndPr/>
        <w:sdtContent>
          <w:r w:rsidR="003344A8" w:rsidRPr="002F48E8">
            <w:rPr>
              <w:rStyle w:val="PlaceholderText"/>
            </w:rPr>
            <w:t>Click here to enter text.</w:t>
          </w:r>
        </w:sdtContent>
      </w:sdt>
    </w:p>
    <w:p w:rsidR="00937745" w:rsidRPr="00BC7CC3" w:rsidRDefault="00937745" w:rsidP="00D2281B">
      <w:pPr>
        <w:pStyle w:val="EFSAHeading2"/>
        <w:numPr>
          <w:ilvl w:val="1"/>
          <w:numId w:val="1"/>
        </w:numPr>
        <w:tabs>
          <w:tab w:val="left" w:pos="839"/>
        </w:tabs>
        <w:ind w:left="839" w:hanging="839"/>
        <w:rPr>
          <w:color w:val="000000" w:themeColor="text1"/>
        </w:rPr>
      </w:pPr>
      <w:bookmarkStart w:id="23" w:name="_Toc471743560"/>
      <w:r w:rsidRPr="00BC7CC3">
        <w:t>Manufacturing process</w:t>
      </w:r>
      <w:bookmarkEnd w:id="23"/>
      <w:r w:rsidRPr="00BC7CC3">
        <w:rPr>
          <w:color w:val="000000" w:themeColor="text1"/>
        </w:rPr>
        <w:t xml:space="preserve"> </w:t>
      </w:r>
    </w:p>
    <w:p w:rsidR="00937745" w:rsidRDefault="00937745" w:rsidP="003344A8">
      <w:pPr>
        <w:pStyle w:val="EFSABodytext"/>
      </w:pPr>
      <w:r w:rsidRPr="00BC7CC3">
        <w:t xml:space="preserve">Where applicable, a brief overview </w:t>
      </w:r>
      <w:r w:rsidRPr="0086421A">
        <w:t>of manufacturing process, including e.g. information that the food/constituent can be manufactured consistently to the stated specifications,</w:t>
      </w:r>
      <w:r>
        <w:t xml:space="preserve"> </w:t>
      </w:r>
      <w:r w:rsidR="00633458">
        <w:t xml:space="preserve">should be provided. </w:t>
      </w:r>
      <w:proofErr w:type="gramStart"/>
      <w:r w:rsidR="00633458">
        <w:t xml:space="preserve">If </w:t>
      </w:r>
      <w:r w:rsidRPr="00BC7CC3">
        <w:t>the production follows a quality system (e.g. GMP), the particular system should be indicated.</w:t>
      </w:r>
      <w:proofErr w:type="gramEnd"/>
      <w:r>
        <w:t xml:space="preserve"> </w:t>
      </w:r>
    </w:p>
    <w:p w:rsidR="00633458" w:rsidRDefault="00D21C6F" w:rsidP="003344A8">
      <w:pPr>
        <w:pStyle w:val="EFSABodytext"/>
        <w:ind w:left="709"/>
      </w:pPr>
      <w:sdt>
        <w:sdtPr>
          <w:id w:val="584661289"/>
          <w:placeholder>
            <w:docPart w:val="9108E88CEC4E4549BFDB0F18010A7144"/>
          </w:placeholder>
          <w:showingPlcHdr/>
        </w:sdtPr>
        <w:sdtEndPr/>
        <w:sdtContent>
          <w:r w:rsidR="003344A8" w:rsidRPr="002F48E8">
            <w:rPr>
              <w:rStyle w:val="PlaceholderText"/>
            </w:rPr>
            <w:t>Click here to enter text.</w:t>
          </w:r>
        </w:sdtContent>
      </w:sdt>
    </w:p>
    <w:p w:rsidR="00937745" w:rsidRPr="00BC7CC3" w:rsidRDefault="00937745" w:rsidP="003344A8">
      <w:pPr>
        <w:pStyle w:val="EFSABodytext"/>
      </w:pPr>
      <w:r w:rsidRPr="0086421A">
        <w:t>If the manufacturing process is claimed as confidential, a non-confidential summary of the manufacturing process should also be provided in the dossier for transparency reasons.</w:t>
      </w:r>
    </w:p>
    <w:p w:rsidR="00937745" w:rsidRPr="00BC7CC3" w:rsidRDefault="00D21C6F" w:rsidP="003344A8">
      <w:pPr>
        <w:pStyle w:val="EFSABodytext"/>
        <w:ind w:left="709"/>
      </w:pPr>
      <w:sdt>
        <w:sdtPr>
          <w:id w:val="544803728"/>
          <w:placeholder>
            <w:docPart w:val="297EB50B07264C3F8BC411B13A6EFD32"/>
          </w:placeholder>
          <w:showingPlcHdr/>
        </w:sdtPr>
        <w:sdtEndPr/>
        <w:sdtContent>
          <w:r w:rsidR="003344A8" w:rsidRPr="002F48E8">
            <w:rPr>
              <w:rStyle w:val="PlaceholderText"/>
            </w:rPr>
            <w:t>Click here to enter text.</w:t>
          </w:r>
        </w:sdtContent>
      </w:sdt>
    </w:p>
    <w:p w:rsidR="00937745" w:rsidRPr="00BC7CC3" w:rsidRDefault="00937745" w:rsidP="00D2281B">
      <w:pPr>
        <w:pStyle w:val="EFSAHeading2"/>
        <w:numPr>
          <w:ilvl w:val="1"/>
          <w:numId w:val="1"/>
        </w:numPr>
        <w:tabs>
          <w:tab w:val="left" w:pos="839"/>
        </w:tabs>
        <w:ind w:left="839" w:hanging="839"/>
      </w:pPr>
      <w:bookmarkStart w:id="24" w:name="_Toc471743561"/>
      <w:r w:rsidRPr="00BC7CC3">
        <w:t>Stability information</w:t>
      </w:r>
      <w:bookmarkEnd w:id="24"/>
    </w:p>
    <w:p w:rsidR="00937745" w:rsidRPr="00BC7CC3" w:rsidRDefault="00937745" w:rsidP="003344A8">
      <w:pPr>
        <w:pStyle w:val="EFSABodytext"/>
      </w:pPr>
      <w:r w:rsidRPr="00BC7CC3">
        <w:t>Where applicable, a brief summary of the studies undertaken</w:t>
      </w:r>
      <w:r w:rsidRPr="007F35DF">
        <w:rPr>
          <w:rStyle w:val="FootnoteReference"/>
        </w:rPr>
        <w:footnoteReference w:id="12"/>
      </w:r>
      <w:r w:rsidRPr="00BC7CC3">
        <w:t xml:space="preserve"> (e.g. conditions, batches and analytical procedures), and of the results and conclusions of the stability studies, should be provided. Conclusions with respect to storage conditions and shelf-life should be given. </w:t>
      </w:r>
    </w:p>
    <w:p w:rsidR="00937745" w:rsidRPr="00BC7CC3" w:rsidRDefault="00D21C6F" w:rsidP="003344A8">
      <w:pPr>
        <w:pStyle w:val="EFSABodytext"/>
        <w:ind w:left="709"/>
      </w:pPr>
      <w:sdt>
        <w:sdtPr>
          <w:id w:val="117571442"/>
          <w:placeholder>
            <w:docPart w:val="420F33F7881F4E8D8537061C8A1D767A"/>
          </w:placeholder>
          <w:showingPlcHdr/>
        </w:sdtPr>
        <w:sdtEndPr/>
        <w:sdtContent>
          <w:r w:rsidR="003344A8" w:rsidRPr="002F48E8">
            <w:rPr>
              <w:rStyle w:val="PlaceholderText"/>
            </w:rPr>
            <w:t>Click here to enter text.</w:t>
          </w:r>
        </w:sdtContent>
      </w:sdt>
    </w:p>
    <w:p w:rsidR="00937745" w:rsidRPr="00BC7CC3" w:rsidRDefault="00937745" w:rsidP="00D2281B">
      <w:pPr>
        <w:pStyle w:val="EFSAHeading2"/>
        <w:numPr>
          <w:ilvl w:val="1"/>
          <w:numId w:val="1"/>
        </w:numPr>
        <w:tabs>
          <w:tab w:val="left" w:pos="839"/>
        </w:tabs>
        <w:ind w:left="839" w:hanging="839"/>
      </w:pPr>
      <w:bookmarkStart w:id="25" w:name="_Toc453943561"/>
      <w:bookmarkStart w:id="26" w:name="_Toc453943562"/>
      <w:bookmarkStart w:id="27" w:name="_Toc453943563"/>
      <w:bookmarkStart w:id="28" w:name="_Toc453943564"/>
      <w:bookmarkStart w:id="29" w:name="_Toc453943565"/>
      <w:bookmarkStart w:id="30" w:name="_Toc471743562"/>
      <w:bookmarkEnd w:id="25"/>
      <w:bookmarkEnd w:id="26"/>
      <w:bookmarkEnd w:id="27"/>
      <w:bookmarkEnd w:id="28"/>
      <w:bookmarkEnd w:id="29"/>
      <w:r w:rsidRPr="00BC7CC3">
        <w:t>References</w:t>
      </w:r>
      <w:bookmarkEnd w:id="30"/>
    </w:p>
    <w:p w:rsidR="00937745" w:rsidRDefault="00937745" w:rsidP="003344A8">
      <w:pPr>
        <w:pStyle w:val="EFSABodytext"/>
        <w:rPr>
          <w:rStyle w:val="EFSAHeading1Char"/>
          <w:rFonts w:eastAsiaTheme="minorHAnsi" w:cstheme="minorBidi"/>
          <w:b w:val="0"/>
          <w:bCs w:val="0"/>
          <w:color w:val="auto"/>
          <w:sz w:val="20"/>
          <w:szCs w:val="20"/>
        </w:rPr>
      </w:pPr>
      <w:r w:rsidRPr="00C55E9D">
        <w:t>Provide a complete list of the references quoted in Part 2 (alphabetical order of first authors).</w:t>
      </w:r>
      <w:r w:rsidRPr="00C55E9D">
        <w:rPr>
          <w:rStyle w:val="EFSAHeading1Char"/>
          <w:rFonts w:eastAsiaTheme="minorHAnsi" w:cstheme="minorBidi"/>
          <w:b w:val="0"/>
          <w:bCs w:val="0"/>
          <w:color w:val="auto"/>
          <w:sz w:val="20"/>
          <w:szCs w:val="20"/>
        </w:rPr>
        <w:t xml:space="preserve"> </w:t>
      </w:r>
    </w:p>
    <w:p w:rsidR="00937745" w:rsidRDefault="00D21C6F" w:rsidP="003344A8">
      <w:pPr>
        <w:pStyle w:val="EFSABodytext"/>
        <w:ind w:left="709"/>
      </w:pPr>
      <w:sdt>
        <w:sdtPr>
          <w:id w:val="-170416344"/>
          <w:placeholder>
            <w:docPart w:val="15AF1729FC6D4E2CA93F5B90FEAA2FCD"/>
          </w:placeholder>
          <w:showingPlcHdr/>
        </w:sdtPr>
        <w:sdtEndPr/>
        <w:sdtContent>
          <w:r w:rsidR="003344A8" w:rsidRPr="002F48E8">
            <w:rPr>
              <w:rStyle w:val="PlaceholderText"/>
            </w:rPr>
            <w:t>Click here to enter text.</w:t>
          </w:r>
        </w:sdtContent>
      </w:sdt>
    </w:p>
    <w:p w:rsidR="00937745" w:rsidRPr="00F541D1" w:rsidRDefault="00937745" w:rsidP="003344A8">
      <w:pPr>
        <w:pStyle w:val="EFSABodytext"/>
      </w:pPr>
      <w:r w:rsidRPr="002E499A">
        <w:t>Supporting documents should be</w:t>
      </w:r>
      <w:r w:rsidR="00FC30D2">
        <w:t xml:space="preserve"> provided in Part 6 (S</w:t>
      </w:r>
      <w:r>
        <w:t>ection 6.2</w:t>
      </w:r>
      <w:r w:rsidRPr="002E499A">
        <w:t>).</w:t>
      </w:r>
      <w:r w:rsidRPr="00F541D1">
        <w:br w:type="page"/>
      </w:r>
    </w:p>
    <w:p w:rsidR="00937745" w:rsidRPr="00BC7CC3" w:rsidRDefault="00937745" w:rsidP="00D2281B">
      <w:pPr>
        <w:pStyle w:val="EFSAHeading1"/>
        <w:keepNext/>
        <w:numPr>
          <w:ilvl w:val="0"/>
          <w:numId w:val="1"/>
        </w:numPr>
        <w:tabs>
          <w:tab w:val="left" w:pos="839"/>
        </w:tabs>
        <w:ind w:left="839" w:hanging="839"/>
        <w:outlineLvl w:val="0"/>
      </w:pPr>
      <w:bookmarkStart w:id="31" w:name="_Toc471743563"/>
      <w:r w:rsidRPr="00BC7CC3">
        <w:lastRenderedPageBreak/>
        <w:t>Part 3: Characterisation of the claimed effect</w:t>
      </w:r>
      <w:r w:rsidRPr="00DE0A4D">
        <w:rPr>
          <w:rStyle w:val="FootnoteReference"/>
        </w:rPr>
        <w:footnoteReference w:id="13"/>
      </w:r>
      <w:bookmarkEnd w:id="31"/>
      <w:r w:rsidRPr="00BC7CC3">
        <w:t xml:space="preserve"> </w:t>
      </w:r>
    </w:p>
    <w:p w:rsidR="00937745" w:rsidRPr="00BC7CC3" w:rsidRDefault="00937745" w:rsidP="00D2281B">
      <w:pPr>
        <w:pStyle w:val="EFSAHeading2"/>
        <w:numPr>
          <w:ilvl w:val="1"/>
          <w:numId w:val="1"/>
        </w:numPr>
        <w:tabs>
          <w:tab w:val="left" w:pos="839"/>
        </w:tabs>
        <w:ind w:left="839" w:hanging="839"/>
        <w:jc w:val="both"/>
      </w:pPr>
      <w:bookmarkStart w:id="32" w:name="_Toc471743564"/>
      <w:r w:rsidRPr="00BC7CC3">
        <w:t>Function claims</w:t>
      </w:r>
      <w:bookmarkEnd w:id="32"/>
      <w:r w:rsidRPr="00BC7CC3">
        <w:t xml:space="preserve"> </w:t>
      </w:r>
    </w:p>
    <w:p w:rsidR="00937745" w:rsidRPr="00BC7CC3" w:rsidRDefault="00937745" w:rsidP="003344A8">
      <w:pPr>
        <w:pStyle w:val="EFSABodytext"/>
      </w:pPr>
      <w:r w:rsidRPr="00BC7CC3">
        <w:t>The proposed health claim is based on the essentiality of a nutrient</w:t>
      </w:r>
      <w:r w:rsidRPr="00DE0A4D">
        <w:rPr>
          <w:rStyle w:val="FootnoteReference"/>
        </w:rPr>
        <w:footnoteReference w:id="14"/>
      </w:r>
    </w:p>
    <w:p w:rsidR="008E3726" w:rsidRPr="00BC7CC3" w:rsidRDefault="00D21C6F" w:rsidP="008E3726">
      <w:pPr>
        <w:pStyle w:val="EFSABodytext"/>
        <w:ind w:left="709" w:firstLine="11"/>
      </w:pPr>
      <w:sdt>
        <w:sdtPr>
          <w:id w:val="1615867236"/>
          <w14:checkbox>
            <w14:checked w14:val="0"/>
            <w14:checkedState w14:val="2612" w14:font="MS Gothic"/>
            <w14:uncheckedState w14:val="2610" w14:font="MS Gothic"/>
          </w14:checkbox>
        </w:sdtPr>
        <w:sdtEndPr/>
        <w:sdtContent>
          <w:r w:rsidR="008E3726">
            <w:rPr>
              <w:rFonts w:ascii="MS Gothic" w:eastAsia="MS Gothic" w:hAnsi="MS Gothic" w:hint="eastAsia"/>
            </w:rPr>
            <w:t>☐</w:t>
          </w:r>
        </w:sdtContent>
      </w:sdt>
      <w:r w:rsidR="008E3726" w:rsidRPr="00BC7CC3">
        <w:t xml:space="preserve"> </w:t>
      </w:r>
      <w:r w:rsidR="008E3726">
        <w:tab/>
      </w:r>
      <w:proofErr w:type="gramStart"/>
      <w:r w:rsidR="008E3726" w:rsidRPr="00BC7CC3">
        <w:t>yes</w:t>
      </w:r>
      <w:proofErr w:type="gramEnd"/>
      <w:r w:rsidR="008E3726">
        <w:tab/>
      </w:r>
      <w:r w:rsidR="008E3726">
        <w:tab/>
      </w:r>
      <w:r w:rsidR="008E3726">
        <w:tab/>
      </w:r>
      <w:r w:rsidR="008E3726">
        <w:tab/>
      </w:r>
      <w:r w:rsidR="008E3726">
        <w:tab/>
      </w:r>
      <w:r w:rsidR="008E3726">
        <w:tab/>
      </w:r>
      <w:sdt>
        <w:sdtPr>
          <w:id w:val="-1260522744"/>
          <w14:checkbox>
            <w14:checked w14:val="0"/>
            <w14:checkedState w14:val="2612" w14:font="MS Gothic"/>
            <w14:uncheckedState w14:val="2610" w14:font="MS Gothic"/>
          </w14:checkbox>
        </w:sdtPr>
        <w:sdtEndPr/>
        <w:sdtContent>
          <w:r w:rsidR="008E3726">
            <w:rPr>
              <w:rFonts w:ascii="MS Gothic" w:eastAsia="MS Gothic" w:hAnsi="MS Gothic" w:hint="eastAsia"/>
            </w:rPr>
            <w:t>☐</w:t>
          </w:r>
        </w:sdtContent>
      </w:sdt>
      <w:r w:rsidR="008E3726" w:rsidRPr="00BC7CC3">
        <w:t xml:space="preserve"> </w:t>
      </w:r>
      <w:r w:rsidR="008E3726">
        <w:tab/>
      </w:r>
      <w:r w:rsidR="008E3726" w:rsidRPr="00BC7CC3">
        <w:t>no</w:t>
      </w:r>
    </w:p>
    <w:p w:rsidR="00937745" w:rsidRPr="00BC7CC3" w:rsidRDefault="00937745" w:rsidP="00D000A2">
      <w:pPr>
        <w:pStyle w:val="EFSABodytext"/>
        <w:ind w:firstLine="284"/>
      </w:pPr>
      <w:r w:rsidRPr="00BC7CC3">
        <w:rPr>
          <w:b/>
        </w:rPr>
        <w:t>If yes</w:t>
      </w:r>
      <w:r w:rsidRPr="00BC7CC3">
        <w:t xml:space="preserve">, please specify: </w:t>
      </w:r>
    </w:p>
    <w:p w:rsidR="00937745" w:rsidRPr="00BC7CC3" w:rsidRDefault="00937745" w:rsidP="008E3726">
      <w:pPr>
        <w:pStyle w:val="EFSABodytext"/>
        <w:numPr>
          <w:ilvl w:val="0"/>
          <w:numId w:val="23"/>
        </w:numPr>
      </w:pPr>
      <w:proofErr w:type="gramStart"/>
      <w:r w:rsidRPr="00BC7CC3">
        <w:t>the</w:t>
      </w:r>
      <w:proofErr w:type="gramEnd"/>
      <w:r w:rsidRPr="00BC7CC3">
        <w:t xml:space="preserve"> function of the body that is the subject of the claimed effect.</w:t>
      </w:r>
    </w:p>
    <w:p w:rsidR="00937745" w:rsidRPr="00BC7CC3" w:rsidRDefault="00D21C6F" w:rsidP="008E3726">
      <w:pPr>
        <w:pStyle w:val="EFSABodytext"/>
        <w:ind w:left="709"/>
      </w:pPr>
      <w:sdt>
        <w:sdtPr>
          <w:id w:val="-1617203496"/>
          <w:placeholder>
            <w:docPart w:val="60005D3F84064309B74801739BBD870F"/>
          </w:placeholder>
          <w:showingPlcHdr/>
        </w:sdtPr>
        <w:sdtEndPr/>
        <w:sdtContent>
          <w:r w:rsidR="003344A8" w:rsidRPr="002F48E8">
            <w:rPr>
              <w:rStyle w:val="PlaceholderText"/>
            </w:rPr>
            <w:t>Click here to enter text.</w:t>
          </w:r>
        </w:sdtContent>
      </w:sdt>
    </w:p>
    <w:p w:rsidR="00937745" w:rsidRPr="00BC7CC3" w:rsidRDefault="00937745" w:rsidP="008E3726">
      <w:pPr>
        <w:pStyle w:val="EFSABodytext"/>
        <w:numPr>
          <w:ilvl w:val="0"/>
          <w:numId w:val="23"/>
        </w:numPr>
      </w:pPr>
      <w:proofErr w:type="gramStart"/>
      <w:r w:rsidRPr="00BC7CC3">
        <w:t>the</w:t>
      </w:r>
      <w:proofErr w:type="gramEnd"/>
      <w:r w:rsidRPr="00BC7CC3">
        <w:t xml:space="preserve"> rationale/reasons why the body function is a beneficial physiological effect for the target population for which the claim is intended.</w:t>
      </w:r>
      <w:bookmarkStart w:id="33" w:name="_GoBack"/>
      <w:bookmarkEnd w:id="33"/>
    </w:p>
    <w:p w:rsidR="00937745" w:rsidRPr="00BC7CC3" w:rsidRDefault="00D21C6F" w:rsidP="00D21C6F">
      <w:pPr>
        <w:pStyle w:val="EFSABodytext"/>
        <w:ind w:left="709"/>
      </w:pPr>
      <w:sdt>
        <w:sdtPr>
          <w:id w:val="-194082643"/>
          <w:placeholder>
            <w:docPart w:val="095E4D38C78846D0BF9259219A8A40D7"/>
          </w:placeholder>
          <w:showingPlcHdr/>
        </w:sdtPr>
        <w:sdtEndPr/>
        <w:sdtContent>
          <w:r w:rsidR="003344A8" w:rsidRPr="002F48E8">
            <w:rPr>
              <w:rStyle w:val="PlaceholderText"/>
            </w:rPr>
            <w:t>Click here to enter text.</w:t>
          </w:r>
        </w:sdtContent>
      </w:sdt>
    </w:p>
    <w:p w:rsidR="00937745" w:rsidRPr="00BC7CC3" w:rsidRDefault="00937745" w:rsidP="00D000A2">
      <w:pPr>
        <w:pStyle w:val="EFSABodytext"/>
        <w:ind w:firstLine="284"/>
      </w:pPr>
      <w:r w:rsidRPr="00BC7CC3">
        <w:rPr>
          <w:b/>
        </w:rPr>
        <w:t>If not</w:t>
      </w:r>
      <w:r w:rsidRPr="00D000A2">
        <w:rPr>
          <w:rStyle w:val="FootnoteReference"/>
        </w:rPr>
        <w:footnoteReference w:id="15"/>
      </w:r>
      <w:r w:rsidRPr="00D000A2">
        <w:t>,</w:t>
      </w:r>
      <w:r w:rsidRPr="00BC7CC3">
        <w:t xml:space="preserve"> please specify:</w:t>
      </w:r>
    </w:p>
    <w:p w:rsidR="00937745" w:rsidRPr="00BC7CC3" w:rsidRDefault="00937745" w:rsidP="008E3726">
      <w:pPr>
        <w:pStyle w:val="EFSABodytext"/>
        <w:numPr>
          <w:ilvl w:val="0"/>
          <w:numId w:val="25"/>
        </w:numPr>
      </w:pPr>
      <w:proofErr w:type="gramStart"/>
      <w:r w:rsidRPr="00BC7CC3">
        <w:t>the</w:t>
      </w:r>
      <w:proofErr w:type="gramEnd"/>
      <w:r w:rsidRPr="00BC7CC3">
        <w:t xml:space="preserve"> </w:t>
      </w:r>
      <w:r w:rsidRPr="005A67F8">
        <w:t>specific</w:t>
      </w:r>
      <w:r w:rsidRPr="00BC7CC3">
        <w:t xml:space="preserve"> body function that is the subject of the claimed effect.</w:t>
      </w:r>
    </w:p>
    <w:p w:rsidR="00937745" w:rsidRPr="00BC7CC3" w:rsidRDefault="00D21C6F" w:rsidP="008E3726">
      <w:pPr>
        <w:pStyle w:val="EFSABodytext"/>
        <w:ind w:left="357" w:firstLine="352"/>
      </w:pPr>
      <w:sdt>
        <w:sdtPr>
          <w:id w:val="-730234563"/>
          <w:placeholder>
            <w:docPart w:val="FD49960495B645E7B1C53CF5A340100F"/>
          </w:placeholder>
          <w:showingPlcHdr/>
        </w:sdtPr>
        <w:sdtEndPr/>
        <w:sdtContent>
          <w:r w:rsidR="003344A8" w:rsidRPr="002F48E8">
            <w:rPr>
              <w:rStyle w:val="PlaceholderText"/>
            </w:rPr>
            <w:t>Click here to enter text.</w:t>
          </w:r>
        </w:sdtContent>
      </w:sdt>
    </w:p>
    <w:p w:rsidR="00937745" w:rsidRPr="00BC7CC3" w:rsidRDefault="00937745" w:rsidP="008E3726">
      <w:pPr>
        <w:pStyle w:val="EFSABodytext"/>
        <w:numPr>
          <w:ilvl w:val="0"/>
          <w:numId w:val="25"/>
        </w:numPr>
      </w:pPr>
      <w:proofErr w:type="gramStart"/>
      <w:r w:rsidRPr="00BC7CC3">
        <w:t>the</w:t>
      </w:r>
      <w:proofErr w:type="gramEnd"/>
      <w:r w:rsidRPr="00BC7CC3">
        <w:t xml:space="preserve"> rationale/reasons why the specific body function is a beneficial physiological effect for the target population for which the claim is intended.</w:t>
      </w:r>
    </w:p>
    <w:p w:rsidR="00937745" w:rsidRPr="00BC7CC3" w:rsidRDefault="00D21C6F" w:rsidP="008E3726">
      <w:pPr>
        <w:pStyle w:val="EFSABodytext"/>
        <w:ind w:left="357" w:firstLine="352"/>
      </w:pPr>
      <w:sdt>
        <w:sdtPr>
          <w:id w:val="-668944319"/>
          <w:placeholder>
            <w:docPart w:val="08A35DC366DA482EB23E4FF16A26236E"/>
          </w:placeholder>
          <w:showingPlcHdr/>
        </w:sdtPr>
        <w:sdtEndPr/>
        <w:sdtContent>
          <w:r w:rsidR="003344A8" w:rsidRPr="002F48E8">
            <w:rPr>
              <w:rStyle w:val="PlaceholderText"/>
            </w:rPr>
            <w:t>Click here to enter text.</w:t>
          </w:r>
        </w:sdtContent>
      </w:sdt>
    </w:p>
    <w:p w:rsidR="00937745" w:rsidRPr="00BC7CC3" w:rsidRDefault="00937745" w:rsidP="008E3726">
      <w:pPr>
        <w:pStyle w:val="EFSABodytext"/>
        <w:numPr>
          <w:ilvl w:val="0"/>
          <w:numId w:val="25"/>
        </w:numPr>
      </w:pPr>
      <w:proofErr w:type="gramStart"/>
      <w:r w:rsidRPr="00BC7CC3">
        <w:t>how</w:t>
      </w:r>
      <w:proofErr w:type="gramEnd"/>
      <w:r w:rsidRPr="00BC7CC3">
        <w:t xml:space="preserve"> the specific body function can be assessed </w:t>
      </w:r>
      <w:r w:rsidRPr="008E3726">
        <w:t>in vivo</w:t>
      </w:r>
      <w:r w:rsidRPr="008E3726">
        <w:footnoteReference w:id="16"/>
      </w:r>
      <w:r w:rsidRPr="00BC7CC3">
        <w:t xml:space="preserve"> in humans by generally accepted methods. Please indicate the outcome variable(s) and the methods of measurement proposed to assess the claimed effect in human studies.</w:t>
      </w:r>
    </w:p>
    <w:p w:rsidR="00937745" w:rsidRPr="00BC7CC3" w:rsidRDefault="00D21C6F" w:rsidP="008E3726">
      <w:pPr>
        <w:pStyle w:val="EFSABodytext"/>
        <w:ind w:left="357" w:firstLine="352"/>
      </w:pPr>
      <w:sdt>
        <w:sdtPr>
          <w:id w:val="1844968050"/>
          <w:placeholder>
            <w:docPart w:val="B5AC4DE3DDF348EA875785516DC24B79"/>
          </w:placeholder>
          <w:showingPlcHdr/>
        </w:sdtPr>
        <w:sdtEndPr/>
        <w:sdtContent>
          <w:r w:rsidR="003344A8" w:rsidRPr="002F48E8">
            <w:rPr>
              <w:rStyle w:val="PlaceholderText"/>
            </w:rPr>
            <w:t>Click here to enter text.</w:t>
          </w:r>
        </w:sdtContent>
      </w:sdt>
    </w:p>
    <w:p w:rsidR="00937745" w:rsidRPr="00BC7CC3" w:rsidRDefault="00937745" w:rsidP="00D2281B">
      <w:pPr>
        <w:pStyle w:val="EFSAHeading2"/>
        <w:numPr>
          <w:ilvl w:val="1"/>
          <w:numId w:val="1"/>
        </w:numPr>
        <w:tabs>
          <w:tab w:val="left" w:pos="839"/>
        </w:tabs>
        <w:ind w:left="839" w:hanging="839"/>
      </w:pPr>
      <w:bookmarkStart w:id="34" w:name="_Toc471743565"/>
      <w:r w:rsidRPr="00BC7CC3">
        <w:t>Disease risk reduction claims</w:t>
      </w:r>
      <w:r w:rsidRPr="00FC4A5D">
        <w:rPr>
          <w:rStyle w:val="FootnoteReference"/>
        </w:rPr>
        <w:footnoteReference w:id="17"/>
      </w:r>
      <w:bookmarkEnd w:id="34"/>
    </w:p>
    <w:p w:rsidR="00937745" w:rsidRPr="00BC7CC3" w:rsidRDefault="00937745" w:rsidP="00030757">
      <w:pPr>
        <w:pStyle w:val="EFSAHeading3"/>
        <w:keepNext/>
        <w:numPr>
          <w:ilvl w:val="2"/>
          <w:numId w:val="1"/>
        </w:numPr>
        <w:tabs>
          <w:tab w:val="left" w:pos="839"/>
        </w:tabs>
        <w:spacing w:before="240" w:after="120" w:line="240" w:lineRule="auto"/>
        <w:ind w:left="851" w:hanging="851"/>
        <w:jc w:val="both"/>
      </w:pPr>
      <w:bookmarkStart w:id="35" w:name="_Toc471743566"/>
      <w:r w:rsidRPr="00BC7CC3">
        <w:t>Definition of the claimed effect</w:t>
      </w:r>
      <w:bookmarkEnd w:id="35"/>
    </w:p>
    <w:p w:rsidR="00937745" w:rsidRPr="00BC7CC3" w:rsidRDefault="00937745" w:rsidP="000F269E">
      <w:pPr>
        <w:pStyle w:val="EFSABodytext"/>
      </w:pPr>
      <w:r w:rsidRPr="00BC7CC3">
        <w:t>Please specify:</w:t>
      </w:r>
    </w:p>
    <w:p w:rsidR="00937745" w:rsidRPr="00BC7CC3" w:rsidRDefault="00937745" w:rsidP="008E3726">
      <w:pPr>
        <w:pStyle w:val="EFSABodytext"/>
        <w:numPr>
          <w:ilvl w:val="0"/>
          <w:numId w:val="26"/>
        </w:numPr>
      </w:pPr>
      <w:r w:rsidRPr="00BC7CC3">
        <w:t>the risk factor</w:t>
      </w:r>
      <w:r w:rsidRPr="00BC7CC3">
        <w:rPr>
          <w:rStyle w:val="EFSAHeading1Char"/>
          <w:rFonts w:eastAsiaTheme="minorHAnsi" w:cstheme="minorBidi"/>
          <w:b w:val="0"/>
          <w:bCs w:val="0"/>
          <w:color w:val="auto"/>
          <w:sz w:val="20"/>
          <w:szCs w:val="20"/>
        </w:rPr>
        <w:t xml:space="preserve"> for the development of the human disease</w:t>
      </w:r>
      <w:r w:rsidRPr="00BC7CC3">
        <w:t>:</w:t>
      </w:r>
    </w:p>
    <w:p w:rsidR="00937745" w:rsidRPr="00BC7CC3" w:rsidRDefault="00D21C6F" w:rsidP="00937745">
      <w:pPr>
        <w:pStyle w:val="EFSABodytext"/>
        <w:ind w:left="720"/>
      </w:pPr>
      <w:sdt>
        <w:sdtPr>
          <w:id w:val="-751347686"/>
          <w:placeholder>
            <w:docPart w:val="883A73D7B1E54F0BB400318874F5C9AF"/>
          </w:placeholder>
          <w:showingPlcHdr/>
        </w:sdtPr>
        <w:sdtEndPr/>
        <w:sdtContent>
          <w:r w:rsidR="000F269E" w:rsidRPr="002F48E8">
            <w:rPr>
              <w:rStyle w:val="PlaceholderText"/>
            </w:rPr>
            <w:t>Click here to enter text.</w:t>
          </w:r>
        </w:sdtContent>
      </w:sdt>
    </w:p>
    <w:p w:rsidR="00937745" w:rsidRPr="00BC7CC3" w:rsidRDefault="00937745" w:rsidP="008E3726">
      <w:pPr>
        <w:pStyle w:val="EFSABodytext"/>
        <w:numPr>
          <w:ilvl w:val="0"/>
          <w:numId w:val="26"/>
        </w:numPr>
      </w:pPr>
      <w:proofErr w:type="gramStart"/>
      <w:r w:rsidRPr="00BC7CC3">
        <w:t>how</w:t>
      </w:r>
      <w:proofErr w:type="gramEnd"/>
      <w:r w:rsidRPr="00BC7CC3">
        <w:t xml:space="preserve"> the specific risk factor can be assessed </w:t>
      </w:r>
      <w:r w:rsidRPr="00BC7CC3">
        <w:rPr>
          <w:i/>
        </w:rPr>
        <w:t>in vivo</w:t>
      </w:r>
      <w:r w:rsidR="004705FC" w:rsidRPr="004705FC">
        <w:rPr>
          <w:vertAlign w:val="superscript"/>
        </w:rPr>
        <w:t>16</w:t>
      </w:r>
      <w:r w:rsidRPr="00BC7CC3">
        <w:t xml:space="preserve"> in humans. Please indicate the outcome variable(s) and the methods of measurement proposed to assess the risk factor in human studies:</w:t>
      </w:r>
    </w:p>
    <w:p w:rsidR="00937745" w:rsidRPr="00BC7CC3" w:rsidRDefault="00D21C6F" w:rsidP="00937745">
      <w:pPr>
        <w:pStyle w:val="EFSABodytext"/>
        <w:ind w:left="720"/>
      </w:pPr>
      <w:sdt>
        <w:sdtPr>
          <w:id w:val="252475601"/>
          <w:placeholder>
            <w:docPart w:val="EF0BD5B1FB394708BA7ECEC07DAAF7C2"/>
          </w:placeholder>
          <w:showingPlcHdr/>
        </w:sdtPr>
        <w:sdtEndPr/>
        <w:sdtContent>
          <w:r w:rsidR="000F269E" w:rsidRPr="002F48E8">
            <w:rPr>
              <w:rStyle w:val="PlaceholderText"/>
            </w:rPr>
            <w:t>Click here to enter text.</w:t>
          </w:r>
        </w:sdtContent>
      </w:sdt>
    </w:p>
    <w:p w:rsidR="00937745" w:rsidRPr="00BC7CC3" w:rsidRDefault="00937745" w:rsidP="008E3726">
      <w:pPr>
        <w:pStyle w:val="EFSABodytext"/>
        <w:numPr>
          <w:ilvl w:val="0"/>
          <w:numId w:val="26"/>
        </w:numPr>
      </w:pPr>
      <w:r w:rsidRPr="00BC7CC3">
        <w:t xml:space="preserve">the disease </w:t>
      </w:r>
      <w:r>
        <w:t>to which the risk factor relates</w:t>
      </w:r>
      <w:r w:rsidRPr="00BC7CC3">
        <w:t>:</w:t>
      </w:r>
    </w:p>
    <w:p w:rsidR="00937745" w:rsidRPr="00BC7CC3" w:rsidRDefault="00D21C6F" w:rsidP="00937745">
      <w:pPr>
        <w:pStyle w:val="EFSABodytext"/>
        <w:ind w:left="720"/>
      </w:pPr>
      <w:sdt>
        <w:sdtPr>
          <w:id w:val="1469701165"/>
          <w:placeholder>
            <w:docPart w:val="975F57CD56C540A9BE2BD2A953731507"/>
          </w:placeholder>
          <w:showingPlcHdr/>
        </w:sdtPr>
        <w:sdtEndPr/>
        <w:sdtContent>
          <w:r w:rsidR="000F269E" w:rsidRPr="002F48E8">
            <w:rPr>
              <w:rStyle w:val="PlaceholderText"/>
            </w:rPr>
            <w:t>Click here to enter text.</w:t>
          </w:r>
        </w:sdtContent>
      </w:sdt>
    </w:p>
    <w:p w:rsidR="00937745" w:rsidRPr="00BC7CC3" w:rsidRDefault="00937745" w:rsidP="008E3726">
      <w:pPr>
        <w:pStyle w:val="EFSABodytext"/>
        <w:numPr>
          <w:ilvl w:val="0"/>
          <w:numId w:val="26"/>
        </w:numPr>
        <w:rPr>
          <w:rStyle w:val="EFSAHeading1Char"/>
          <w:rFonts w:eastAsiaTheme="minorHAnsi" w:cstheme="minorBidi"/>
          <w:b w:val="0"/>
          <w:bCs w:val="0"/>
          <w:color w:val="auto"/>
          <w:sz w:val="20"/>
          <w:szCs w:val="20"/>
        </w:rPr>
      </w:pPr>
      <w:r w:rsidRPr="00BC7CC3">
        <w:t>the criteria used for the diagnosis of the disease (i.e. the criteria used for diagnosis are widely accepted by the medical community and can be verified by a physician</w:t>
      </w:r>
      <w:r w:rsidRPr="00BC7CC3">
        <w:rPr>
          <w:rStyle w:val="EFSAHeading1Char"/>
          <w:rFonts w:eastAsiaTheme="minorHAnsi" w:cstheme="minorBidi"/>
          <w:b w:val="0"/>
          <w:bCs w:val="0"/>
          <w:color w:val="auto"/>
          <w:sz w:val="20"/>
          <w:szCs w:val="20"/>
        </w:rPr>
        <w:t>):</w:t>
      </w:r>
    </w:p>
    <w:p w:rsidR="00937745" w:rsidRPr="00BC7CC3" w:rsidRDefault="00D21C6F" w:rsidP="00937745">
      <w:pPr>
        <w:pStyle w:val="EFSABodytext"/>
        <w:ind w:left="720"/>
        <w:rPr>
          <w:rStyle w:val="EFSAHeading1Char"/>
          <w:rFonts w:eastAsiaTheme="minorHAnsi" w:cstheme="minorBidi"/>
          <w:b w:val="0"/>
          <w:bCs w:val="0"/>
          <w:color w:val="auto"/>
          <w:sz w:val="20"/>
          <w:szCs w:val="20"/>
        </w:rPr>
      </w:pPr>
      <w:sdt>
        <w:sdtPr>
          <w:id w:val="-2105015387"/>
          <w:placeholder>
            <w:docPart w:val="1450C4928D804FB6B98D81D0D218F992"/>
          </w:placeholder>
          <w:showingPlcHdr/>
        </w:sdtPr>
        <w:sdtEndPr/>
        <w:sdtContent>
          <w:r w:rsidR="000F269E" w:rsidRPr="002F48E8">
            <w:rPr>
              <w:rStyle w:val="PlaceholderText"/>
            </w:rPr>
            <w:t>Click here to enter text.</w:t>
          </w:r>
        </w:sdtContent>
      </w:sdt>
    </w:p>
    <w:p w:rsidR="00937745" w:rsidRPr="00BC7CC3" w:rsidRDefault="00937745" w:rsidP="00D2281B">
      <w:pPr>
        <w:pStyle w:val="EFSAHeading3"/>
        <w:keepNext/>
        <w:numPr>
          <w:ilvl w:val="2"/>
          <w:numId w:val="1"/>
        </w:numPr>
        <w:tabs>
          <w:tab w:val="left" w:pos="839"/>
        </w:tabs>
        <w:spacing w:before="240" w:after="120" w:line="240" w:lineRule="auto"/>
        <w:ind w:left="851" w:hanging="851"/>
        <w:jc w:val="both"/>
      </w:pPr>
      <w:bookmarkStart w:id="36" w:name="_Toc467757096"/>
      <w:bookmarkStart w:id="37" w:name="_Toc471743567"/>
      <w:bookmarkEnd w:id="36"/>
      <w:r w:rsidRPr="00BC7CC3">
        <w:t xml:space="preserve">Characterisation of the relationship between the </w:t>
      </w:r>
      <w:r>
        <w:t xml:space="preserve">risk </w:t>
      </w:r>
      <w:r w:rsidRPr="00BC7CC3">
        <w:t xml:space="preserve">factor and the risk of </w:t>
      </w:r>
      <w:r>
        <w:t xml:space="preserve">the related </w:t>
      </w:r>
      <w:r w:rsidRPr="00BC7CC3">
        <w:t>disease</w:t>
      </w:r>
      <w:bookmarkEnd w:id="37"/>
    </w:p>
    <w:p w:rsidR="00937745" w:rsidRPr="00BC7CC3" w:rsidRDefault="00937745" w:rsidP="000F269E">
      <w:pPr>
        <w:pStyle w:val="EFSABodytext"/>
        <w:rPr>
          <w:rFonts w:cs="Tahoma"/>
          <w:color w:val="000000"/>
          <w:sz w:val="19"/>
          <w:szCs w:val="24"/>
          <w:lang w:eastAsia="en-GB"/>
        </w:rPr>
      </w:pPr>
      <w:r w:rsidRPr="00BC7CC3">
        <w:t>If available, provide evidence from observational studies for an independent association between the proposed risk factor and the incidence of the disease:</w:t>
      </w:r>
    </w:p>
    <w:p w:rsidR="00937745" w:rsidRPr="00BC7CC3" w:rsidRDefault="00D21C6F" w:rsidP="000F269E">
      <w:pPr>
        <w:pStyle w:val="EFSABodytext"/>
        <w:ind w:left="709"/>
      </w:pPr>
      <w:sdt>
        <w:sdtPr>
          <w:id w:val="-1178731185"/>
          <w:placeholder>
            <w:docPart w:val="2565CE88B1194103A052938AC143FC3D"/>
          </w:placeholder>
          <w:showingPlcHdr/>
        </w:sdtPr>
        <w:sdtEndPr/>
        <w:sdtContent>
          <w:r w:rsidR="000F269E" w:rsidRPr="002F48E8">
            <w:rPr>
              <w:rStyle w:val="PlaceholderText"/>
            </w:rPr>
            <w:t>Click here to enter text.</w:t>
          </w:r>
        </w:sdtContent>
      </w:sdt>
    </w:p>
    <w:p w:rsidR="00937745" w:rsidRPr="00BC7CC3" w:rsidRDefault="00937745" w:rsidP="000F269E">
      <w:pPr>
        <w:pStyle w:val="EFSABodytext"/>
      </w:pPr>
      <w:r w:rsidRPr="00BC7CC3">
        <w:t>Provide evidence that the relationship between the risk factor and the development of the disease is biologically plausible:</w:t>
      </w:r>
    </w:p>
    <w:p w:rsidR="00937745" w:rsidRPr="00BC7CC3" w:rsidRDefault="00D21C6F" w:rsidP="000F269E">
      <w:pPr>
        <w:pStyle w:val="EFSABodytext"/>
        <w:ind w:left="709"/>
      </w:pPr>
      <w:sdt>
        <w:sdtPr>
          <w:id w:val="1997613519"/>
          <w:placeholder>
            <w:docPart w:val="386717C51346456C8E8DDBA9D8BC299B"/>
          </w:placeholder>
          <w:showingPlcHdr/>
        </w:sdtPr>
        <w:sdtEndPr/>
        <w:sdtContent>
          <w:r w:rsidR="000F269E" w:rsidRPr="002F48E8">
            <w:rPr>
              <w:rStyle w:val="PlaceholderText"/>
            </w:rPr>
            <w:t>Click here to enter text.</w:t>
          </w:r>
        </w:sdtContent>
      </w:sdt>
    </w:p>
    <w:p w:rsidR="00937745" w:rsidRPr="00BC7CC3" w:rsidRDefault="00937745" w:rsidP="000F269E">
      <w:pPr>
        <w:pStyle w:val="EFSABodytext"/>
      </w:pPr>
      <w:r w:rsidRPr="00BC7CC3">
        <w:t xml:space="preserve">If available, provide evidence from intervention (drug or dietary) studies that a reduction of the risk factor generally reduces the incidence of the disease: </w:t>
      </w:r>
    </w:p>
    <w:p w:rsidR="00937745" w:rsidRPr="00BC7CC3" w:rsidRDefault="00D21C6F" w:rsidP="000F269E">
      <w:pPr>
        <w:pStyle w:val="EFSABodytext"/>
        <w:ind w:firstLine="720"/>
      </w:pPr>
      <w:sdt>
        <w:sdtPr>
          <w:id w:val="874123683"/>
          <w:placeholder>
            <w:docPart w:val="6F16C3B5369941AAB098145A476578AB"/>
          </w:placeholder>
          <w:showingPlcHdr/>
        </w:sdtPr>
        <w:sdtEndPr/>
        <w:sdtContent>
          <w:r w:rsidR="000F269E" w:rsidRPr="002F48E8">
            <w:rPr>
              <w:rStyle w:val="PlaceholderText"/>
            </w:rPr>
            <w:t>Click here to enter text.</w:t>
          </w:r>
        </w:sdtContent>
      </w:sdt>
    </w:p>
    <w:p w:rsidR="00937745" w:rsidRPr="00BC7CC3" w:rsidRDefault="00937745" w:rsidP="00D2281B">
      <w:pPr>
        <w:pStyle w:val="EFSAHeading2"/>
        <w:numPr>
          <w:ilvl w:val="1"/>
          <w:numId w:val="1"/>
        </w:numPr>
        <w:tabs>
          <w:tab w:val="left" w:pos="839"/>
        </w:tabs>
        <w:ind w:left="839" w:hanging="839"/>
      </w:pPr>
      <w:bookmarkStart w:id="38" w:name="_Toc471743568"/>
      <w:r w:rsidRPr="00BC7CC3">
        <w:t>References</w:t>
      </w:r>
      <w:bookmarkEnd w:id="38"/>
    </w:p>
    <w:p w:rsidR="00937745" w:rsidRPr="00BC7CC3" w:rsidRDefault="00937745" w:rsidP="000F269E">
      <w:pPr>
        <w:pStyle w:val="EFSABodytext"/>
      </w:pPr>
      <w:r w:rsidRPr="00BC7CC3">
        <w:t>Provide a complete list of the references quoted in Part 3 (alphabetical order of first authors):</w:t>
      </w:r>
    </w:p>
    <w:p w:rsidR="00937745" w:rsidRDefault="00D21C6F" w:rsidP="000F269E">
      <w:pPr>
        <w:pStyle w:val="EFSABodytext"/>
        <w:ind w:firstLine="720"/>
      </w:pPr>
      <w:sdt>
        <w:sdtPr>
          <w:id w:val="-1499183281"/>
          <w:placeholder>
            <w:docPart w:val="FFF177B771D144F5B9F71DDB973A71E7"/>
          </w:placeholder>
          <w:showingPlcHdr/>
        </w:sdtPr>
        <w:sdtEndPr/>
        <w:sdtContent>
          <w:r w:rsidR="000F269E" w:rsidRPr="002F48E8">
            <w:rPr>
              <w:rStyle w:val="PlaceholderText"/>
            </w:rPr>
            <w:t>Click here to enter text.</w:t>
          </w:r>
        </w:sdtContent>
      </w:sdt>
    </w:p>
    <w:p w:rsidR="00937745" w:rsidRPr="002E499A" w:rsidRDefault="00937745" w:rsidP="000F269E">
      <w:pPr>
        <w:pStyle w:val="EFSABodytext"/>
      </w:pPr>
      <w:r w:rsidRPr="002E499A">
        <w:t>Full reprints of the references quoted should be provided in Part 6</w:t>
      </w:r>
      <w:r w:rsidR="00D000A2">
        <w:t xml:space="preserve"> (S</w:t>
      </w:r>
      <w:r>
        <w:t>ection 6.3</w:t>
      </w:r>
      <w:r w:rsidR="00D000A2">
        <w:t>).</w:t>
      </w:r>
      <w:r w:rsidRPr="002E499A">
        <w:t xml:space="preserve"> </w:t>
      </w:r>
    </w:p>
    <w:p w:rsidR="00937745" w:rsidRPr="00BC7CC3" w:rsidRDefault="006E77E3" w:rsidP="00937745">
      <w:pPr>
        <w:pStyle w:val="EFSABodytext"/>
      </w:pPr>
      <w:r>
        <w:tab/>
      </w:r>
    </w:p>
    <w:p w:rsidR="00937745" w:rsidRPr="00BC7CC3" w:rsidRDefault="00937745" w:rsidP="00D2281B">
      <w:pPr>
        <w:pStyle w:val="EFSAHeading1"/>
        <w:keepNext/>
        <w:numPr>
          <w:ilvl w:val="0"/>
          <w:numId w:val="1"/>
        </w:numPr>
        <w:tabs>
          <w:tab w:val="left" w:pos="839"/>
        </w:tabs>
        <w:ind w:left="839" w:hanging="839"/>
        <w:outlineLvl w:val="0"/>
      </w:pPr>
      <w:bookmarkStart w:id="39" w:name="_Toc471743569"/>
      <w:r w:rsidRPr="00BC7CC3">
        <w:t>Part 4: Identification of pertinent scientific data</w:t>
      </w:r>
      <w:bookmarkEnd w:id="39"/>
      <w:r w:rsidRPr="00BC7CC3">
        <w:t xml:space="preserve"> </w:t>
      </w:r>
    </w:p>
    <w:p w:rsidR="00937745" w:rsidRPr="00BC7CC3" w:rsidRDefault="00937745" w:rsidP="00030757">
      <w:pPr>
        <w:pStyle w:val="EFSAHeading2"/>
        <w:numPr>
          <w:ilvl w:val="1"/>
          <w:numId w:val="1"/>
        </w:numPr>
        <w:tabs>
          <w:tab w:val="left" w:pos="839"/>
        </w:tabs>
        <w:ind w:left="839" w:hanging="839"/>
        <w:jc w:val="both"/>
      </w:pPr>
      <w:bookmarkStart w:id="40" w:name="_Toc471743570"/>
      <w:r w:rsidRPr="00BC7CC3">
        <w:t>Claims based on the essentiality of nutrients</w:t>
      </w:r>
      <w:r w:rsidRPr="00DD0661">
        <w:rPr>
          <w:rStyle w:val="FootnoteReference"/>
        </w:rPr>
        <w:footnoteReference w:id="18"/>
      </w:r>
      <w:bookmarkEnd w:id="40"/>
      <w:r w:rsidRPr="00BC7CC3">
        <w:t xml:space="preserve"> </w:t>
      </w:r>
    </w:p>
    <w:p w:rsidR="00937745" w:rsidRPr="00BC7CC3" w:rsidRDefault="00937745" w:rsidP="000F269E">
      <w:pPr>
        <w:pStyle w:val="EFSABodytext"/>
      </w:pPr>
      <w:r w:rsidRPr="00BC7CC3">
        <w:t xml:space="preserve">The procedure followed to identify the evidence on the essentiality of the nutrients should be depicted. </w:t>
      </w:r>
    </w:p>
    <w:p w:rsidR="00937745" w:rsidRPr="00BC7CC3" w:rsidRDefault="00D21C6F" w:rsidP="000F269E">
      <w:pPr>
        <w:pStyle w:val="EFSABodytext"/>
        <w:ind w:firstLine="720"/>
      </w:pPr>
      <w:sdt>
        <w:sdtPr>
          <w:id w:val="-1913911385"/>
          <w:placeholder>
            <w:docPart w:val="F41DA5BE19A64A52B15D1C9D9051CE5E"/>
          </w:placeholder>
          <w:showingPlcHdr/>
        </w:sdtPr>
        <w:sdtEndPr/>
        <w:sdtContent>
          <w:r w:rsidR="000F269E" w:rsidRPr="002F48E8">
            <w:rPr>
              <w:rStyle w:val="PlaceholderText"/>
            </w:rPr>
            <w:t>Click here to enter text.</w:t>
          </w:r>
        </w:sdtContent>
      </w:sdt>
    </w:p>
    <w:p w:rsidR="00937745" w:rsidRPr="00BC7CC3" w:rsidRDefault="00937745" w:rsidP="000F269E">
      <w:pPr>
        <w:pStyle w:val="EFSABodytext"/>
      </w:pPr>
      <w:r w:rsidRPr="00BC7CC3">
        <w:t>Provide case reports of clinical signs and sy</w:t>
      </w:r>
      <w:r>
        <w:t>mptoms of deficiency, depletion</w:t>
      </w:r>
      <w:r w:rsidR="00B6467A">
        <w:t>–</w:t>
      </w:r>
      <w:r w:rsidRPr="00BC7CC3">
        <w:t xml:space="preserve">repletion studies in humans, animal studies, </w:t>
      </w:r>
      <w:r w:rsidRPr="00BC7CC3">
        <w:rPr>
          <w:i/>
        </w:rPr>
        <w:t>in vitro</w:t>
      </w:r>
      <w:r w:rsidRPr="00BC7CC3">
        <w:t xml:space="preserve"> studies, and/or any other evidence (in favour and not in favour) to establish that:</w:t>
      </w:r>
    </w:p>
    <w:p w:rsidR="00937745" w:rsidRPr="00BC7CC3" w:rsidRDefault="00937745" w:rsidP="007F0A16">
      <w:pPr>
        <w:pStyle w:val="EFSABodytext"/>
        <w:numPr>
          <w:ilvl w:val="0"/>
          <w:numId w:val="15"/>
        </w:numPr>
        <w:spacing w:after="220"/>
        <w:ind w:left="709"/>
      </w:pPr>
      <w:r w:rsidRPr="00BC7CC3">
        <w:t>the food/constituent is required for normal human body function(s)</w:t>
      </w:r>
      <w:r w:rsidR="00290EDA">
        <w:t>,</w:t>
      </w:r>
      <w:r w:rsidRPr="00BC7CC3">
        <w:t xml:space="preserve"> i.e. it has an essential mechanistic role in a metabolic function and/or it has the ability to reverse clinical signs and symptoms of its deficiency;</w:t>
      </w:r>
    </w:p>
    <w:p w:rsidR="00937745" w:rsidRPr="00BC7CC3" w:rsidRDefault="00937745" w:rsidP="007F0A16">
      <w:pPr>
        <w:pStyle w:val="EFSABodytext"/>
        <w:numPr>
          <w:ilvl w:val="0"/>
          <w:numId w:val="15"/>
        </w:numPr>
        <w:spacing w:after="220"/>
        <w:ind w:left="709"/>
      </w:pPr>
      <w:r w:rsidRPr="00BC7CC3">
        <w:t>the food/constituent cannot be synthesised by the body, or cannot be synthesised in amounts which are adequate to maintain normal human body function(s);</w:t>
      </w:r>
    </w:p>
    <w:p w:rsidR="00937745" w:rsidRPr="00BC7CC3" w:rsidRDefault="00937745" w:rsidP="007F0A16">
      <w:pPr>
        <w:pStyle w:val="EFSABodytext"/>
        <w:numPr>
          <w:ilvl w:val="0"/>
          <w:numId w:val="15"/>
        </w:numPr>
        <w:spacing w:after="220"/>
        <w:ind w:left="709"/>
      </w:pPr>
      <w:proofErr w:type="gramStart"/>
      <w:r w:rsidRPr="00BC7CC3">
        <w:t>the</w:t>
      </w:r>
      <w:proofErr w:type="gramEnd"/>
      <w:r w:rsidRPr="00BC7CC3">
        <w:t xml:space="preserve"> food/constituent must be obtained from a dietary source (i.e. a source which is appropriate for human oral consumption).</w:t>
      </w:r>
    </w:p>
    <w:p w:rsidR="00937745" w:rsidRPr="00BC7CC3" w:rsidRDefault="00937745" w:rsidP="000F269E">
      <w:pPr>
        <w:pStyle w:val="EFSABodytext"/>
      </w:pPr>
      <w:r w:rsidRPr="00BC7CC3">
        <w:t xml:space="preserve">A complete list of the references (alphabetical order of first authors) should be provided and organised as follows: </w:t>
      </w:r>
    </w:p>
    <w:p w:rsidR="00937745" w:rsidRPr="00BC7CC3" w:rsidRDefault="00937745" w:rsidP="00D2281B">
      <w:pPr>
        <w:pStyle w:val="EFSABodytext"/>
        <w:numPr>
          <w:ilvl w:val="0"/>
          <w:numId w:val="16"/>
        </w:numPr>
        <w:spacing w:after="220"/>
      </w:pPr>
      <w:r w:rsidRPr="00BC7CC3">
        <w:t>depletion–repletion studies in humans</w:t>
      </w:r>
    </w:p>
    <w:p w:rsidR="00937745" w:rsidRPr="00BC7CC3" w:rsidRDefault="00D21C6F" w:rsidP="00937745">
      <w:pPr>
        <w:pStyle w:val="EFSABodytext"/>
        <w:ind w:left="720"/>
        <w:rPr>
          <w:i/>
          <w:iCs/>
        </w:rPr>
      </w:pPr>
      <w:sdt>
        <w:sdtPr>
          <w:id w:val="-1831359229"/>
          <w:placeholder>
            <w:docPart w:val="01DDF08396A64DBDA120C955A2AEE276"/>
          </w:placeholder>
          <w:showingPlcHdr/>
        </w:sdtPr>
        <w:sdtEndPr/>
        <w:sdtContent>
          <w:r w:rsidR="000F269E" w:rsidRPr="002F48E8">
            <w:rPr>
              <w:rStyle w:val="PlaceholderText"/>
            </w:rPr>
            <w:t>Click here to enter text.</w:t>
          </w:r>
        </w:sdtContent>
      </w:sdt>
    </w:p>
    <w:p w:rsidR="00937745" w:rsidRPr="00BC7CC3" w:rsidRDefault="00937745" w:rsidP="00D2281B">
      <w:pPr>
        <w:pStyle w:val="EFSABodytext"/>
        <w:numPr>
          <w:ilvl w:val="0"/>
          <w:numId w:val="16"/>
        </w:numPr>
        <w:spacing w:after="220"/>
      </w:pPr>
      <w:r w:rsidRPr="00BC7CC3">
        <w:t>case reports of clinical signs and symptoms of deficiency in humans</w:t>
      </w:r>
    </w:p>
    <w:p w:rsidR="00937745" w:rsidRPr="00BC7CC3" w:rsidRDefault="00D21C6F" w:rsidP="00937745">
      <w:pPr>
        <w:pStyle w:val="EFSABodytext"/>
        <w:ind w:left="720"/>
        <w:rPr>
          <w:i/>
          <w:iCs/>
        </w:rPr>
      </w:pPr>
      <w:sdt>
        <w:sdtPr>
          <w:id w:val="1476180771"/>
          <w:placeholder>
            <w:docPart w:val="9FEAFFCE742A42A0AA863068A9C3697C"/>
          </w:placeholder>
          <w:showingPlcHdr/>
        </w:sdtPr>
        <w:sdtEndPr/>
        <w:sdtContent>
          <w:r w:rsidR="000F269E" w:rsidRPr="002F48E8">
            <w:rPr>
              <w:rStyle w:val="PlaceholderText"/>
            </w:rPr>
            <w:t>Click here to enter text.</w:t>
          </w:r>
        </w:sdtContent>
      </w:sdt>
    </w:p>
    <w:p w:rsidR="00937745" w:rsidRPr="00BC7CC3" w:rsidRDefault="00937745" w:rsidP="00D2281B">
      <w:pPr>
        <w:pStyle w:val="EFSABodytext"/>
        <w:numPr>
          <w:ilvl w:val="0"/>
          <w:numId w:val="16"/>
        </w:numPr>
        <w:spacing w:after="220"/>
      </w:pPr>
      <w:r w:rsidRPr="00BC7CC3">
        <w:t>animal studies</w:t>
      </w:r>
    </w:p>
    <w:p w:rsidR="00937745" w:rsidRPr="00BC7CC3" w:rsidRDefault="00D21C6F" w:rsidP="00937745">
      <w:pPr>
        <w:pStyle w:val="EFSABodytext"/>
        <w:ind w:left="720"/>
      </w:pPr>
      <w:sdt>
        <w:sdtPr>
          <w:id w:val="-1612277133"/>
          <w:placeholder>
            <w:docPart w:val="478DF48A62C348A3A8B80E7ED350AD54"/>
          </w:placeholder>
          <w:showingPlcHdr/>
        </w:sdtPr>
        <w:sdtEndPr/>
        <w:sdtContent>
          <w:r w:rsidR="000F269E" w:rsidRPr="002F48E8">
            <w:rPr>
              <w:rStyle w:val="PlaceholderText"/>
            </w:rPr>
            <w:t>Click here to enter text.</w:t>
          </w:r>
        </w:sdtContent>
      </w:sdt>
    </w:p>
    <w:p w:rsidR="00937745" w:rsidRPr="00BC7CC3" w:rsidRDefault="00937745" w:rsidP="00D2281B">
      <w:pPr>
        <w:pStyle w:val="EFSABodytext"/>
        <w:numPr>
          <w:ilvl w:val="0"/>
          <w:numId w:val="16"/>
        </w:numPr>
        <w:spacing w:after="220"/>
        <w:rPr>
          <w:i/>
          <w:iCs/>
        </w:rPr>
      </w:pPr>
      <w:r w:rsidRPr="00BC7CC3">
        <w:rPr>
          <w:i/>
          <w:iCs/>
        </w:rPr>
        <w:t>in vitro</w:t>
      </w:r>
      <w:r w:rsidRPr="00BC7CC3">
        <w:rPr>
          <w:iCs/>
        </w:rPr>
        <w:t xml:space="preserve"> studies</w:t>
      </w:r>
    </w:p>
    <w:p w:rsidR="00937745" w:rsidRPr="00BC7CC3" w:rsidRDefault="00D21C6F" w:rsidP="00937745">
      <w:pPr>
        <w:pStyle w:val="EFSABodytext"/>
        <w:ind w:left="720"/>
      </w:pPr>
      <w:sdt>
        <w:sdtPr>
          <w:id w:val="-753972627"/>
          <w:placeholder>
            <w:docPart w:val="DDA2D22DFADB4C49A37F8446AEC48ABC"/>
          </w:placeholder>
          <w:showingPlcHdr/>
        </w:sdtPr>
        <w:sdtEndPr/>
        <w:sdtContent>
          <w:r w:rsidR="000F269E" w:rsidRPr="002F48E8">
            <w:rPr>
              <w:rStyle w:val="PlaceholderText"/>
            </w:rPr>
            <w:t>Click here to enter text.</w:t>
          </w:r>
        </w:sdtContent>
      </w:sdt>
    </w:p>
    <w:p w:rsidR="00937745" w:rsidRPr="00BC7CC3" w:rsidRDefault="00937745" w:rsidP="00D2281B">
      <w:pPr>
        <w:pStyle w:val="EFSABodytext"/>
        <w:numPr>
          <w:ilvl w:val="0"/>
          <w:numId w:val="16"/>
        </w:numPr>
        <w:spacing w:after="220"/>
        <w:rPr>
          <w:i/>
          <w:iCs/>
        </w:rPr>
      </w:pPr>
      <w:proofErr w:type="gramStart"/>
      <w:r w:rsidRPr="00BC7CC3">
        <w:rPr>
          <w:iCs/>
        </w:rPr>
        <w:t>review</w:t>
      </w:r>
      <w:proofErr w:type="gramEnd"/>
      <w:r w:rsidRPr="00BC7CC3">
        <w:rPr>
          <w:iCs/>
        </w:rPr>
        <w:t xml:space="preserve"> publications (e.g. narrative reviews, text-book chapters, etc.)</w:t>
      </w:r>
    </w:p>
    <w:p w:rsidR="00937745" w:rsidRPr="00BC7CC3" w:rsidRDefault="00D21C6F" w:rsidP="00937745">
      <w:pPr>
        <w:pStyle w:val="EFSABodytext"/>
        <w:ind w:left="720"/>
      </w:pPr>
      <w:sdt>
        <w:sdtPr>
          <w:id w:val="-26642120"/>
          <w:placeholder>
            <w:docPart w:val="63DFFCDEDEBC4DD08DEC7601630BC602"/>
          </w:placeholder>
          <w:showingPlcHdr/>
        </w:sdtPr>
        <w:sdtEndPr/>
        <w:sdtContent>
          <w:r w:rsidR="000F269E" w:rsidRPr="002F48E8">
            <w:rPr>
              <w:rStyle w:val="PlaceholderText"/>
            </w:rPr>
            <w:t>Click here to enter text.</w:t>
          </w:r>
        </w:sdtContent>
      </w:sdt>
    </w:p>
    <w:p w:rsidR="00937745" w:rsidRPr="001F7968" w:rsidRDefault="00937745" w:rsidP="00937745">
      <w:pPr>
        <w:pStyle w:val="EFSABodytext"/>
      </w:pPr>
      <w:r w:rsidRPr="001F7968">
        <w:lastRenderedPageBreak/>
        <w:t>Full reprints of references quoted should be provided in Part 6</w:t>
      </w:r>
      <w:r w:rsidR="00290EDA">
        <w:t xml:space="preserve"> (S</w:t>
      </w:r>
      <w:r>
        <w:t>ection 6.4</w:t>
      </w:r>
      <w:r w:rsidRPr="001F7968">
        <w:t>).</w:t>
      </w:r>
    </w:p>
    <w:p w:rsidR="00937745" w:rsidRPr="00BC7CC3" w:rsidRDefault="00937745" w:rsidP="00030757">
      <w:pPr>
        <w:pStyle w:val="EFSAHeading2"/>
        <w:numPr>
          <w:ilvl w:val="1"/>
          <w:numId w:val="1"/>
        </w:numPr>
        <w:tabs>
          <w:tab w:val="left" w:pos="839"/>
        </w:tabs>
        <w:ind w:left="839" w:hanging="839"/>
        <w:jc w:val="both"/>
      </w:pPr>
      <w:bookmarkStart w:id="41" w:name="_Toc471743571"/>
      <w:r w:rsidRPr="00BC7CC3">
        <w:t>Claims other than those based on the essentiality of nutrients</w:t>
      </w:r>
      <w:bookmarkEnd w:id="41"/>
    </w:p>
    <w:p w:rsidR="00937745" w:rsidRPr="00BC7CC3" w:rsidRDefault="00937745" w:rsidP="00954BD0">
      <w:pPr>
        <w:pStyle w:val="EFSAHeading3"/>
        <w:keepNext/>
        <w:numPr>
          <w:ilvl w:val="2"/>
          <w:numId w:val="1"/>
        </w:numPr>
        <w:tabs>
          <w:tab w:val="left" w:pos="839"/>
        </w:tabs>
        <w:spacing w:before="240" w:after="120" w:line="240" w:lineRule="auto"/>
        <w:ind w:left="851" w:hanging="851"/>
        <w:jc w:val="both"/>
      </w:pPr>
      <w:bookmarkStart w:id="42" w:name="_Toc471743572"/>
      <w:r w:rsidRPr="00BC7CC3">
        <w:t>Identification of published human studies on the relationship between the consumption of the food/constituent and the claimed effect</w:t>
      </w:r>
      <w:r w:rsidRPr="004C1C52">
        <w:rPr>
          <w:rStyle w:val="FootnoteReference"/>
        </w:rPr>
        <w:footnoteReference w:id="19"/>
      </w:r>
      <w:bookmarkEnd w:id="42"/>
      <w:r w:rsidRPr="00BC7CC3">
        <w:t xml:space="preserve">  </w:t>
      </w:r>
    </w:p>
    <w:p w:rsidR="00937745" w:rsidRPr="00BC7CC3" w:rsidRDefault="00937745" w:rsidP="000F269E">
      <w:pPr>
        <w:pStyle w:val="EFSABodytext"/>
      </w:pPr>
      <w:r w:rsidRPr="00BC7CC3">
        <w:rPr>
          <w:szCs w:val="24"/>
        </w:rPr>
        <w:t xml:space="preserve">Published human studies on the relationship between the consumption of the food/constituent and the claimed effect </w:t>
      </w:r>
      <w:r w:rsidRPr="00BC7CC3">
        <w:t>should be identified in a systematic and transparent manner through a comprehensive review of the scientific literature.</w:t>
      </w:r>
      <w:r w:rsidRPr="004C1C52">
        <w:rPr>
          <w:rStyle w:val="FootnoteReference"/>
        </w:rPr>
        <w:footnoteReference w:id="20"/>
      </w:r>
      <w:r w:rsidRPr="00BC7CC3">
        <w:t xml:space="preserve"> </w:t>
      </w:r>
    </w:p>
    <w:p w:rsidR="00937745" w:rsidRPr="00BC7CC3" w:rsidRDefault="00937745" w:rsidP="000F269E">
      <w:pPr>
        <w:pStyle w:val="EFSABodytext"/>
      </w:pPr>
      <w:r w:rsidRPr="00BC7CC3">
        <w:t>The following information on the comprehensive review should be provided, as appropriate:</w:t>
      </w:r>
    </w:p>
    <w:p w:rsidR="00937745" w:rsidRPr="00BC7CC3" w:rsidRDefault="00937745" w:rsidP="005E1ECD">
      <w:pPr>
        <w:pStyle w:val="EFSAHeading4"/>
        <w:numPr>
          <w:ilvl w:val="0"/>
          <w:numId w:val="0"/>
        </w:numPr>
        <w:ind w:left="1021" w:hanging="1021"/>
      </w:pPr>
      <w:r w:rsidRPr="00BC7CC3">
        <w:t>Authorship</w:t>
      </w:r>
    </w:p>
    <w:p w:rsidR="00937745" w:rsidRPr="00BC7CC3" w:rsidRDefault="00937745" w:rsidP="000F269E">
      <w:pPr>
        <w:pStyle w:val="EFSABodytext"/>
      </w:pPr>
      <w:proofErr w:type="gramStart"/>
      <w:r w:rsidRPr="00BC7CC3">
        <w:t>Name, affiliation, declaration of interests and signature of the reviewer(s) responsible for the comprehensive review should be indicated.</w:t>
      </w:r>
      <w:proofErr w:type="gramEnd"/>
      <w:r w:rsidRPr="00BC7CC3">
        <w:t xml:space="preserve">  </w:t>
      </w:r>
    </w:p>
    <w:p w:rsidR="00937745" w:rsidRPr="00BC7CC3" w:rsidRDefault="00D21C6F" w:rsidP="000F269E">
      <w:pPr>
        <w:pStyle w:val="EFSABodytext"/>
        <w:ind w:firstLine="720"/>
      </w:pPr>
      <w:sdt>
        <w:sdtPr>
          <w:id w:val="-39822299"/>
          <w:placeholder>
            <w:docPart w:val="0A6A7CD40E0F45729B23BBBD2A9834D4"/>
          </w:placeholder>
          <w:showingPlcHdr/>
        </w:sdtPr>
        <w:sdtEndPr/>
        <w:sdtContent>
          <w:r w:rsidR="000F269E" w:rsidRPr="002F48E8">
            <w:rPr>
              <w:rStyle w:val="PlaceholderText"/>
            </w:rPr>
            <w:t>Click here to enter text.</w:t>
          </w:r>
        </w:sdtContent>
      </w:sdt>
    </w:p>
    <w:p w:rsidR="00937745" w:rsidRPr="00BC7CC3" w:rsidRDefault="00937745" w:rsidP="005E1ECD">
      <w:pPr>
        <w:pStyle w:val="EFSAHeading4"/>
        <w:numPr>
          <w:ilvl w:val="0"/>
          <w:numId w:val="0"/>
        </w:numPr>
        <w:ind w:left="1021" w:hanging="1021"/>
        <w:rPr>
          <w:i/>
          <w:iCs/>
        </w:rPr>
      </w:pPr>
      <w:r w:rsidRPr="00BC7CC3">
        <w:t>Objectives</w:t>
      </w:r>
    </w:p>
    <w:p w:rsidR="00937745" w:rsidRPr="00BC7CC3" w:rsidRDefault="00937745" w:rsidP="000F269E">
      <w:pPr>
        <w:pStyle w:val="EFSABodytext"/>
      </w:pPr>
      <w:r w:rsidRPr="00BC7CC3">
        <w:t xml:space="preserve">The questions that the comprehensive review aims to address should be clearly specified in relation to the </w:t>
      </w:r>
      <w:r w:rsidRPr="00BC7CC3">
        <w:rPr>
          <w:szCs w:val="24"/>
        </w:rPr>
        <w:t>study</w:t>
      </w:r>
      <w:r>
        <w:rPr>
          <w:szCs w:val="24"/>
        </w:rPr>
        <w:t xml:space="preserve"> group(s)</w:t>
      </w:r>
      <w:r w:rsidRPr="00BC7CC3">
        <w:rPr>
          <w:szCs w:val="24"/>
        </w:rPr>
        <w:t xml:space="preserve">, the </w:t>
      </w:r>
      <w:r w:rsidRPr="00BC7CC3">
        <w:t xml:space="preserve">food/constituent, the comparator (if applicable), the outcome variable(s) used to assess the claimed effect, the methods of measurement which are considered </w:t>
      </w:r>
      <w:r w:rsidRPr="00BC7CC3">
        <w:rPr>
          <w:szCs w:val="24"/>
        </w:rPr>
        <w:t>valid with respect to their analytical characteristics, and the study design(s).</w:t>
      </w:r>
      <w:r w:rsidRPr="00BC7CC3">
        <w:t xml:space="preserve"> </w:t>
      </w:r>
    </w:p>
    <w:p w:rsidR="00937745" w:rsidRPr="00BC7CC3" w:rsidRDefault="00D21C6F" w:rsidP="000F269E">
      <w:pPr>
        <w:pStyle w:val="EFSABodytext"/>
        <w:ind w:firstLine="720"/>
      </w:pPr>
      <w:sdt>
        <w:sdtPr>
          <w:id w:val="1194738505"/>
          <w:placeholder>
            <w:docPart w:val="F06DA5E2C7D3456DADE6C342B96B2F38"/>
          </w:placeholder>
          <w:showingPlcHdr/>
        </w:sdtPr>
        <w:sdtEndPr/>
        <w:sdtContent>
          <w:r w:rsidR="000F269E" w:rsidRPr="002F48E8">
            <w:rPr>
              <w:rStyle w:val="PlaceholderText"/>
            </w:rPr>
            <w:t>Click here to enter text.</w:t>
          </w:r>
        </w:sdtContent>
      </w:sdt>
    </w:p>
    <w:p w:rsidR="00937745" w:rsidRPr="00BC7CC3" w:rsidRDefault="00937745" w:rsidP="005E1ECD">
      <w:pPr>
        <w:pStyle w:val="EFSAHeading4"/>
        <w:numPr>
          <w:ilvl w:val="0"/>
          <w:numId w:val="0"/>
        </w:numPr>
        <w:ind w:left="1021" w:hanging="1021"/>
      </w:pPr>
      <w:r w:rsidRPr="00BC7CC3">
        <w:t>Eligibility criteria</w:t>
      </w:r>
    </w:p>
    <w:p w:rsidR="00937745" w:rsidRPr="00BC7CC3" w:rsidRDefault="00937745" w:rsidP="000F269E">
      <w:pPr>
        <w:pStyle w:val="EFSABodytext"/>
      </w:pPr>
      <w:r w:rsidRPr="00BC7CC3">
        <w:rPr>
          <w:rFonts w:cs="Arial"/>
        </w:rPr>
        <w:t>Specify the inclusion (and exclusion) criteria applied in order to select publications that are considered pertinent to the health claim with respect to the study</w:t>
      </w:r>
      <w:r>
        <w:rPr>
          <w:rFonts w:cs="Arial"/>
        </w:rPr>
        <w:t xml:space="preserve"> group(s)</w:t>
      </w:r>
      <w:r w:rsidRPr="00BC7CC3">
        <w:rPr>
          <w:rFonts w:cs="Arial"/>
        </w:rPr>
        <w:t>, the food/constituent, the comparator (if applicable), the outcome variable(s) used to assess the claimed effect, the methods of measurement, the study design(s), and other characteristics, where appropriate.</w:t>
      </w:r>
    </w:p>
    <w:p w:rsidR="00937745" w:rsidRPr="00BC7CC3" w:rsidRDefault="00D21C6F" w:rsidP="000F269E">
      <w:pPr>
        <w:pStyle w:val="EFSABodytext"/>
        <w:ind w:firstLine="720"/>
      </w:pPr>
      <w:sdt>
        <w:sdtPr>
          <w:id w:val="1750304606"/>
          <w:placeholder>
            <w:docPart w:val="F6D55AFB311F463CBF0F0E388CFD519E"/>
          </w:placeholder>
          <w:showingPlcHdr/>
        </w:sdtPr>
        <w:sdtEndPr/>
        <w:sdtContent>
          <w:r w:rsidR="000F269E" w:rsidRPr="002F48E8">
            <w:rPr>
              <w:rStyle w:val="PlaceholderText"/>
            </w:rPr>
            <w:t>Click here to enter text.</w:t>
          </w:r>
        </w:sdtContent>
      </w:sdt>
    </w:p>
    <w:p w:rsidR="00937745" w:rsidRPr="00BC7CC3" w:rsidRDefault="00937745" w:rsidP="005E1ECD">
      <w:pPr>
        <w:pStyle w:val="EFSAHeading4"/>
        <w:numPr>
          <w:ilvl w:val="0"/>
          <w:numId w:val="0"/>
        </w:numPr>
        <w:ind w:left="1021" w:hanging="1021"/>
      </w:pPr>
      <w:r w:rsidRPr="00BC7CC3">
        <w:t xml:space="preserve">Literature </w:t>
      </w:r>
      <w:r w:rsidRPr="00BC7CC3">
        <w:rPr>
          <w:color w:val="000000" w:themeColor="text1"/>
        </w:rPr>
        <w:t>search and other data sources</w:t>
      </w:r>
    </w:p>
    <w:p w:rsidR="00937745" w:rsidRPr="00BC7CC3" w:rsidRDefault="00937745" w:rsidP="000F269E">
      <w:pPr>
        <w:pStyle w:val="EFSABodytext"/>
      </w:pPr>
      <w:r w:rsidRPr="00BC7CC3">
        <w:t xml:space="preserve">The databases that have been searched should be listed. </w:t>
      </w:r>
    </w:p>
    <w:p w:rsidR="00937745" w:rsidRPr="00BC7CC3" w:rsidRDefault="00D21C6F" w:rsidP="000F269E">
      <w:pPr>
        <w:pStyle w:val="EFSABodytext"/>
        <w:ind w:firstLine="720"/>
      </w:pPr>
      <w:sdt>
        <w:sdtPr>
          <w:id w:val="198134335"/>
          <w:placeholder>
            <w:docPart w:val="B7705C78CB45468BA3BB3730A0333A2D"/>
          </w:placeholder>
          <w:showingPlcHdr/>
        </w:sdtPr>
        <w:sdtEndPr/>
        <w:sdtContent>
          <w:r w:rsidR="000F269E" w:rsidRPr="002F48E8">
            <w:rPr>
              <w:rStyle w:val="PlaceholderText"/>
            </w:rPr>
            <w:t>Click here to enter text.</w:t>
          </w:r>
        </w:sdtContent>
      </w:sdt>
    </w:p>
    <w:p w:rsidR="00937745" w:rsidRPr="00BC7CC3" w:rsidRDefault="00937745" w:rsidP="000F269E">
      <w:pPr>
        <w:pStyle w:val="EFSABodytext"/>
      </w:pPr>
      <w:r w:rsidRPr="00BC7CC3">
        <w:t xml:space="preserve">Please provide the full search strategy, including the terms used, limits used (e.g. publication dates, publication types, languages, population subgroups or default tags), in order to allow replication. Other sources of data used to retrieve pertinent published human studies should be acknowledged (e.g. web sites, hand searching, </w:t>
      </w:r>
      <w:proofErr w:type="gramStart"/>
      <w:r w:rsidRPr="00BC7CC3">
        <w:t>expert</w:t>
      </w:r>
      <w:proofErr w:type="gramEnd"/>
      <w:r w:rsidRPr="00BC7CC3">
        <w:t xml:space="preserve"> knowledge).</w:t>
      </w:r>
    </w:p>
    <w:p w:rsidR="00937745" w:rsidRPr="00BC7CC3" w:rsidRDefault="00D21C6F" w:rsidP="000F269E">
      <w:pPr>
        <w:pStyle w:val="EFSABodytext"/>
        <w:ind w:firstLine="720"/>
      </w:pPr>
      <w:sdt>
        <w:sdtPr>
          <w:id w:val="-612371716"/>
          <w:placeholder>
            <w:docPart w:val="9C2B15DC08BC462E86EDE23D88C2EB6A"/>
          </w:placeholder>
          <w:showingPlcHdr/>
        </w:sdtPr>
        <w:sdtEndPr/>
        <w:sdtContent>
          <w:r w:rsidR="000F269E" w:rsidRPr="002F48E8">
            <w:rPr>
              <w:rStyle w:val="PlaceholderText"/>
            </w:rPr>
            <w:t>Click here to enter text.</w:t>
          </w:r>
        </w:sdtContent>
      </w:sdt>
    </w:p>
    <w:p w:rsidR="00937745" w:rsidRPr="00BC7CC3" w:rsidRDefault="00937745" w:rsidP="00C9160B">
      <w:pPr>
        <w:pStyle w:val="EFSAHeading4"/>
        <w:numPr>
          <w:ilvl w:val="0"/>
          <w:numId w:val="0"/>
        </w:numPr>
        <w:tabs>
          <w:tab w:val="left" w:pos="851"/>
        </w:tabs>
        <w:jc w:val="both"/>
      </w:pPr>
      <w:r w:rsidRPr="00BC7CC3">
        <w:t>Published human studies on the relationship between the consumption of the food/constituent and the claimed effect identified as pertinent to the health claim</w:t>
      </w:r>
    </w:p>
    <w:p w:rsidR="00937745" w:rsidRPr="00BC7CC3" w:rsidRDefault="00937745" w:rsidP="00D2281B">
      <w:pPr>
        <w:pStyle w:val="EFSABodytext"/>
        <w:numPr>
          <w:ilvl w:val="0"/>
          <w:numId w:val="12"/>
        </w:numPr>
      </w:pPr>
      <w:r w:rsidRPr="00BC7CC3">
        <w:t>Provide a reference list of the publications that have been identified through the literature search (and/or other data sources) and which have been considered as pertinent to the health claim (i.e. which meet the eligibility criteria specified above). The reference list should be organised in accordance with the hierarchy of study design and publication type as follows:</w:t>
      </w:r>
    </w:p>
    <w:p w:rsidR="00937745" w:rsidRPr="00BC7CC3" w:rsidRDefault="00937745" w:rsidP="00D2281B">
      <w:pPr>
        <w:pStyle w:val="EFSABodytext"/>
        <w:numPr>
          <w:ilvl w:val="1"/>
          <w:numId w:val="17"/>
        </w:numPr>
        <w:ind w:hanging="589"/>
      </w:pPr>
      <w:r w:rsidRPr="00BC7CC3">
        <w:t xml:space="preserve">Publications reporting on human intervention (efficacy) studies (e.g. randomised controlled </w:t>
      </w:r>
      <w:r>
        <w:t>studie</w:t>
      </w:r>
      <w:r w:rsidRPr="00BC7CC3">
        <w:t xml:space="preserve">s, randomised </w:t>
      </w:r>
      <w:r>
        <w:t>un</w:t>
      </w:r>
      <w:r w:rsidRPr="00BC7CC3">
        <w:t>controlled studies, non-randomised controlled studies, other intervention studies)</w:t>
      </w:r>
    </w:p>
    <w:p w:rsidR="00937745" w:rsidRPr="00BC7CC3" w:rsidRDefault="00D21C6F" w:rsidP="00673853">
      <w:pPr>
        <w:pStyle w:val="EFSABodytext"/>
        <w:ind w:left="851" w:firstLine="589"/>
      </w:pPr>
      <w:sdt>
        <w:sdtPr>
          <w:id w:val="704994872"/>
          <w:placeholder>
            <w:docPart w:val="6096EEF470334016B07388A09D3E892A"/>
          </w:placeholder>
          <w:showingPlcHdr/>
        </w:sdtPr>
        <w:sdtEndPr/>
        <w:sdtContent>
          <w:r w:rsidR="00513285" w:rsidRPr="002F48E8">
            <w:rPr>
              <w:rStyle w:val="PlaceholderText"/>
            </w:rPr>
            <w:t>Click here to enter text.</w:t>
          </w:r>
        </w:sdtContent>
      </w:sdt>
    </w:p>
    <w:p w:rsidR="00937745" w:rsidRPr="00BC7CC3" w:rsidRDefault="00937745" w:rsidP="00D2281B">
      <w:pPr>
        <w:pStyle w:val="EFSABodytext"/>
        <w:numPr>
          <w:ilvl w:val="1"/>
          <w:numId w:val="17"/>
        </w:numPr>
        <w:ind w:hanging="589"/>
      </w:pPr>
      <w:r w:rsidRPr="00BC7CC3">
        <w:t>Publications reporting on human observational studies (e.g. cohort stud</w:t>
      </w:r>
      <w:r w:rsidR="00290EDA">
        <w:t>ies, case–</w:t>
      </w:r>
      <w:r w:rsidRPr="00BC7CC3">
        <w:t>control studies, cross-sectional studies, other observational studies)</w:t>
      </w:r>
    </w:p>
    <w:p w:rsidR="00937745" w:rsidRPr="00BC7CC3" w:rsidRDefault="00D21C6F" w:rsidP="00673853">
      <w:pPr>
        <w:pStyle w:val="EFSABodytext"/>
        <w:ind w:left="1440"/>
      </w:pPr>
      <w:sdt>
        <w:sdtPr>
          <w:id w:val="1456981608"/>
          <w:placeholder>
            <w:docPart w:val="49D1C9EAE126435CB450A5ECDFE635DB"/>
          </w:placeholder>
          <w:showingPlcHdr/>
        </w:sdtPr>
        <w:sdtEndPr/>
        <w:sdtContent>
          <w:r w:rsidR="00513285" w:rsidRPr="002F48E8">
            <w:rPr>
              <w:rStyle w:val="PlaceholderText"/>
            </w:rPr>
            <w:t>Click here to enter text.</w:t>
          </w:r>
        </w:sdtContent>
      </w:sdt>
    </w:p>
    <w:p w:rsidR="00937745" w:rsidRPr="00BC7CC3" w:rsidRDefault="00937745" w:rsidP="00D2281B">
      <w:pPr>
        <w:pStyle w:val="EFSABodytext"/>
        <w:numPr>
          <w:ilvl w:val="1"/>
          <w:numId w:val="17"/>
        </w:numPr>
        <w:ind w:hanging="589"/>
      </w:pPr>
      <w:r w:rsidRPr="00BC7CC3">
        <w:t>Summary publications reporting on human intervention and/or human observational studies (e.g. systematic reviews, pooled analyses, meta-analyses, other review publications)</w:t>
      </w:r>
    </w:p>
    <w:p w:rsidR="00937745" w:rsidRPr="00BC7CC3" w:rsidRDefault="00D21C6F" w:rsidP="00673853">
      <w:pPr>
        <w:pStyle w:val="EFSABodytext"/>
        <w:ind w:left="851" w:firstLine="589"/>
      </w:pPr>
      <w:sdt>
        <w:sdtPr>
          <w:id w:val="-2110811162"/>
          <w:placeholder>
            <w:docPart w:val="09A69DE327354F7FBA1FA2C6C412B7FC"/>
          </w:placeholder>
          <w:showingPlcHdr/>
        </w:sdtPr>
        <w:sdtEndPr/>
        <w:sdtContent>
          <w:r w:rsidR="00513285" w:rsidRPr="002F48E8">
            <w:rPr>
              <w:rStyle w:val="PlaceholderText"/>
            </w:rPr>
            <w:t>Click here to enter text.</w:t>
          </w:r>
        </w:sdtContent>
      </w:sdt>
    </w:p>
    <w:p w:rsidR="00937745" w:rsidRPr="00BC7CC3" w:rsidRDefault="00937745" w:rsidP="00937745">
      <w:pPr>
        <w:pStyle w:val="EFSABodytext"/>
        <w:ind w:left="720"/>
      </w:pPr>
      <w:r w:rsidRPr="00BC7CC3">
        <w:t>Full reprints of the above-mentioned publications shou</w:t>
      </w:r>
      <w:r w:rsidR="00290EDA">
        <w:t>ld also be provided in Part 6 (S</w:t>
      </w:r>
      <w:r w:rsidRPr="00BC7CC3">
        <w:t>ection 6.</w:t>
      </w:r>
      <w:r>
        <w:t>4</w:t>
      </w:r>
      <w:r w:rsidRPr="00BC7CC3">
        <w:t>).</w:t>
      </w:r>
    </w:p>
    <w:p w:rsidR="00937745" w:rsidRPr="00BC7CC3" w:rsidRDefault="00937745" w:rsidP="00D2281B">
      <w:pPr>
        <w:pStyle w:val="EFSABodytext"/>
        <w:numPr>
          <w:ilvl w:val="0"/>
          <w:numId w:val="12"/>
        </w:numPr>
      </w:pPr>
      <w:r w:rsidRPr="00BC7CC3">
        <w:t xml:space="preserve">Please provide a reference list of the publications that have been identified through the literature search (and/or other data </w:t>
      </w:r>
      <w:r w:rsidRPr="00BC7CC3">
        <w:rPr>
          <w:color w:val="000000" w:themeColor="text1"/>
        </w:rPr>
        <w:t xml:space="preserve">sources) on the relationship between the consumption of the food/constituent and the claimed effect, </w:t>
      </w:r>
      <w:r w:rsidRPr="00CD67C5">
        <w:rPr>
          <w:color w:val="000000" w:themeColor="text1"/>
        </w:rPr>
        <w:t xml:space="preserve">which have </w:t>
      </w:r>
      <w:r w:rsidRPr="00CD67C5">
        <w:rPr>
          <w:color w:val="000000" w:themeColor="text1"/>
          <w:u w:val="single"/>
        </w:rPr>
        <w:t>NOT</w:t>
      </w:r>
      <w:r w:rsidRPr="00CD67C5">
        <w:rPr>
          <w:color w:val="000000" w:themeColor="text1"/>
        </w:rPr>
        <w:t xml:space="preserve"> been considered as pertinent to the health claim (i.e. which do NOT meet the </w:t>
      </w:r>
      <w:r w:rsidRPr="00CD67C5">
        <w:t>eligibility criteria specified above).</w:t>
      </w:r>
      <w:r w:rsidRPr="00CD67C5">
        <w:rPr>
          <w:b/>
        </w:rPr>
        <w:t xml:space="preserve"> For each publication, the</w:t>
      </w:r>
      <w:r w:rsidRPr="00CD67C5">
        <w:t xml:space="preserve"> </w:t>
      </w:r>
      <w:r w:rsidRPr="00CD67C5">
        <w:rPr>
          <w:b/>
        </w:rPr>
        <w:t>reason(s)</w:t>
      </w:r>
      <w:r w:rsidRPr="00CD67C5">
        <w:t xml:space="preserve"> </w:t>
      </w:r>
      <w:r w:rsidRPr="00CD67C5">
        <w:rPr>
          <w:b/>
        </w:rPr>
        <w:t>for exclusion</w:t>
      </w:r>
      <w:r w:rsidRPr="00CD67C5">
        <w:t xml:space="preserve"> of the publication from the application should be clearly specified</w:t>
      </w:r>
      <w:r w:rsidRPr="00BC7CC3">
        <w:t xml:space="preserve">. The full text of these publications should NOT be provided in the application. </w:t>
      </w:r>
    </w:p>
    <w:p w:rsidR="00937745" w:rsidRPr="00BC7CC3" w:rsidRDefault="00D21C6F" w:rsidP="00937745">
      <w:pPr>
        <w:pStyle w:val="EFSABodytext"/>
        <w:ind w:left="720"/>
      </w:pPr>
      <w:sdt>
        <w:sdtPr>
          <w:id w:val="1000387330"/>
          <w:placeholder>
            <w:docPart w:val="A74EABFE9A1E423995586B85B4566213"/>
          </w:placeholder>
          <w:showingPlcHdr/>
        </w:sdtPr>
        <w:sdtEndPr/>
        <w:sdtContent>
          <w:r w:rsidR="00513285" w:rsidRPr="002F48E8">
            <w:rPr>
              <w:rStyle w:val="PlaceholderText"/>
            </w:rPr>
            <w:t>Click here to enter text.</w:t>
          </w:r>
        </w:sdtContent>
      </w:sdt>
    </w:p>
    <w:p w:rsidR="00937745" w:rsidRPr="00BC7CC3" w:rsidRDefault="00937745" w:rsidP="00F41BE6">
      <w:pPr>
        <w:pStyle w:val="EFSAHeading3"/>
        <w:keepNext/>
        <w:numPr>
          <w:ilvl w:val="2"/>
          <w:numId w:val="1"/>
        </w:numPr>
        <w:tabs>
          <w:tab w:val="left" w:pos="839"/>
        </w:tabs>
        <w:spacing w:before="240" w:after="120" w:line="240" w:lineRule="auto"/>
        <w:ind w:left="851" w:hanging="851"/>
        <w:jc w:val="both"/>
      </w:pPr>
      <w:bookmarkStart w:id="43" w:name="_Toc471743573"/>
      <w:r w:rsidRPr="00BC7CC3">
        <w:t>Unpublished human studies on the relationship between the consumption of the food/constituent and the claimed effect</w:t>
      </w:r>
      <w:bookmarkEnd w:id="43"/>
    </w:p>
    <w:p w:rsidR="00937745" w:rsidRPr="00BC7CC3" w:rsidRDefault="00937745" w:rsidP="00513285">
      <w:pPr>
        <w:pStyle w:val="EFSABodytext"/>
      </w:pPr>
      <w:r w:rsidRPr="00BC7CC3">
        <w:t>The procedure followed to identify unpublished human studies that are considered as pertinent to the health claim should be depicted.</w:t>
      </w:r>
    </w:p>
    <w:p w:rsidR="00937745" w:rsidRPr="00BC7CC3" w:rsidRDefault="00D21C6F" w:rsidP="00513285">
      <w:pPr>
        <w:pStyle w:val="EFSABodytext"/>
        <w:ind w:left="709"/>
      </w:pPr>
      <w:sdt>
        <w:sdtPr>
          <w:id w:val="1035470277"/>
          <w:placeholder>
            <w:docPart w:val="1BAA2CA675AB43EB96EAD1B0034E8DA3"/>
          </w:placeholder>
          <w:showingPlcHdr/>
        </w:sdtPr>
        <w:sdtEndPr/>
        <w:sdtContent>
          <w:r w:rsidR="00513285" w:rsidRPr="002F48E8">
            <w:rPr>
              <w:rStyle w:val="PlaceholderText"/>
            </w:rPr>
            <w:t>Click here to enter text.</w:t>
          </w:r>
        </w:sdtContent>
      </w:sdt>
    </w:p>
    <w:p w:rsidR="00937745" w:rsidRPr="00BC7CC3" w:rsidRDefault="00937745" w:rsidP="00937745">
      <w:pPr>
        <w:pStyle w:val="EFSABodytext"/>
        <w:rPr>
          <w:b/>
        </w:rPr>
      </w:pPr>
      <w:r w:rsidRPr="00BC7CC3">
        <w:rPr>
          <w:b/>
        </w:rPr>
        <w:t>Reference list of unpublished human studies</w:t>
      </w:r>
    </w:p>
    <w:p w:rsidR="00937745" w:rsidRPr="00BC7CC3" w:rsidRDefault="00937745" w:rsidP="00513285">
      <w:pPr>
        <w:pStyle w:val="EFSABodytext"/>
      </w:pPr>
      <w:r w:rsidRPr="00BC7CC3">
        <w:t>Provide a reference list of any unpublished human (intervention or observational) studies and of any summary publication (systematic reviews/meta-analyses/pooled analyses) reporting on human (intervention or observational) studies which the applicant considers as being pertinent to the health claim. The reference list should be organised in accordance with the hierarchy of study design and publication type, as follows:</w:t>
      </w:r>
    </w:p>
    <w:p w:rsidR="00937745" w:rsidRPr="00BC7CC3" w:rsidRDefault="00937745" w:rsidP="00513285">
      <w:pPr>
        <w:pStyle w:val="EFSABodytext"/>
        <w:numPr>
          <w:ilvl w:val="0"/>
          <w:numId w:val="18"/>
        </w:numPr>
        <w:ind w:left="709" w:hanging="425"/>
      </w:pPr>
      <w:r w:rsidRPr="00BC7CC3">
        <w:t xml:space="preserve">Human intervention (efficacy) studies (e.g. randomised controlled </w:t>
      </w:r>
      <w:r>
        <w:t>studie</w:t>
      </w:r>
      <w:r w:rsidRPr="00BC7CC3">
        <w:t xml:space="preserve">s, randomised </w:t>
      </w:r>
      <w:r>
        <w:t>un</w:t>
      </w:r>
      <w:r w:rsidRPr="00BC7CC3">
        <w:t>controlled studies, non-randomised controlled studies, other intervention studies)</w:t>
      </w:r>
    </w:p>
    <w:p w:rsidR="00937745" w:rsidRPr="00BC7CC3" w:rsidRDefault="00D21C6F" w:rsidP="00513285">
      <w:pPr>
        <w:pStyle w:val="EFSABodytext"/>
        <w:ind w:left="709"/>
      </w:pPr>
      <w:sdt>
        <w:sdtPr>
          <w:id w:val="-1109891501"/>
          <w:placeholder>
            <w:docPart w:val="66F28336579242B09C876D244D8E530B"/>
          </w:placeholder>
          <w:showingPlcHdr/>
        </w:sdtPr>
        <w:sdtEndPr/>
        <w:sdtContent>
          <w:r w:rsidR="00513285" w:rsidRPr="002F48E8">
            <w:rPr>
              <w:rStyle w:val="PlaceholderText"/>
            </w:rPr>
            <w:t>Click here to enter text.</w:t>
          </w:r>
        </w:sdtContent>
      </w:sdt>
    </w:p>
    <w:p w:rsidR="00937745" w:rsidRPr="00BC7CC3" w:rsidRDefault="00937745" w:rsidP="00513285">
      <w:pPr>
        <w:pStyle w:val="EFSABodytext"/>
        <w:numPr>
          <w:ilvl w:val="0"/>
          <w:numId w:val="18"/>
        </w:numPr>
        <w:ind w:left="709" w:hanging="425"/>
      </w:pPr>
      <w:r w:rsidRPr="00BC7CC3">
        <w:t>Human observational stu</w:t>
      </w:r>
      <w:r w:rsidR="00290EDA">
        <w:t>dies (e.g. cohort studies, case–</w:t>
      </w:r>
      <w:r w:rsidRPr="00BC7CC3">
        <w:t>control studies, cross-sectional studies, other observational studies)</w:t>
      </w:r>
    </w:p>
    <w:p w:rsidR="00937745" w:rsidRPr="00BC7CC3" w:rsidRDefault="00D21C6F" w:rsidP="00513285">
      <w:pPr>
        <w:pStyle w:val="EFSABodytext"/>
        <w:ind w:left="709"/>
      </w:pPr>
      <w:sdt>
        <w:sdtPr>
          <w:id w:val="-811559464"/>
          <w:placeholder>
            <w:docPart w:val="5EF60C96428E4393B3B4439F05460A66"/>
          </w:placeholder>
          <w:showingPlcHdr/>
        </w:sdtPr>
        <w:sdtEndPr/>
        <w:sdtContent>
          <w:r w:rsidR="00513285" w:rsidRPr="002F48E8">
            <w:rPr>
              <w:rStyle w:val="PlaceholderText"/>
            </w:rPr>
            <w:t>Click here to enter text.</w:t>
          </w:r>
        </w:sdtContent>
      </w:sdt>
    </w:p>
    <w:p w:rsidR="00937745" w:rsidRPr="00BC7CC3" w:rsidRDefault="00937745" w:rsidP="00513285">
      <w:pPr>
        <w:pStyle w:val="EFSABodytext"/>
        <w:numPr>
          <w:ilvl w:val="0"/>
          <w:numId w:val="18"/>
        </w:numPr>
        <w:ind w:left="709" w:hanging="425"/>
      </w:pPr>
      <w:r w:rsidRPr="00BC7CC3">
        <w:t xml:space="preserve">Summary </w:t>
      </w:r>
      <w:r>
        <w:t>report</w:t>
      </w:r>
      <w:r w:rsidRPr="00BC7CC3">
        <w:t>s of human intervention and/or human observational studies (e.g. systematic reviews, pooled analyses, meta-analyses, other reviews)</w:t>
      </w:r>
    </w:p>
    <w:p w:rsidR="00937745" w:rsidRPr="00BC7CC3" w:rsidRDefault="00D21C6F" w:rsidP="00513285">
      <w:pPr>
        <w:pStyle w:val="EFSABodytext"/>
        <w:ind w:left="709"/>
      </w:pPr>
      <w:sdt>
        <w:sdtPr>
          <w:id w:val="615103716"/>
          <w:placeholder>
            <w:docPart w:val="CAB00109A03B4A659BB08FC30F5A40CE"/>
          </w:placeholder>
          <w:showingPlcHdr/>
        </w:sdtPr>
        <w:sdtEndPr/>
        <w:sdtContent>
          <w:r w:rsidR="00513285" w:rsidRPr="002F48E8">
            <w:rPr>
              <w:rStyle w:val="PlaceholderText"/>
            </w:rPr>
            <w:t>Click here to enter text.</w:t>
          </w:r>
        </w:sdtContent>
      </w:sdt>
    </w:p>
    <w:p w:rsidR="00937745" w:rsidRDefault="00937745" w:rsidP="00937745">
      <w:pPr>
        <w:pStyle w:val="EFSABodytext"/>
        <w:rPr>
          <w:color w:val="000000" w:themeColor="text1"/>
        </w:rPr>
      </w:pPr>
      <w:r w:rsidRPr="00BC7CC3">
        <w:t xml:space="preserve">The full protocol and the full study report of the above-mentioned </w:t>
      </w:r>
      <w:r w:rsidRPr="00BC7CC3">
        <w:rPr>
          <w:color w:val="000000" w:themeColor="text1"/>
        </w:rPr>
        <w:t xml:space="preserve">studies </w:t>
      </w:r>
      <w:r w:rsidRPr="00BC7CC3">
        <w:rPr>
          <w:b/>
          <w:color w:val="000000" w:themeColor="text1"/>
        </w:rPr>
        <w:t>SHOULD</w:t>
      </w:r>
      <w:r w:rsidRPr="00BC7CC3">
        <w:rPr>
          <w:color w:val="000000" w:themeColor="text1"/>
        </w:rPr>
        <w:t xml:space="preserve"> be </w:t>
      </w:r>
      <w:r w:rsidRPr="00BC7CC3">
        <w:t xml:space="preserve">provided in </w:t>
      </w:r>
      <w:r w:rsidRPr="00BC7CC3">
        <w:rPr>
          <w:b/>
        </w:rPr>
        <w:t xml:space="preserve">Part 6 </w:t>
      </w:r>
      <w:r w:rsidR="00290EDA">
        <w:t>(S</w:t>
      </w:r>
      <w:r w:rsidRPr="00BC7CC3">
        <w:t>ection 6</w:t>
      </w:r>
      <w:r>
        <w:t>.5</w:t>
      </w:r>
      <w:r w:rsidRPr="00BC7CC3">
        <w:t>).</w:t>
      </w:r>
      <w:r w:rsidRPr="00BC7CC3">
        <w:rPr>
          <w:color w:val="000000" w:themeColor="text1"/>
        </w:rPr>
        <w:t xml:space="preserve"> </w:t>
      </w:r>
    </w:p>
    <w:p w:rsidR="00937745" w:rsidRPr="00BC7CC3" w:rsidRDefault="00937745" w:rsidP="00937745">
      <w:pPr>
        <w:pStyle w:val="EFSABodytext"/>
        <w:rPr>
          <w:color w:val="000000" w:themeColor="text1"/>
        </w:rPr>
      </w:pPr>
      <w:r w:rsidRPr="00BC7CC3">
        <w:rPr>
          <w:color w:val="000000" w:themeColor="text1"/>
        </w:rPr>
        <w:t>For study reports</w:t>
      </w:r>
      <w:r>
        <w:rPr>
          <w:color w:val="000000" w:themeColor="text1"/>
        </w:rPr>
        <w:t xml:space="preserve"> of human efficacy studies (unpublished and/or proprietary)</w:t>
      </w:r>
      <w:r w:rsidRPr="00BC7CC3">
        <w:rPr>
          <w:color w:val="000000" w:themeColor="text1"/>
        </w:rPr>
        <w:t xml:space="preserve">, please see </w:t>
      </w:r>
      <w:r w:rsidRPr="00BC7CC3">
        <w:rPr>
          <w:b/>
          <w:color w:val="000000" w:themeColor="text1"/>
        </w:rPr>
        <w:t>Appendix C</w:t>
      </w:r>
      <w:r w:rsidRPr="00BC7CC3">
        <w:rPr>
          <w:color w:val="000000" w:themeColor="text1"/>
        </w:rPr>
        <w:t xml:space="preserve"> for the content requirements. </w:t>
      </w:r>
    </w:p>
    <w:p w:rsidR="00937745" w:rsidRPr="00BC7CC3" w:rsidRDefault="00937745" w:rsidP="00030757">
      <w:pPr>
        <w:pStyle w:val="EFSAHeading3"/>
        <w:keepNext/>
        <w:numPr>
          <w:ilvl w:val="2"/>
          <w:numId w:val="1"/>
        </w:numPr>
        <w:tabs>
          <w:tab w:val="left" w:pos="839"/>
        </w:tabs>
        <w:spacing w:before="240" w:after="120" w:line="240" w:lineRule="auto"/>
        <w:ind w:left="851" w:hanging="851"/>
        <w:jc w:val="both"/>
      </w:pPr>
      <w:bookmarkStart w:id="44" w:name="_Toc471743574"/>
      <w:r w:rsidRPr="00BC7CC3">
        <w:t>Published and unpublished supportive evidence</w:t>
      </w:r>
      <w:bookmarkEnd w:id="44"/>
    </w:p>
    <w:p w:rsidR="00937745" w:rsidRPr="00BC7CC3" w:rsidRDefault="00937745" w:rsidP="00937745">
      <w:pPr>
        <w:pStyle w:val="EFSABodytext"/>
      </w:pPr>
      <w:r>
        <w:t>The procedure(</w:t>
      </w:r>
      <w:r w:rsidRPr="00BC7CC3">
        <w:t xml:space="preserve">s) followed to identify published and unpublished studies other than human studies on the relationship between the consumption of the food/constituent and the claimed effect (e.g. bioavailability studies, studies on the mechanism(s) by which a food could exert the claimed effect) should be depicted.   </w:t>
      </w:r>
    </w:p>
    <w:p w:rsidR="00937745" w:rsidRPr="00BC7CC3" w:rsidRDefault="00D21C6F" w:rsidP="00513285">
      <w:pPr>
        <w:pStyle w:val="EFSABodytext"/>
        <w:ind w:left="567"/>
      </w:pPr>
      <w:sdt>
        <w:sdtPr>
          <w:id w:val="-1404909459"/>
          <w:placeholder>
            <w:docPart w:val="3645EB203C874D6B863EA637D7712132"/>
          </w:placeholder>
          <w:showingPlcHdr/>
        </w:sdtPr>
        <w:sdtEndPr/>
        <w:sdtContent>
          <w:r w:rsidR="00513285" w:rsidRPr="002F48E8">
            <w:rPr>
              <w:rStyle w:val="PlaceholderText"/>
            </w:rPr>
            <w:t>Click here to enter text.</w:t>
          </w:r>
        </w:sdtContent>
      </w:sdt>
    </w:p>
    <w:p w:rsidR="00937745" w:rsidRPr="00BC7CC3" w:rsidRDefault="00937745" w:rsidP="00673853">
      <w:pPr>
        <w:pStyle w:val="EFSAHeading4"/>
        <w:numPr>
          <w:ilvl w:val="0"/>
          <w:numId w:val="0"/>
        </w:numPr>
        <w:ind w:left="1021" w:hanging="1021"/>
      </w:pPr>
      <w:r w:rsidRPr="00BC7CC3">
        <w:lastRenderedPageBreak/>
        <w:t xml:space="preserve">Reference list of published/unpublished studies </w:t>
      </w:r>
    </w:p>
    <w:p w:rsidR="00937745" w:rsidRPr="00BC7CC3" w:rsidRDefault="00937745" w:rsidP="00513285">
      <w:pPr>
        <w:pStyle w:val="EFSABodytext"/>
        <w:rPr>
          <w:color w:val="000000" w:themeColor="text1"/>
        </w:rPr>
      </w:pPr>
      <w:r w:rsidRPr="00BC7CC3">
        <w:rPr>
          <w:color w:val="000000" w:themeColor="text1"/>
        </w:rPr>
        <w:t xml:space="preserve">Provide a reference list of the publications/unpublished studies other than human studies on the relationship between the consumption of the food/constituent and the claimed effect which have been considered as pertinent to the health claim. The reference list should be organised in accordance with the hierarchy of study design and publication type, as follows:     </w:t>
      </w:r>
    </w:p>
    <w:p w:rsidR="00937745" w:rsidRPr="00BC7CC3" w:rsidRDefault="00937745" w:rsidP="00F1374D">
      <w:pPr>
        <w:pStyle w:val="EFSABodytext"/>
        <w:ind w:left="709" w:hanging="352"/>
      </w:pPr>
      <w:r w:rsidRPr="00BC7CC3">
        <w:t xml:space="preserve">a) </w:t>
      </w:r>
      <w:r w:rsidR="00513285">
        <w:tab/>
      </w:r>
      <w:proofErr w:type="gramStart"/>
      <w:r w:rsidRPr="00BC7CC3">
        <w:t>human</w:t>
      </w:r>
      <w:proofErr w:type="gramEnd"/>
      <w:r w:rsidRPr="00BC7CC3">
        <w:t xml:space="preserve"> studies</w:t>
      </w:r>
    </w:p>
    <w:p w:rsidR="00937745" w:rsidRPr="00BC7CC3" w:rsidRDefault="00D21C6F" w:rsidP="00F1374D">
      <w:pPr>
        <w:pStyle w:val="EFSABodytext"/>
        <w:ind w:left="709"/>
      </w:pPr>
      <w:sdt>
        <w:sdtPr>
          <w:id w:val="-1612965223"/>
          <w:placeholder>
            <w:docPart w:val="1FBD2BD498264CE388DACB817CE74EDA"/>
          </w:placeholder>
          <w:showingPlcHdr/>
        </w:sdtPr>
        <w:sdtEndPr/>
        <w:sdtContent>
          <w:r w:rsidR="00513285" w:rsidRPr="002F48E8">
            <w:rPr>
              <w:rStyle w:val="PlaceholderText"/>
            </w:rPr>
            <w:t>Click here to enter text.</w:t>
          </w:r>
        </w:sdtContent>
      </w:sdt>
    </w:p>
    <w:p w:rsidR="00937745" w:rsidRPr="00BC7CC3" w:rsidRDefault="00937745" w:rsidP="00F1374D">
      <w:pPr>
        <w:pStyle w:val="EFSABodytext"/>
        <w:ind w:left="709" w:hanging="352"/>
      </w:pPr>
      <w:r w:rsidRPr="00BC7CC3">
        <w:t xml:space="preserve">b) </w:t>
      </w:r>
      <w:r w:rsidR="00513285">
        <w:tab/>
      </w:r>
      <w:proofErr w:type="gramStart"/>
      <w:r w:rsidRPr="00BC7CC3">
        <w:t>animal</w:t>
      </w:r>
      <w:proofErr w:type="gramEnd"/>
      <w:r w:rsidRPr="00BC7CC3">
        <w:t xml:space="preserve"> efficacy studies</w:t>
      </w:r>
    </w:p>
    <w:p w:rsidR="00937745" w:rsidRPr="00BC7CC3" w:rsidRDefault="00D21C6F" w:rsidP="00F1374D">
      <w:pPr>
        <w:pStyle w:val="EFSABodytext"/>
        <w:ind w:left="709"/>
      </w:pPr>
      <w:sdt>
        <w:sdtPr>
          <w:id w:val="-1851939534"/>
          <w:placeholder>
            <w:docPart w:val="BF9D920662974F88BE25BC7DA2939899"/>
          </w:placeholder>
          <w:showingPlcHdr/>
        </w:sdtPr>
        <w:sdtEndPr/>
        <w:sdtContent>
          <w:r w:rsidR="00513285" w:rsidRPr="002F48E8">
            <w:rPr>
              <w:rStyle w:val="PlaceholderText"/>
            </w:rPr>
            <w:t>Click here to enter text.</w:t>
          </w:r>
        </w:sdtContent>
      </w:sdt>
    </w:p>
    <w:p w:rsidR="00937745" w:rsidRPr="00BC7CC3" w:rsidRDefault="00937745" w:rsidP="00F1374D">
      <w:pPr>
        <w:pStyle w:val="EFSABodytext"/>
        <w:ind w:left="709" w:hanging="352"/>
      </w:pPr>
      <w:r w:rsidRPr="00BC7CC3">
        <w:t xml:space="preserve">c) </w:t>
      </w:r>
      <w:r w:rsidR="00513285">
        <w:tab/>
      </w:r>
      <w:proofErr w:type="gramStart"/>
      <w:r w:rsidRPr="00BC7CC3">
        <w:t>other</w:t>
      </w:r>
      <w:proofErr w:type="gramEnd"/>
      <w:r w:rsidRPr="00BC7CC3">
        <w:t xml:space="preserve"> animal studies</w:t>
      </w:r>
    </w:p>
    <w:p w:rsidR="00937745" w:rsidRPr="00BC7CC3" w:rsidRDefault="00D21C6F" w:rsidP="00F1374D">
      <w:pPr>
        <w:pStyle w:val="EFSABodytext"/>
        <w:ind w:left="709"/>
      </w:pPr>
      <w:sdt>
        <w:sdtPr>
          <w:id w:val="524445689"/>
          <w:placeholder>
            <w:docPart w:val="2836C884805C4443B570F00AB7924482"/>
          </w:placeholder>
          <w:showingPlcHdr/>
        </w:sdtPr>
        <w:sdtEndPr/>
        <w:sdtContent>
          <w:r w:rsidR="00F1374D" w:rsidRPr="002F48E8">
            <w:rPr>
              <w:rStyle w:val="PlaceholderText"/>
            </w:rPr>
            <w:t>Click here to enter text.</w:t>
          </w:r>
        </w:sdtContent>
      </w:sdt>
    </w:p>
    <w:p w:rsidR="00937745" w:rsidRPr="00BC7CC3" w:rsidRDefault="00937745" w:rsidP="00F1374D">
      <w:pPr>
        <w:pStyle w:val="EFSABodytext"/>
        <w:ind w:left="709" w:hanging="352"/>
      </w:pPr>
      <w:r w:rsidRPr="00BC7CC3">
        <w:t xml:space="preserve">d) </w:t>
      </w:r>
      <w:r w:rsidR="00513285">
        <w:tab/>
      </w:r>
      <w:proofErr w:type="gramStart"/>
      <w:r w:rsidRPr="00BC7CC3">
        <w:rPr>
          <w:i/>
        </w:rPr>
        <w:t>in</w:t>
      </w:r>
      <w:proofErr w:type="gramEnd"/>
      <w:r w:rsidRPr="00BC7CC3">
        <w:rPr>
          <w:i/>
        </w:rPr>
        <w:t xml:space="preserve"> vitro</w:t>
      </w:r>
      <w:r w:rsidRPr="00BC7CC3">
        <w:t xml:space="preserve"> studies</w:t>
      </w:r>
    </w:p>
    <w:p w:rsidR="00937745" w:rsidRPr="00BC7CC3" w:rsidRDefault="00D21C6F" w:rsidP="00F1374D">
      <w:pPr>
        <w:pStyle w:val="EFSABodytext"/>
        <w:ind w:left="709"/>
      </w:pPr>
      <w:sdt>
        <w:sdtPr>
          <w:id w:val="-561944402"/>
          <w:placeholder>
            <w:docPart w:val="8C0DD5AC32A44CCE9FF508D47C58B804"/>
          </w:placeholder>
          <w:showingPlcHdr/>
        </w:sdtPr>
        <w:sdtEndPr/>
        <w:sdtContent>
          <w:r w:rsidR="00F1374D" w:rsidRPr="002F48E8">
            <w:rPr>
              <w:rStyle w:val="PlaceholderText"/>
            </w:rPr>
            <w:t>Click here to enter text.</w:t>
          </w:r>
        </w:sdtContent>
      </w:sdt>
    </w:p>
    <w:p w:rsidR="00937745" w:rsidRPr="001F7968" w:rsidRDefault="00937745" w:rsidP="00937745">
      <w:pPr>
        <w:pStyle w:val="EFSABodytext"/>
      </w:pPr>
      <w:r w:rsidRPr="001F7968">
        <w:t xml:space="preserve">Full reprints of the above-mentioned publications, and the full protocol and </w:t>
      </w:r>
      <w:r w:rsidRPr="0051529E">
        <w:t>study report for unpublished studies</w:t>
      </w:r>
      <w:r w:rsidRPr="001F7968">
        <w:t>, should also be provided in Part 6</w:t>
      </w:r>
      <w:r w:rsidR="00290EDA">
        <w:t xml:space="preserve"> (Section</w:t>
      </w:r>
      <w:r>
        <w:t xml:space="preserve"> 6.4</w:t>
      </w:r>
      <w:r w:rsidRPr="001F7968">
        <w:t xml:space="preserve"> for published studies </w:t>
      </w:r>
      <w:r>
        <w:t xml:space="preserve">and </w:t>
      </w:r>
      <w:r w:rsidR="00290EDA">
        <w:t xml:space="preserve">Section </w:t>
      </w:r>
      <w:r>
        <w:t>6.5</w:t>
      </w:r>
      <w:r w:rsidRPr="001F7968">
        <w:t xml:space="preserve"> for unpublished studies).</w:t>
      </w:r>
    </w:p>
    <w:p w:rsidR="00937745" w:rsidRPr="00583F5D" w:rsidRDefault="00937745" w:rsidP="00937745">
      <w:pPr>
        <w:pStyle w:val="EFSABodytext"/>
      </w:pPr>
    </w:p>
    <w:p w:rsidR="00937745" w:rsidRPr="00BC7CC3" w:rsidRDefault="00937745" w:rsidP="00D2281B">
      <w:pPr>
        <w:pStyle w:val="EFSAHeading1"/>
        <w:keepNext/>
        <w:numPr>
          <w:ilvl w:val="0"/>
          <w:numId w:val="1"/>
        </w:numPr>
        <w:tabs>
          <w:tab w:val="left" w:pos="839"/>
        </w:tabs>
        <w:ind w:left="839" w:hanging="839"/>
        <w:outlineLvl w:val="0"/>
      </w:pPr>
      <w:bookmarkStart w:id="45" w:name="_Toc471743575"/>
      <w:r w:rsidRPr="00BC7CC3">
        <w:t>Part 5: Overall summary of pertinent scientific data</w:t>
      </w:r>
      <w:bookmarkEnd w:id="45"/>
    </w:p>
    <w:p w:rsidR="00937745" w:rsidRPr="00BC7CC3" w:rsidRDefault="00937745" w:rsidP="00F1374D">
      <w:pPr>
        <w:pStyle w:val="EFSABodytext"/>
        <w:rPr>
          <w:color w:val="000000" w:themeColor="text1"/>
        </w:rPr>
      </w:pPr>
      <w:r w:rsidRPr="00BC7CC3">
        <w:t xml:space="preserve">The scope </w:t>
      </w:r>
      <w:r w:rsidRPr="00BC7CC3">
        <w:rPr>
          <w:color w:val="000000" w:themeColor="text1"/>
        </w:rPr>
        <w:t xml:space="preserve">of this section is to critically and concisely summarise the extent to which the relationship between the consumption of the food/constituent and the claimed effect is supported by the totality of the evidence identified as pertinent to the health claim in </w:t>
      </w:r>
      <w:r w:rsidRPr="00BC7CC3">
        <w:rPr>
          <w:b/>
          <w:color w:val="000000" w:themeColor="text1"/>
        </w:rPr>
        <w:t>Part 4</w:t>
      </w:r>
      <w:r w:rsidRPr="00BC7CC3">
        <w:rPr>
          <w:color w:val="000000" w:themeColor="text1"/>
        </w:rPr>
        <w:t xml:space="preserve"> of the application.</w:t>
      </w:r>
    </w:p>
    <w:p w:rsidR="00937745" w:rsidRPr="00BC7CC3" w:rsidRDefault="00937745" w:rsidP="00F1374D">
      <w:pPr>
        <w:pStyle w:val="EFSABodytext"/>
        <w:rPr>
          <w:color w:val="000000" w:themeColor="text1"/>
        </w:rPr>
      </w:pPr>
      <w:r w:rsidRPr="00F1374D">
        <w:rPr>
          <w:color w:val="000000" w:themeColor="text1"/>
        </w:rPr>
        <w:t>Note</w:t>
      </w:r>
      <w:r w:rsidRPr="00BC7CC3">
        <w:rPr>
          <w:color w:val="000000" w:themeColor="text1"/>
        </w:rPr>
        <w:t>: No new/additional references should be cited in Part 5, exce</w:t>
      </w:r>
      <w:r w:rsidR="00C225F4">
        <w:rPr>
          <w:color w:val="000000" w:themeColor="text1"/>
        </w:rPr>
        <w:t>pt those identified in Part 4.</w:t>
      </w:r>
    </w:p>
    <w:p w:rsidR="00937745" w:rsidRPr="009E377C" w:rsidRDefault="00937745" w:rsidP="00D2281B">
      <w:pPr>
        <w:pStyle w:val="EFSAHeading2"/>
        <w:numPr>
          <w:ilvl w:val="1"/>
          <w:numId w:val="1"/>
        </w:numPr>
        <w:tabs>
          <w:tab w:val="left" w:pos="839"/>
        </w:tabs>
        <w:ind w:left="839" w:hanging="839"/>
        <w:jc w:val="both"/>
      </w:pPr>
      <w:bookmarkStart w:id="46" w:name="_Toc471743576"/>
      <w:r w:rsidRPr="009E377C">
        <w:t>Claims based on the essentiality of nutrients</w:t>
      </w:r>
      <w:r w:rsidRPr="00DC2F55">
        <w:rPr>
          <w:rStyle w:val="FootnoteReference"/>
        </w:rPr>
        <w:footnoteReference w:id="21"/>
      </w:r>
      <w:bookmarkEnd w:id="46"/>
    </w:p>
    <w:p w:rsidR="00937745" w:rsidRPr="00BC7CC3" w:rsidRDefault="00937745" w:rsidP="00937745">
      <w:pPr>
        <w:pStyle w:val="EFSABodytext"/>
        <w:ind w:left="567" w:hanging="567"/>
        <w:rPr>
          <w:color w:val="000000" w:themeColor="text1"/>
        </w:rPr>
      </w:pPr>
      <w:r w:rsidRPr="00BC7CC3">
        <w:rPr>
          <w:color w:val="000000" w:themeColor="text1"/>
        </w:rPr>
        <w:t xml:space="preserve">Provide a reasoned and concise summary on the extent to which:  </w:t>
      </w:r>
    </w:p>
    <w:p w:rsidR="00937745" w:rsidRPr="00BC7CC3" w:rsidRDefault="00937745" w:rsidP="00F1374D">
      <w:pPr>
        <w:pStyle w:val="EFSABodytext"/>
        <w:numPr>
          <w:ilvl w:val="0"/>
          <w:numId w:val="19"/>
        </w:numPr>
        <w:ind w:left="709" w:hanging="352"/>
      </w:pPr>
      <w:proofErr w:type="gramStart"/>
      <w:r w:rsidRPr="00BC7CC3">
        <w:t>the</w:t>
      </w:r>
      <w:proofErr w:type="gramEnd"/>
      <w:r w:rsidRPr="00BC7CC3">
        <w:t xml:space="preserve"> food/constituent is required for normal human body function(s)</w:t>
      </w:r>
      <w:r w:rsidR="00600A3C">
        <w:t>,</w:t>
      </w:r>
      <w:r w:rsidRPr="00BC7CC3">
        <w:t xml:space="preserve"> i.e. it has an essential mechanistic role in a metabolic function and/or it has the ability to reverse clinical signs and symptoms of its deficiency. Please provide a rationale for the relationship between the metabolic function and/or the specific clinical signs and symptoms of deficiency and the human body function that is the subject of the health claim.</w:t>
      </w:r>
    </w:p>
    <w:p w:rsidR="00937745" w:rsidRPr="00BC7CC3" w:rsidRDefault="00D21C6F" w:rsidP="00F1374D">
      <w:pPr>
        <w:pStyle w:val="EFSABodytext"/>
        <w:ind w:left="709"/>
      </w:pPr>
      <w:sdt>
        <w:sdtPr>
          <w:id w:val="-2078042336"/>
          <w:showingPlcHdr/>
        </w:sdtPr>
        <w:sdtEndPr/>
        <w:sdtContent>
          <w:r>
            <w:t xml:space="preserve">     </w:t>
          </w:r>
        </w:sdtContent>
      </w:sdt>
    </w:p>
    <w:p w:rsidR="00937745" w:rsidRPr="00BC7CC3" w:rsidRDefault="00937745" w:rsidP="00F1374D">
      <w:pPr>
        <w:pStyle w:val="EFSABodytext"/>
        <w:numPr>
          <w:ilvl w:val="0"/>
          <w:numId w:val="19"/>
        </w:numPr>
        <w:ind w:left="709" w:hanging="352"/>
      </w:pPr>
      <w:proofErr w:type="gramStart"/>
      <w:r w:rsidRPr="00BC7CC3">
        <w:t>the</w:t>
      </w:r>
      <w:proofErr w:type="gramEnd"/>
      <w:r w:rsidRPr="00BC7CC3">
        <w:t xml:space="preserve"> food/constituent cannot be synthesised by the body, or cannot be synthesised in amounts which are adequate to maintain the normal body function that is the subject of the health claim.</w:t>
      </w:r>
    </w:p>
    <w:p w:rsidR="00937745" w:rsidRPr="00BC7CC3" w:rsidRDefault="00D21C6F" w:rsidP="00F1374D">
      <w:pPr>
        <w:pStyle w:val="EFSABodytext"/>
        <w:ind w:left="709"/>
      </w:pPr>
      <w:sdt>
        <w:sdtPr>
          <w:id w:val="-677351295"/>
          <w:showingPlcHdr/>
        </w:sdtPr>
        <w:sdtEndPr/>
        <w:sdtContent>
          <w:r>
            <w:t xml:space="preserve">     </w:t>
          </w:r>
        </w:sdtContent>
      </w:sdt>
    </w:p>
    <w:p w:rsidR="00937745" w:rsidRPr="00BC7CC3" w:rsidRDefault="00937745" w:rsidP="00F1374D">
      <w:pPr>
        <w:pStyle w:val="EFSABodytext"/>
        <w:numPr>
          <w:ilvl w:val="0"/>
          <w:numId w:val="19"/>
        </w:numPr>
        <w:ind w:left="709" w:hanging="352"/>
      </w:pPr>
      <w:proofErr w:type="gramStart"/>
      <w:r w:rsidRPr="00BC7CC3">
        <w:t>the</w:t>
      </w:r>
      <w:proofErr w:type="gramEnd"/>
      <w:r w:rsidRPr="00BC7CC3">
        <w:t xml:space="preserve"> food/constituent must be obtained from a dietary source (i.e. a source which is appropriate for human oral consumption).</w:t>
      </w:r>
    </w:p>
    <w:p w:rsidR="00937745" w:rsidRPr="00BC7CC3" w:rsidRDefault="00D21C6F" w:rsidP="00F1374D">
      <w:pPr>
        <w:pStyle w:val="EFSABodytext"/>
        <w:ind w:left="709"/>
      </w:pPr>
      <w:sdt>
        <w:sdtPr>
          <w:id w:val="-1748021847"/>
          <w:showingPlcHdr/>
        </w:sdtPr>
        <w:sdtEndPr/>
        <w:sdtContent>
          <w:r>
            <w:t xml:space="preserve">     </w:t>
          </w:r>
        </w:sdtContent>
      </w:sdt>
    </w:p>
    <w:p w:rsidR="00937745" w:rsidRPr="00583F5D" w:rsidRDefault="00937745" w:rsidP="00937745">
      <w:pPr>
        <w:pStyle w:val="EFSABodytext"/>
      </w:pPr>
      <w:r w:rsidRPr="00583F5D">
        <w:t xml:space="preserve">Cross-references to the pertinent scientific data identified in Part 4 </w:t>
      </w:r>
      <w:r w:rsidR="00600A3C">
        <w:t>(S</w:t>
      </w:r>
      <w:r w:rsidRPr="00583F5D">
        <w:t>ection 4.1) should be given, where appropriate.</w:t>
      </w:r>
    </w:p>
    <w:p w:rsidR="00937745" w:rsidRPr="00BC7CC3" w:rsidRDefault="00937745" w:rsidP="00D2281B">
      <w:pPr>
        <w:pStyle w:val="EFSAHeading2"/>
        <w:numPr>
          <w:ilvl w:val="1"/>
          <w:numId w:val="1"/>
        </w:numPr>
        <w:tabs>
          <w:tab w:val="left" w:pos="839"/>
        </w:tabs>
        <w:ind w:left="839" w:hanging="839"/>
        <w:jc w:val="both"/>
      </w:pPr>
      <w:bookmarkStart w:id="47" w:name="_Toc471743577"/>
      <w:r w:rsidRPr="00BC7CC3">
        <w:t>Claims other than those based on the essentiality of nutrients</w:t>
      </w:r>
      <w:bookmarkEnd w:id="47"/>
      <w:r w:rsidRPr="00BC7CC3" w:rsidDel="00732A6D">
        <w:t xml:space="preserve"> </w:t>
      </w:r>
    </w:p>
    <w:p w:rsidR="00937745" w:rsidRPr="00BC7CC3" w:rsidRDefault="00600A3C" w:rsidP="00F1374D">
      <w:pPr>
        <w:pStyle w:val="EFSABodytext"/>
      </w:pPr>
      <w:r>
        <w:t>The scope of S</w:t>
      </w:r>
      <w:r w:rsidR="00937745" w:rsidRPr="00BC7CC3">
        <w:t>ections 5.2.1 and 5.2.</w:t>
      </w:r>
      <w:r w:rsidR="00937745" w:rsidRPr="00BC7CC3">
        <w:rPr>
          <w:color w:val="000000" w:themeColor="text1"/>
        </w:rPr>
        <w:t xml:space="preserve">2 is to critically and concisely summarise the extent to which the relationship between the consumption of food/constituent and the claimed effect is supported </w:t>
      </w:r>
      <w:r w:rsidR="00937745" w:rsidRPr="00BC7CC3">
        <w:t xml:space="preserve">by the totality of (published and unpublished) human studies identified as pertinent </w:t>
      </w:r>
      <w:r>
        <w:t xml:space="preserve">to the health claim in </w:t>
      </w:r>
      <w:r>
        <w:lastRenderedPageBreak/>
        <w:t>Part 4 (S</w:t>
      </w:r>
      <w:r w:rsidR="00937745" w:rsidRPr="00BC7CC3">
        <w:t xml:space="preserve">ections 4.2.1 and 4.2.2) of the application. Cross-references to pertinent human studies (intervention or observational) should be given, as appropriate. </w:t>
      </w:r>
    </w:p>
    <w:p w:rsidR="00937745" w:rsidRPr="00BC7CC3" w:rsidRDefault="00937745" w:rsidP="00D2281B">
      <w:pPr>
        <w:pStyle w:val="EFSAHeading3"/>
        <w:keepNext/>
        <w:numPr>
          <w:ilvl w:val="2"/>
          <w:numId w:val="1"/>
        </w:numPr>
        <w:tabs>
          <w:tab w:val="left" w:pos="839"/>
        </w:tabs>
        <w:spacing w:before="240" w:after="120" w:line="240" w:lineRule="auto"/>
        <w:ind w:left="851" w:hanging="851"/>
        <w:jc w:val="both"/>
      </w:pPr>
      <w:bookmarkStart w:id="48" w:name="_Toc471743578"/>
      <w:r w:rsidRPr="00BC7CC3">
        <w:t>Substantiation of a causal relationship between the consumption of the food/constituent and the claimed effect</w:t>
      </w:r>
      <w:bookmarkEnd w:id="48"/>
      <w:r w:rsidRPr="00BC7CC3">
        <w:t xml:space="preserve"> </w:t>
      </w:r>
    </w:p>
    <w:p w:rsidR="00937745" w:rsidRPr="00BC7CC3" w:rsidRDefault="00937745" w:rsidP="00F1374D">
      <w:pPr>
        <w:pStyle w:val="EFSABodytext"/>
      </w:pPr>
      <w:r w:rsidRPr="00BC7CC3">
        <w:t>The extent to which the data substantiate a causal relationship between the consumption of the food/constituent and the claimed effect should be addressed by considering:</w:t>
      </w:r>
    </w:p>
    <w:p w:rsidR="00937745" w:rsidRPr="00BC7CC3" w:rsidRDefault="00937745" w:rsidP="007F0A16">
      <w:pPr>
        <w:pStyle w:val="EFSABullet1"/>
        <w:numPr>
          <w:ilvl w:val="0"/>
          <w:numId w:val="20"/>
        </w:numPr>
      </w:pPr>
      <w:r w:rsidRPr="00BC7CC3">
        <w:t>the specificity of the effect</w:t>
      </w:r>
      <w:r w:rsidR="00600A3C">
        <w:t>;</w:t>
      </w:r>
    </w:p>
    <w:p w:rsidR="00937745" w:rsidRPr="00BC7CC3" w:rsidRDefault="00600A3C" w:rsidP="007F0A16">
      <w:pPr>
        <w:pStyle w:val="EFSABullet1"/>
        <w:numPr>
          <w:ilvl w:val="0"/>
          <w:numId w:val="20"/>
        </w:numPr>
      </w:pPr>
      <w:r>
        <w:t>the dose</w:t>
      </w:r>
      <w:r>
        <w:softHyphen/>
      </w:r>
      <w:r>
        <w:softHyphen/>
      </w:r>
      <w:r>
        <w:softHyphen/>
      </w:r>
      <w:r>
        <w:softHyphen/>
        <w:t>–</w:t>
      </w:r>
      <w:r w:rsidR="00937745" w:rsidRPr="00BC7CC3">
        <w:t>response relationship</w:t>
      </w:r>
      <w:r>
        <w:t>;</w:t>
      </w:r>
    </w:p>
    <w:p w:rsidR="00937745" w:rsidRPr="00BC7CC3" w:rsidRDefault="00937745" w:rsidP="007F0A16">
      <w:pPr>
        <w:pStyle w:val="EFSABullet1"/>
        <w:numPr>
          <w:ilvl w:val="0"/>
          <w:numId w:val="20"/>
        </w:numPr>
      </w:pPr>
      <w:r w:rsidRPr="00BC7CC3">
        <w:t>the magnitude of the effect and its physiological relevance</w:t>
      </w:r>
      <w:r w:rsidR="00600A3C">
        <w:t>;</w:t>
      </w:r>
    </w:p>
    <w:p w:rsidR="00937745" w:rsidRPr="00BC7CC3" w:rsidRDefault="00937745" w:rsidP="007F0A16">
      <w:pPr>
        <w:pStyle w:val="EFSABullet1"/>
        <w:numPr>
          <w:ilvl w:val="0"/>
          <w:numId w:val="20"/>
        </w:numPr>
      </w:pPr>
      <w:proofErr w:type="gramStart"/>
      <w:r w:rsidRPr="00BC7CC3">
        <w:t>the</w:t>
      </w:r>
      <w:proofErr w:type="gramEnd"/>
      <w:r w:rsidRPr="00BC7CC3">
        <w:t xml:space="preserve"> consistency of the effect across studies</w:t>
      </w:r>
      <w:r w:rsidRPr="00BC7CC3" w:rsidDel="001A3BC2">
        <w:t xml:space="preserve"> </w:t>
      </w:r>
      <w:r>
        <w:t>(</w:t>
      </w:r>
      <w:r w:rsidRPr="007B18FF">
        <w:t>consistent results obtained from studies by different research groups and/or in different settings strengthen the evidence</w:t>
      </w:r>
      <w:r>
        <w:t>).</w:t>
      </w:r>
    </w:p>
    <w:p w:rsidR="00937745" w:rsidRPr="00BC7CC3" w:rsidRDefault="00D21C6F" w:rsidP="007F0A16">
      <w:pPr>
        <w:pStyle w:val="EFSABullet1"/>
        <w:numPr>
          <w:ilvl w:val="0"/>
          <w:numId w:val="0"/>
        </w:numPr>
        <w:ind w:left="720" w:hanging="11"/>
      </w:pPr>
      <w:sdt>
        <w:sdtPr>
          <w:id w:val="83194056"/>
          <w:showingPlcHdr/>
        </w:sdtPr>
        <w:sdtEndPr/>
        <w:sdtContent>
          <w:r>
            <w:t xml:space="preserve">     </w:t>
          </w:r>
        </w:sdtContent>
      </w:sdt>
    </w:p>
    <w:p w:rsidR="00937745" w:rsidRPr="00BC7CC3" w:rsidRDefault="00937745" w:rsidP="00D2281B">
      <w:pPr>
        <w:pStyle w:val="EFSAHeading3"/>
        <w:keepNext/>
        <w:numPr>
          <w:ilvl w:val="2"/>
          <w:numId w:val="1"/>
        </w:numPr>
        <w:tabs>
          <w:tab w:val="left" w:pos="839"/>
        </w:tabs>
        <w:spacing w:before="240" w:after="120" w:line="240" w:lineRule="auto"/>
        <w:ind w:left="851" w:hanging="851"/>
        <w:jc w:val="both"/>
      </w:pPr>
      <w:bookmarkStart w:id="49" w:name="_Toc471743579"/>
      <w:r w:rsidRPr="00BC7CC3">
        <w:t>Characterisation of the relationship between the consumption of the food/constituent and the claimed effect</w:t>
      </w:r>
      <w:bookmarkEnd w:id="49"/>
      <w:r w:rsidRPr="00BC7CC3" w:rsidDel="001A3BC2">
        <w:t xml:space="preserve"> </w:t>
      </w:r>
      <w:r w:rsidRPr="00BC7CC3">
        <w:t xml:space="preserve"> </w:t>
      </w:r>
    </w:p>
    <w:p w:rsidR="00937745" w:rsidRPr="00BC7CC3" w:rsidRDefault="00937745" w:rsidP="00F1374D">
      <w:pPr>
        <w:pStyle w:val="EFSABodytext"/>
      </w:pPr>
      <w:r w:rsidRPr="00BC7CC3">
        <w:t>The relationship between the consumption of the food/constituent and the claimed effect should be characterised by considering:</w:t>
      </w:r>
    </w:p>
    <w:p w:rsidR="00937745" w:rsidRPr="00BC7CC3" w:rsidRDefault="00937745" w:rsidP="00D2281B">
      <w:pPr>
        <w:pStyle w:val="EFSABullet1"/>
        <w:numPr>
          <w:ilvl w:val="0"/>
          <w:numId w:val="21"/>
        </w:numPr>
      </w:pPr>
      <w:r w:rsidRPr="00BC7CC3">
        <w:t xml:space="preserve">the study </w:t>
      </w:r>
      <w:r>
        <w:t>group(s)</w:t>
      </w:r>
      <w:r w:rsidRPr="00BC7CC3">
        <w:t xml:space="preserve"> in which the effect has been demonstrated and whether study </w:t>
      </w:r>
      <w:r>
        <w:t>group</w:t>
      </w:r>
      <w:r w:rsidRPr="00BC7CC3">
        <w:t>s are represen</w:t>
      </w:r>
      <w:r w:rsidR="00240C5D">
        <w:t>tative of the target population;</w:t>
      </w:r>
    </w:p>
    <w:p w:rsidR="00937745" w:rsidRPr="00BC7CC3" w:rsidRDefault="00937745" w:rsidP="00D2281B">
      <w:pPr>
        <w:pStyle w:val="EFSABullet1"/>
        <w:numPr>
          <w:ilvl w:val="0"/>
          <w:numId w:val="21"/>
        </w:numPr>
      </w:pPr>
      <w:proofErr w:type="gramStart"/>
      <w:r w:rsidRPr="00BC7CC3">
        <w:t>the</w:t>
      </w:r>
      <w:proofErr w:type="gramEnd"/>
      <w:r w:rsidRPr="00BC7CC3">
        <w:t xml:space="preserve"> conditions under which the effect has been achieved (metabolic room, clinical settin</w:t>
      </w:r>
      <w:r w:rsidR="00240C5D">
        <w:t>g, free-living subjects, etc.);</w:t>
      </w:r>
    </w:p>
    <w:p w:rsidR="00937745" w:rsidRDefault="00937745" w:rsidP="00D2281B">
      <w:pPr>
        <w:pStyle w:val="EFSABullet1"/>
        <w:numPr>
          <w:ilvl w:val="0"/>
          <w:numId w:val="21"/>
        </w:numPr>
      </w:pPr>
      <w:r w:rsidRPr="00BC7CC3">
        <w:t>the sustainability of the effect over time with continuous consumption of the food/constituent, where applicable</w:t>
      </w:r>
      <w:r w:rsidR="00240C5D">
        <w:t>;</w:t>
      </w:r>
    </w:p>
    <w:p w:rsidR="00937745" w:rsidRPr="00BC7CC3" w:rsidRDefault="00937745" w:rsidP="007F0A16">
      <w:pPr>
        <w:pStyle w:val="EFSABullet1"/>
        <w:numPr>
          <w:ilvl w:val="0"/>
          <w:numId w:val="21"/>
        </w:numPr>
      </w:pPr>
      <w:r w:rsidRPr="00BC7CC3">
        <w:t>the lowest effective dose, when available</w:t>
      </w:r>
      <w:r w:rsidR="00240C5D">
        <w:t>;</w:t>
      </w:r>
    </w:p>
    <w:p w:rsidR="00937745" w:rsidRPr="00BC7CC3" w:rsidRDefault="00937745" w:rsidP="00D2281B">
      <w:pPr>
        <w:pStyle w:val="EFSABullet1"/>
        <w:numPr>
          <w:ilvl w:val="0"/>
          <w:numId w:val="20"/>
        </w:numPr>
      </w:pPr>
      <w:proofErr w:type="gramStart"/>
      <w:r w:rsidRPr="00BC7CC3">
        <w:t>the</w:t>
      </w:r>
      <w:proofErr w:type="gramEnd"/>
      <w:r w:rsidRPr="00BC7CC3">
        <w:t xml:space="preserve"> amount of the food/constituent used to achieve the effect, the usual intakes of the food/constituent in the target population, and whether these amounts could be reasonably consumed as part of a balanced diet.</w:t>
      </w:r>
    </w:p>
    <w:p w:rsidR="00937745" w:rsidRPr="00BC7CC3" w:rsidRDefault="00D21C6F" w:rsidP="00021095">
      <w:pPr>
        <w:pStyle w:val="EFSABullet1"/>
        <w:numPr>
          <w:ilvl w:val="0"/>
          <w:numId w:val="0"/>
        </w:numPr>
        <w:ind w:firstLine="720"/>
      </w:pPr>
      <w:sdt>
        <w:sdtPr>
          <w:id w:val="-2048065645"/>
          <w:showingPlcHdr/>
        </w:sdtPr>
        <w:sdtEndPr/>
        <w:sdtContent>
          <w:r>
            <w:t xml:space="preserve">     </w:t>
          </w:r>
        </w:sdtContent>
      </w:sdt>
    </w:p>
    <w:p w:rsidR="00937745" w:rsidRPr="00BC7CC3" w:rsidRDefault="00937745" w:rsidP="00D2281B">
      <w:pPr>
        <w:pStyle w:val="EFSAHeading3"/>
        <w:keepNext/>
        <w:numPr>
          <w:ilvl w:val="2"/>
          <w:numId w:val="1"/>
        </w:numPr>
        <w:tabs>
          <w:tab w:val="left" w:pos="839"/>
        </w:tabs>
        <w:spacing w:before="240" w:after="120" w:line="240" w:lineRule="auto"/>
        <w:ind w:left="851" w:hanging="851"/>
      </w:pPr>
      <w:bookmarkStart w:id="50" w:name="_Toc471743580"/>
      <w:r w:rsidRPr="00BC7CC3">
        <w:t>Supportive evidence</w:t>
      </w:r>
      <w:bookmarkEnd w:id="50"/>
      <w:r w:rsidRPr="00BC7CC3">
        <w:t xml:space="preserve"> </w:t>
      </w:r>
    </w:p>
    <w:p w:rsidR="00937745" w:rsidRPr="00BC7CC3" w:rsidRDefault="00937745" w:rsidP="00021095">
      <w:pPr>
        <w:pStyle w:val="EFSAHeading4"/>
        <w:numPr>
          <w:ilvl w:val="0"/>
          <w:numId w:val="0"/>
        </w:numPr>
        <w:ind w:left="1021" w:hanging="1021"/>
      </w:pPr>
      <w:r w:rsidRPr="00BC7CC3">
        <w:t>Bioavailability</w:t>
      </w:r>
    </w:p>
    <w:p w:rsidR="00937745" w:rsidRPr="00BC7CC3" w:rsidRDefault="00937745" w:rsidP="00F1374D">
      <w:pPr>
        <w:pStyle w:val="EFSABodytext"/>
        <w:rPr>
          <w:color w:val="000000" w:themeColor="text1"/>
        </w:rPr>
      </w:pPr>
      <w:r w:rsidRPr="00BC7CC3">
        <w:rPr>
          <w:color w:val="000000" w:themeColor="text1"/>
        </w:rPr>
        <w:t xml:space="preserve">Where applicable, concisely summarise the relevant data and rationale to support that the food/constituent for which the health claim is made is in a form that is available to be used by the human body. </w:t>
      </w:r>
    </w:p>
    <w:p w:rsidR="00937745" w:rsidRPr="00BC7CC3" w:rsidRDefault="00D21C6F" w:rsidP="00F1374D">
      <w:pPr>
        <w:pStyle w:val="EFSABodytext"/>
        <w:ind w:firstLine="720"/>
        <w:rPr>
          <w:color w:val="000000" w:themeColor="text1"/>
          <w:highlight w:val="yellow"/>
        </w:rPr>
      </w:pPr>
      <w:sdt>
        <w:sdtPr>
          <w:id w:val="134144236"/>
          <w:showingPlcHdr/>
        </w:sdtPr>
        <w:sdtEndPr/>
        <w:sdtContent>
          <w:r>
            <w:t xml:space="preserve">     </w:t>
          </w:r>
        </w:sdtContent>
      </w:sdt>
    </w:p>
    <w:p w:rsidR="00937745" w:rsidRPr="00BC7CC3" w:rsidRDefault="00937745" w:rsidP="00F1374D">
      <w:pPr>
        <w:pStyle w:val="EFSABodytext"/>
        <w:rPr>
          <w:color w:val="000000" w:themeColor="text1"/>
        </w:rPr>
      </w:pPr>
      <w:r w:rsidRPr="00BC7CC3">
        <w:rPr>
          <w:color w:val="000000" w:themeColor="text1"/>
        </w:rPr>
        <w:t>If available, describe any factors (e.g. formulation and processing) that could affect the absorption or utilisation in the body of the food/constituent for which the health claim is made.</w:t>
      </w:r>
    </w:p>
    <w:p w:rsidR="00937745" w:rsidRPr="00BC7CC3" w:rsidRDefault="00D21C6F" w:rsidP="00F1374D">
      <w:pPr>
        <w:pStyle w:val="EFSABodytext"/>
        <w:ind w:firstLine="720"/>
      </w:pPr>
      <w:sdt>
        <w:sdtPr>
          <w:id w:val="-1348174508"/>
          <w:showingPlcHdr/>
        </w:sdtPr>
        <w:sdtEndPr/>
        <w:sdtContent>
          <w:r>
            <w:t xml:space="preserve">     </w:t>
          </w:r>
        </w:sdtContent>
      </w:sdt>
    </w:p>
    <w:p w:rsidR="00937745" w:rsidRPr="00BC7CC3" w:rsidRDefault="00937745" w:rsidP="00F1374D">
      <w:pPr>
        <w:pStyle w:val="EFSABodytext"/>
        <w:rPr>
          <w:color w:val="000000" w:themeColor="text1"/>
        </w:rPr>
      </w:pPr>
      <w:r w:rsidRPr="00F9161F">
        <w:rPr>
          <w:color w:val="000000" w:themeColor="text1"/>
        </w:rPr>
        <w:t>Note:</w:t>
      </w:r>
      <w:r w:rsidRPr="00BC7CC3">
        <w:rPr>
          <w:color w:val="000000" w:themeColor="text1"/>
        </w:rPr>
        <w:t xml:space="preserve"> If absorption is not necessary to produce the claimed effect (e.g. plant sterols, fibres and lactic acid bacteria), concisely summarise the relevant data and rationale to support that the food/constituent reaches the target site.</w:t>
      </w:r>
    </w:p>
    <w:p w:rsidR="00937745" w:rsidRPr="00BC7CC3" w:rsidRDefault="00D21C6F" w:rsidP="00F1374D">
      <w:pPr>
        <w:pStyle w:val="EFSABodytext"/>
        <w:ind w:firstLine="720"/>
        <w:rPr>
          <w:color w:val="000000" w:themeColor="text1"/>
        </w:rPr>
      </w:pPr>
      <w:sdt>
        <w:sdtPr>
          <w:id w:val="-2121828656"/>
          <w:showingPlcHdr/>
        </w:sdtPr>
        <w:sdtEndPr/>
        <w:sdtContent>
          <w:r>
            <w:t xml:space="preserve">     </w:t>
          </w:r>
        </w:sdtContent>
      </w:sdt>
    </w:p>
    <w:p w:rsidR="00937745" w:rsidRPr="00BC7CC3" w:rsidRDefault="00937745" w:rsidP="00021095">
      <w:pPr>
        <w:pStyle w:val="EFSAHeading4"/>
        <w:numPr>
          <w:ilvl w:val="0"/>
          <w:numId w:val="0"/>
        </w:numPr>
        <w:ind w:left="1021" w:hanging="1021"/>
        <w:rPr>
          <w:rStyle w:val="Heading3Char1"/>
          <w:b w:val="0"/>
          <w:bCs/>
          <w:i w:val="0"/>
          <w:color w:val="000000" w:themeColor="text1"/>
          <w:sz w:val="22"/>
          <w:szCs w:val="28"/>
        </w:rPr>
      </w:pPr>
      <w:r w:rsidRPr="00BC7CC3">
        <w:rPr>
          <w:rStyle w:val="EFSAHeading4Char"/>
          <w:b/>
          <w:color w:val="000000" w:themeColor="text1"/>
        </w:rPr>
        <w:t>Mechanism(s) of action</w:t>
      </w:r>
      <w:r w:rsidRPr="00BC7CC3">
        <w:rPr>
          <w:rStyle w:val="Heading3Char1"/>
          <w:i w:val="0"/>
          <w:color w:val="000000" w:themeColor="text1"/>
          <w:sz w:val="22"/>
          <w:szCs w:val="28"/>
        </w:rPr>
        <w:t xml:space="preserve"> </w:t>
      </w:r>
    </w:p>
    <w:p w:rsidR="00937745" w:rsidRPr="00BC7CC3" w:rsidRDefault="00937745" w:rsidP="00F1374D">
      <w:pPr>
        <w:pStyle w:val="EFSABodytext"/>
        <w:spacing w:after="0"/>
        <w:rPr>
          <w:color w:val="000000" w:themeColor="text1"/>
        </w:rPr>
      </w:pPr>
      <w:r w:rsidRPr="00BC7CC3">
        <w:rPr>
          <w:color w:val="000000" w:themeColor="text1"/>
        </w:rPr>
        <w:t>If known, concisely describe the mechanism(s) by which the food/constituent could exert the claimed effect. If the food/constituent is a fixed combination of constituents, please indicate how each constituent could contribute to the claimed effect.</w:t>
      </w:r>
    </w:p>
    <w:p w:rsidR="00937745" w:rsidRPr="00BC7CC3" w:rsidRDefault="00937745" w:rsidP="00F1374D">
      <w:pPr>
        <w:pStyle w:val="EFSABodytext"/>
        <w:rPr>
          <w:color w:val="000000" w:themeColor="text1"/>
        </w:rPr>
      </w:pPr>
      <w:r w:rsidRPr="00BC7CC3">
        <w:rPr>
          <w:color w:val="000000" w:themeColor="text1"/>
        </w:rPr>
        <w:lastRenderedPageBreak/>
        <w:t>Cross-references to published and unpublished supportive</w:t>
      </w:r>
      <w:r w:rsidR="00240C5D">
        <w:rPr>
          <w:color w:val="000000" w:themeColor="text1"/>
        </w:rPr>
        <w:t xml:space="preserve"> studies identified in Part 4 (S</w:t>
      </w:r>
      <w:r w:rsidRPr="00BC7CC3">
        <w:rPr>
          <w:color w:val="000000" w:themeColor="text1"/>
        </w:rPr>
        <w:t xml:space="preserve">ection 4.2.3) should be given, as appropriate. </w:t>
      </w:r>
    </w:p>
    <w:p w:rsidR="00937745" w:rsidRPr="00BC7CC3" w:rsidRDefault="00D21C6F" w:rsidP="00F1374D">
      <w:pPr>
        <w:pStyle w:val="EFSABodytext"/>
        <w:ind w:firstLine="720"/>
      </w:pPr>
      <w:sdt>
        <w:sdtPr>
          <w:id w:val="959616548"/>
          <w:showingPlcHdr/>
        </w:sdtPr>
        <w:sdtEndPr/>
        <w:sdtContent>
          <w:r>
            <w:t xml:space="preserve">     </w:t>
          </w:r>
        </w:sdtContent>
      </w:sdt>
    </w:p>
    <w:p w:rsidR="00937745" w:rsidRPr="00F9161F" w:rsidRDefault="00937745" w:rsidP="00F1219B">
      <w:pPr>
        <w:pStyle w:val="EFSAHeading4"/>
        <w:numPr>
          <w:ilvl w:val="0"/>
          <w:numId w:val="0"/>
        </w:numPr>
        <w:ind w:left="1021" w:hanging="1021"/>
      </w:pPr>
      <w:r w:rsidRPr="00F9161F">
        <w:t>Summary of supportive evidence</w:t>
      </w:r>
    </w:p>
    <w:p w:rsidR="00937745" w:rsidRPr="00BC7CC3" w:rsidRDefault="00937745" w:rsidP="00F1374D">
      <w:pPr>
        <w:pStyle w:val="EFSABodytext"/>
      </w:pPr>
      <w:r w:rsidRPr="00BC7CC3">
        <w:t>This section</w:t>
      </w:r>
      <w:r w:rsidRPr="00BC7CC3">
        <w:rPr>
          <w:color w:val="000000" w:themeColor="text1"/>
        </w:rPr>
        <w:t xml:space="preserve"> should critically and concisely summarise how</w:t>
      </w:r>
      <w:r w:rsidRPr="00BC7CC3">
        <w:t>, and the extent to which, the published and unpublished studies other than human studies on the relationship between the consumption of the food/constituent and the claime</w:t>
      </w:r>
      <w:r w:rsidR="002E2D08">
        <w:t>d effect identified in Part 4 (S</w:t>
      </w:r>
      <w:r w:rsidRPr="00BC7CC3">
        <w:t>ection 4.2.3) may help to support the relationship between the food/constituent and the claimed effect in humans (e.g. by providing evidence on the biological plausibility of the specific claim, including bioavailability of the food/constituent, and the mechanisms by which the food/constituent could exert the claimed effect).</w:t>
      </w:r>
    </w:p>
    <w:p w:rsidR="00937745" w:rsidRPr="00BC7CC3" w:rsidRDefault="00D21C6F" w:rsidP="00F1374D">
      <w:pPr>
        <w:pStyle w:val="EFSABodytext"/>
        <w:ind w:firstLine="720"/>
      </w:pPr>
      <w:sdt>
        <w:sdtPr>
          <w:id w:val="-978848520"/>
          <w:showingPlcHdr/>
        </w:sdtPr>
        <w:sdtEndPr/>
        <w:sdtContent>
          <w:r>
            <w:t xml:space="preserve">     </w:t>
          </w:r>
        </w:sdtContent>
      </w:sdt>
    </w:p>
    <w:p w:rsidR="00937745" w:rsidRPr="00BC7CC3" w:rsidRDefault="00937745" w:rsidP="00D2281B">
      <w:pPr>
        <w:pStyle w:val="EFSAHeading1"/>
        <w:keepNext/>
        <w:numPr>
          <w:ilvl w:val="0"/>
          <w:numId w:val="1"/>
        </w:numPr>
        <w:tabs>
          <w:tab w:val="left" w:pos="839"/>
        </w:tabs>
        <w:ind w:left="839" w:hanging="839"/>
        <w:outlineLvl w:val="0"/>
      </w:pPr>
      <w:bookmarkStart w:id="51" w:name="_Toc471743581"/>
      <w:r w:rsidRPr="00BC7CC3">
        <w:t>Annexes to the application</w:t>
      </w:r>
      <w:bookmarkEnd w:id="51"/>
    </w:p>
    <w:p w:rsidR="00937745" w:rsidRPr="00BC7CC3" w:rsidRDefault="00937745" w:rsidP="00D2281B">
      <w:pPr>
        <w:pStyle w:val="EFSAHeading2"/>
        <w:numPr>
          <w:ilvl w:val="1"/>
          <w:numId w:val="1"/>
        </w:numPr>
        <w:tabs>
          <w:tab w:val="left" w:pos="839"/>
        </w:tabs>
        <w:ind w:left="839" w:hanging="839"/>
        <w:jc w:val="both"/>
      </w:pPr>
      <w:bookmarkStart w:id="52" w:name="_Toc471743582"/>
      <w:r w:rsidRPr="00BC7CC3">
        <w:t>Glossary and abbreviations</w:t>
      </w:r>
      <w:bookmarkEnd w:id="52"/>
      <w:r w:rsidRPr="00BC7CC3">
        <w:t xml:space="preserve"> </w:t>
      </w:r>
    </w:p>
    <w:p w:rsidR="00937745" w:rsidRPr="00BC7CC3" w:rsidRDefault="00937745" w:rsidP="001A27B5">
      <w:pPr>
        <w:pStyle w:val="EFSABodytext"/>
      </w:pPr>
      <w:r w:rsidRPr="00BC7CC3">
        <w:t>Used throughout the different Parts. To be presented alphabetically.</w:t>
      </w:r>
    </w:p>
    <w:p w:rsidR="00937745" w:rsidRDefault="00D21C6F" w:rsidP="001A27B5">
      <w:pPr>
        <w:pStyle w:val="EFSABodytext"/>
        <w:ind w:firstLine="720"/>
      </w:pPr>
      <w:sdt>
        <w:sdtPr>
          <w:id w:val="1494838103"/>
          <w:showingPlcHdr/>
        </w:sdtPr>
        <w:sdtEndPr/>
        <w:sdtContent>
          <w:r>
            <w:t xml:space="preserve">     </w:t>
          </w:r>
        </w:sdtContent>
      </w:sdt>
    </w:p>
    <w:p w:rsidR="00937745" w:rsidRPr="00BC7CC3" w:rsidRDefault="00937745" w:rsidP="00D2281B">
      <w:pPr>
        <w:pStyle w:val="EFSAHeading2"/>
        <w:numPr>
          <w:ilvl w:val="1"/>
          <w:numId w:val="1"/>
        </w:numPr>
        <w:tabs>
          <w:tab w:val="left" w:pos="839"/>
        </w:tabs>
        <w:ind w:left="839" w:hanging="839"/>
        <w:jc w:val="both"/>
      </w:pPr>
      <w:bookmarkStart w:id="53" w:name="_Toc471743583"/>
      <w:r>
        <w:t>Supporting documents and c</w:t>
      </w:r>
      <w:r w:rsidRPr="00BC7CC3">
        <w:t xml:space="preserve">opies/reprints of references </w:t>
      </w:r>
      <w:r>
        <w:t>cited in Parts 1</w:t>
      </w:r>
      <w:r w:rsidRPr="00BC7CC3">
        <w:t xml:space="preserve"> </w:t>
      </w:r>
      <w:r>
        <w:t>and 2</w:t>
      </w:r>
      <w:bookmarkEnd w:id="53"/>
    </w:p>
    <w:p w:rsidR="00937745" w:rsidRDefault="00937745" w:rsidP="001A27B5">
      <w:pPr>
        <w:pStyle w:val="EFSABodytext"/>
      </w:pPr>
      <w:r>
        <w:t xml:space="preserve">Supporting documents referred to in </w:t>
      </w:r>
      <w:r w:rsidRPr="002B3F73">
        <w:t>Part 1</w:t>
      </w:r>
      <w:r>
        <w:t xml:space="preserve">. If available, include here, e.g. scientific opinions of regulatory bodies outside the EU for health claim authorisation: </w:t>
      </w:r>
    </w:p>
    <w:p w:rsidR="00937745" w:rsidRDefault="00D21C6F" w:rsidP="001A27B5">
      <w:pPr>
        <w:pStyle w:val="EFSABodytext"/>
        <w:ind w:firstLine="720"/>
      </w:pPr>
      <w:sdt>
        <w:sdtPr>
          <w:id w:val="1818147742"/>
          <w:showingPlcHdr/>
        </w:sdtPr>
        <w:sdtEndPr/>
        <w:sdtContent>
          <w:r>
            <w:t xml:space="preserve">     </w:t>
          </w:r>
        </w:sdtContent>
      </w:sdt>
    </w:p>
    <w:p w:rsidR="00937745" w:rsidRDefault="00937745" w:rsidP="001A27B5">
      <w:pPr>
        <w:pStyle w:val="EFSABodytext"/>
      </w:pPr>
      <w:r>
        <w:t xml:space="preserve">Supporting documents referred to in </w:t>
      </w:r>
      <w:r w:rsidRPr="002B3F73">
        <w:t xml:space="preserve">Part 2 </w:t>
      </w:r>
      <w:r>
        <w:t xml:space="preserve">related to characterisation of the food/constituent. </w:t>
      </w:r>
    </w:p>
    <w:p w:rsidR="00937745" w:rsidRDefault="00D21C6F" w:rsidP="001A27B5">
      <w:pPr>
        <w:pStyle w:val="EFSABodytext"/>
        <w:ind w:firstLine="720"/>
      </w:pPr>
      <w:sdt>
        <w:sdtPr>
          <w:id w:val="1115092411"/>
          <w:showingPlcHdr/>
        </w:sdtPr>
        <w:sdtEndPr/>
        <w:sdtContent>
          <w:r>
            <w:t xml:space="preserve">     </w:t>
          </w:r>
        </w:sdtContent>
      </w:sdt>
    </w:p>
    <w:p w:rsidR="00937745" w:rsidRPr="00BC7CC3" w:rsidRDefault="00937745" w:rsidP="001A27B5">
      <w:pPr>
        <w:pStyle w:val="EFSABodytext"/>
      </w:pPr>
      <w:r w:rsidRPr="00BC7CC3">
        <w:t>Copies/reprints should be provided by alphabetical order of first authors.</w:t>
      </w:r>
    </w:p>
    <w:p w:rsidR="00937745" w:rsidRPr="00BC7CC3" w:rsidRDefault="00D21C6F" w:rsidP="001A27B5">
      <w:pPr>
        <w:pStyle w:val="EFSABodytext"/>
        <w:ind w:firstLine="720"/>
      </w:pPr>
      <w:sdt>
        <w:sdtPr>
          <w:id w:val="222028111"/>
          <w:showingPlcHdr/>
        </w:sdtPr>
        <w:sdtEndPr/>
        <w:sdtContent>
          <w:r>
            <w:t xml:space="preserve">     </w:t>
          </w:r>
        </w:sdtContent>
      </w:sdt>
    </w:p>
    <w:p w:rsidR="00937745" w:rsidRPr="00BC7CC3" w:rsidRDefault="00937745" w:rsidP="00D2281B">
      <w:pPr>
        <w:pStyle w:val="EFSAHeading2"/>
        <w:numPr>
          <w:ilvl w:val="1"/>
          <w:numId w:val="1"/>
        </w:numPr>
        <w:tabs>
          <w:tab w:val="left" w:pos="839"/>
        </w:tabs>
        <w:ind w:left="839" w:hanging="839"/>
        <w:jc w:val="both"/>
      </w:pPr>
      <w:bookmarkStart w:id="54" w:name="_Toc471743584"/>
      <w:r w:rsidRPr="00BC7CC3">
        <w:t>Copies/reprints of references related to characterisation of the claimed effect cited in Part 3</w:t>
      </w:r>
      <w:bookmarkEnd w:id="54"/>
      <w:r w:rsidRPr="00BC7CC3">
        <w:t xml:space="preserve"> </w:t>
      </w:r>
    </w:p>
    <w:p w:rsidR="00937745" w:rsidRPr="00BC7CC3" w:rsidRDefault="00937745" w:rsidP="001A27B5">
      <w:pPr>
        <w:pStyle w:val="EFSABodytext"/>
      </w:pPr>
      <w:r w:rsidRPr="00BC7CC3">
        <w:t>Copies/reprints should be provided by alphabetical order of first authors.</w:t>
      </w:r>
    </w:p>
    <w:p w:rsidR="00937745" w:rsidRPr="00BC7CC3" w:rsidRDefault="00D21C6F" w:rsidP="001A27B5">
      <w:pPr>
        <w:pStyle w:val="EFSABodytext"/>
        <w:ind w:firstLine="720"/>
      </w:pPr>
      <w:sdt>
        <w:sdtPr>
          <w:id w:val="35246388"/>
          <w:showingPlcHdr/>
        </w:sdtPr>
        <w:sdtEndPr/>
        <w:sdtContent>
          <w:r>
            <w:t xml:space="preserve">     </w:t>
          </w:r>
        </w:sdtContent>
      </w:sdt>
    </w:p>
    <w:p w:rsidR="00937745" w:rsidRPr="00BC7CC3" w:rsidRDefault="00937745" w:rsidP="00D2281B">
      <w:pPr>
        <w:pStyle w:val="EFSAHeading2"/>
        <w:numPr>
          <w:ilvl w:val="1"/>
          <w:numId w:val="1"/>
        </w:numPr>
        <w:tabs>
          <w:tab w:val="left" w:pos="839"/>
        </w:tabs>
        <w:ind w:left="839" w:hanging="839"/>
        <w:jc w:val="both"/>
      </w:pPr>
      <w:bookmarkStart w:id="55" w:name="_Toc471743585"/>
      <w:r w:rsidRPr="00BC7CC3">
        <w:t>Copies/reprints of pertinent</w:t>
      </w:r>
      <w:r w:rsidRPr="00BC7CC3" w:rsidDel="003C14E3">
        <w:t xml:space="preserve"> </w:t>
      </w:r>
      <w:r w:rsidRPr="00BC7CC3">
        <w:t>published data identified in Part 4</w:t>
      </w:r>
      <w:bookmarkEnd w:id="55"/>
    </w:p>
    <w:p w:rsidR="00937745" w:rsidRPr="00BC7CC3" w:rsidRDefault="00937745" w:rsidP="001A27B5">
      <w:pPr>
        <w:pStyle w:val="EFSABodytext"/>
      </w:pPr>
      <w:r w:rsidRPr="00BC7CC3">
        <w:t>Copies/reprints of pertinent</w:t>
      </w:r>
      <w:r w:rsidRPr="00BC7CC3" w:rsidDel="003C14E3">
        <w:t xml:space="preserve"> </w:t>
      </w:r>
      <w:r w:rsidRPr="00BC7CC3">
        <w:t>publis</w:t>
      </w:r>
      <w:r w:rsidR="002E2D08">
        <w:t>hed data identified in Part 4 (S</w:t>
      </w:r>
      <w:r w:rsidRPr="00BC7CC3">
        <w:t>ections 4.1, 4.2.1 and 4.2.3)</w:t>
      </w:r>
      <w:r>
        <w:t xml:space="preserve"> </w:t>
      </w:r>
      <w:r w:rsidRPr="00BC7CC3">
        <w:t>should be provided by alphabetical order of first authors</w:t>
      </w:r>
      <w:r>
        <w:t>.</w:t>
      </w:r>
    </w:p>
    <w:p w:rsidR="00937745" w:rsidRPr="00BC7CC3" w:rsidRDefault="00D21C6F" w:rsidP="001A27B5">
      <w:pPr>
        <w:pStyle w:val="EFSABodytext"/>
        <w:ind w:firstLine="720"/>
      </w:pPr>
      <w:sdt>
        <w:sdtPr>
          <w:id w:val="936097296"/>
          <w:showingPlcHdr/>
        </w:sdtPr>
        <w:sdtEndPr/>
        <w:sdtContent>
          <w:r>
            <w:t xml:space="preserve">     </w:t>
          </w:r>
        </w:sdtContent>
      </w:sdt>
    </w:p>
    <w:p w:rsidR="00937745" w:rsidRPr="00BC7CC3" w:rsidRDefault="00937745" w:rsidP="00D2281B">
      <w:pPr>
        <w:pStyle w:val="EFSAHeading2"/>
        <w:numPr>
          <w:ilvl w:val="1"/>
          <w:numId w:val="1"/>
        </w:numPr>
        <w:tabs>
          <w:tab w:val="left" w:pos="839"/>
        </w:tabs>
        <w:ind w:left="839" w:hanging="839"/>
        <w:jc w:val="both"/>
      </w:pPr>
      <w:bookmarkStart w:id="56" w:name="_Toc471743586"/>
      <w:r w:rsidRPr="00BC7CC3">
        <w:t>Full study protocols and reports of pertinent unpublished data identified in Part 4</w:t>
      </w:r>
      <w:bookmarkEnd w:id="56"/>
    </w:p>
    <w:p w:rsidR="00937745" w:rsidRPr="00BC7CC3" w:rsidRDefault="00937745" w:rsidP="001A27B5">
      <w:pPr>
        <w:pStyle w:val="EFSABodytext"/>
      </w:pPr>
      <w:r w:rsidRPr="00BC7CC3">
        <w:t>Copies/reprints of pertinent</w:t>
      </w:r>
      <w:r w:rsidRPr="00BC7CC3" w:rsidDel="003C14E3">
        <w:t xml:space="preserve"> </w:t>
      </w:r>
      <w:r>
        <w:t>un</w:t>
      </w:r>
      <w:r w:rsidRPr="00BC7CC3">
        <w:t>publis</w:t>
      </w:r>
      <w:r w:rsidR="002E2D08">
        <w:t>hed data identified in Part 4 (S</w:t>
      </w:r>
      <w:r w:rsidRPr="00BC7CC3">
        <w:t>ections 4.2.2 and 4.2.3)</w:t>
      </w:r>
      <w:r w:rsidRPr="00B66666">
        <w:t xml:space="preserve"> </w:t>
      </w:r>
      <w:r w:rsidRPr="00BC7CC3">
        <w:t>should be provided by alphabetical order of first authors</w:t>
      </w:r>
      <w:r>
        <w:t>.</w:t>
      </w:r>
    </w:p>
    <w:p w:rsidR="00937745" w:rsidRPr="00BC7CC3" w:rsidRDefault="00D21C6F" w:rsidP="001A27B5">
      <w:pPr>
        <w:pStyle w:val="EFSABodytext"/>
        <w:ind w:firstLine="720"/>
      </w:pPr>
      <w:sdt>
        <w:sdtPr>
          <w:id w:val="614566923"/>
          <w:showingPlcHdr/>
        </w:sdtPr>
        <w:sdtEndPr/>
        <w:sdtContent>
          <w:r>
            <w:t xml:space="preserve">     </w:t>
          </w:r>
        </w:sdtContent>
      </w:sdt>
    </w:p>
    <w:p w:rsidR="003A3A9F" w:rsidRDefault="003A3A9F" w:rsidP="00D03960"/>
    <w:sectPr w:rsidR="003A3A9F" w:rsidSect="004155AF">
      <w:headerReference w:type="even" r:id="rId11"/>
      <w:headerReference w:type="default" r:id="rId12"/>
      <w:footerReference w:type="even" r:id="rId13"/>
      <w:footerReference w:type="default" r:id="rId14"/>
      <w:pgSz w:w="11906" w:h="16838"/>
      <w:pgMar w:top="1134" w:right="1418" w:bottom="851" w:left="1418" w:header="709" w:footer="393" w:gutter="0"/>
      <w:cols w:space="72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3CF" w:rsidRDefault="00C653CF" w:rsidP="00214C6C">
      <w:pPr>
        <w:spacing w:after="0" w:line="240" w:lineRule="auto"/>
      </w:pPr>
      <w:r>
        <w:separator/>
      </w:r>
    </w:p>
  </w:endnote>
  <w:endnote w:type="continuationSeparator" w:id="0">
    <w:p w:rsidR="00C653CF" w:rsidRDefault="00C653CF" w:rsidP="00214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68A" w:rsidRDefault="00D1268A">
    <w:pPr>
      <w:pStyle w:val="EFSAFooter"/>
    </w:pPr>
    <w:r>
      <w:t>www.efsa.europa.eu/efsajournal</w:t>
    </w:r>
    <w:r>
      <w:tab/>
    </w:r>
    <w:r>
      <w:fldChar w:fldCharType="begin"/>
    </w:r>
    <w:r>
      <w:instrText xml:space="preserve"> PAGE </w:instrText>
    </w:r>
    <w:r>
      <w:fldChar w:fldCharType="separate"/>
    </w:r>
    <w:r>
      <w:rPr>
        <w:noProof/>
      </w:rPr>
      <w:t>10</w:t>
    </w:r>
    <w:r>
      <w:fldChar w:fldCharType="end"/>
    </w:r>
    <w:r>
      <w:tab/>
      <w:t xml:space="preserve">EFSA Journal </w:t>
    </w:r>
    <w:r>
      <w:rPr>
        <w:shd w:val="clear" w:color="auto" w:fill="FFFF00"/>
      </w:rPr>
      <w:t xml:space="preserve">20XX: </w:t>
    </w:r>
    <w:proofErr w:type="gramStart"/>
    <w:r>
      <w:rPr>
        <w:shd w:val="clear" w:color="auto" w:fill="FFFF00"/>
      </w:rPr>
      <w:t>volume(</w:t>
    </w:r>
    <w:proofErr w:type="gramEnd"/>
    <w:r>
      <w:rPr>
        <w:shd w:val="clear" w:color="auto" w:fill="FFFF00"/>
      </w:rPr>
      <w:t>issue):xxxx</w:t>
    </w:r>
    <w:r>
      <w:rPr>
        <w:noProof/>
        <w:lang w:eastAsia="ko-KR"/>
      </w:rPr>
      <w:drawing>
        <wp:inline distT="0" distB="0" distL="0" distR="0" wp14:anchorId="43B53713" wp14:editId="1A0E99AA">
          <wp:extent cx="8277225" cy="381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3D29C65B" wp14:editId="06AB625C">
          <wp:extent cx="8277225" cy="381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77E919F7" wp14:editId="449621ED">
          <wp:extent cx="8277225" cy="381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4EA04B0D" wp14:editId="766C1646">
          <wp:extent cx="8277225" cy="381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2B9F727E" wp14:editId="1EF81761">
          <wp:extent cx="8277225" cy="381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2EA5A248" wp14:editId="234F66EB">
          <wp:extent cx="8277225" cy="381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382C1924" wp14:editId="0ECD56C5">
          <wp:extent cx="8277225" cy="381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76866B20" wp14:editId="1DC8A73C">
          <wp:extent cx="8277225" cy="381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35C45EF9" wp14:editId="497C3672">
          <wp:extent cx="8277225" cy="381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3D4191E6" wp14:editId="17870045">
          <wp:extent cx="8277225" cy="381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31221722" wp14:editId="03DE3272">
          <wp:extent cx="8277225" cy="381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7E41F0A3" wp14:editId="42B9AA61">
          <wp:extent cx="8277225" cy="381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67CA2D2B" wp14:editId="5233B3F8">
          <wp:extent cx="8277225" cy="381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248C19C5" wp14:editId="2DC56AE4">
          <wp:extent cx="8277225" cy="381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09A27BE2" wp14:editId="3977326B">
          <wp:extent cx="8277225" cy="3810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inline distT="0" distB="0" distL="0" distR="0" wp14:anchorId="2CD5F7E2" wp14:editId="279357BE">
          <wp:extent cx="8277225" cy="3810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ko-KR"/>
      </w:rPr>
      <w:drawing>
        <wp:anchor distT="0" distB="0" distL="114300" distR="114300" simplePos="0" relativeHeight="251649024" behindDoc="0" locked="0" layoutInCell="1" allowOverlap="1" wp14:anchorId="5A99E82B" wp14:editId="5D6C92C9">
          <wp:simplePos x="0" y="0"/>
          <wp:positionH relativeFrom="column">
            <wp:posOffset>-722630</wp:posOffset>
          </wp:positionH>
          <wp:positionV relativeFrom="paragraph">
            <wp:posOffset>-44450</wp:posOffset>
          </wp:positionV>
          <wp:extent cx="7559675" cy="35560"/>
          <wp:effectExtent l="0" t="0" r="3175" b="2540"/>
          <wp:wrapNone/>
          <wp:docPr id="2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D1268A" w:rsidRDefault="00D1268A"/>
  <w:p w:rsidR="00D1268A" w:rsidRDefault="00D1268A"/>
  <w:p w:rsidR="00D1268A" w:rsidRDefault="00D1268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D1268A" w:rsidRPr="00EA0C60" w:rsidTr="00CB13F3">
      <w:trPr>
        <w:trHeight w:val="98"/>
      </w:trPr>
      <w:tc>
        <w:tcPr>
          <w:tcW w:w="5000" w:type="pct"/>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6"/>
            <w:gridCol w:w="1801"/>
            <w:gridCol w:w="3703"/>
          </w:tblGrid>
          <w:tr w:rsidR="00D1268A" w:rsidRPr="002623C1" w:rsidTr="003F41C1">
            <w:trPr>
              <w:trHeight w:val="98"/>
            </w:trPr>
            <w:tc>
              <w:tcPr>
                <w:tcW w:w="5000" w:type="pct"/>
                <w:gridSpan w:val="3"/>
              </w:tcPr>
              <w:p w:rsidR="00D1268A" w:rsidRPr="002623C1" w:rsidRDefault="00D1268A" w:rsidP="003F41C1">
                <w:pPr>
                  <w:pStyle w:val="EFSAFooter"/>
                  <w:rPr>
                    <w:rFonts w:asciiTheme="minorHAnsi" w:hAnsiTheme="minorHAnsi"/>
                  </w:rPr>
                </w:pPr>
                <w:r w:rsidRPr="002623C1">
                  <w:rPr>
                    <w:noProof/>
                    <w:lang w:eastAsia="ko-KR"/>
                  </w:rPr>
                  <w:drawing>
                    <wp:inline distT="0" distB="0" distL="0" distR="0" wp14:anchorId="294808B4" wp14:editId="4B82B982">
                      <wp:extent cx="5760000" cy="32400"/>
                      <wp:effectExtent l="0" t="0" r="0" b="571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footer-landscape-02.jpg"/>
                              <pic:cNvPicPr/>
                            </pic:nvPicPr>
                            <pic:blipFill>
                              <a:blip r:embed="rId1">
                                <a:extLst>
                                  <a:ext uri="{28A0092B-C50C-407E-A947-70E740481C1C}">
                                    <a14:useLocalDpi xmlns:a14="http://schemas.microsoft.com/office/drawing/2010/main" val="0"/>
                                  </a:ext>
                                </a:extLst>
                              </a:blip>
                              <a:stretch>
                                <a:fillRect/>
                              </a:stretch>
                            </pic:blipFill>
                            <pic:spPr>
                              <a:xfrm>
                                <a:off x="0" y="0"/>
                                <a:ext cx="5760000" cy="32400"/>
                              </a:xfrm>
                              <a:prstGeom prst="rect">
                                <a:avLst/>
                              </a:prstGeom>
                            </pic:spPr>
                          </pic:pic>
                        </a:graphicData>
                      </a:graphic>
                    </wp:inline>
                  </w:drawing>
                </w:r>
              </w:p>
            </w:tc>
          </w:tr>
          <w:tr w:rsidR="00D1268A" w:rsidRPr="002623C1" w:rsidTr="003F41C1">
            <w:trPr>
              <w:trHeight w:val="97"/>
            </w:trPr>
            <w:tc>
              <w:tcPr>
                <w:tcW w:w="1966" w:type="pct"/>
              </w:tcPr>
              <w:p w:rsidR="00D1268A" w:rsidRPr="002623C1" w:rsidRDefault="00D1268A" w:rsidP="003F41C1">
                <w:pPr>
                  <w:pStyle w:val="EFSAFooter"/>
                </w:pPr>
              </w:p>
            </w:tc>
            <w:tc>
              <w:tcPr>
                <w:tcW w:w="992" w:type="pct"/>
              </w:tcPr>
              <w:p w:rsidR="00D1268A" w:rsidRPr="002623C1" w:rsidRDefault="00D1268A" w:rsidP="003F41C1">
                <w:pPr>
                  <w:pStyle w:val="EFSAFooter"/>
                </w:pPr>
              </w:p>
            </w:tc>
            <w:tc>
              <w:tcPr>
                <w:tcW w:w="2042" w:type="pct"/>
              </w:tcPr>
              <w:p w:rsidR="00D1268A" w:rsidRPr="002623C1" w:rsidRDefault="00D1268A" w:rsidP="003F41C1">
                <w:pPr>
                  <w:pStyle w:val="EFSAFooter"/>
                  <w:jc w:val="right"/>
                </w:pPr>
              </w:p>
            </w:tc>
          </w:tr>
        </w:tbl>
        <w:p w:rsidR="00D1268A" w:rsidRPr="002623C1" w:rsidRDefault="00D1268A" w:rsidP="00CB13F3">
          <w:pPr>
            <w:pStyle w:val="EFSAFooter"/>
            <w:rPr>
              <w:rFonts w:asciiTheme="minorHAnsi" w:hAnsiTheme="minorHAnsi"/>
            </w:rPr>
          </w:pPr>
        </w:p>
      </w:tc>
    </w:tr>
  </w:tbl>
  <w:p w:rsidR="00D1268A" w:rsidRPr="00633AFB" w:rsidRDefault="00D1268A" w:rsidP="00633AFB">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3CF" w:rsidRDefault="00C653CF" w:rsidP="00214C6C">
      <w:pPr>
        <w:spacing w:after="0" w:line="240" w:lineRule="auto"/>
      </w:pPr>
      <w:r>
        <w:separator/>
      </w:r>
    </w:p>
  </w:footnote>
  <w:footnote w:type="continuationSeparator" w:id="0">
    <w:p w:rsidR="00C653CF" w:rsidRDefault="00C653CF" w:rsidP="00214C6C">
      <w:pPr>
        <w:spacing w:after="0" w:line="240" w:lineRule="auto"/>
      </w:pPr>
      <w:r>
        <w:continuationSeparator/>
      </w:r>
    </w:p>
  </w:footnote>
  <w:footnote w:id="1">
    <w:p w:rsidR="00D1268A" w:rsidRPr="00F67B44" w:rsidRDefault="00D1268A" w:rsidP="00937745">
      <w:pPr>
        <w:pStyle w:val="EFSAFootnote"/>
      </w:pPr>
      <w:r w:rsidRPr="00F67B44">
        <w:rPr>
          <w:rStyle w:val="FootnoteReference"/>
        </w:rPr>
        <w:footnoteRef/>
      </w:r>
      <w:r w:rsidRPr="00F67B44">
        <w:t xml:space="preserve"> </w:t>
      </w:r>
      <w:r>
        <w:tab/>
      </w:r>
      <w:r w:rsidRPr="00F67B44">
        <w:t xml:space="preserve">In case more than one company or organisation submits an application, provide their names and addresses. Only one contact person </w:t>
      </w:r>
      <w:r>
        <w:t>is</w:t>
      </w:r>
      <w:r w:rsidRPr="00F67B44">
        <w:t xml:space="preserve"> authorised to communicate with EFSA.</w:t>
      </w:r>
    </w:p>
  </w:footnote>
  <w:footnote w:id="2">
    <w:p w:rsidR="00D1268A" w:rsidRPr="00F67B44" w:rsidRDefault="00D1268A" w:rsidP="00937745">
      <w:pPr>
        <w:pStyle w:val="EFSAFootnote"/>
      </w:pPr>
      <w:r w:rsidRPr="00F67B44">
        <w:rPr>
          <w:rStyle w:val="FootnoteReference"/>
        </w:rPr>
        <w:footnoteRef/>
      </w:r>
      <w:r w:rsidRPr="00F67B44">
        <w:t xml:space="preserve"> </w:t>
      </w:r>
      <w:r>
        <w:tab/>
      </w:r>
      <w:r w:rsidRPr="00F67B44">
        <w:t>To facilitate communication, only one contact person should be indicated per application.</w:t>
      </w:r>
    </w:p>
  </w:footnote>
  <w:footnote w:id="3">
    <w:p w:rsidR="00D1268A" w:rsidRPr="00F67B44" w:rsidRDefault="00D1268A" w:rsidP="00937745">
      <w:pPr>
        <w:pStyle w:val="EFSAFootnote"/>
      </w:pPr>
      <w:r w:rsidRPr="00F67B44">
        <w:rPr>
          <w:rStyle w:val="FootnoteReference"/>
        </w:rPr>
        <w:footnoteRef/>
      </w:r>
      <w:r w:rsidRPr="00F67B44">
        <w:t xml:space="preserve"> </w:t>
      </w:r>
      <w:r>
        <w:tab/>
      </w:r>
      <w:r w:rsidRPr="00F67B44">
        <w:t xml:space="preserve">See also Annex A </w:t>
      </w:r>
      <w:r>
        <w:t xml:space="preserve">(Section A.4) </w:t>
      </w:r>
      <w:r w:rsidRPr="00F67B44">
        <w:t>of the ‘</w:t>
      </w:r>
      <w:hyperlink r:id="rId1" w:history="1">
        <w:r w:rsidRPr="00F67B44">
          <w:rPr>
            <w:rStyle w:val="Hyperlink"/>
            <w:color w:val="auto"/>
            <w:u w:val="none"/>
          </w:rPr>
          <w:t>general guidance</w:t>
        </w:r>
      </w:hyperlink>
      <w:r w:rsidRPr="00F67B44">
        <w:t xml:space="preserve">’ </w:t>
      </w:r>
      <w:r w:rsidRPr="00F67B44">
        <w:fldChar w:fldCharType="begin"/>
      </w:r>
      <w:r w:rsidRPr="00F67B44">
        <w:instrText xml:space="preserve"> ADDIN EN.CITE &lt;EndNote&gt;&lt;Cite&gt;&lt;Author&gt;EFSA NDA Panel&lt;/Author&gt;&lt;Year&gt;2016&lt;/Year&gt;&lt;RecNum&gt;157&lt;/RecNum&gt;&lt;DisplayText&gt;(EFSA NDA Panel, 2016)&lt;/DisplayText&gt;&lt;record&gt;&lt;rec-number&gt;157&lt;/rec-number&gt;&lt;foreign-keys&gt;&lt;key app="EN" db-id="505rwsazdtxrs1e0f0nvzd5ozte95tdr9wdt" timestamp="1452681380"&gt;157&lt;/key&gt;&lt;/foreign-keys&gt;&lt;ref-type name="Report"&gt;27&lt;/ref-type&gt;&lt;contributors&gt;&lt;authors&gt;&lt;author&gt;EFSA NDA Panel,&lt;/author&gt;&lt;/authors&gt;&lt;/contributors&gt;&lt;titles&gt;&lt;title&gt;General scientific guidance for stakeholders on health claim applications&lt;/title&gt;&lt;/titles&gt;&lt;number&gt;EFSA Journal 2016;14(1):4367, 36 pp. doi:10.2903/j.efsa.2016.4367 Available at http://www.efsa.europa.eu/en/efsajournal/pub/4367 &lt;/number&gt;&lt;dates&gt;&lt;year&gt;2016&lt;/year&gt;&lt;/dates&gt;&lt;publisher&gt;EFSA Panel on Dietetic Products, Nutrition and Allergies&lt;/publisher&gt;&lt;urls&gt;&lt;/urls&gt;&lt;/record&gt;&lt;/Cite&gt;&lt;/EndNote&gt;</w:instrText>
      </w:r>
      <w:r w:rsidRPr="00F67B44">
        <w:fldChar w:fldCharType="separate"/>
      </w:r>
      <w:r w:rsidRPr="00F67B44">
        <w:t>(EFSA NDA Panel, 2016)</w:t>
      </w:r>
      <w:r w:rsidRPr="00F67B44">
        <w:fldChar w:fldCharType="end"/>
      </w:r>
      <w:r w:rsidRPr="00F67B44">
        <w:t>.</w:t>
      </w:r>
    </w:p>
  </w:footnote>
  <w:footnote w:id="4">
    <w:p w:rsidR="00D1268A" w:rsidRPr="00F67B44" w:rsidRDefault="00D1268A" w:rsidP="00937745">
      <w:pPr>
        <w:pStyle w:val="EFSAFootnote"/>
      </w:pPr>
      <w:r w:rsidRPr="00F67B44">
        <w:rPr>
          <w:vertAlign w:val="superscript"/>
        </w:rPr>
        <w:footnoteRef/>
      </w:r>
      <w:r w:rsidRPr="00F67B44">
        <w:t xml:space="preserve"> </w:t>
      </w:r>
      <w:r>
        <w:tab/>
      </w:r>
      <w:r w:rsidRPr="00F67B44">
        <w:t>Precise and factual information, ideally documents, proving that</w:t>
      </w:r>
      <w:r>
        <w:t xml:space="preserve"> </w:t>
      </w:r>
      <w:r w:rsidRPr="00F67B44">
        <w:t>disclosure of the information requested by the applicant to be treated as confidential would result in concrete harm to the commercial or economic interest of the applicant/requestor, or would undermine the protection of privacy and/or integrity of concerned individual(s).</w:t>
      </w:r>
    </w:p>
  </w:footnote>
  <w:footnote w:id="5">
    <w:p w:rsidR="00D1268A" w:rsidRPr="00F67B44" w:rsidRDefault="00D1268A" w:rsidP="00937745">
      <w:pPr>
        <w:pStyle w:val="EFSAFootnote"/>
      </w:pPr>
      <w:r w:rsidRPr="00F67B44">
        <w:rPr>
          <w:vertAlign w:val="superscript"/>
        </w:rPr>
        <w:footnoteRef/>
      </w:r>
      <w:r>
        <w:t xml:space="preserve"> </w:t>
      </w:r>
      <w:r>
        <w:tab/>
      </w:r>
      <w:r w:rsidRPr="00F67B44">
        <w:t xml:space="preserve">See also Annex A </w:t>
      </w:r>
      <w:r>
        <w:t>(Section A.4)</w:t>
      </w:r>
      <w:r w:rsidRPr="00BC7CC3">
        <w:t xml:space="preserve"> </w:t>
      </w:r>
      <w:r w:rsidRPr="00F67B44">
        <w:t>of the ‘</w:t>
      </w:r>
      <w:hyperlink r:id="rId2" w:history="1">
        <w:r w:rsidRPr="001A27B5">
          <w:rPr>
            <w:rStyle w:val="Hyperlink"/>
            <w:color w:val="auto"/>
            <w:u w:val="none"/>
          </w:rPr>
          <w:t>general guidance</w:t>
        </w:r>
      </w:hyperlink>
      <w:r w:rsidRPr="00F67B44">
        <w:t xml:space="preserve">’ </w:t>
      </w:r>
      <w:r w:rsidRPr="00F67B44">
        <w:fldChar w:fldCharType="begin"/>
      </w:r>
      <w:r w:rsidRPr="00F67B44">
        <w:instrText xml:space="preserve"> ADDIN EN.CITE &lt;EndNote&gt;&lt;Cite&gt;&lt;Author&gt;EFSA NDA Panel&lt;/Author&gt;&lt;Year&gt;2016&lt;/Year&gt;&lt;RecNum&gt;157&lt;/RecNum&gt;&lt;DisplayText&gt;(EFSA NDA Panel, 2016)&lt;/DisplayText&gt;&lt;record&gt;&lt;rec-number&gt;157&lt;/rec-number&gt;&lt;foreign-keys&gt;&lt;key app="EN" db-id="505rwsazdtxrs1e0f0nvzd5ozte95tdr9wdt" timestamp="1452681380"&gt;157&lt;/key&gt;&lt;/foreign-keys&gt;&lt;ref-type name="Report"&gt;27&lt;/ref-type&gt;&lt;contributors&gt;&lt;authors&gt;&lt;author&gt;EFSA NDA Panel,&lt;/author&gt;&lt;/authors&gt;&lt;/contributors&gt;&lt;titles&gt;&lt;title&gt;General scientific guidance for stakeholders on health claim applications&lt;/title&gt;&lt;/titles&gt;&lt;number&gt;EFSA Journal 2016;14(1):4367, 36 pp. doi:10.2903/j.efsa.2016.4367 Available at http://www.efsa.europa.eu/en/efsajournal/pub/4367 &lt;/number&gt;&lt;dates&gt;&lt;year&gt;2016&lt;/year&gt;&lt;/dates&gt;&lt;publisher&gt;EFSA Panel on Dietetic Products, Nutrition and Allergies&lt;/publisher&gt;&lt;urls&gt;&lt;/urls&gt;&lt;/record&gt;&lt;/Cite&gt;&lt;/EndNote&gt;</w:instrText>
      </w:r>
      <w:r w:rsidRPr="00F67B44">
        <w:fldChar w:fldCharType="separate"/>
      </w:r>
      <w:r w:rsidRPr="00F67B44">
        <w:t>(EFSA NDA Panel, 2016)</w:t>
      </w:r>
      <w:r w:rsidRPr="00F67B44">
        <w:fldChar w:fldCharType="end"/>
      </w:r>
      <w:r w:rsidRPr="00F67B44">
        <w:t>.</w:t>
      </w:r>
    </w:p>
  </w:footnote>
  <w:footnote w:id="6">
    <w:p w:rsidR="00D1268A" w:rsidRPr="00141EB1" w:rsidRDefault="00D1268A" w:rsidP="00937745">
      <w:pPr>
        <w:pStyle w:val="EFSAFootnote"/>
      </w:pPr>
      <w:r w:rsidRPr="00F67B44">
        <w:rPr>
          <w:rStyle w:val="FootnoteReference"/>
        </w:rPr>
        <w:footnoteRef/>
      </w:r>
      <w:r w:rsidRPr="008D237E">
        <w:t xml:space="preserve"> </w:t>
      </w:r>
      <w:r>
        <w:tab/>
      </w:r>
      <w:r w:rsidRPr="0018237D">
        <w:t>For claims based on the essentiality of nutrients, conditions of use are set on the basis that any significant amount of the essential nutrient in the diet will contribute to the claimed effect (e.g. conditions of use can be linked to nutrition claims). See also sections 6.2 and 7.9 of the ‘</w:t>
      </w:r>
      <w:hyperlink r:id="rId3" w:history="1">
        <w:r w:rsidRPr="0018237D">
          <w:rPr>
            <w:rStyle w:val="Hyperlink"/>
            <w:color w:val="auto"/>
            <w:u w:val="none"/>
          </w:rPr>
          <w:t>general guidance</w:t>
        </w:r>
      </w:hyperlink>
      <w:r w:rsidRPr="0018237D">
        <w:t xml:space="preserve">’ </w:t>
      </w:r>
      <w:r w:rsidRPr="0018237D">
        <w:fldChar w:fldCharType="begin"/>
      </w:r>
      <w:r w:rsidRPr="0018237D">
        <w:instrText xml:space="preserve"> ADDIN EN.CITE &lt;EndNote&gt;&lt;Cite&gt;&lt;Author&gt;EFSA NDA Panel&lt;/Author&gt;&lt;Year&gt;2016&lt;/Year&gt;&lt;RecNum&gt;157&lt;/RecNum&gt;&lt;DisplayText&gt;(EFSA NDA Panel, 2016)&lt;/DisplayText&gt;&lt;record&gt;&lt;rec-number&gt;157&lt;/rec-number&gt;&lt;foreign-keys&gt;&lt;key app="EN" db-id="505rwsazdtxrs1e0f0nvzd5ozte95tdr9wdt" timestamp="1452681380"&gt;157&lt;/key&gt;&lt;/foreign-keys&gt;&lt;ref-type name="Report"&gt;27&lt;/ref-type&gt;&lt;contributors&gt;&lt;authors&gt;&lt;author&gt;EFSA NDA Panel,&lt;/author&gt;&lt;/authors&gt;&lt;/contributors&gt;&lt;titles&gt;&lt;title&gt;General scientific guidance for stakeholders on health claim applications&lt;/title&gt;&lt;/titles&gt;&lt;number&gt;EFSA Journal 2016;14(1):4367, 36 pp. doi:10.2903/j.efsa.2016.4367 Available at http://www.efsa.europa.eu/en/efsajournal/pub/4367 &lt;/number&gt;&lt;dates&gt;&lt;year&gt;2016&lt;/year&gt;&lt;/dates&gt;&lt;publisher&gt;EFSA Panel on Dietetic Products, Nutrition and Allergies&lt;/publisher&gt;&lt;urls&gt;&lt;/urls&gt;&lt;/record&gt;&lt;/Cite&gt;&lt;/EndNote&gt;</w:instrText>
      </w:r>
      <w:r w:rsidRPr="0018237D">
        <w:fldChar w:fldCharType="separate"/>
      </w:r>
      <w:r w:rsidRPr="0018237D">
        <w:t>(EFSA NDA Panel, 2016)</w:t>
      </w:r>
      <w:r w:rsidRPr="0018237D">
        <w:fldChar w:fldCharType="end"/>
      </w:r>
      <w:r w:rsidRPr="008D237E">
        <w:t>.</w:t>
      </w:r>
    </w:p>
  </w:footnote>
  <w:footnote w:id="7">
    <w:p w:rsidR="00D1268A" w:rsidRPr="009F605E" w:rsidRDefault="00D1268A" w:rsidP="00937745">
      <w:pPr>
        <w:pStyle w:val="EFSAFootnote"/>
      </w:pPr>
      <w:r w:rsidRPr="009F605E">
        <w:rPr>
          <w:rStyle w:val="FootnoteReference"/>
        </w:rPr>
        <w:footnoteRef/>
      </w:r>
      <w:r>
        <w:t xml:space="preserve"> </w:t>
      </w:r>
      <w:r>
        <w:tab/>
        <w:t>See also S</w:t>
      </w:r>
      <w:r w:rsidRPr="009F605E">
        <w:t>ection 7.1 of the ‘</w:t>
      </w:r>
      <w:hyperlink r:id="rId4" w:history="1">
        <w:r w:rsidRPr="009F605E">
          <w:rPr>
            <w:rStyle w:val="Hyperlink"/>
            <w:color w:val="auto"/>
            <w:u w:val="none"/>
          </w:rPr>
          <w:t>general guidance</w:t>
        </w:r>
      </w:hyperlink>
      <w:r w:rsidRPr="009F605E">
        <w:t xml:space="preserve">’ </w:t>
      </w:r>
      <w:r w:rsidRPr="009F605E">
        <w:fldChar w:fldCharType="begin"/>
      </w:r>
      <w:r w:rsidRPr="009F605E">
        <w:instrText xml:space="preserve"> ADDIN EN.CITE &lt;EndNote&gt;&lt;Cite&gt;&lt;Author&gt;EFSA NDA Panel&lt;/Author&gt;&lt;Year&gt;2016&lt;/Year&gt;&lt;RecNum&gt;157&lt;/RecNum&gt;&lt;DisplayText&gt;(EFSA NDA Panel, 2016)&lt;/DisplayText&gt;&lt;record&gt;&lt;rec-number&gt;157&lt;/rec-number&gt;&lt;foreign-keys&gt;&lt;key app="EN" db-id="505rwsazdtxrs1e0f0nvzd5ozte95tdr9wdt" timestamp="1452681380"&gt;157&lt;/key&gt;&lt;/foreign-keys&gt;&lt;ref-type name="Report"&gt;27&lt;/ref-type&gt;&lt;contributors&gt;&lt;authors&gt;&lt;author&gt;EFSA NDA Panel,&lt;/author&gt;&lt;/authors&gt;&lt;/contributors&gt;&lt;titles&gt;&lt;title&gt;General scientific guidance for stakeholders on health claim applications&lt;/title&gt;&lt;/titles&gt;&lt;number&gt;EFSA Journal 2016;14(1):4367, 36 pp. doi:10.2903/j.efsa.2016.4367 Available at http://www.efsa.europa.eu/en/efsajournal/pub/4367 &lt;/number&gt;&lt;dates&gt;&lt;year&gt;2016&lt;/year&gt;&lt;/dates&gt;&lt;publisher&gt;EFSA Panel on Dietetic Products, Nutrition and Allergies&lt;/publisher&gt;&lt;urls&gt;&lt;/urls&gt;&lt;/record&gt;&lt;/Cite&gt;&lt;/EndNote&gt;</w:instrText>
      </w:r>
      <w:r w:rsidRPr="009F605E">
        <w:fldChar w:fldCharType="separate"/>
      </w:r>
      <w:r w:rsidRPr="009F605E">
        <w:t>(EFSA NDA Panel, 2016)</w:t>
      </w:r>
      <w:r w:rsidRPr="009F605E">
        <w:fldChar w:fldCharType="end"/>
      </w:r>
      <w:r w:rsidRPr="009F605E">
        <w:t>.</w:t>
      </w:r>
    </w:p>
  </w:footnote>
  <w:footnote w:id="8">
    <w:p w:rsidR="00D1268A" w:rsidRPr="00441726" w:rsidRDefault="00D1268A" w:rsidP="00937745">
      <w:pPr>
        <w:pStyle w:val="EFSAFootnote"/>
      </w:pPr>
      <w:r>
        <w:rPr>
          <w:rStyle w:val="FootnoteReference"/>
        </w:rPr>
        <w:footnoteRef/>
      </w:r>
      <w:r>
        <w:t xml:space="preserve"> </w:t>
      </w:r>
      <w:r>
        <w:tab/>
        <w:t>Eicosapentaenoic acid (EPA)</w:t>
      </w:r>
      <w:r w:rsidRPr="00441726">
        <w:t xml:space="preserve"> </w:t>
      </w:r>
      <w:r>
        <w:t>+ d</w:t>
      </w:r>
      <w:r w:rsidRPr="00441726">
        <w:t xml:space="preserve">ocosahexaenoic acid (DHA) </w:t>
      </w:r>
      <w:r>
        <w:t xml:space="preserve">+ </w:t>
      </w:r>
      <w:r w:rsidRPr="00441726">
        <w:rPr>
          <w:bCs/>
        </w:rPr>
        <w:t>gamma-linolenic acid</w:t>
      </w:r>
      <w:r w:rsidRPr="00441726">
        <w:rPr>
          <w:rStyle w:val="apple-converted-space"/>
          <w:rFonts w:ascii="Arial" w:hAnsi="Arial" w:cs="Arial"/>
          <w:bCs/>
          <w:color w:val="000000"/>
          <w:sz w:val="18"/>
          <w:szCs w:val="18"/>
        </w:rPr>
        <w:t> </w:t>
      </w:r>
      <w:r w:rsidRPr="00E71A97">
        <w:rPr>
          <w:rStyle w:val="apple-converted-space"/>
          <w:rFonts w:cs="Tahoma"/>
          <w:bCs/>
          <w:color w:val="000000"/>
          <w:szCs w:val="16"/>
        </w:rPr>
        <w:t>(GLA)</w:t>
      </w:r>
    </w:p>
  </w:footnote>
  <w:footnote w:id="9">
    <w:p w:rsidR="00D1268A" w:rsidRPr="0036744F" w:rsidRDefault="00D1268A" w:rsidP="00937745">
      <w:pPr>
        <w:pStyle w:val="EFSAFootnote"/>
        <w:rPr>
          <w:rStyle w:val="EFSAFOOTNOTEChar0"/>
        </w:rPr>
      </w:pPr>
      <w:r>
        <w:rPr>
          <w:rStyle w:val="FootnoteReference"/>
        </w:rPr>
        <w:footnoteRef/>
      </w:r>
      <w:r>
        <w:t xml:space="preserve"> </w:t>
      </w:r>
      <w:r>
        <w:tab/>
      </w:r>
      <w:r w:rsidRPr="0036744F">
        <w:rPr>
          <w:rStyle w:val="EFSAFootnoteChar"/>
        </w:rPr>
        <w:t>Directive 2002/46/EC of the European Parliament and of the Council of 10 June 2002 on the approximation of the laws of the Member States relatin</w:t>
      </w:r>
      <w:r>
        <w:rPr>
          <w:rStyle w:val="EFSAFootnoteChar"/>
        </w:rPr>
        <w:t>g to food supplements. OJ L 183</w:t>
      </w:r>
      <w:r w:rsidRPr="0036744F">
        <w:rPr>
          <w:rStyle w:val="EFSAFootnoteChar"/>
        </w:rPr>
        <w:t>, 12/07/2002 P. 0051 – 0057.</w:t>
      </w:r>
    </w:p>
  </w:footnote>
  <w:footnote w:id="10">
    <w:p w:rsidR="00D1268A" w:rsidRDefault="00D1268A" w:rsidP="00937745">
      <w:pPr>
        <w:pStyle w:val="EFSAFootnote"/>
      </w:pPr>
      <w:r>
        <w:rPr>
          <w:rStyle w:val="FootnoteReference"/>
        </w:rPr>
        <w:footnoteRef/>
      </w:r>
      <w:r>
        <w:t xml:space="preserve"> Regulation (EC) No 1925/2006 of the European Parliament and of the Council of 20 December 2006 on the addition of vitamins and minerals and of certain other substances to foods. </w:t>
      </w:r>
      <w:r w:rsidRPr="00D52950">
        <w:t>OJ L 404, 30.12.2006, p. 26–38</w:t>
      </w:r>
      <w:r>
        <w:t>.</w:t>
      </w:r>
    </w:p>
  </w:footnote>
  <w:footnote w:id="11">
    <w:p w:rsidR="00D1268A" w:rsidRPr="009F605E" w:rsidRDefault="00D1268A" w:rsidP="00937745">
      <w:pPr>
        <w:pStyle w:val="EFSAFootnote"/>
      </w:pPr>
      <w:r w:rsidRPr="009F605E">
        <w:rPr>
          <w:rStyle w:val="FootnoteReference"/>
        </w:rPr>
        <w:footnoteRef/>
      </w:r>
      <w:r w:rsidRPr="009F605E">
        <w:t xml:space="preserve"> </w:t>
      </w:r>
      <w:r w:rsidRPr="00C8784F">
        <w:t>Information relates to those characteristics which may influence the specific physiological effect that is the basis of the claim</w:t>
      </w:r>
      <w:r w:rsidRPr="009F605E">
        <w:t>.</w:t>
      </w:r>
    </w:p>
  </w:footnote>
  <w:footnote w:id="12">
    <w:p w:rsidR="00D1268A" w:rsidRPr="001D13EB" w:rsidRDefault="00D1268A" w:rsidP="00937745">
      <w:pPr>
        <w:pStyle w:val="EFSAFootnote"/>
        <w:rPr>
          <w:highlight w:val="yellow"/>
        </w:rPr>
      </w:pPr>
      <w:r w:rsidRPr="009F605E">
        <w:rPr>
          <w:rStyle w:val="FootnoteReference"/>
        </w:rPr>
        <w:footnoteRef/>
      </w:r>
      <w:r w:rsidRPr="00BA361E">
        <w:t xml:space="preserve"> </w:t>
      </w:r>
      <w:r w:rsidRPr="00A555A3">
        <w:t>Stability studies should focus on the food/constituent for which the claim is proposed (i.e. the food/constituent which is expected to exert the claimed effect)</w:t>
      </w:r>
      <w:r>
        <w:t xml:space="preserve">. </w:t>
      </w:r>
      <w:r w:rsidRPr="00A555A3">
        <w:t>The information provided should ensure consistency and stability of the food/constituent in the final food product as consumed.</w:t>
      </w:r>
    </w:p>
  </w:footnote>
  <w:footnote w:id="13">
    <w:p w:rsidR="00D1268A" w:rsidRPr="009F605E" w:rsidRDefault="00D1268A" w:rsidP="00937745">
      <w:pPr>
        <w:pStyle w:val="EFSAFootnote"/>
      </w:pPr>
      <w:r w:rsidRPr="009F605E">
        <w:rPr>
          <w:rStyle w:val="FootnoteReference"/>
        </w:rPr>
        <w:footnoteRef/>
      </w:r>
      <w:r w:rsidRPr="009F605E">
        <w:t xml:space="preserve"> </w:t>
      </w:r>
      <w:r>
        <w:tab/>
        <w:t>See also S</w:t>
      </w:r>
      <w:r w:rsidRPr="009F605E">
        <w:t>ection 7.2 of the ‘</w:t>
      </w:r>
      <w:hyperlink r:id="rId5" w:history="1">
        <w:r w:rsidRPr="000F269E">
          <w:rPr>
            <w:rStyle w:val="Hyperlink"/>
            <w:color w:val="auto"/>
            <w:u w:val="none"/>
          </w:rPr>
          <w:t>general guidance</w:t>
        </w:r>
      </w:hyperlink>
      <w:r w:rsidRPr="009F605E">
        <w:t xml:space="preserve">’ </w:t>
      </w:r>
      <w:r w:rsidRPr="009F605E">
        <w:fldChar w:fldCharType="begin"/>
      </w:r>
      <w:r w:rsidRPr="009F605E">
        <w:instrText xml:space="preserve"> ADDIN EN.CITE &lt;EndNote&gt;&lt;Cite&gt;&lt;Author&gt;EFSA NDA Panel&lt;/Author&gt;&lt;Year&gt;2016&lt;/Year&gt;&lt;RecNum&gt;157&lt;/RecNum&gt;&lt;DisplayText&gt;(EFSA NDA Panel, 2016)&lt;/DisplayText&gt;&lt;record&gt;&lt;rec-number&gt;157&lt;/rec-number&gt;&lt;foreign-keys&gt;&lt;key app="EN" db-id="505rwsazdtxrs1e0f0nvzd5ozte95tdr9wdt" timestamp="1452681380"&gt;157&lt;/key&gt;&lt;/foreign-keys&gt;&lt;ref-type name="Report"&gt;27&lt;/ref-type&gt;&lt;contributors&gt;&lt;authors&gt;&lt;author&gt;EFSA NDA Panel,&lt;/author&gt;&lt;/authors&gt;&lt;/contributors&gt;&lt;titles&gt;&lt;title&gt;General scientific guidance for stakeholders on health claim applications&lt;/title&gt;&lt;/titles&gt;&lt;number&gt;EFSA Journal 2016;14(1):4367, 36 pp. doi:10.2903/j.efsa.2016.4367 Available at http://www.efsa.europa.eu/en/efsajournal/pub/4367 &lt;/number&gt;&lt;dates&gt;&lt;year&gt;2016&lt;/year&gt;&lt;/dates&gt;&lt;publisher&gt;EFSA Panel on Dietetic Products, Nutrition and Allergies&lt;/publisher&gt;&lt;urls&gt;&lt;/urls&gt;&lt;/record&gt;&lt;/Cite&gt;&lt;/EndNote&gt;</w:instrText>
      </w:r>
      <w:r w:rsidRPr="009F605E">
        <w:fldChar w:fldCharType="separate"/>
      </w:r>
      <w:r w:rsidRPr="009F605E">
        <w:t>(EFSA NDA Panel, 2016)</w:t>
      </w:r>
      <w:r w:rsidRPr="009F605E">
        <w:fldChar w:fldCharType="end"/>
      </w:r>
      <w:r w:rsidRPr="009F605E">
        <w:t>.</w:t>
      </w:r>
    </w:p>
  </w:footnote>
  <w:footnote w:id="14">
    <w:p w:rsidR="00D1268A" w:rsidRPr="009F605E" w:rsidRDefault="00D1268A" w:rsidP="00937745">
      <w:pPr>
        <w:pStyle w:val="EFSAFootnote"/>
      </w:pPr>
      <w:r w:rsidRPr="009F605E">
        <w:rPr>
          <w:rStyle w:val="FootnoteReference"/>
        </w:rPr>
        <w:footnoteRef/>
      </w:r>
      <w:r w:rsidRPr="009F605E">
        <w:t xml:space="preserve"> </w:t>
      </w:r>
      <w:r>
        <w:tab/>
        <w:t>See also S</w:t>
      </w:r>
      <w:r w:rsidRPr="009F605E">
        <w:t>ection 6.1 of the ‘</w:t>
      </w:r>
      <w:hyperlink r:id="rId6" w:history="1">
        <w:r w:rsidRPr="000F269E">
          <w:rPr>
            <w:rStyle w:val="Hyperlink"/>
            <w:color w:val="auto"/>
            <w:u w:val="none"/>
          </w:rPr>
          <w:t>general guidance</w:t>
        </w:r>
      </w:hyperlink>
      <w:r w:rsidRPr="009F605E">
        <w:t xml:space="preserve">’ </w:t>
      </w:r>
      <w:r w:rsidRPr="009F605E">
        <w:fldChar w:fldCharType="begin"/>
      </w:r>
      <w:r w:rsidRPr="009F605E">
        <w:instrText xml:space="preserve"> ADDIN EN.CITE &lt;EndNote&gt;&lt;Cite&gt;&lt;Author&gt;EFSA NDA Panel&lt;/Author&gt;&lt;Year&gt;2016&lt;/Year&gt;&lt;RecNum&gt;157&lt;/RecNum&gt;&lt;DisplayText&gt;(EFSA NDA Panel, 2016)&lt;/DisplayText&gt;&lt;record&gt;&lt;rec-number&gt;157&lt;/rec-number&gt;&lt;foreign-keys&gt;&lt;key app="EN" db-id="505rwsazdtxrs1e0f0nvzd5ozte95tdr9wdt" timestamp="1452681380"&gt;157&lt;/key&gt;&lt;/foreign-keys&gt;&lt;ref-type name="Report"&gt;27&lt;/ref-type&gt;&lt;contributors&gt;&lt;authors&gt;&lt;author&gt;EFSA NDA Panel,&lt;/author&gt;&lt;/authors&gt;&lt;/contributors&gt;&lt;titles&gt;&lt;title&gt;General scientific guidance for stakeholders on health claim applications&lt;/title&gt;&lt;/titles&gt;&lt;number&gt;EFSA Journal 2016;14(1):4367, 36 pp. doi:10.2903/j.efsa.2016.4367 Available at http://www.efsa.europa.eu/en/efsajournal/pub/4367 &lt;/number&gt;&lt;dates&gt;&lt;year&gt;2016&lt;/year&gt;&lt;/dates&gt;&lt;publisher&gt;EFSA Panel on Dietetic Products, Nutrition and Allergies&lt;/publisher&gt;&lt;urls&gt;&lt;/urls&gt;&lt;/record&gt;&lt;/Cite&gt;&lt;/EndNote&gt;</w:instrText>
      </w:r>
      <w:r w:rsidRPr="009F605E">
        <w:fldChar w:fldCharType="separate"/>
      </w:r>
      <w:r w:rsidRPr="009F605E">
        <w:t>(EFSA NDA Panel, 2016)</w:t>
      </w:r>
      <w:r w:rsidRPr="009F605E">
        <w:fldChar w:fldCharType="end"/>
      </w:r>
      <w:r w:rsidRPr="009F605E">
        <w:t>.</w:t>
      </w:r>
    </w:p>
  </w:footnote>
  <w:footnote w:id="15">
    <w:p w:rsidR="00D1268A" w:rsidRDefault="00D1268A" w:rsidP="00937745">
      <w:pPr>
        <w:pStyle w:val="EFSAFootnote"/>
      </w:pPr>
      <w:r>
        <w:rPr>
          <w:rStyle w:val="FootnoteReference"/>
        </w:rPr>
        <w:footnoteRef/>
      </w:r>
      <w:r>
        <w:t xml:space="preserve"> </w:t>
      </w:r>
      <w:r>
        <w:tab/>
        <w:t>See S</w:t>
      </w:r>
      <w:r w:rsidRPr="00570E2E">
        <w:t>ection 7.2</w:t>
      </w:r>
      <w:r>
        <w:t>.1</w:t>
      </w:r>
      <w:r w:rsidRPr="00570E2E">
        <w:t xml:space="preserve"> of the ‘general guidance’ (EFSA NDA Panel, 2016)</w:t>
      </w:r>
      <w:r>
        <w:t>.</w:t>
      </w:r>
    </w:p>
  </w:footnote>
  <w:footnote w:id="16">
    <w:p w:rsidR="00D1268A" w:rsidRPr="009F605E" w:rsidRDefault="00D1268A" w:rsidP="00937745">
      <w:pPr>
        <w:pStyle w:val="EFSAFootnote"/>
      </w:pPr>
      <w:r w:rsidRPr="009F605E">
        <w:rPr>
          <w:rStyle w:val="FootnoteReference"/>
        </w:rPr>
        <w:footnoteRef/>
      </w:r>
      <w:r w:rsidRPr="009F605E">
        <w:t xml:space="preserve"> </w:t>
      </w:r>
      <w:r>
        <w:tab/>
      </w:r>
      <w:r w:rsidRPr="009F605E">
        <w:t>It includes the measurement of functional outcome variables in vivo and the measurement (ex vivo) of outcome variables in biological samples following an intervention in vivo.</w:t>
      </w:r>
    </w:p>
  </w:footnote>
  <w:footnote w:id="17">
    <w:p w:rsidR="00D1268A" w:rsidRPr="009F605E" w:rsidRDefault="00D1268A" w:rsidP="00937745">
      <w:pPr>
        <w:pStyle w:val="EFSAFootnote"/>
      </w:pPr>
      <w:r w:rsidRPr="009F605E">
        <w:rPr>
          <w:rStyle w:val="FootnoteReference"/>
        </w:rPr>
        <w:footnoteRef/>
      </w:r>
      <w:r w:rsidRPr="009F605E">
        <w:t xml:space="preserve"> </w:t>
      </w:r>
      <w:r>
        <w:tab/>
        <w:t>See also S</w:t>
      </w:r>
      <w:r w:rsidRPr="009F605E">
        <w:t>ection 7.2.2 of the ‘</w:t>
      </w:r>
      <w:hyperlink r:id="rId7" w:history="1">
        <w:r w:rsidRPr="000F269E">
          <w:rPr>
            <w:rStyle w:val="Hyperlink"/>
            <w:color w:val="auto"/>
            <w:u w:val="none"/>
          </w:rPr>
          <w:t>general guidance</w:t>
        </w:r>
      </w:hyperlink>
      <w:r w:rsidRPr="009F605E">
        <w:t xml:space="preserve">’ </w:t>
      </w:r>
      <w:r w:rsidRPr="009F605E">
        <w:fldChar w:fldCharType="begin"/>
      </w:r>
      <w:r w:rsidRPr="009F605E">
        <w:instrText xml:space="preserve"> ADDIN EN.CITE &lt;EndNote&gt;&lt;Cite&gt;&lt;Author&gt;EFSA NDA Panel&lt;/Author&gt;&lt;Year&gt;2016&lt;/Year&gt;&lt;RecNum&gt;157&lt;/RecNum&gt;&lt;DisplayText&gt;(EFSA NDA Panel, 2016)&lt;/DisplayText&gt;&lt;record&gt;&lt;rec-number&gt;157&lt;/rec-number&gt;&lt;foreign-keys&gt;&lt;key app="EN" db-id="505rwsazdtxrs1e0f0nvzd5ozte95tdr9wdt" timestamp="1452681380"&gt;157&lt;/key&gt;&lt;/foreign-keys&gt;&lt;ref-type name="Report"&gt;27&lt;/ref-type&gt;&lt;contributors&gt;&lt;authors&gt;&lt;author&gt;EFSA NDA Panel,&lt;/author&gt;&lt;/authors&gt;&lt;/contributors&gt;&lt;titles&gt;&lt;title&gt;General scientific guidance for stakeholders on health claim applications&lt;/title&gt;&lt;/titles&gt;&lt;number&gt;EFSA Journal 2016;14(1):4367, 36 pp. doi:10.2903/j.efsa.2016.4367 Available at http://www.efsa.europa.eu/en/efsajournal/pub/4367 &lt;/number&gt;&lt;dates&gt;&lt;year&gt;2016&lt;/year&gt;&lt;/dates&gt;&lt;publisher&gt;EFSA Panel on Dietetic Products, Nutrition and Allergies&lt;/publisher&gt;&lt;urls&gt;&lt;/urls&gt;&lt;/record&gt;&lt;/Cite&gt;&lt;/EndNote&gt;</w:instrText>
      </w:r>
      <w:r w:rsidRPr="009F605E">
        <w:fldChar w:fldCharType="separate"/>
      </w:r>
      <w:r w:rsidRPr="009F605E">
        <w:t>(EFSA NDA Panel, 2016)</w:t>
      </w:r>
      <w:r w:rsidRPr="009F605E">
        <w:fldChar w:fldCharType="end"/>
      </w:r>
      <w:r w:rsidRPr="009F605E">
        <w:t>.</w:t>
      </w:r>
    </w:p>
  </w:footnote>
  <w:footnote w:id="18">
    <w:p w:rsidR="00D1268A" w:rsidRDefault="00D1268A" w:rsidP="00937745">
      <w:pPr>
        <w:pStyle w:val="EFSAFootnote"/>
      </w:pPr>
      <w:r>
        <w:rPr>
          <w:rStyle w:val="FootnoteReference"/>
        </w:rPr>
        <w:footnoteRef/>
      </w:r>
      <w:r>
        <w:t xml:space="preserve"> See also Section 6.1 of the ‘</w:t>
      </w:r>
      <w:hyperlink r:id="rId8" w:history="1">
        <w:r w:rsidRPr="000F269E">
          <w:rPr>
            <w:rStyle w:val="Hyperlink"/>
            <w:color w:val="auto"/>
            <w:u w:val="none"/>
          </w:rPr>
          <w:t>general guidance</w:t>
        </w:r>
      </w:hyperlink>
      <w:r>
        <w:t xml:space="preserve">’ </w:t>
      </w:r>
      <w:r w:rsidRPr="00BC7CC3">
        <w:fldChar w:fldCharType="begin"/>
      </w:r>
      <w:r w:rsidRPr="00BC7CC3">
        <w:instrText xml:space="preserve"> ADDIN EN.CITE &lt;EndNote&gt;&lt;Cite&gt;&lt;Author&gt;EFSA NDA Panel&lt;/Author&gt;&lt;Year&gt;2016&lt;/Year&gt;&lt;RecNum&gt;157&lt;/RecNum&gt;&lt;DisplayText&gt;(EFSA NDA Panel, 2016)&lt;/DisplayText&gt;&lt;record&gt;&lt;rec-number&gt;157&lt;/rec-number&gt;&lt;foreign-keys&gt;&lt;key app="EN" db-id="505rwsazdtxrs1e0f0nvzd5ozte95tdr9wdt" timestamp="1452681380"&gt;157&lt;/key&gt;&lt;/foreign-keys&gt;&lt;ref-type name="Report"&gt;27&lt;/ref-type&gt;&lt;contributors&gt;&lt;authors&gt;&lt;author&gt;EFSA NDA Panel,&lt;/author&gt;&lt;/authors&gt;&lt;/contributors&gt;&lt;titles&gt;&lt;title&gt;General scientific guidance for stakeholders on health claim applications&lt;/title&gt;&lt;/titles&gt;&lt;number&gt;EFSA Journal 2016;14(1):4367, 36 pp. doi:10.2903/j.efsa.2016.4367 Available at http://www.efsa.europa.eu/en/efsajournal/pub/4367 &lt;/number&gt;&lt;dates&gt;&lt;year&gt;2016&lt;/year&gt;&lt;/dates&gt;&lt;publisher&gt;EFSA Panel on Dietetic Products, Nutrition and Allergies&lt;/publisher&gt;&lt;urls&gt;&lt;/urls&gt;&lt;/record&gt;&lt;/Cite&gt;&lt;/EndNote&gt;</w:instrText>
      </w:r>
      <w:r w:rsidRPr="00BC7CC3">
        <w:fldChar w:fldCharType="separate"/>
      </w:r>
      <w:r w:rsidRPr="00BC7CC3">
        <w:t>(EFSA NDA Panel, 2016)</w:t>
      </w:r>
      <w:r w:rsidRPr="00BC7CC3">
        <w:fldChar w:fldCharType="end"/>
      </w:r>
      <w:r>
        <w:t>.</w:t>
      </w:r>
    </w:p>
  </w:footnote>
  <w:footnote w:id="19">
    <w:p w:rsidR="00D1268A" w:rsidRPr="000F269E" w:rsidRDefault="00D1268A" w:rsidP="00937745">
      <w:pPr>
        <w:pStyle w:val="EFSAFootnote"/>
        <w:rPr>
          <w:szCs w:val="16"/>
        </w:rPr>
      </w:pPr>
      <w:r w:rsidRPr="000F269E">
        <w:rPr>
          <w:rStyle w:val="FootnoteReference"/>
          <w:szCs w:val="16"/>
        </w:rPr>
        <w:footnoteRef/>
      </w:r>
      <w:r w:rsidRPr="000F269E">
        <w:rPr>
          <w:szCs w:val="16"/>
        </w:rPr>
        <w:t xml:space="preserve"> </w:t>
      </w:r>
      <w:r w:rsidRPr="000F269E">
        <w:rPr>
          <w:szCs w:val="16"/>
        </w:rPr>
        <w:tab/>
        <w:t>See also Section 7.4 of the ‘</w:t>
      </w:r>
      <w:hyperlink r:id="rId9" w:history="1">
        <w:r w:rsidRPr="000F269E">
          <w:rPr>
            <w:rStyle w:val="Hyperlink"/>
            <w:color w:val="auto"/>
            <w:szCs w:val="16"/>
            <w:u w:val="none"/>
          </w:rPr>
          <w:t>general guidance</w:t>
        </w:r>
      </w:hyperlink>
      <w:r w:rsidRPr="000F269E">
        <w:rPr>
          <w:szCs w:val="16"/>
        </w:rPr>
        <w:t xml:space="preserve">’ </w:t>
      </w:r>
      <w:r w:rsidRPr="000F269E">
        <w:rPr>
          <w:szCs w:val="16"/>
        </w:rPr>
        <w:fldChar w:fldCharType="begin"/>
      </w:r>
      <w:r w:rsidRPr="000F269E">
        <w:rPr>
          <w:szCs w:val="16"/>
        </w:rPr>
        <w:instrText xml:space="preserve"> ADDIN EN.CITE &lt;EndNote&gt;&lt;Cite&gt;&lt;Author&gt;EFSA NDA Panel&lt;/Author&gt;&lt;Year&gt;2016&lt;/Year&gt;&lt;RecNum&gt;157&lt;/RecNum&gt;&lt;DisplayText&gt;(EFSA NDA Panel, 2016)&lt;/DisplayText&gt;&lt;record&gt;&lt;rec-number&gt;157&lt;/rec-number&gt;&lt;foreign-keys&gt;&lt;key app="EN" db-id="505rwsazdtxrs1e0f0nvzd5ozte95tdr9wdt" timestamp="1452681380"&gt;157&lt;/key&gt;&lt;/foreign-keys&gt;&lt;ref-type name="Report"&gt;27&lt;/ref-type&gt;&lt;contributors&gt;&lt;authors&gt;&lt;author&gt;EFSA NDA Panel,&lt;/author&gt;&lt;/authors&gt;&lt;/contributors&gt;&lt;titles&gt;&lt;title&gt;General scientific guidance for stakeholders on health claim applications&lt;/title&gt;&lt;/titles&gt;&lt;number&gt;EFSA Journal 2016;14(1):4367, 36 pp. doi:10.2903/j.efsa.2016.4367 Available at http://www.efsa.europa.eu/en/efsajournal/pub/4367 &lt;/number&gt;&lt;dates&gt;&lt;year&gt;2016&lt;/year&gt;&lt;/dates&gt;&lt;publisher&gt;EFSA Panel on Dietetic Products, Nutrition and Allergies&lt;/publisher&gt;&lt;urls&gt;&lt;/urls&gt;&lt;/record&gt;&lt;/Cite&gt;&lt;/EndNote&gt;</w:instrText>
      </w:r>
      <w:r w:rsidRPr="000F269E">
        <w:rPr>
          <w:szCs w:val="16"/>
        </w:rPr>
        <w:fldChar w:fldCharType="separate"/>
      </w:r>
      <w:r w:rsidRPr="000F269E">
        <w:rPr>
          <w:szCs w:val="16"/>
        </w:rPr>
        <w:t>(EFSA NDA Panel, 2016)</w:t>
      </w:r>
      <w:r w:rsidRPr="000F269E">
        <w:rPr>
          <w:szCs w:val="16"/>
        </w:rPr>
        <w:fldChar w:fldCharType="end"/>
      </w:r>
      <w:r w:rsidRPr="000F269E">
        <w:rPr>
          <w:szCs w:val="16"/>
        </w:rPr>
        <w:t>.</w:t>
      </w:r>
    </w:p>
  </w:footnote>
  <w:footnote w:id="20">
    <w:p w:rsidR="00D1268A" w:rsidRPr="000F269E" w:rsidRDefault="00D1268A" w:rsidP="00937745">
      <w:pPr>
        <w:pStyle w:val="EFSAFootnote"/>
        <w:rPr>
          <w:szCs w:val="16"/>
        </w:rPr>
      </w:pPr>
      <w:r w:rsidRPr="000F269E">
        <w:rPr>
          <w:rStyle w:val="FootnoteReference"/>
          <w:szCs w:val="16"/>
        </w:rPr>
        <w:footnoteRef/>
      </w:r>
      <w:r w:rsidRPr="000F269E">
        <w:rPr>
          <w:szCs w:val="16"/>
        </w:rPr>
        <w:t xml:space="preserve"> </w:t>
      </w:r>
      <w:r>
        <w:rPr>
          <w:szCs w:val="16"/>
        </w:rPr>
        <w:tab/>
      </w:r>
      <w:r w:rsidRPr="000F269E">
        <w:rPr>
          <w:rStyle w:val="Emphasis"/>
          <w:i w:val="0"/>
          <w:iCs w:val="0"/>
          <w:szCs w:val="16"/>
        </w:rPr>
        <w:t xml:space="preserve">Applicants could </w:t>
      </w:r>
      <w:r w:rsidRPr="000F269E">
        <w:rPr>
          <w:szCs w:val="16"/>
        </w:rPr>
        <w:t xml:space="preserve">consider the EFSA guidance on the application of systematic review methodology to food and feed safety assessments to support decision making for that purpose </w:t>
      </w:r>
      <w:r w:rsidRPr="000F269E">
        <w:rPr>
          <w:szCs w:val="16"/>
        </w:rPr>
        <w:fldChar w:fldCharType="begin"/>
      </w:r>
      <w:r w:rsidRPr="000F269E">
        <w:rPr>
          <w:szCs w:val="16"/>
        </w:rPr>
        <w:instrText xml:space="preserve"> ADDIN EN.CITE &lt;EndNote&gt;&lt;Cite&gt;&lt;Author&gt;EFSA&lt;/Author&gt;&lt;Year&gt;2010&lt;/Year&gt;&lt;RecNum&gt;40&lt;/RecNum&gt;&lt;DisplayText&gt;(EFSA, 2010a)&lt;/DisplayText&gt;&lt;record&gt;&lt;rec-number&gt;40&lt;/rec-number&gt;&lt;foreign-keys&gt;&lt;key app="EN" db-id="w2z0ax05v9ew5he0raa5rxr7d0pe2rvetfxw" timestamp="1447946378"&gt;40&lt;/key&gt;&lt;/foreign-keys&gt;&lt;ref-type name="Report"&gt;27&lt;/ref-type&gt;&lt;contributors&gt;&lt;authors&gt;&lt;author&gt;EFSA&lt;/author&gt;&lt;/authors&gt;&lt;/contributors&gt;&lt;titles&gt;&lt;title&gt;Application of systematic review methodology to food and feed safety assessments to support decision making&lt;/title&gt;&lt;/titles&gt;&lt;number&gt;EFSA Journal 2010; 8(6):1637, 1-90&lt;/number&gt;&lt;dates&gt;&lt;year&gt;2010&lt;/year&gt;&lt;/dates&gt;&lt;urls&gt;&lt;/urls&gt;&lt;/record&gt;&lt;/Cite&gt;&lt;/EndNote&gt;</w:instrText>
      </w:r>
      <w:r w:rsidRPr="000F269E">
        <w:rPr>
          <w:szCs w:val="16"/>
        </w:rPr>
        <w:fldChar w:fldCharType="separate"/>
      </w:r>
      <w:r w:rsidRPr="000F269E">
        <w:rPr>
          <w:szCs w:val="16"/>
        </w:rPr>
        <w:t>(</w:t>
      </w:r>
      <w:hyperlink w:anchor="_ENREF_4" w:tooltip="EFSA, 2010 #40" w:history="1">
        <w:r w:rsidRPr="000F269E">
          <w:rPr>
            <w:szCs w:val="16"/>
          </w:rPr>
          <w:t>EFSA, 2010</w:t>
        </w:r>
      </w:hyperlink>
      <w:r w:rsidRPr="000F269E">
        <w:rPr>
          <w:szCs w:val="16"/>
        </w:rPr>
        <w:t>)</w:t>
      </w:r>
      <w:r w:rsidRPr="000F269E">
        <w:rPr>
          <w:szCs w:val="16"/>
        </w:rPr>
        <w:fldChar w:fldCharType="end"/>
      </w:r>
      <w:r w:rsidRPr="000F269E">
        <w:rPr>
          <w:szCs w:val="16"/>
        </w:rPr>
        <w:t>.</w:t>
      </w:r>
    </w:p>
  </w:footnote>
  <w:footnote w:id="21">
    <w:p w:rsidR="00D1268A" w:rsidRDefault="00D1268A" w:rsidP="00937745">
      <w:pPr>
        <w:pStyle w:val="EFSAFootnote"/>
      </w:pPr>
      <w:r>
        <w:rPr>
          <w:rStyle w:val="FootnoteReference"/>
        </w:rPr>
        <w:footnoteRef/>
      </w:r>
      <w:r>
        <w:t xml:space="preserve"> See also section 6.1 of the ‘</w:t>
      </w:r>
      <w:hyperlink r:id="rId10" w:history="1">
        <w:r w:rsidRPr="00F1374D">
          <w:rPr>
            <w:rStyle w:val="Hyperlink"/>
            <w:color w:val="auto"/>
            <w:u w:val="none"/>
          </w:rPr>
          <w:t>general guidance</w:t>
        </w:r>
      </w:hyperlink>
      <w:r>
        <w:t xml:space="preserve">’ </w:t>
      </w:r>
      <w:r w:rsidRPr="00BC7CC3">
        <w:fldChar w:fldCharType="begin"/>
      </w:r>
      <w:r w:rsidRPr="00BC7CC3">
        <w:instrText xml:space="preserve"> ADDIN EN.CITE &lt;EndNote&gt;&lt;Cite&gt;&lt;Author&gt;EFSA NDA Panel&lt;/Author&gt;&lt;Year&gt;2016&lt;/Year&gt;&lt;RecNum&gt;157&lt;/RecNum&gt;&lt;DisplayText&gt;(EFSA NDA Panel, 2016)&lt;/DisplayText&gt;&lt;record&gt;&lt;rec-number&gt;157&lt;/rec-number&gt;&lt;foreign-keys&gt;&lt;key app="EN" db-id="505rwsazdtxrs1e0f0nvzd5ozte95tdr9wdt" timestamp="1452681380"&gt;157&lt;/key&gt;&lt;/foreign-keys&gt;&lt;ref-type name="Report"&gt;27&lt;/ref-type&gt;&lt;contributors&gt;&lt;authors&gt;&lt;author&gt;EFSA NDA Panel,&lt;/author&gt;&lt;/authors&gt;&lt;/contributors&gt;&lt;titles&gt;&lt;title&gt;General scientific guidance for stakeholders on health claim applications&lt;/title&gt;&lt;/titles&gt;&lt;number&gt;EFSA Journal 2016;14(1):4367, 36 pp. doi:10.2903/j.efsa.2016.4367 Available at http://www.efsa.europa.eu/en/efsajournal/pub/4367 &lt;/number&gt;&lt;dates&gt;&lt;year&gt;2016&lt;/year&gt;&lt;/dates&gt;&lt;publisher&gt;EFSA Panel on Dietetic Products, Nutrition and Allergies&lt;/publisher&gt;&lt;urls&gt;&lt;/urls&gt;&lt;/record&gt;&lt;/Cite&gt;&lt;/EndNote&gt;</w:instrText>
      </w:r>
      <w:r w:rsidRPr="00BC7CC3">
        <w:fldChar w:fldCharType="separate"/>
      </w:r>
      <w:r w:rsidRPr="00BC7CC3">
        <w:t>(EFSA NDA Panel, 2016)</w:t>
      </w:r>
      <w:r w:rsidRPr="00BC7CC3">
        <w:fldChar w:fldCharType="end"/>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68A" w:rsidRDefault="00D1268A">
    <w:pPr>
      <w:pStyle w:val="EFSAShorttitle"/>
    </w:pPr>
    <w:r>
      <w:rPr>
        <w:shd w:val="clear" w:color="auto" w:fill="FFFF00"/>
      </w:rPr>
      <w:t>Short title</w:t>
    </w:r>
    <w:r>
      <w:t xml:space="preserve"> </w:t>
    </w:r>
    <w:r>
      <w:rPr>
        <w:noProof/>
        <w:lang w:eastAsia="ko-KR"/>
      </w:rPr>
      <w:drawing>
        <wp:anchor distT="0" distB="0" distL="114300" distR="114300" simplePos="0" relativeHeight="251651072" behindDoc="1" locked="0" layoutInCell="1" allowOverlap="1" wp14:anchorId="2E314006" wp14:editId="32720078">
          <wp:simplePos x="0" y="0"/>
          <wp:positionH relativeFrom="column">
            <wp:posOffset>5688965</wp:posOffset>
          </wp:positionH>
          <wp:positionV relativeFrom="paragraph">
            <wp:posOffset>-323850</wp:posOffset>
          </wp:positionV>
          <wp:extent cx="805815" cy="417195"/>
          <wp:effectExtent l="0" t="0" r="0" b="1905"/>
          <wp:wrapTight wrapText="bothSides">
            <wp:wrapPolygon edited="0">
              <wp:start x="0" y="0"/>
              <wp:lineTo x="0" y="20712"/>
              <wp:lineTo x="20936" y="20712"/>
              <wp:lineTo x="20936" y="0"/>
              <wp:lineTo x="0" y="0"/>
            </wp:wrapPolygon>
          </wp:wrapTight>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5815" cy="4171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ko-KR"/>
      </w:rPr>
      <w:drawing>
        <wp:anchor distT="0" distB="0" distL="114300" distR="114300" simplePos="0" relativeHeight="251653120" behindDoc="1" locked="0" layoutInCell="1" allowOverlap="1" wp14:anchorId="5A88D0B6" wp14:editId="4DBBBD25">
          <wp:simplePos x="0" y="0"/>
          <wp:positionH relativeFrom="column">
            <wp:posOffset>-360045</wp:posOffset>
          </wp:positionH>
          <wp:positionV relativeFrom="paragraph">
            <wp:posOffset>144145</wp:posOffset>
          </wp:positionV>
          <wp:extent cx="7559675" cy="35560"/>
          <wp:effectExtent l="0" t="0" r="3175" b="2540"/>
          <wp:wrapSquare wrapText="bothSides"/>
          <wp:docPr id="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D1268A" w:rsidRDefault="00D1268A"/>
  <w:p w:rsidR="00D1268A" w:rsidRDefault="00D1268A"/>
  <w:p w:rsidR="00D1268A" w:rsidRDefault="00D1268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1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1"/>
    </w:tblGrid>
    <w:tr w:rsidR="00D1268A" w:rsidRPr="00EA0C60" w:rsidTr="00476213">
      <w:trPr>
        <w:trHeight w:val="109"/>
      </w:trPr>
      <w:tc>
        <w:tcPr>
          <w:tcW w:w="5000" w:type="pct"/>
        </w:tcPr>
        <w:p w:rsidR="00D1268A" w:rsidRDefault="00D1268A" w:rsidP="001071AC">
          <w:pPr>
            <w:pStyle w:val="EFSAShorttitle"/>
            <w:rPr>
              <w:highlight w:val="yellow"/>
            </w:rPr>
          </w:pPr>
          <w:r w:rsidRPr="001071AC">
            <w:t xml:space="preserve">Guidance for the preparation and presentation of a health claim application (Revision 2) – </w:t>
          </w:r>
          <w:r>
            <w:t>Parts 1-6</w:t>
          </w:r>
        </w:p>
      </w:tc>
    </w:tr>
    <w:tr w:rsidR="00D1268A" w:rsidRPr="00EA0C60" w:rsidTr="00476213">
      <w:trPr>
        <w:trHeight w:val="109"/>
      </w:trPr>
      <w:tc>
        <w:tcPr>
          <w:tcW w:w="5000" w:type="pct"/>
        </w:tcPr>
        <w:p w:rsidR="00D1268A" w:rsidRPr="00EA0C60" w:rsidRDefault="00D1268A" w:rsidP="00476213">
          <w:pPr>
            <w:pStyle w:val="EFSAShorttitle"/>
            <w:rPr>
              <w:noProof/>
              <w:sz w:val="2"/>
              <w:szCs w:val="2"/>
            </w:rPr>
          </w:pPr>
          <w:r w:rsidRPr="00EA0C60">
            <w:rPr>
              <w:noProof/>
              <w:sz w:val="2"/>
              <w:szCs w:val="2"/>
              <w:lang w:eastAsia="ko-KR"/>
            </w:rPr>
            <w:drawing>
              <wp:anchor distT="0" distB="0" distL="114300" distR="114300" simplePos="0" relativeHeight="251702272" behindDoc="0" locked="0" layoutInCell="1" allowOverlap="1" wp14:anchorId="365404EA" wp14:editId="504D61FE">
                <wp:simplePos x="0" y="0"/>
                <wp:positionH relativeFrom="margin">
                  <wp:posOffset>76</wp:posOffset>
                </wp:positionH>
                <wp:positionV relativeFrom="paragraph">
                  <wp:posOffset>15875</wp:posOffset>
                </wp:positionV>
                <wp:extent cx="5759450" cy="35560"/>
                <wp:effectExtent l="0" t="0" r="0"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footer-portrait-01.jpg"/>
                        <pic:cNvPicPr/>
                      </pic:nvPicPr>
                      <pic:blipFill>
                        <a:blip r:embed="rId1">
                          <a:extLst>
                            <a:ext uri="{28A0092B-C50C-407E-A947-70E740481C1C}">
                              <a14:useLocalDpi xmlns:a14="http://schemas.microsoft.com/office/drawing/2010/main" val="0"/>
                            </a:ext>
                          </a:extLst>
                        </a:blip>
                        <a:stretch>
                          <a:fillRect/>
                        </a:stretch>
                      </pic:blipFill>
                      <pic:spPr>
                        <a:xfrm>
                          <a:off x="0" y="0"/>
                          <a:ext cx="5759450" cy="35560"/>
                        </a:xfrm>
                        <a:prstGeom prst="rect">
                          <a:avLst/>
                        </a:prstGeom>
                      </pic:spPr>
                    </pic:pic>
                  </a:graphicData>
                </a:graphic>
                <wp14:sizeRelH relativeFrom="margin">
                  <wp14:pctWidth>0</wp14:pctWidth>
                </wp14:sizeRelH>
                <wp14:sizeRelV relativeFrom="margin">
                  <wp14:pctHeight>0</wp14:pctHeight>
                </wp14:sizeRelV>
              </wp:anchor>
            </w:drawing>
          </w:r>
        </w:p>
      </w:tc>
    </w:tr>
  </w:tbl>
  <w:p w:rsidR="00D1268A" w:rsidRPr="002623C1" w:rsidRDefault="00D1268A" w:rsidP="00EA0C60">
    <w:pPr>
      <w:pStyle w:val="Header"/>
      <w:suppressLineNumbers w:val="0"/>
      <w:suppressAutoHyphens w:val="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E326C"/>
    <w:multiLevelType w:val="hybridMultilevel"/>
    <w:tmpl w:val="1E98F94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83A5BC2"/>
    <w:multiLevelType w:val="hybridMultilevel"/>
    <w:tmpl w:val="1F7E99F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A8667BE"/>
    <w:multiLevelType w:val="multilevel"/>
    <w:tmpl w:val="6986B9B6"/>
    <w:lvl w:ilvl="0">
      <w:start w:val="1"/>
      <w:numFmt w:val="lowerRoman"/>
      <w:lvlText w:val="%1."/>
      <w:lvlJc w:val="right"/>
      <w:pPr>
        <w:tabs>
          <w:tab w:val="num" w:pos="0"/>
        </w:tabs>
        <w:ind w:left="720" w:hanging="360"/>
      </w:pPr>
      <w:rPr>
        <w:rFonts w:hint="default"/>
      </w:rPr>
    </w:lvl>
    <w:lvl w:ilvl="1">
      <w:start w:val="1"/>
      <w:numFmt w:val="bullet"/>
      <w:lvlText w:val="–"/>
      <w:lvlJc w:val="left"/>
      <w:pPr>
        <w:tabs>
          <w:tab w:val="num" w:pos="0"/>
        </w:tabs>
        <w:ind w:left="1440" w:hanging="360"/>
      </w:pPr>
      <w:rPr>
        <w:rFonts w:ascii="Tahoma" w:hAnsi="Tahoma" w:hint="default"/>
        <w:color w:val="auto"/>
        <w:sz w:val="20"/>
      </w:rPr>
    </w:lvl>
    <w:lvl w:ilvl="2">
      <w:start w:val="1"/>
      <w:numFmt w:val="bullet"/>
      <w:lvlText w:val="–"/>
      <w:lvlJc w:val="left"/>
      <w:pPr>
        <w:tabs>
          <w:tab w:val="num" w:pos="0"/>
        </w:tabs>
        <w:ind w:left="2160" w:hanging="360"/>
      </w:pPr>
      <w:rPr>
        <w:rFonts w:ascii="Tahoma" w:hAnsi="Tahoma" w:hint="default"/>
        <w:color w:val="auto"/>
        <w:sz w:val="20"/>
      </w:rPr>
    </w:lvl>
    <w:lvl w:ilvl="3">
      <w:start w:val="1"/>
      <w:numFmt w:val="bullet"/>
      <w:lvlText w:val="–"/>
      <w:lvlJc w:val="left"/>
      <w:pPr>
        <w:tabs>
          <w:tab w:val="num" w:pos="0"/>
        </w:tabs>
        <w:ind w:left="2880" w:hanging="360"/>
      </w:pPr>
      <w:rPr>
        <w:rFonts w:ascii="Tahoma" w:hAnsi="Tahoma" w:hint="default"/>
        <w:color w:val="auto"/>
        <w:sz w:val="20"/>
      </w:rPr>
    </w:lvl>
    <w:lvl w:ilvl="4">
      <w:start w:val="1"/>
      <w:numFmt w:val="bullet"/>
      <w:lvlText w:val="–"/>
      <w:lvlJc w:val="left"/>
      <w:pPr>
        <w:tabs>
          <w:tab w:val="num" w:pos="0"/>
        </w:tabs>
        <w:ind w:left="3600" w:hanging="360"/>
      </w:pPr>
      <w:rPr>
        <w:rFonts w:ascii="Tahoma" w:hAnsi="Tahoma" w:hint="default"/>
        <w:color w:val="auto"/>
        <w:sz w:val="20"/>
      </w:rPr>
    </w:lvl>
    <w:lvl w:ilvl="5">
      <w:start w:val="1"/>
      <w:numFmt w:val="bullet"/>
      <w:lvlText w:val="–"/>
      <w:lvlJc w:val="left"/>
      <w:pPr>
        <w:tabs>
          <w:tab w:val="num" w:pos="0"/>
        </w:tabs>
        <w:ind w:left="4320" w:hanging="360"/>
      </w:pPr>
      <w:rPr>
        <w:rFonts w:ascii="Tahoma" w:hAnsi="Tahoma" w:hint="default"/>
        <w:color w:val="auto"/>
        <w:sz w:val="20"/>
      </w:rPr>
    </w:lvl>
    <w:lvl w:ilvl="6">
      <w:start w:val="1"/>
      <w:numFmt w:val="bullet"/>
      <w:lvlText w:val="–"/>
      <w:lvlJc w:val="left"/>
      <w:pPr>
        <w:tabs>
          <w:tab w:val="num" w:pos="0"/>
        </w:tabs>
        <w:ind w:left="5040" w:hanging="360"/>
      </w:pPr>
      <w:rPr>
        <w:rFonts w:ascii="Tahoma" w:hAnsi="Tahoma" w:hint="default"/>
        <w:color w:val="auto"/>
        <w:sz w:val="20"/>
      </w:rPr>
    </w:lvl>
    <w:lvl w:ilvl="7">
      <w:start w:val="1"/>
      <w:numFmt w:val="bullet"/>
      <w:lvlText w:val="–"/>
      <w:lvlJc w:val="left"/>
      <w:pPr>
        <w:tabs>
          <w:tab w:val="num" w:pos="0"/>
        </w:tabs>
        <w:ind w:left="5760" w:hanging="360"/>
      </w:pPr>
      <w:rPr>
        <w:rFonts w:ascii="Tahoma" w:hAnsi="Tahoma" w:cs="Courier New" w:hint="default"/>
        <w:color w:val="auto"/>
        <w:sz w:val="20"/>
      </w:rPr>
    </w:lvl>
    <w:lvl w:ilvl="8">
      <w:start w:val="1"/>
      <w:numFmt w:val="bullet"/>
      <w:lvlText w:val="–"/>
      <w:lvlJc w:val="left"/>
      <w:pPr>
        <w:tabs>
          <w:tab w:val="num" w:pos="0"/>
        </w:tabs>
        <w:ind w:left="6480" w:hanging="360"/>
      </w:pPr>
      <w:rPr>
        <w:rFonts w:ascii="Tahoma" w:hAnsi="Tahoma" w:hint="default"/>
        <w:color w:val="auto"/>
        <w:sz w:val="20"/>
      </w:rPr>
    </w:lvl>
  </w:abstractNum>
  <w:abstractNum w:abstractNumId="3">
    <w:nsid w:val="143C7734"/>
    <w:multiLevelType w:val="multilevel"/>
    <w:tmpl w:val="74207EA0"/>
    <w:styleLink w:val="EFSAheadinglist"/>
    <w:lvl w:ilvl="0">
      <w:start w:val="1"/>
      <w:numFmt w:val="decimal"/>
      <w:pStyle w:val="EFSAHeading1"/>
      <w:lvlText w:val="%1."/>
      <w:lvlJc w:val="left"/>
      <w:pPr>
        <w:ind w:left="1021" w:hanging="1021"/>
      </w:pPr>
      <w:rPr>
        <w:rFonts w:hint="default"/>
      </w:rPr>
    </w:lvl>
    <w:lvl w:ilvl="1">
      <w:start w:val="1"/>
      <w:numFmt w:val="decimal"/>
      <w:pStyle w:val="EFSAHeading2"/>
      <w:lvlText w:val="%1.%2."/>
      <w:lvlJc w:val="left"/>
      <w:pPr>
        <w:ind w:left="1021" w:hanging="1021"/>
      </w:pPr>
      <w:rPr>
        <w:rFonts w:hint="default"/>
      </w:rPr>
    </w:lvl>
    <w:lvl w:ilvl="2">
      <w:start w:val="1"/>
      <w:numFmt w:val="decimal"/>
      <w:pStyle w:val="EFSAHeading3"/>
      <w:lvlText w:val="%1.%2.%3."/>
      <w:lvlJc w:val="left"/>
      <w:pPr>
        <w:ind w:left="1021" w:hanging="1021"/>
      </w:pPr>
      <w:rPr>
        <w:rFonts w:hint="default"/>
      </w:rPr>
    </w:lvl>
    <w:lvl w:ilvl="3">
      <w:start w:val="1"/>
      <w:numFmt w:val="decimal"/>
      <w:pStyle w:val="EFSAHeading4"/>
      <w:lvlText w:val="%1.%2.%3.%4."/>
      <w:lvlJc w:val="left"/>
      <w:pPr>
        <w:ind w:left="1021" w:hanging="1021"/>
      </w:pPr>
      <w:rPr>
        <w:rFonts w:hint="default"/>
      </w:rPr>
    </w:lvl>
    <w:lvl w:ilvl="4">
      <w:start w:val="1"/>
      <w:numFmt w:val="none"/>
      <w:pStyle w:val="EFSAHeading5"/>
      <w:suff w:val="nothing"/>
      <w:lvlText w:val=""/>
      <w:lvlJc w:val="left"/>
      <w:pPr>
        <w:ind w:left="0" w:firstLine="0"/>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4">
    <w:nsid w:val="180474E4"/>
    <w:multiLevelType w:val="hybridMultilevel"/>
    <w:tmpl w:val="1F7E99F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FEE3275"/>
    <w:multiLevelType w:val="multilevel"/>
    <w:tmpl w:val="EBCA4894"/>
    <w:lvl w:ilvl="0">
      <w:start w:val="1"/>
      <w:numFmt w:val="lowerRoman"/>
      <w:lvlText w:val="%1."/>
      <w:lvlJc w:val="right"/>
      <w:pPr>
        <w:tabs>
          <w:tab w:val="num" w:pos="0"/>
        </w:tabs>
        <w:ind w:left="720" w:hanging="360"/>
      </w:pPr>
      <w:rPr>
        <w:rFonts w:hint="default"/>
      </w:rPr>
    </w:lvl>
    <w:lvl w:ilvl="1">
      <w:start w:val="1"/>
      <w:numFmt w:val="bullet"/>
      <w:lvlText w:val="–"/>
      <w:lvlJc w:val="left"/>
      <w:pPr>
        <w:tabs>
          <w:tab w:val="num" w:pos="0"/>
        </w:tabs>
        <w:ind w:left="1440" w:hanging="360"/>
      </w:pPr>
      <w:rPr>
        <w:rFonts w:ascii="Tahoma" w:hAnsi="Tahoma" w:hint="default"/>
        <w:color w:val="auto"/>
        <w:sz w:val="20"/>
      </w:rPr>
    </w:lvl>
    <w:lvl w:ilvl="2">
      <w:start w:val="1"/>
      <w:numFmt w:val="bullet"/>
      <w:lvlText w:val="–"/>
      <w:lvlJc w:val="left"/>
      <w:pPr>
        <w:tabs>
          <w:tab w:val="num" w:pos="0"/>
        </w:tabs>
        <w:ind w:left="2160" w:hanging="360"/>
      </w:pPr>
      <w:rPr>
        <w:rFonts w:ascii="Tahoma" w:hAnsi="Tahoma" w:hint="default"/>
        <w:color w:val="auto"/>
        <w:sz w:val="20"/>
      </w:rPr>
    </w:lvl>
    <w:lvl w:ilvl="3">
      <w:start w:val="1"/>
      <w:numFmt w:val="bullet"/>
      <w:lvlText w:val="–"/>
      <w:lvlJc w:val="left"/>
      <w:pPr>
        <w:tabs>
          <w:tab w:val="num" w:pos="0"/>
        </w:tabs>
        <w:ind w:left="2880" w:hanging="360"/>
      </w:pPr>
      <w:rPr>
        <w:rFonts w:ascii="Tahoma" w:hAnsi="Tahoma" w:hint="default"/>
        <w:color w:val="auto"/>
        <w:sz w:val="20"/>
      </w:rPr>
    </w:lvl>
    <w:lvl w:ilvl="4">
      <w:start w:val="1"/>
      <w:numFmt w:val="bullet"/>
      <w:lvlText w:val="–"/>
      <w:lvlJc w:val="left"/>
      <w:pPr>
        <w:tabs>
          <w:tab w:val="num" w:pos="0"/>
        </w:tabs>
        <w:ind w:left="3600" w:hanging="360"/>
      </w:pPr>
      <w:rPr>
        <w:rFonts w:ascii="Tahoma" w:hAnsi="Tahoma" w:hint="default"/>
        <w:color w:val="auto"/>
        <w:sz w:val="20"/>
      </w:rPr>
    </w:lvl>
    <w:lvl w:ilvl="5">
      <w:start w:val="1"/>
      <w:numFmt w:val="bullet"/>
      <w:lvlText w:val="–"/>
      <w:lvlJc w:val="left"/>
      <w:pPr>
        <w:tabs>
          <w:tab w:val="num" w:pos="0"/>
        </w:tabs>
        <w:ind w:left="4320" w:hanging="360"/>
      </w:pPr>
      <w:rPr>
        <w:rFonts w:ascii="Tahoma" w:hAnsi="Tahoma" w:hint="default"/>
        <w:color w:val="auto"/>
        <w:sz w:val="20"/>
      </w:rPr>
    </w:lvl>
    <w:lvl w:ilvl="6">
      <w:start w:val="1"/>
      <w:numFmt w:val="bullet"/>
      <w:lvlText w:val="–"/>
      <w:lvlJc w:val="left"/>
      <w:pPr>
        <w:tabs>
          <w:tab w:val="num" w:pos="0"/>
        </w:tabs>
        <w:ind w:left="5040" w:hanging="360"/>
      </w:pPr>
      <w:rPr>
        <w:rFonts w:ascii="Tahoma" w:hAnsi="Tahoma" w:hint="default"/>
        <w:color w:val="auto"/>
        <w:sz w:val="20"/>
      </w:rPr>
    </w:lvl>
    <w:lvl w:ilvl="7">
      <w:start w:val="1"/>
      <w:numFmt w:val="bullet"/>
      <w:lvlText w:val="–"/>
      <w:lvlJc w:val="left"/>
      <w:pPr>
        <w:tabs>
          <w:tab w:val="num" w:pos="0"/>
        </w:tabs>
        <w:ind w:left="5760" w:hanging="360"/>
      </w:pPr>
      <w:rPr>
        <w:rFonts w:ascii="Tahoma" w:hAnsi="Tahoma" w:cs="Courier New" w:hint="default"/>
        <w:color w:val="auto"/>
        <w:sz w:val="20"/>
      </w:rPr>
    </w:lvl>
    <w:lvl w:ilvl="8">
      <w:start w:val="1"/>
      <w:numFmt w:val="bullet"/>
      <w:lvlText w:val="–"/>
      <w:lvlJc w:val="left"/>
      <w:pPr>
        <w:tabs>
          <w:tab w:val="num" w:pos="0"/>
        </w:tabs>
        <w:ind w:left="6480" w:hanging="360"/>
      </w:pPr>
      <w:rPr>
        <w:rFonts w:ascii="Tahoma" w:hAnsi="Tahoma" w:hint="default"/>
        <w:color w:val="auto"/>
        <w:sz w:val="20"/>
      </w:rPr>
    </w:lvl>
  </w:abstractNum>
  <w:abstractNum w:abstractNumId="6">
    <w:nsid w:val="2FD94890"/>
    <w:multiLevelType w:val="hybridMultilevel"/>
    <w:tmpl w:val="C3F04164"/>
    <w:lvl w:ilvl="0" w:tplc="0809001B">
      <w:start w:val="1"/>
      <w:numFmt w:val="lowerRoman"/>
      <w:lvlText w:val="%1."/>
      <w:lvlJc w:val="righ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3CDE628E"/>
    <w:multiLevelType w:val="multilevel"/>
    <w:tmpl w:val="8EEEE2FE"/>
    <w:styleLink w:val="EFSAListbullets"/>
    <w:lvl w:ilvl="0">
      <w:start w:val="1"/>
      <w:numFmt w:val="bullet"/>
      <w:lvlText w:val=""/>
      <w:lvlJc w:val="left"/>
      <w:pPr>
        <w:tabs>
          <w:tab w:val="num" w:pos="0"/>
        </w:tabs>
        <w:ind w:left="720" w:hanging="363"/>
      </w:pPr>
      <w:rPr>
        <w:rFonts w:ascii="Symbol" w:hAnsi="Symbol" w:hint="default"/>
      </w:rPr>
    </w:lvl>
    <w:lvl w:ilvl="1">
      <w:start w:val="1"/>
      <w:numFmt w:val="bullet"/>
      <w:lvlText w:val="–"/>
      <w:lvlJc w:val="left"/>
      <w:pPr>
        <w:tabs>
          <w:tab w:val="num" w:pos="357"/>
        </w:tabs>
        <w:ind w:left="1077" w:hanging="363"/>
      </w:pPr>
      <w:rPr>
        <w:rFonts w:ascii="Tahoma" w:hAnsi="Tahoma" w:hint="default"/>
        <w:caps w:val="0"/>
        <w:strike w:val="0"/>
        <w:dstrike w:val="0"/>
        <w:vanish w:val="0"/>
        <w:color w:val="auto"/>
        <w:sz w:val="20"/>
        <w:vertAlign w:val="baseline"/>
      </w:rPr>
    </w:lvl>
    <w:lvl w:ilvl="2">
      <w:start w:val="1"/>
      <w:numFmt w:val="bullet"/>
      <w:lvlText w:val="–"/>
      <w:lvlJc w:val="left"/>
      <w:pPr>
        <w:tabs>
          <w:tab w:val="num" w:pos="714"/>
        </w:tabs>
        <w:ind w:left="1434" w:hanging="363"/>
      </w:pPr>
      <w:rPr>
        <w:rFonts w:ascii="Tahoma" w:hAnsi="Tahoma" w:hint="default"/>
        <w:color w:val="auto"/>
        <w:sz w:val="20"/>
      </w:rPr>
    </w:lvl>
    <w:lvl w:ilvl="3">
      <w:start w:val="1"/>
      <w:numFmt w:val="bullet"/>
      <w:lvlText w:val="–"/>
      <w:lvlJc w:val="left"/>
      <w:pPr>
        <w:tabs>
          <w:tab w:val="num" w:pos="1071"/>
        </w:tabs>
        <w:ind w:left="1791" w:hanging="363"/>
      </w:pPr>
      <w:rPr>
        <w:rFonts w:ascii="Tahoma" w:hAnsi="Tahoma" w:hint="default"/>
        <w:color w:val="auto"/>
        <w:sz w:val="20"/>
      </w:rPr>
    </w:lvl>
    <w:lvl w:ilvl="4">
      <w:start w:val="1"/>
      <w:numFmt w:val="bullet"/>
      <w:lvlText w:val="–"/>
      <w:lvlJc w:val="left"/>
      <w:pPr>
        <w:tabs>
          <w:tab w:val="num" w:pos="1428"/>
        </w:tabs>
        <w:ind w:left="2148" w:hanging="363"/>
      </w:pPr>
      <w:rPr>
        <w:rFonts w:ascii="Tahoma" w:hAnsi="Tahoma" w:hint="default"/>
        <w:color w:val="auto"/>
        <w:sz w:val="20"/>
      </w:rPr>
    </w:lvl>
    <w:lvl w:ilvl="5">
      <w:start w:val="1"/>
      <w:numFmt w:val="bullet"/>
      <w:lvlText w:val="–"/>
      <w:lvlJc w:val="left"/>
      <w:pPr>
        <w:tabs>
          <w:tab w:val="num" w:pos="1785"/>
        </w:tabs>
        <w:ind w:left="2505" w:hanging="363"/>
      </w:pPr>
      <w:rPr>
        <w:rFonts w:ascii="Tahoma" w:hAnsi="Tahoma" w:hint="default"/>
        <w:color w:val="auto"/>
        <w:sz w:val="20"/>
      </w:rPr>
    </w:lvl>
    <w:lvl w:ilvl="6">
      <w:start w:val="1"/>
      <w:numFmt w:val="bullet"/>
      <w:lvlText w:val="–"/>
      <w:lvlJc w:val="left"/>
      <w:pPr>
        <w:tabs>
          <w:tab w:val="num" w:pos="2142"/>
        </w:tabs>
        <w:ind w:left="2862" w:hanging="363"/>
      </w:pPr>
      <w:rPr>
        <w:rFonts w:ascii="Tahoma" w:hAnsi="Tahoma" w:hint="default"/>
        <w:color w:val="auto"/>
        <w:sz w:val="20"/>
      </w:rPr>
    </w:lvl>
    <w:lvl w:ilvl="7">
      <w:start w:val="1"/>
      <w:numFmt w:val="bullet"/>
      <w:lvlText w:val="–"/>
      <w:lvlJc w:val="left"/>
      <w:pPr>
        <w:tabs>
          <w:tab w:val="num" w:pos="2499"/>
        </w:tabs>
        <w:ind w:left="3219" w:hanging="363"/>
      </w:pPr>
      <w:rPr>
        <w:rFonts w:ascii="Tahoma" w:hAnsi="Tahoma" w:hint="default"/>
        <w:color w:val="auto"/>
        <w:sz w:val="20"/>
      </w:rPr>
    </w:lvl>
    <w:lvl w:ilvl="8">
      <w:start w:val="1"/>
      <w:numFmt w:val="bullet"/>
      <w:lvlText w:val="–"/>
      <w:lvlJc w:val="left"/>
      <w:pPr>
        <w:tabs>
          <w:tab w:val="num" w:pos="2856"/>
        </w:tabs>
        <w:ind w:left="3576" w:hanging="363"/>
      </w:pPr>
      <w:rPr>
        <w:rFonts w:ascii="Tahoma" w:hAnsi="Tahoma" w:hint="default"/>
        <w:color w:val="auto"/>
        <w:sz w:val="20"/>
      </w:rPr>
    </w:lvl>
  </w:abstractNum>
  <w:abstractNum w:abstractNumId="8">
    <w:nsid w:val="3FA7290E"/>
    <w:multiLevelType w:val="hybridMultilevel"/>
    <w:tmpl w:val="4CC6A8D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6D21CDC"/>
    <w:multiLevelType w:val="hybridMultilevel"/>
    <w:tmpl w:val="FA10ED66"/>
    <w:lvl w:ilvl="0" w:tplc="EA8C86D6">
      <w:start w:val="1"/>
      <w:numFmt w:val="decimal"/>
      <w:pStyle w:val="EFSADocsprovided"/>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4A7A6744"/>
    <w:multiLevelType w:val="hybridMultilevel"/>
    <w:tmpl w:val="A6A804D4"/>
    <w:lvl w:ilvl="0" w:tplc="A3244D48">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D307082"/>
    <w:multiLevelType w:val="multilevel"/>
    <w:tmpl w:val="9EA212F4"/>
    <w:lvl w:ilvl="0">
      <w:start w:val="1"/>
      <w:numFmt w:val="upperLetter"/>
      <w:pStyle w:val="EFSAAppendixtitle"/>
      <w:lvlText w:val="Appendix %1 –"/>
      <w:lvlJc w:val="left"/>
      <w:pPr>
        <w:ind w:left="0" w:firstLine="0"/>
      </w:pPr>
      <w:rPr>
        <w:rFonts w:ascii="Tahoma" w:hAnsi="Tahoma" w:hint="default"/>
        <w:b/>
      </w:rPr>
    </w:lvl>
    <w:lvl w:ilvl="1">
      <w:start w:val="1"/>
      <w:numFmt w:val="decimal"/>
      <w:pStyle w:val="EFSAAppendixlevel1"/>
      <w:lvlText w:val="%1.%2."/>
      <w:lvlJc w:val="left"/>
      <w:pPr>
        <w:ind w:left="0" w:firstLine="0"/>
      </w:pPr>
      <w:rPr>
        <w:rFonts w:hint="default"/>
      </w:rPr>
    </w:lvl>
    <w:lvl w:ilvl="2">
      <w:start w:val="1"/>
      <w:numFmt w:val="decimal"/>
      <w:pStyle w:val="EFSAAppendixlevel2"/>
      <w:lvlText w:val="%1.%2.%3."/>
      <w:lvlJc w:val="left"/>
      <w:pPr>
        <w:ind w:left="0" w:firstLine="0"/>
      </w:pPr>
      <w:rPr>
        <w:rFonts w:hint="default"/>
      </w:rPr>
    </w:lvl>
    <w:lvl w:ilvl="3">
      <w:start w:val="1"/>
      <w:numFmt w:val="decimal"/>
      <w:pStyle w:val="EFSAAppendixlevel3"/>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nsid w:val="50C734B1"/>
    <w:multiLevelType w:val="multilevel"/>
    <w:tmpl w:val="1D78FD28"/>
    <w:lvl w:ilvl="0">
      <w:start w:val="1"/>
      <w:numFmt w:val="decimal"/>
      <w:lvlText w:val="%1."/>
      <w:lvlJc w:val="left"/>
      <w:pPr>
        <w:ind w:left="360" w:hanging="360"/>
      </w:pPr>
      <w:rPr>
        <w:rFonts w:hint="default"/>
        <w:b/>
        <w:i w:val="0"/>
        <w:color w:val="auto"/>
        <w:sz w:val="24"/>
      </w:rPr>
    </w:lvl>
    <w:lvl w:ilvl="1">
      <w:start w:val="1"/>
      <w:numFmt w:val="decimal"/>
      <w:lvlText w:val="%1.%2."/>
      <w:lvlJc w:val="left"/>
      <w:pPr>
        <w:ind w:left="1163" w:hanging="1021"/>
      </w:pPr>
      <w:rPr>
        <w:b/>
        <w:bCs w:val="0"/>
        <w:i w:val="0"/>
        <w:iCs w:val="0"/>
        <w:caps w:val="0"/>
        <w:smallCaps w:val="0"/>
        <w:strike w:val="0"/>
        <w:dstrike w:val="0"/>
        <w:outline w:val="0"/>
        <w:shadow w:val="0"/>
        <w:emboss w:val="0"/>
        <w:imprint w:val="0"/>
        <w:noProof w:val="0"/>
        <w:vanish w:val="0"/>
        <w:color w:val="808080" w:themeColor="background1" w:themeShade="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304" w:hanging="1304"/>
      </w:pPr>
      <w:rPr>
        <w:rFonts w:ascii="Tahoma" w:hAnsi="Tahoma" w:cs="Tahoma" w:hint="default"/>
        <w:b/>
        <w:i w:val="0"/>
        <w:color w:val="7F7F7F" w:themeColor="text1" w:themeTint="80"/>
        <w:sz w:val="22"/>
      </w:rPr>
    </w:lvl>
    <w:lvl w:ilvl="3">
      <w:start w:val="1"/>
      <w:numFmt w:val="decimal"/>
      <w:isLgl/>
      <w:lvlText w:val="%1.%2.%3.%4"/>
      <w:lvlJc w:val="left"/>
      <w:pPr>
        <w:ind w:left="1588" w:hanging="1588"/>
      </w:pPr>
      <w:rPr>
        <w:rFonts w:ascii="Verdana" w:hAnsi="Verdana" w:hint="default"/>
        <w:b w:val="0"/>
        <w:i w:val="0"/>
        <w:color w:val="auto"/>
        <w:sz w:val="20"/>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13">
    <w:nsid w:val="5741341D"/>
    <w:multiLevelType w:val="hybridMultilevel"/>
    <w:tmpl w:val="E2DCB8EA"/>
    <w:lvl w:ilvl="0" w:tplc="9C50387C">
      <w:start w:val="1"/>
      <w:numFmt w:val="decimal"/>
      <w:pStyle w:val="EFSAFiguretitle"/>
      <w:lvlText w:val="Figure %1: "/>
      <w:lvlJc w:val="left"/>
      <w:pPr>
        <w:ind w:left="720" w:hanging="360"/>
      </w:pPr>
      <w:rPr>
        <w:rFonts w:ascii="Tahoma" w:hAnsi="Tahoma" w:cs="Tahoma"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E663154"/>
    <w:multiLevelType w:val="hybridMultilevel"/>
    <w:tmpl w:val="2F28997A"/>
    <w:lvl w:ilvl="0" w:tplc="08090017">
      <w:start w:val="1"/>
      <w:numFmt w:val="lowerLetter"/>
      <w:lvlText w:val="%1)"/>
      <w:lvlJc w:val="left"/>
      <w:pPr>
        <w:ind w:left="720" w:hanging="360"/>
      </w:pPr>
    </w:lvl>
    <w:lvl w:ilvl="1" w:tplc="41E68810">
      <w:start w:val="1"/>
      <w:numFmt w:val="decimal"/>
      <w:lvlText w:val="a.%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14E36FA"/>
    <w:multiLevelType w:val="hybridMultilevel"/>
    <w:tmpl w:val="1E5CF3D0"/>
    <w:lvl w:ilvl="0" w:tplc="74B01988">
      <w:numFmt w:val="decimal"/>
      <w:lvlText w:val=""/>
      <w:lvlJc w:val="left"/>
    </w:lvl>
    <w:lvl w:ilvl="1" w:tplc="08090019">
      <w:numFmt w:val="decimal"/>
      <w:lvlText w:val=""/>
      <w:lvlJc w:val="left"/>
    </w:lvl>
    <w:lvl w:ilvl="2" w:tplc="0809001B">
      <w:numFmt w:val="decimal"/>
      <w:lvlText w:val=""/>
      <w:lvlJc w:val="left"/>
    </w:lvl>
    <w:lvl w:ilvl="3" w:tplc="0809000F">
      <w:numFmt w:val="decimal"/>
      <w:lvlText w:val=""/>
      <w:lvlJc w:val="left"/>
    </w:lvl>
    <w:lvl w:ilvl="4" w:tplc="08090019">
      <w:numFmt w:val="decimal"/>
      <w:lvlText w:val=""/>
      <w:lvlJc w:val="left"/>
    </w:lvl>
    <w:lvl w:ilvl="5" w:tplc="0809001B">
      <w:numFmt w:val="decimal"/>
      <w:lvlText w:val=""/>
      <w:lvlJc w:val="left"/>
    </w:lvl>
    <w:lvl w:ilvl="6" w:tplc="0809000F">
      <w:numFmt w:val="decimal"/>
      <w:lvlText w:val=""/>
      <w:lvlJc w:val="left"/>
    </w:lvl>
    <w:lvl w:ilvl="7" w:tplc="08090019">
      <w:numFmt w:val="decimal"/>
      <w:lvlText w:val=""/>
      <w:lvlJc w:val="left"/>
    </w:lvl>
    <w:lvl w:ilvl="8" w:tplc="0809001B">
      <w:numFmt w:val="decimal"/>
      <w:lvlText w:val=""/>
      <w:lvlJc w:val="left"/>
    </w:lvl>
  </w:abstractNum>
  <w:abstractNum w:abstractNumId="16">
    <w:nsid w:val="64BF359A"/>
    <w:multiLevelType w:val="hybridMultilevel"/>
    <w:tmpl w:val="4D10CE04"/>
    <w:lvl w:ilvl="0" w:tplc="08090017">
      <w:start w:val="1"/>
      <w:numFmt w:val="lowerLetter"/>
      <w:lvlText w:val="%1)"/>
      <w:lvlJc w:val="left"/>
      <w:pPr>
        <w:ind w:left="720" w:hanging="360"/>
      </w:pPr>
    </w:lvl>
    <w:lvl w:ilvl="1" w:tplc="6038C4C6">
      <w:start w:val="1"/>
      <w:numFmt w:val="lowerLetter"/>
      <w:lvlText w:val="%2.1"/>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6157E15"/>
    <w:multiLevelType w:val="hybridMultilevel"/>
    <w:tmpl w:val="8054B7A4"/>
    <w:lvl w:ilvl="0" w:tplc="B748C7F6">
      <w:start w:val="1"/>
      <w:numFmt w:val="decimal"/>
      <w:pStyle w:val="EFSAList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829379E"/>
    <w:multiLevelType w:val="hybridMultilevel"/>
    <w:tmpl w:val="2156513E"/>
    <w:lvl w:ilvl="0" w:tplc="448035BE">
      <w:start w:val="1"/>
      <w:numFmt w:val="upperLetter"/>
      <w:pStyle w:val="EFSAAnnextitle"/>
      <w:lvlText w:val="Annex %1 –"/>
      <w:lvlJc w:val="left"/>
      <w:pPr>
        <w:ind w:left="360" w:hanging="360"/>
      </w:pPr>
      <w:rPr>
        <w:rFonts w:ascii="Tahoma" w:hAnsi="Tahoma"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CF701E4"/>
    <w:multiLevelType w:val="hybridMultilevel"/>
    <w:tmpl w:val="845C434A"/>
    <w:lvl w:ilvl="0" w:tplc="41E68810">
      <w:start w:val="1"/>
      <w:numFmt w:val="decimal"/>
      <w:lvlText w:val="a.%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11C15E3"/>
    <w:multiLevelType w:val="hybridMultilevel"/>
    <w:tmpl w:val="1F7E99F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72A6A3C"/>
    <w:multiLevelType w:val="hybridMultilevel"/>
    <w:tmpl w:val="B1F6A096"/>
    <w:lvl w:ilvl="0" w:tplc="0809001B">
      <w:start w:val="1"/>
      <w:numFmt w:val="lowerRoman"/>
      <w:lvlText w:val="%1."/>
      <w:lvlJc w:val="right"/>
      <w:pPr>
        <w:ind w:left="2628" w:hanging="360"/>
      </w:p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22">
    <w:nsid w:val="797A1D3C"/>
    <w:multiLevelType w:val="multilevel"/>
    <w:tmpl w:val="4BC06B12"/>
    <w:lvl w:ilvl="0">
      <w:start w:val="1"/>
      <w:numFmt w:val="upperLetter"/>
      <w:lvlText w:val="Appendix %1 –"/>
      <w:lvlJc w:val="left"/>
      <w:pPr>
        <w:ind w:left="0" w:firstLine="0"/>
      </w:pPr>
      <w:rPr>
        <w:rFonts w:ascii="Tahoma" w:hAnsi="Tahoma"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pStyle w:val="EFSAAppendixlevel4"/>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3">
    <w:nsid w:val="79C24798"/>
    <w:multiLevelType w:val="hybridMultilevel"/>
    <w:tmpl w:val="64DA7824"/>
    <w:lvl w:ilvl="0" w:tplc="9D60DA34">
      <w:start w:val="1"/>
      <w:numFmt w:val="decimal"/>
      <w:pStyle w:val="EFSATabletitle"/>
      <w:lvlText w:val="Table %1: "/>
      <w:lvlJc w:val="left"/>
      <w:pPr>
        <w:ind w:left="644" w:hanging="360"/>
      </w:pPr>
      <w:rPr>
        <w:rFonts w:ascii="Tahoma" w:hAnsi="Tahoma" w:cs="Tahoma"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4">
    <w:nsid w:val="7D34036A"/>
    <w:multiLevelType w:val="multilevel"/>
    <w:tmpl w:val="756C11F0"/>
    <w:lvl w:ilvl="0">
      <w:start w:val="1"/>
      <w:numFmt w:val="bullet"/>
      <w:pStyle w:val="EFSABullet1"/>
      <w:lvlText w:val=""/>
      <w:lvlJc w:val="left"/>
      <w:pPr>
        <w:tabs>
          <w:tab w:val="num" w:pos="0"/>
        </w:tabs>
        <w:ind w:left="720" w:hanging="360"/>
      </w:pPr>
      <w:rPr>
        <w:rFonts w:ascii="Symbol" w:hAnsi="Symbol" w:hint="default"/>
      </w:rPr>
    </w:lvl>
    <w:lvl w:ilvl="1">
      <w:start w:val="1"/>
      <w:numFmt w:val="bullet"/>
      <w:pStyle w:val="EFSABullet2"/>
      <w:lvlText w:val="–"/>
      <w:lvlJc w:val="left"/>
      <w:pPr>
        <w:tabs>
          <w:tab w:val="num" w:pos="0"/>
        </w:tabs>
        <w:ind w:left="1440" w:hanging="360"/>
      </w:pPr>
      <w:rPr>
        <w:rFonts w:ascii="Tahoma" w:hAnsi="Tahoma" w:hint="default"/>
        <w:color w:val="auto"/>
        <w:sz w:val="20"/>
      </w:rPr>
    </w:lvl>
    <w:lvl w:ilvl="2">
      <w:start w:val="1"/>
      <w:numFmt w:val="bullet"/>
      <w:lvlText w:val="–"/>
      <w:lvlJc w:val="left"/>
      <w:pPr>
        <w:tabs>
          <w:tab w:val="num" w:pos="0"/>
        </w:tabs>
        <w:ind w:left="2160" w:hanging="360"/>
      </w:pPr>
      <w:rPr>
        <w:rFonts w:ascii="Tahoma" w:hAnsi="Tahoma" w:hint="default"/>
        <w:color w:val="auto"/>
        <w:sz w:val="20"/>
      </w:rPr>
    </w:lvl>
    <w:lvl w:ilvl="3">
      <w:start w:val="1"/>
      <w:numFmt w:val="bullet"/>
      <w:lvlText w:val="–"/>
      <w:lvlJc w:val="left"/>
      <w:pPr>
        <w:tabs>
          <w:tab w:val="num" w:pos="0"/>
        </w:tabs>
        <w:ind w:left="2880" w:hanging="360"/>
      </w:pPr>
      <w:rPr>
        <w:rFonts w:ascii="Tahoma" w:hAnsi="Tahoma" w:hint="default"/>
        <w:color w:val="auto"/>
        <w:sz w:val="20"/>
      </w:rPr>
    </w:lvl>
    <w:lvl w:ilvl="4">
      <w:start w:val="1"/>
      <w:numFmt w:val="bullet"/>
      <w:lvlText w:val="–"/>
      <w:lvlJc w:val="left"/>
      <w:pPr>
        <w:tabs>
          <w:tab w:val="num" w:pos="0"/>
        </w:tabs>
        <w:ind w:left="3600" w:hanging="360"/>
      </w:pPr>
      <w:rPr>
        <w:rFonts w:ascii="Tahoma" w:hAnsi="Tahoma" w:hint="default"/>
        <w:color w:val="auto"/>
        <w:sz w:val="20"/>
      </w:rPr>
    </w:lvl>
    <w:lvl w:ilvl="5">
      <w:start w:val="1"/>
      <w:numFmt w:val="bullet"/>
      <w:lvlText w:val="–"/>
      <w:lvlJc w:val="left"/>
      <w:pPr>
        <w:tabs>
          <w:tab w:val="num" w:pos="0"/>
        </w:tabs>
        <w:ind w:left="4320" w:hanging="360"/>
      </w:pPr>
      <w:rPr>
        <w:rFonts w:ascii="Tahoma" w:hAnsi="Tahoma" w:hint="default"/>
        <w:color w:val="auto"/>
        <w:sz w:val="20"/>
      </w:rPr>
    </w:lvl>
    <w:lvl w:ilvl="6">
      <w:start w:val="1"/>
      <w:numFmt w:val="bullet"/>
      <w:lvlText w:val="–"/>
      <w:lvlJc w:val="left"/>
      <w:pPr>
        <w:tabs>
          <w:tab w:val="num" w:pos="0"/>
        </w:tabs>
        <w:ind w:left="5040" w:hanging="360"/>
      </w:pPr>
      <w:rPr>
        <w:rFonts w:ascii="Tahoma" w:hAnsi="Tahoma" w:hint="default"/>
        <w:color w:val="auto"/>
        <w:sz w:val="20"/>
      </w:rPr>
    </w:lvl>
    <w:lvl w:ilvl="7">
      <w:start w:val="1"/>
      <w:numFmt w:val="bullet"/>
      <w:lvlText w:val="–"/>
      <w:lvlJc w:val="left"/>
      <w:pPr>
        <w:tabs>
          <w:tab w:val="num" w:pos="0"/>
        </w:tabs>
        <w:ind w:left="5760" w:hanging="360"/>
      </w:pPr>
      <w:rPr>
        <w:rFonts w:ascii="Tahoma" w:hAnsi="Tahoma" w:cs="Courier New" w:hint="default"/>
        <w:color w:val="auto"/>
        <w:sz w:val="20"/>
      </w:rPr>
    </w:lvl>
    <w:lvl w:ilvl="8">
      <w:start w:val="1"/>
      <w:numFmt w:val="bullet"/>
      <w:lvlText w:val="–"/>
      <w:lvlJc w:val="left"/>
      <w:pPr>
        <w:tabs>
          <w:tab w:val="num" w:pos="0"/>
        </w:tabs>
        <w:ind w:left="6480" w:hanging="360"/>
      </w:pPr>
      <w:rPr>
        <w:rFonts w:ascii="Tahoma" w:hAnsi="Tahoma" w:hint="default"/>
        <w:color w:val="auto"/>
        <w:sz w:val="20"/>
      </w:rPr>
    </w:lvl>
  </w:abstractNum>
  <w:num w:numId="1">
    <w:abstractNumId w:val="12"/>
  </w:num>
  <w:num w:numId="2">
    <w:abstractNumId w:val="7"/>
  </w:num>
  <w:num w:numId="3">
    <w:abstractNumId w:val="18"/>
  </w:num>
  <w:num w:numId="4">
    <w:abstractNumId w:val="22"/>
  </w:num>
  <w:num w:numId="5">
    <w:abstractNumId w:val="11"/>
  </w:num>
  <w:num w:numId="6">
    <w:abstractNumId w:val="24"/>
  </w:num>
  <w:num w:numId="7">
    <w:abstractNumId w:val="9"/>
  </w:num>
  <w:num w:numId="8">
    <w:abstractNumId w:val="13"/>
  </w:num>
  <w:num w:numId="9">
    <w:abstractNumId w:val="3"/>
  </w:num>
  <w:num w:numId="10">
    <w:abstractNumId w:val="17"/>
  </w:num>
  <w:num w:numId="11">
    <w:abstractNumId w:val="23"/>
  </w:num>
  <w:num w:numId="12">
    <w:abstractNumId w:val="16"/>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10"/>
  </w:num>
  <w:num w:numId="17">
    <w:abstractNumId w:val="14"/>
  </w:num>
  <w:num w:numId="18">
    <w:abstractNumId w:val="19"/>
  </w:num>
  <w:num w:numId="19">
    <w:abstractNumId w:val="21"/>
  </w:num>
  <w:num w:numId="20">
    <w:abstractNumId w:val="5"/>
  </w:num>
  <w:num w:numId="21">
    <w:abstractNumId w:val="2"/>
  </w:num>
  <w:num w:numId="22">
    <w:abstractNumId w:val="8"/>
  </w:num>
  <w:num w:numId="23">
    <w:abstractNumId w:val="4"/>
  </w:num>
  <w:num w:numId="24">
    <w:abstractNumId w:val="0"/>
  </w:num>
  <w:num w:numId="25">
    <w:abstractNumId w:val="20"/>
  </w:num>
  <w:num w:numId="26">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ocumentProtection w:edit="forms" w:enforcement="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516"/>
    <w:rsid w:val="000061DA"/>
    <w:rsid w:val="0001515B"/>
    <w:rsid w:val="00021095"/>
    <w:rsid w:val="00030757"/>
    <w:rsid w:val="00030BF9"/>
    <w:rsid w:val="00054D98"/>
    <w:rsid w:val="00057896"/>
    <w:rsid w:val="00070489"/>
    <w:rsid w:val="00070BDC"/>
    <w:rsid w:val="0007363C"/>
    <w:rsid w:val="00076956"/>
    <w:rsid w:val="00077E08"/>
    <w:rsid w:val="000A44D1"/>
    <w:rsid w:val="000C506E"/>
    <w:rsid w:val="000F269E"/>
    <w:rsid w:val="001071AC"/>
    <w:rsid w:val="00121365"/>
    <w:rsid w:val="001219D4"/>
    <w:rsid w:val="00136FF5"/>
    <w:rsid w:val="00173032"/>
    <w:rsid w:val="001A04E6"/>
    <w:rsid w:val="001A27B5"/>
    <w:rsid w:val="001B4D5D"/>
    <w:rsid w:val="001B7C02"/>
    <w:rsid w:val="001D01D4"/>
    <w:rsid w:val="001D1EB5"/>
    <w:rsid w:val="00214C6C"/>
    <w:rsid w:val="00240C5D"/>
    <w:rsid w:val="00250657"/>
    <w:rsid w:val="002623C1"/>
    <w:rsid w:val="00290EDA"/>
    <w:rsid w:val="00291899"/>
    <w:rsid w:val="00294740"/>
    <w:rsid w:val="002D5E75"/>
    <w:rsid w:val="002E2D08"/>
    <w:rsid w:val="002F7E3D"/>
    <w:rsid w:val="003134CA"/>
    <w:rsid w:val="003234E9"/>
    <w:rsid w:val="00324631"/>
    <w:rsid w:val="003344A8"/>
    <w:rsid w:val="00347022"/>
    <w:rsid w:val="00357734"/>
    <w:rsid w:val="003578F3"/>
    <w:rsid w:val="003624DC"/>
    <w:rsid w:val="003A3A9F"/>
    <w:rsid w:val="003A6806"/>
    <w:rsid w:val="003C67FB"/>
    <w:rsid w:val="003F41C1"/>
    <w:rsid w:val="004155AF"/>
    <w:rsid w:val="00416516"/>
    <w:rsid w:val="00416E18"/>
    <w:rsid w:val="00465973"/>
    <w:rsid w:val="004705FC"/>
    <w:rsid w:val="004733E6"/>
    <w:rsid w:val="00476213"/>
    <w:rsid w:val="004C252B"/>
    <w:rsid w:val="004E2764"/>
    <w:rsid w:val="004F4B41"/>
    <w:rsid w:val="00513285"/>
    <w:rsid w:val="00525287"/>
    <w:rsid w:val="0053143B"/>
    <w:rsid w:val="0054498F"/>
    <w:rsid w:val="00560196"/>
    <w:rsid w:val="005A67A2"/>
    <w:rsid w:val="005C6921"/>
    <w:rsid w:val="005D60FF"/>
    <w:rsid w:val="005E1ECD"/>
    <w:rsid w:val="005F7137"/>
    <w:rsid w:val="005F7B66"/>
    <w:rsid w:val="00600580"/>
    <w:rsid w:val="00600A3C"/>
    <w:rsid w:val="00601865"/>
    <w:rsid w:val="00623E9C"/>
    <w:rsid w:val="00630088"/>
    <w:rsid w:val="00633458"/>
    <w:rsid w:val="00633AFB"/>
    <w:rsid w:val="00634FEA"/>
    <w:rsid w:val="00646303"/>
    <w:rsid w:val="00650C16"/>
    <w:rsid w:val="00672196"/>
    <w:rsid w:val="00673853"/>
    <w:rsid w:val="006940EF"/>
    <w:rsid w:val="006B15C9"/>
    <w:rsid w:val="006B50C2"/>
    <w:rsid w:val="006E77E3"/>
    <w:rsid w:val="00742BAA"/>
    <w:rsid w:val="00752B9F"/>
    <w:rsid w:val="007A15AA"/>
    <w:rsid w:val="007A3AFE"/>
    <w:rsid w:val="007C0901"/>
    <w:rsid w:val="007D4655"/>
    <w:rsid w:val="007F0A16"/>
    <w:rsid w:val="00856117"/>
    <w:rsid w:val="00882864"/>
    <w:rsid w:val="008C31F9"/>
    <w:rsid w:val="008C6AEA"/>
    <w:rsid w:val="008E25A3"/>
    <w:rsid w:val="008E3726"/>
    <w:rsid w:val="008F4828"/>
    <w:rsid w:val="008F5BDC"/>
    <w:rsid w:val="00937745"/>
    <w:rsid w:val="009454DA"/>
    <w:rsid w:val="00954BD0"/>
    <w:rsid w:val="00973582"/>
    <w:rsid w:val="009903F4"/>
    <w:rsid w:val="009943D4"/>
    <w:rsid w:val="009A09AC"/>
    <w:rsid w:val="009A4CAC"/>
    <w:rsid w:val="00A010D8"/>
    <w:rsid w:val="00A0306B"/>
    <w:rsid w:val="00A0385A"/>
    <w:rsid w:val="00A43E42"/>
    <w:rsid w:val="00A573E1"/>
    <w:rsid w:val="00A60E47"/>
    <w:rsid w:val="00A70542"/>
    <w:rsid w:val="00A86B9F"/>
    <w:rsid w:val="00A9448C"/>
    <w:rsid w:val="00AA0540"/>
    <w:rsid w:val="00AA26F2"/>
    <w:rsid w:val="00AB5173"/>
    <w:rsid w:val="00AE4984"/>
    <w:rsid w:val="00B453C5"/>
    <w:rsid w:val="00B54BB5"/>
    <w:rsid w:val="00B6467A"/>
    <w:rsid w:val="00B75051"/>
    <w:rsid w:val="00B83166"/>
    <w:rsid w:val="00B926E4"/>
    <w:rsid w:val="00BA2C43"/>
    <w:rsid w:val="00C13852"/>
    <w:rsid w:val="00C225F4"/>
    <w:rsid w:val="00C22BD4"/>
    <w:rsid w:val="00C35B74"/>
    <w:rsid w:val="00C630A5"/>
    <w:rsid w:val="00C653CF"/>
    <w:rsid w:val="00C775FE"/>
    <w:rsid w:val="00C9160B"/>
    <w:rsid w:val="00C930BA"/>
    <w:rsid w:val="00CB13F3"/>
    <w:rsid w:val="00CC1F0E"/>
    <w:rsid w:val="00D000A2"/>
    <w:rsid w:val="00D03960"/>
    <w:rsid w:val="00D1268A"/>
    <w:rsid w:val="00D21C6F"/>
    <w:rsid w:val="00D2281B"/>
    <w:rsid w:val="00D22CAF"/>
    <w:rsid w:val="00D4470D"/>
    <w:rsid w:val="00D72DE6"/>
    <w:rsid w:val="00D77DCF"/>
    <w:rsid w:val="00DA3EDB"/>
    <w:rsid w:val="00DA4ADC"/>
    <w:rsid w:val="00DA4E69"/>
    <w:rsid w:val="00DB70F9"/>
    <w:rsid w:val="00DF33E3"/>
    <w:rsid w:val="00E62BC1"/>
    <w:rsid w:val="00E75AF5"/>
    <w:rsid w:val="00E866DD"/>
    <w:rsid w:val="00E90D88"/>
    <w:rsid w:val="00E96646"/>
    <w:rsid w:val="00EA0C60"/>
    <w:rsid w:val="00EA65FE"/>
    <w:rsid w:val="00EB032C"/>
    <w:rsid w:val="00EB3D7A"/>
    <w:rsid w:val="00EE15C9"/>
    <w:rsid w:val="00F1219B"/>
    <w:rsid w:val="00F1374D"/>
    <w:rsid w:val="00F3500B"/>
    <w:rsid w:val="00F41BE6"/>
    <w:rsid w:val="00F71611"/>
    <w:rsid w:val="00FA5CBB"/>
    <w:rsid w:val="00FB384F"/>
    <w:rsid w:val="00FC30D2"/>
    <w:rsid w:val="00FF382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0" w:defQFormat="0" w:count="267">
    <w:lsdException w:name="Normal" w:semiHidden="0" w:qFormat="1"/>
    <w:lsdException w:name="heading 1" w:semiHidden="0"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1" w:qFormat="1"/>
    <w:lsdException w:name="annotation text" w:uiPriority="0"/>
    <w:lsdException w:name="header" w:uiPriority="0"/>
    <w:lsdException w:name="caption" w:uiPriority="35" w:unhideWhenUsed="1" w:qFormat="1"/>
    <w:lsdException w:name="annotation reference" w:uiPriority="0"/>
    <w:lsdException w:name="Title" w:uiPriority="10" w:qFormat="1"/>
    <w:lsdException w:name="Default Paragraph Font" w:uiPriority="1" w:unhideWhenUsed="1"/>
    <w:lsdException w:name="Subtitle"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iPriority w:val="99"/>
    <w:qFormat/>
    <w:rsid w:val="00937745"/>
  </w:style>
  <w:style w:type="paragraph" w:styleId="Heading1">
    <w:name w:val="heading 1"/>
    <w:basedOn w:val="Normal"/>
    <w:next w:val="Normal"/>
    <w:link w:val="Heading1Char"/>
    <w:qFormat/>
    <w:rsid w:val="00416E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416E1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416E1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416E1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SAAppendixtitle">
    <w:name w:val="EFSA_Appendix title"/>
    <w:next w:val="EFSABodytext"/>
    <w:link w:val="EFSAAppendixtitleChar"/>
    <w:qFormat/>
    <w:rsid w:val="00416E18"/>
    <w:pPr>
      <w:keepNext/>
      <w:numPr>
        <w:numId w:val="5"/>
      </w:numPr>
      <w:suppressLineNumbers/>
      <w:suppressAutoHyphens/>
      <w:spacing w:before="240" w:after="120" w:line="240" w:lineRule="auto"/>
      <w:jc w:val="both"/>
      <w:outlineLvl w:val="0"/>
    </w:pPr>
    <w:rPr>
      <w:rFonts w:ascii="Tahoma" w:eastAsia="Times New Roman" w:hAnsi="Tahoma" w:cs="Mangal"/>
      <w:b/>
      <w:iCs/>
      <w:sz w:val="24"/>
      <w:szCs w:val="24"/>
      <w:lang w:eastAsia="en-GB"/>
    </w:rPr>
  </w:style>
  <w:style w:type="character" w:customStyle="1" w:styleId="EFSAAppendixtitleChar">
    <w:name w:val="EFSA_Appendix title Char"/>
    <w:basedOn w:val="DefaultParagraphFont"/>
    <w:link w:val="EFSAAppendixtitle"/>
    <w:rsid w:val="00416E18"/>
    <w:rPr>
      <w:rFonts w:ascii="Tahoma" w:eastAsia="Times New Roman" w:hAnsi="Tahoma" w:cs="Mangal"/>
      <w:b/>
      <w:iCs/>
      <w:sz w:val="24"/>
      <w:szCs w:val="24"/>
      <w:lang w:eastAsia="en-GB"/>
    </w:rPr>
  </w:style>
  <w:style w:type="paragraph" w:styleId="Caption">
    <w:name w:val="caption"/>
    <w:basedOn w:val="Normal"/>
    <w:next w:val="Normal"/>
    <w:uiPriority w:val="35"/>
    <w:semiHidden/>
    <w:qFormat/>
    <w:rsid w:val="00416E18"/>
    <w:pPr>
      <w:spacing w:line="240" w:lineRule="auto"/>
    </w:pPr>
    <w:rPr>
      <w:b/>
      <w:bCs/>
      <w:color w:val="4F81BD" w:themeColor="accent1"/>
      <w:sz w:val="18"/>
      <w:szCs w:val="18"/>
    </w:rPr>
  </w:style>
  <w:style w:type="paragraph" w:customStyle="1" w:styleId="EFSAHeading1nonumber">
    <w:name w:val="EFSA_Heading 1 (no number)"/>
    <w:next w:val="EFSABodytext"/>
    <w:link w:val="EFSAHeading1nonumberChar"/>
    <w:qFormat/>
    <w:rsid w:val="00416E18"/>
    <w:pPr>
      <w:keepNext/>
      <w:spacing w:before="240" w:after="120" w:line="240" w:lineRule="auto"/>
      <w:outlineLvl w:val="0"/>
    </w:pPr>
    <w:rPr>
      <w:rFonts w:ascii="Tahoma" w:hAnsi="Tahoma"/>
      <w:b/>
      <w:sz w:val="24"/>
      <w:szCs w:val="24"/>
    </w:rPr>
  </w:style>
  <w:style w:type="character" w:customStyle="1" w:styleId="EFSAHeading1nonumberChar">
    <w:name w:val="EFSA_Heading 1 (no number) Char"/>
    <w:basedOn w:val="DefaultParagraphFont"/>
    <w:link w:val="EFSAHeading1nonumber"/>
    <w:rsid w:val="00416E18"/>
    <w:rPr>
      <w:rFonts w:ascii="Tahoma" w:hAnsi="Tahoma"/>
      <w:b/>
      <w:sz w:val="24"/>
      <w:szCs w:val="24"/>
    </w:rPr>
  </w:style>
  <w:style w:type="paragraph" w:customStyle="1" w:styleId="EFSAAuthor">
    <w:name w:val="EFSA_Author"/>
    <w:next w:val="EFSABodytext"/>
    <w:link w:val="EFSAAuthorChar"/>
    <w:qFormat/>
    <w:rsid w:val="00C35B74"/>
    <w:pPr>
      <w:spacing w:before="240" w:after="120" w:line="240" w:lineRule="auto"/>
      <w:jc w:val="center"/>
    </w:pPr>
    <w:rPr>
      <w:rFonts w:ascii="Tahoma" w:hAnsi="Tahoma"/>
      <w:b/>
      <w:sz w:val="24"/>
      <w:szCs w:val="24"/>
    </w:rPr>
  </w:style>
  <w:style w:type="character" w:customStyle="1" w:styleId="EFSAAuthorChar">
    <w:name w:val="EFSA_Author Char"/>
    <w:basedOn w:val="EFSAHeading1nonumberChar"/>
    <w:link w:val="EFSAAuthor"/>
    <w:rsid w:val="00C35B74"/>
    <w:rPr>
      <w:rFonts w:ascii="Tahoma" w:hAnsi="Tahoma"/>
      <w:b/>
      <w:sz w:val="24"/>
      <w:szCs w:val="24"/>
    </w:rPr>
  </w:style>
  <w:style w:type="paragraph" w:customStyle="1" w:styleId="EFSABodytext">
    <w:name w:val="EFSA_Body text"/>
    <w:basedOn w:val="Normal"/>
    <w:link w:val="EFSABodytextChar"/>
    <w:qFormat/>
    <w:rsid w:val="00416E18"/>
    <w:pPr>
      <w:spacing w:after="120" w:line="240" w:lineRule="auto"/>
      <w:jc w:val="both"/>
    </w:pPr>
    <w:rPr>
      <w:rFonts w:ascii="Tahoma" w:hAnsi="Tahoma"/>
      <w:sz w:val="20"/>
      <w:szCs w:val="20"/>
    </w:rPr>
  </w:style>
  <w:style w:type="character" w:customStyle="1" w:styleId="EFSABodytextChar">
    <w:name w:val="EFSA_Body text Char"/>
    <w:basedOn w:val="DefaultParagraphFont"/>
    <w:link w:val="EFSABodytext"/>
    <w:rsid w:val="00416E18"/>
    <w:rPr>
      <w:rFonts w:ascii="Tahoma" w:hAnsi="Tahoma"/>
      <w:sz w:val="20"/>
      <w:szCs w:val="20"/>
    </w:rPr>
  </w:style>
  <w:style w:type="paragraph" w:customStyle="1" w:styleId="EFSABullet1">
    <w:name w:val="EFSA_Bullet 1"/>
    <w:basedOn w:val="EFSABodytext"/>
    <w:link w:val="EFSABullet1Char"/>
    <w:qFormat/>
    <w:rsid w:val="00416E18"/>
    <w:pPr>
      <w:numPr>
        <w:numId w:val="6"/>
      </w:numPr>
    </w:pPr>
  </w:style>
  <w:style w:type="character" w:customStyle="1" w:styleId="EFSABullet1Char">
    <w:name w:val="EFSA_Bullet 1 Char"/>
    <w:basedOn w:val="EFSABodytextChar"/>
    <w:link w:val="EFSABullet1"/>
    <w:rsid w:val="00416E18"/>
    <w:rPr>
      <w:rFonts w:ascii="Tahoma" w:hAnsi="Tahoma"/>
      <w:sz w:val="20"/>
      <w:szCs w:val="20"/>
    </w:rPr>
  </w:style>
  <w:style w:type="paragraph" w:customStyle="1" w:styleId="EFSABullet2">
    <w:name w:val="EFSA_Bullet 2"/>
    <w:basedOn w:val="EFSABodytext"/>
    <w:link w:val="EFSABullet2Char"/>
    <w:qFormat/>
    <w:rsid w:val="00416E18"/>
    <w:pPr>
      <w:numPr>
        <w:ilvl w:val="1"/>
        <w:numId w:val="6"/>
      </w:numPr>
    </w:pPr>
  </w:style>
  <w:style w:type="character" w:customStyle="1" w:styleId="EFSABullet2Char">
    <w:name w:val="EFSA_Bullet 2 Char"/>
    <w:basedOn w:val="EFSABodytextChar"/>
    <w:link w:val="EFSABullet2"/>
    <w:rsid w:val="00416E18"/>
    <w:rPr>
      <w:rFonts w:ascii="Tahoma" w:hAnsi="Tahoma"/>
      <w:sz w:val="20"/>
      <w:szCs w:val="20"/>
    </w:rPr>
  </w:style>
  <w:style w:type="paragraph" w:customStyle="1" w:styleId="EFSADates">
    <w:name w:val="EFSA_Dates"/>
    <w:link w:val="EFSADatesChar"/>
    <w:qFormat/>
    <w:rsid w:val="00416E18"/>
    <w:pPr>
      <w:spacing w:before="120" w:after="0" w:line="240" w:lineRule="auto"/>
    </w:pPr>
    <w:rPr>
      <w:rFonts w:ascii="Calibri" w:hAnsi="Calibri"/>
      <w:sz w:val="18"/>
      <w:lang w:val="en-US"/>
    </w:rPr>
  </w:style>
  <w:style w:type="character" w:customStyle="1" w:styleId="EFSADatesChar">
    <w:name w:val="EFSA_Dates Char"/>
    <w:basedOn w:val="DefaultParagraphFont"/>
    <w:link w:val="EFSADates"/>
    <w:rsid w:val="00416E18"/>
    <w:rPr>
      <w:rFonts w:ascii="Calibri" w:hAnsi="Calibri"/>
      <w:sz w:val="18"/>
      <w:lang w:val="en-US"/>
    </w:rPr>
  </w:style>
  <w:style w:type="paragraph" w:customStyle="1" w:styleId="EFSADocsprovided">
    <w:name w:val="EFSA_Docs provided"/>
    <w:basedOn w:val="EFSABodytext"/>
    <w:link w:val="EFSADocsprovidedChar"/>
    <w:qFormat/>
    <w:rsid w:val="00416E18"/>
    <w:pPr>
      <w:keepNext/>
      <w:numPr>
        <w:numId w:val="7"/>
      </w:numPr>
      <w:spacing w:after="240"/>
    </w:pPr>
  </w:style>
  <w:style w:type="character" w:customStyle="1" w:styleId="EFSADocsprovidedChar">
    <w:name w:val="EFSA_Docs provided Char"/>
    <w:basedOn w:val="EFSABodytextChar"/>
    <w:link w:val="EFSADocsprovided"/>
    <w:rsid w:val="00416E18"/>
    <w:rPr>
      <w:rFonts w:ascii="Tahoma" w:hAnsi="Tahoma"/>
      <w:sz w:val="20"/>
      <w:szCs w:val="20"/>
    </w:rPr>
  </w:style>
  <w:style w:type="paragraph" w:customStyle="1" w:styleId="EFSATablefootnote">
    <w:name w:val="EFSA_Table footnote"/>
    <w:link w:val="EFSATablefootnoteChar"/>
    <w:qFormat/>
    <w:rsid w:val="00416E18"/>
    <w:pPr>
      <w:tabs>
        <w:tab w:val="left" w:pos="426"/>
      </w:tabs>
      <w:ind w:left="357" w:hanging="357"/>
      <w:contextualSpacing/>
    </w:pPr>
    <w:rPr>
      <w:rFonts w:ascii="Tahoma" w:hAnsi="Tahoma"/>
      <w:sz w:val="16"/>
      <w:szCs w:val="20"/>
    </w:rPr>
  </w:style>
  <w:style w:type="character" w:customStyle="1" w:styleId="EFSATablefootnoteChar">
    <w:name w:val="EFSA_Table footnote Char"/>
    <w:basedOn w:val="EFSABodytextChar"/>
    <w:link w:val="EFSATablefootnote"/>
    <w:rsid w:val="00416E18"/>
    <w:rPr>
      <w:rFonts w:ascii="Tahoma" w:hAnsi="Tahoma"/>
      <w:sz w:val="16"/>
      <w:szCs w:val="20"/>
    </w:rPr>
  </w:style>
  <w:style w:type="paragraph" w:customStyle="1" w:styleId="EFSATablelegend">
    <w:name w:val="EFSA_Table legend"/>
    <w:basedOn w:val="EFSATablefootnote"/>
    <w:link w:val="EFSATablelegendChar"/>
    <w:qFormat/>
    <w:rsid w:val="00416E18"/>
    <w:pPr>
      <w:spacing w:after="0"/>
      <w:ind w:left="0" w:firstLine="0"/>
      <w:contextualSpacing w:val="0"/>
    </w:pPr>
  </w:style>
  <w:style w:type="character" w:customStyle="1" w:styleId="EFSATablelegendChar">
    <w:name w:val="EFSA_Table legend Char"/>
    <w:basedOn w:val="EFSATablefootnoteChar"/>
    <w:link w:val="EFSATablelegend"/>
    <w:rsid w:val="00416E18"/>
    <w:rPr>
      <w:rFonts w:ascii="Tahoma" w:hAnsi="Tahoma"/>
      <w:sz w:val="16"/>
      <w:szCs w:val="20"/>
    </w:rPr>
  </w:style>
  <w:style w:type="paragraph" w:customStyle="1" w:styleId="EFSAFigurelegend">
    <w:name w:val="EFSA_Figure legend"/>
    <w:basedOn w:val="EFSATablelegend"/>
    <w:link w:val="EFSAFigurelegendChar"/>
    <w:qFormat/>
    <w:rsid w:val="00416E18"/>
    <w:pPr>
      <w:autoSpaceDE w:val="0"/>
      <w:autoSpaceDN w:val="0"/>
      <w:adjustRightInd w:val="0"/>
    </w:pPr>
    <w:rPr>
      <w:rFonts w:cs="Arial"/>
      <w:szCs w:val="18"/>
    </w:rPr>
  </w:style>
  <w:style w:type="character" w:customStyle="1" w:styleId="EFSAFigurelegendChar">
    <w:name w:val="EFSA_Figure legend Char"/>
    <w:basedOn w:val="EFSATablefootnoteChar"/>
    <w:link w:val="EFSAFigurelegend"/>
    <w:rsid w:val="00416E18"/>
    <w:rPr>
      <w:rFonts w:ascii="Tahoma" w:hAnsi="Tahoma" w:cs="Arial"/>
      <w:sz w:val="16"/>
      <w:szCs w:val="18"/>
    </w:rPr>
  </w:style>
  <w:style w:type="paragraph" w:customStyle="1" w:styleId="EFSAFiguretitle">
    <w:name w:val="EFSA_Figure title"/>
    <w:next w:val="EFSABodytext"/>
    <w:link w:val="EFSAFiguretitleChar"/>
    <w:rsid w:val="00416E18"/>
    <w:pPr>
      <w:numPr>
        <w:numId w:val="8"/>
      </w:numPr>
      <w:tabs>
        <w:tab w:val="left" w:pos="1080"/>
      </w:tabs>
      <w:spacing w:before="240" w:after="240" w:line="240" w:lineRule="auto"/>
      <w:jc w:val="both"/>
    </w:pPr>
    <w:rPr>
      <w:rFonts w:ascii="Tahoma" w:eastAsia="Times New Roman" w:hAnsi="Tahoma" w:cs="Times New Roman"/>
      <w:sz w:val="20"/>
      <w:szCs w:val="20"/>
    </w:rPr>
  </w:style>
  <w:style w:type="character" w:customStyle="1" w:styleId="EFSAFiguretitleChar">
    <w:name w:val="EFSA_Figure title Char"/>
    <w:basedOn w:val="DefaultParagraphFont"/>
    <w:link w:val="EFSAFiguretitle"/>
    <w:rsid w:val="00416E18"/>
    <w:rPr>
      <w:rFonts w:ascii="Tahoma" w:eastAsia="Times New Roman" w:hAnsi="Tahoma" w:cs="Times New Roman"/>
      <w:sz w:val="20"/>
      <w:szCs w:val="20"/>
    </w:rPr>
  </w:style>
  <w:style w:type="paragraph" w:customStyle="1" w:styleId="EFSAFooter">
    <w:name w:val="EFSA_Footer"/>
    <w:basedOn w:val="Normal"/>
    <w:link w:val="EFSAFooterChar"/>
    <w:qFormat/>
    <w:rsid w:val="00416E18"/>
    <w:pPr>
      <w:tabs>
        <w:tab w:val="right" w:pos="10206"/>
      </w:tabs>
      <w:spacing w:after="0" w:line="240" w:lineRule="auto"/>
    </w:pPr>
    <w:rPr>
      <w:sz w:val="16"/>
      <w:szCs w:val="16"/>
    </w:rPr>
  </w:style>
  <w:style w:type="character" w:customStyle="1" w:styleId="EFSAFooterChar">
    <w:name w:val="EFSA_Footer Char"/>
    <w:basedOn w:val="DefaultParagraphFont"/>
    <w:link w:val="EFSAFooter"/>
    <w:rsid w:val="00416E18"/>
    <w:rPr>
      <w:sz w:val="16"/>
      <w:szCs w:val="16"/>
    </w:rPr>
  </w:style>
  <w:style w:type="paragraph" w:customStyle="1" w:styleId="EFSAFootnote">
    <w:name w:val="EFSA_Footnote"/>
    <w:basedOn w:val="FootnoteText"/>
    <w:link w:val="EFSAFootnoteChar"/>
    <w:qFormat/>
    <w:rsid w:val="00416E18"/>
    <w:pPr>
      <w:ind w:left="170" w:hanging="170"/>
      <w:jc w:val="both"/>
    </w:pPr>
    <w:rPr>
      <w:rFonts w:ascii="Tahoma" w:hAnsi="Tahoma"/>
      <w:sz w:val="16"/>
    </w:rPr>
  </w:style>
  <w:style w:type="character" w:customStyle="1" w:styleId="EFSAFootnoteChar">
    <w:name w:val="EFSA_Footnote Char"/>
    <w:basedOn w:val="FootnoteTextChar"/>
    <w:link w:val="EFSAFootnote"/>
    <w:rsid w:val="00416E18"/>
    <w:rPr>
      <w:rFonts w:ascii="Tahoma" w:hAnsi="Tahoma"/>
      <w:sz w:val="16"/>
      <w:szCs w:val="20"/>
    </w:rPr>
  </w:style>
  <w:style w:type="paragraph" w:styleId="FootnoteText">
    <w:name w:val="footnote text"/>
    <w:aliases w:val="EFSA op_Footnote,FEEDAP Op_Footnote,EFSA_Footnote Text"/>
    <w:basedOn w:val="Normal"/>
    <w:link w:val="FootnoteTextChar"/>
    <w:qFormat/>
    <w:rsid w:val="00416E18"/>
    <w:pPr>
      <w:spacing w:after="0" w:line="240" w:lineRule="auto"/>
    </w:pPr>
    <w:rPr>
      <w:sz w:val="20"/>
      <w:szCs w:val="20"/>
    </w:rPr>
  </w:style>
  <w:style w:type="character" w:customStyle="1" w:styleId="FootnoteTextChar">
    <w:name w:val="Footnote Text Char"/>
    <w:aliases w:val="EFSA op_Footnote Char,FEEDAP Op_Footnote Char,EFSA_Footnote Text Char"/>
    <w:basedOn w:val="DefaultParagraphFont"/>
    <w:link w:val="FootnoteText"/>
    <w:rsid w:val="00416E18"/>
    <w:rPr>
      <w:sz w:val="20"/>
      <w:szCs w:val="20"/>
    </w:rPr>
  </w:style>
  <w:style w:type="paragraph" w:customStyle="1" w:styleId="EFSAHeading1">
    <w:name w:val="EFSA_Heading 1"/>
    <w:next w:val="EFSABodytext"/>
    <w:link w:val="EFSAHeading1Char"/>
    <w:qFormat/>
    <w:rsid w:val="00416E18"/>
    <w:pPr>
      <w:numPr>
        <w:numId w:val="9"/>
      </w:numPr>
      <w:spacing w:before="240" w:after="120" w:line="240" w:lineRule="auto"/>
    </w:pPr>
    <w:rPr>
      <w:rFonts w:ascii="Tahoma" w:eastAsiaTheme="majorEastAsia" w:hAnsi="Tahoma" w:cstheme="majorBidi"/>
      <w:b/>
      <w:bCs/>
      <w:color w:val="000000" w:themeColor="text1"/>
      <w:sz w:val="24"/>
      <w:szCs w:val="28"/>
    </w:rPr>
  </w:style>
  <w:style w:type="character" w:customStyle="1" w:styleId="EFSAHeading1Char">
    <w:name w:val="EFSA_Heading 1 Char"/>
    <w:basedOn w:val="Heading1Char"/>
    <w:link w:val="EFSAHeading1"/>
    <w:rsid w:val="00416E18"/>
    <w:rPr>
      <w:rFonts w:ascii="Tahoma" w:eastAsiaTheme="majorEastAsia" w:hAnsi="Tahoma" w:cstheme="majorBidi"/>
      <w:b/>
      <w:bCs/>
      <w:color w:val="000000" w:themeColor="text1"/>
      <w:sz w:val="24"/>
      <w:szCs w:val="28"/>
    </w:rPr>
  </w:style>
  <w:style w:type="character" w:customStyle="1" w:styleId="Heading1Char">
    <w:name w:val="Heading 1 Char"/>
    <w:basedOn w:val="DefaultParagraphFont"/>
    <w:link w:val="Heading1"/>
    <w:uiPriority w:val="9"/>
    <w:semiHidden/>
    <w:rsid w:val="00416E18"/>
    <w:rPr>
      <w:rFonts w:asciiTheme="majorHAnsi" w:eastAsiaTheme="majorEastAsia" w:hAnsiTheme="majorHAnsi" w:cstheme="majorBidi"/>
      <w:b/>
      <w:bCs/>
      <w:color w:val="365F91" w:themeColor="accent1" w:themeShade="BF"/>
      <w:sz w:val="28"/>
      <w:szCs w:val="28"/>
    </w:rPr>
  </w:style>
  <w:style w:type="paragraph" w:customStyle="1" w:styleId="EFSAHeading2">
    <w:name w:val="EFSA_Heading 2"/>
    <w:next w:val="EFSABodytext"/>
    <w:link w:val="EFSAHeading2Char"/>
    <w:qFormat/>
    <w:rsid w:val="00416E18"/>
    <w:pPr>
      <w:keepNext/>
      <w:numPr>
        <w:ilvl w:val="1"/>
        <w:numId w:val="9"/>
      </w:numPr>
      <w:spacing w:before="240" w:after="120" w:line="240" w:lineRule="auto"/>
      <w:outlineLvl w:val="1"/>
    </w:pPr>
    <w:rPr>
      <w:rFonts w:ascii="Tahoma" w:eastAsiaTheme="majorEastAsia" w:hAnsi="Tahoma" w:cstheme="majorBidi"/>
      <w:b/>
      <w:bCs/>
      <w:color w:val="7F7F7F" w:themeColor="text1" w:themeTint="80"/>
      <w:sz w:val="24"/>
      <w:szCs w:val="28"/>
    </w:rPr>
  </w:style>
  <w:style w:type="character" w:customStyle="1" w:styleId="EFSAHeading2Char">
    <w:name w:val="EFSA_Heading 2 Char"/>
    <w:basedOn w:val="EFSAHeading1Char"/>
    <w:link w:val="EFSAHeading2"/>
    <w:rsid w:val="00416E18"/>
    <w:rPr>
      <w:rFonts w:ascii="Tahoma" w:eastAsiaTheme="majorEastAsia" w:hAnsi="Tahoma" w:cstheme="majorBidi"/>
      <w:b/>
      <w:bCs/>
      <w:color w:val="7F7F7F" w:themeColor="text1" w:themeTint="80"/>
      <w:sz w:val="24"/>
      <w:szCs w:val="28"/>
    </w:rPr>
  </w:style>
  <w:style w:type="paragraph" w:customStyle="1" w:styleId="EFSAHeading3">
    <w:name w:val="EFSA_Heading 3"/>
    <w:next w:val="EFSABodytext"/>
    <w:link w:val="EFSAHeading3Char"/>
    <w:qFormat/>
    <w:rsid w:val="00416E18"/>
    <w:pPr>
      <w:numPr>
        <w:ilvl w:val="2"/>
        <w:numId w:val="9"/>
      </w:numPr>
      <w:outlineLvl w:val="2"/>
    </w:pPr>
    <w:rPr>
      <w:rFonts w:ascii="Tahoma" w:eastAsiaTheme="majorEastAsia" w:hAnsi="Tahoma" w:cstheme="majorBidi"/>
      <w:b/>
      <w:bCs/>
      <w:color w:val="7F7F7F" w:themeColor="text1" w:themeTint="80"/>
      <w:sz w:val="24"/>
      <w:szCs w:val="28"/>
    </w:rPr>
  </w:style>
  <w:style w:type="character" w:customStyle="1" w:styleId="EFSAHeading3Char">
    <w:name w:val="EFSA_Heading 3 Char"/>
    <w:basedOn w:val="EFSAHeading2Char"/>
    <w:link w:val="EFSAHeading3"/>
    <w:rsid w:val="00416E18"/>
    <w:rPr>
      <w:rFonts w:ascii="Tahoma" w:eastAsiaTheme="majorEastAsia" w:hAnsi="Tahoma" w:cstheme="majorBidi"/>
      <w:b/>
      <w:bCs/>
      <w:color w:val="7F7F7F" w:themeColor="text1" w:themeTint="80"/>
      <w:sz w:val="24"/>
      <w:szCs w:val="28"/>
    </w:rPr>
  </w:style>
  <w:style w:type="paragraph" w:customStyle="1" w:styleId="EFSAHeading4">
    <w:name w:val="EFSA_Heading 4"/>
    <w:next w:val="EFSABodytext"/>
    <w:link w:val="EFSAHeading4Char"/>
    <w:qFormat/>
    <w:rsid w:val="00416E18"/>
    <w:pPr>
      <w:keepNext/>
      <w:numPr>
        <w:ilvl w:val="3"/>
        <w:numId w:val="9"/>
      </w:numPr>
      <w:spacing w:before="240" w:after="120" w:line="240" w:lineRule="auto"/>
      <w:outlineLvl w:val="3"/>
    </w:pPr>
    <w:rPr>
      <w:rFonts w:ascii="Tahoma" w:hAnsi="Tahoma"/>
      <w:b/>
      <w:sz w:val="20"/>
      <w:szCs w:val="20"/>
    </w:rPr>
  </w:style>
  <w:style w:type="character" w:customStyle="1" w:styleId="EFSAHeading4Char">
    <w:name w:val="EFSA_Heading 4 Char"/>
    <w:basedOn w:val="DefaultParagraphFont"/>
    <w:link w:val="EFSAHeading4"/>
    <w:rsid w:val="00416E18"/>
    <w:rPr>
      <w:rFonts w:ascii="Tahoma" w:hAnsi="Tahoma"/>
      <w:b/>
      <w:sz w:val="20"/>
      <w:szCs w:val="20"/>
    </w:rPr>
  </w:style>
  <w:style w:type="paragraph" w:customStyle="1" w:styleId="EFSAHeading5">
    <w:name w:val="EFSA_Heading 5"/>
    <w:next w:val="EFSABodytext"/>
    <w:link w:val="EFSAHeading5Char"/>
    <w:qFormat/>
    <w:rsid w:val="00A70542"/>
    <w:pPr>
      <w:numPr>
        <w:ilvl w:val="4"/>
        <w:numId w:val="9"/>
      </w:numPr>
      <w:spacing w:before="240" w:after="120" w:line="240" w:lineRule="auto"/>
      <w:outlineLvl w:val="4"/>
    </w:pPr>
    <w:rPr>
      <w:rFonts w:ascii="Tahoma" w:hAnsi="Tahoma"/>
      <w:i/>
      <w:sz w:val="20"/>
      <w:szCs w:val="20"/>
    </w:rPr>
  </w:style>
  <w:style w:type="character" w:customStyle="1" w:styleId="EFSAHeading5Char">
    <w:name w:val="EFSA_Heading 5 Char"/>
    <w:basedOn w:val="EFSAHeading4Char"/>
    <w:link w:val="EFSAHeading5"/>
    <w:rsid w:val="00A70542"/>
    <w:rPr>
      <w:rFonts w:ascii="Tahoma" w:hAnsi="Tahoma"/>
      <w:b w:val="0"/>
      <w:i/>
      <w:sz w:val="20"/>
      <w:szCs w:val="20"/>
    </w:rPr>
  </w:style>
  <w:style w:type="numbering" w:customStyle="1" w:styleId="EFSAListbullets">
    <w:name w:val="EFSA_List bullets"/>
    <w:basedOn w:val="NoList"/>
    <w:uiPriority w:val="99"/>
    <w:rsid w:val="00416E18"/>
    <w:pPr>
      <w:numPr>
        <w:numId w:val="2"/>
      </w:numPr>
    </w:pPr>
  </w:style>
  <w:style w:type="paragraph" w:customStyle="1" w:styleId="EFSAListnumbered">
    <w:name w:val="EFSA_List numbered"/>
    <w:basedOn w:val="ListParagraph"/>
    <w:link w:val="EFSAListnumberedChar"/>
    <w:qFormat/>
    <w:rsid w:val="00416E18"/>
    <w:pPr>
      <w:numPr>
        <w:numId w:val="10"/>
      </w:numPr>
      <w:suppressAutoHyphens/>
      <w:spacing w:after="120" w:line="240" w:lineRule="auto"/>
      <w:contextualSpacing w:val="0"/>
    </w:pPr>
    <w:rPr>
      <w:rFonts w:ascii="Tahoma" w:eastAsia="Times New Roman" w:hAnsi="Tahoma" w:cs="Times New Roman"/>
      <w:sz w:val="20"/>
      <w:szCs w:val="20"/>
      <w:lang w:eastAsia="en-GB"/>
    </w:rPr>
  </w:style>
  <w:style w:type="character" w:customStyle="1" w:styleId="EFSAListnumberedChar">
    <w:name w:val="EFSA_List numbered Char"/>
    <w:basedOn w:val="DefaultParagraphFont"/>
    <w:link w:val="EFSAListnumbered"/>
    <w:rsid w:val="00416E18"/>
    <w:rPr>
      <w:rFonts w:ascii="Tahoma" w:eastAsia="Times New Roman" w:hAnsi="Tahoma" w:cs="Times New Roman"/>
      <w:sz w:val="20"/>
      <w:szCs w:val="20"/>
      <w:lang w:eastAsia="en-GB"/>
    </w:rPr>
  </w:style>
  <w:style w:type="paragraph" w:styleId="ListParagraph">
    <w:name w:val="List Paragraph"/>
    <w:basedOn w:val="Normal"/>
    <w:uiPriority w:val="34"/>
    <w:qFormat/>
    <w:rsid w:val="00416E18"/>
    <w:pPr>
      <w:ind w:left="720"/>
      <w:contextualSpacing/>
    </w:pPr>
  </w:style>
  <w:style w:type="paragraph" w:customStyle="1" w:styleId="EFSAOutputcategory">
    <w:name w:val="EFSA_Output category"/>
    <w:link w:val="EFSAOutputcategoryChar"/>
    <w:qFormat/>
    <w:rsid w:val="00416E18"/>
    <w:pPr>
      <w:spacing w:before="240" w:after="240" w:line="240" w:lineRule="auto"/>
    </w:pPr>
    <w:rPr>
      <w:rFonts w:ascii="Calibri" w:eastAsiaTheme="majorEastAsia" w:hAnsi="Calibri" w:cstheme="majorBidi"/>
      <w:b/>
      <w:iCs/>
      <w:caps/>
      <w:color w:val="171796"/>
      <w:sz w:val="32"/>
      <w:szCs w:val="32"/>
    </w:rPr>
  </w:style>
  <w:style w:type="character" w:customStyle="1" w:styleId="EFSAOutputcategoryChar">
    <w:name w:val="EFSA_Output category Char"/>
    <w:basedOn w:val="DefaultParagraphFont"/>
    <w:link w:val="EFSAOutputcategory"/>
    <w:rsid w:val="00416E18"/>
    <w:rPr>
      <w:rFonts w:ascii="Calibri" w:eastAsiaTheme="majorEastAsia" w:hAnsi="Calibri" w:cstheme="majorBidi"/>
      <w:b/>
      <w:iCs/>
      <w:caps/>
      <w:color w:val="171796"/>
      <w:sz w:val="32"/>
      <w:szCs w:val="32"/>
    </w:rPr>
  </w:style>
  <w:style w:type="paragraph" w:customStyle="1" w:styleId="EFSAOutputtitle">
    <w:name w:val="EFSA_Output title"/>
    <w:basedOn w:val="Normal"/>
    <w:next w:val="EFSAAuthor"/>
    <w:link w:val="EFSAOutputtitleChar"/>
    <w:qFormat/>
    <w:rsid w:val="00416E18"/>
    <w:pPr>
      <w:spacing w:before="360" w:after="240" w:line="240" w:lineRule="auto"/>
      <w:jc w:val="center"/>
    </w:pPr>
    <w:rPr>
      <w:rFonts w:ascii="Tahoma" w:hAnsi="Tahoma"/>
      <w:b/>
      <w:sz w:val="32"/>
      <w:szCs w:val="32"/>
    </w:rPr>
  </w:style>
  <w:style w:type="character" w:customStyle="1" w:styleId="EFSAOutputtitleChar">
    <w:name w:val="EFSA_Output title Char"/>
    <w:basedOn w:val="DefaultParagraphFont"/>
    <w:link w:val="EFSAOutputtitle"/>
    <w:rsid w:val="00416E18"/>
    <w:rPr>
      <w:rFonts w:ascii="Tahoma" w:hAnsi="Tahoma"/>
      <w:b/>
      <w:sz w:val="32"/>
      <w:szCs w:val="32"/>
    </w:rPr>
  </w:style>
  <w:style w:type="paragraph" w:customStyle="1" w:styleId="EFSAReferences">
    <w:name w:val="EFSA_References"/>
    <w:link w:val="EFSAReferencesChar"/>
    <w:qFormat/>
    <w:rsid w:val="00416E18"/>
    <w:pPr>
      <w:keepLines/>
      <w:tabs>
        <w:tab w:val="left" w:pos="284"/>
      </w:tabs>
      <w:spacing w:after="120" w:line="240" w:lineRule="auto"/>
      <w:ind w:left="284" w:hanging="284"/>
      <w:jc w:val="both"/>
    </w:pPr>
    <w:rPr>
      <w:rFonts w:ascii="Tahoma" w:eastAsia="Times New Roman" w:hAnsi="Tahoma" w:cs="Times New Roman"/>
      <w:color w:val="000000"/>
      <w:sz w:val="20"/>
      <w:szCs w:val="20"/>
    </w:rPr>
  </w:style>
  <w:style w:type="character" w:customStyle="1" w:styleId="EFSAReferencesChar">
    <w:name w:val="EFSA_References Char"/>
    <w:basedOn w:val="DefaultParagraphFont"/>
    <w:link w:val="EFSAReferences"/>
    <w:rsid w:val="00416E18"/>
    <w:rPr>
      <w:rFonts w:ascii="Tahoma" w:eastAsia="Times New Roman" w:hAnsi="Tahoma" w:cs="Times New Roman"/>
      <w:color w:val="000000"/>
      <w:sz w:val="20"/>
      <w:szCs w:val="20"/>
    </w:rPr>
  </w:style>
  <w:style w:type="paragraph" w:customStyle="1" w:styleId="EFSAShorttitle">
    <w:name w:val="EFSA_Short title"/>
    <w:link w:val="EFSAShorttitleChar"/>
    <w:qFormat/>
    <w:rsid w:val="00416E18"/>
    <w:pPr>
      <w:spacing w:after="0" w:line="240" w:lineRule="auto"/>
    </w:pPr>
    <w:rPr>
      <w:rFonts w:ascii="Calibri" w:eastAsiaTheme="majorEastAsia" w:hAnsi="Calibri" w:cstheme="majorBidi"/>
      <w:b/>
      <w:iCs/>
      <w:color w:val="171796"/>
      <w:sz w:val="18"/>
      <w:szCs w:val="24"/>
    </w:rPr>
  </w:style>
  <w:style w:type="character" w:customStyle="1" w:styleId="EFSAShorttitleChar">
    <w:name w:val="EFSA_Short title Char"/>
    <w:basedOn w:val="DefaultParagraphFont"/>
    <w:link w:val="EFSAShorttitle"/>
    <w:rsid w:val="00416E18"/>
    <w:rPr>
      <w:rFonts w:ascii="Calibri" w:eastAsiaTheme="majorEastAsia" w:hAnsi="Calibri" w:cstheme="majorBidi"/>
      <w:b/>
      <w:iCs/>
      <w:color w:val="171796"/>
      <w:sz w:val="18"/>
      <w:szCs w:val="24"/>
    </w:rPr>
  </w:style>
  <w:style w:type="paragraph" w:customStyle="1" w:styleId="EFSATabledata">
    <w:name w:val="EFSA_Table data"/>
    <w:basedOn w:val="EFSABodytext"/>
    <w:link w:val="EFSATabledataChar"/>
    <w:qFormat/>
    <w:rsid w:val="00416E18"/>
    <w:pPr>
      <w:spacing w:after="0"/>
      <w:jc w:val="left"/>
    </w:pPr>
    <w:rPr>
      <w:sz w:val="18"/>
    </w:rPr>
  </w:style>
  <w:style w:type="character" w:customStyle="1" w:styleId="EFSATabledataChar">
    <w:name w:val="EFSA_Table data Char"/>
    <w:basedOn w:val="EFSABodytextChar"/>
    <w:link w:val="EFSATabledata"/>
    <w:rsid w:val="00416E18"/>
    <w:rPr>
      <w:rFonts w:ascii="Tahoma" w:hAnsi="Tahoma"/>
      <w:sz w:val="18"/>
      <w:szCs w:val="20"/>
    </w:rPr>
  </w:style>
  <w:style w:type="paragraph" w:customStyle="1" w:styleId="EFSATablefirstcolumn">
    <w:name w:val="EFSA_Table first column"/>
    <w:basedOn w:val="EFSATabledata"/>
    <w:link w:val="EFSATablefirstcolumnChar"/>
    <w:qFormat/>
    <w:rsid w:val="00416E18"/>
    <w:rPr>
      <w:b/>
    </w:rPr>
  </w:style>
  <w:style w:type="character" w:customStyle="1" w:styleId="EFSATablefirstcolumnChar">
    <w:name w:val="EFSA_Table first column Char"/>
    <w:basedOn w:val="EFSATabledataChar"/>
    <w:link w:val="EFSATablefirstcolumn"/>
    <w:rsid w:val="00416E18"/>
    <w:rPr>
      <w:rFonts w:ascii="Tahoma" w:hAnsi="Tahoma"/>
      <w:b/>
      <w:sz w:val="18"/>
      <w:szCs w:val="20"/>
    </w:rPr>
  </w:style>
  <w:style w:type="paragraph" w:customStyle="1" w:styleId="EFSATableheadingrow">
    <w:name w:val="EFSA_Table heading row"/>
    <w:basedOn w:val="EFSATabledata"/>
    <w:link w:val="EFSATableheadingrowChar"/>
    <w:qFormat/>
    <w:rsid w:val="00416E18"/>
    <w:rPr>
      <w:b/>
    </w:rPr>
  </w:style>
  <w:style w:type="character" w:customStyle="1" w:styleId="EFSATableheadingrowChar">
    <w:name w:val="EFSA_Table heading row Char"/>
    <w:basedOn w:val="EFSATabledataChar"/>
    <w:link w:val="EFSATableheadingrow"/>
    <w:rsid w:val="00416E18"/>
    <w:rPr>
      <w:rFonts w:ascii="Tahoma" w:hAnsi="Tahoma"/>
      <w:b/>
      <w:sz w:val="18"/>
      <w:szCs w:val="20"/>
    </w:rPr>
  </w:style>
  <w:style w:type="paragraph" w:customStyle="1" w:styleId="EFSATabletitle">
    <w:name w:val="EFSA_Table title"/>
    <w:next w:val="EFSABodytext"/>
    <w:link w:val="EFSATabletitleChar"/>
    <w:qFormat/>
    <w:rsid w:val="00416E18"/>
    <w:pPr>
      <w:numPr>
        <w:numId w:val="11"/>
      </w:numPr>
      <w:tabs>
        <w:tab w:val="left" w:pos="1080"/>
      </w:tabs>
      <w:spacing w:before="240" w:after="240"/>
    </w:pPr>
    <w:rPr>
      <w:rFonts w:ascii="Tahoma" w:hAnsi="Tahoma"/>
      <w:sz w:val="20"/>
      <w:szCs w:val="20"/>
    </w:rPr>
  </w:style>
  <w:style w:type="character" w:customStyle="1" w:styleId="EFSATabletitleChar">
    <w:name w:val="EFSA_Table title Char"/>
    <w:basedOn w:val="EFSABodytextChar"/>
    <w:link w:val="EFSATabletitle"/>
    <w:rsid w:val="00416E18"/>
    <w:rPr>
      <w:rFonts w:ascii="Tahoma" w:hAnsi="Tahoma"/>
      <w:sz w:val="20"/>
      <w:szCs w:val="20"/>
    </w:rPr>
  </w:style>
  <w:style w:type="character" w:styleId="SubtleEmphasis">
    <w:name w:val="Subtle Emphasis"/>
    <w:semiHidden/>
    <w:qFormat/>
    <w:rsid w:val="00416E18"/>
    <w:rPr>
      <w:rFonts w:ascii="Verdana" w:hAnsi="Verdana"/>
      <w:iCs/>
      <w:color w:val="000000"/>
      <w:sz w:val="20"/>
    </w:rPr>
  </w:style>
  <w:style w:type="paragraph" w:styleId="Header">
    <w:name w:val="header"/>
    <w:basedOn w:val="Normal"/>
    <w:link w:val="HeaderChar"/>
    <w:semiHidden/>
    <w:rsid w:val="00416E18"/>
    <w:pPr>
      <w:suppressLineNumbers/>
      <w:tabs>
        <w:tab w:val="center" w:pos="4513"/>
        <w:tab w:val="right" w:pos="9026"/>
      </w:tabs>
      <w:suppressAutoHyphens/>
      <w:spacing w:after="120" w:line="240" w:lineRule="auto"/>
    </w:pPr>
    <w:rPr>
      <w:rFonts w:ascii="Tahoma" w:eastAsia="Times New Roman" w:hAnsi="Tahoma" w:cs="Times New Roman"/>
      <w:sz w:val="20"/>
      <w:szCs w:val="20"/>
      <w:lang w:eastAsia="en-GB"/>
    </w:rPr>
  </w:style>
  <w:style w:type="character" w:customStyle="1" w:styleId="HeaderChar">
    <w:name w:val="Header Char"/>
    <w:basedOn w:val="DefaultParagraphFont"/>
    <w:link w:val="Header"/>
    <w:semiHidden/>
    <w:rsid w:val="00416E18"/>
    <w:rPr>
      <w:rFonts w:ascii="Tahoma" w:eastAsia="Times New Roman" w:hAnsi="Tahoma" w:cs="Times New Roman"/>
      <w:sz w:val="20"/>
      <w:szCs w:val="20"/>
      <w:lang w:eastAsia="en-GB"/>
    </w:rPr>
  </w:style>
  <w:style w:type="paragraph" w:styleId="TOC1">
    <w:name w:val="toc 1"/>
    <w:basedOn w:val="Normal"/>
    <w:uiPriority w:val="39"/>
    <w:qFormat/>
    <w:rsid w:val="00416E18"/>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2">
    <w:name w:val="toc 2"/>
    <w:basedOn w:val="Normal"/>
    <w:uiPriority w:val="39"/>
    <w:qFormat/>
    <w:rsid w:val="00416E18"/>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3">
    <w:name w:val="toc 3"/>
    <w:basedOn w:val="Normal"/>
    <w:uiPriority w:val="39"/>
    <w:qFormat/>
    <w:rsid w:val="00416E18"/>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character" w:styleId="FootnoteReference">
    <w:name w:val="footnote reference"/>
    <w:aliases w:val="Footnote Reference/,Carattere Carattere3 Char Char Zchn Zchn"/>
    <w:basedOn w:val="DefaultParagraphFont"/>
    <w:link w:val="CarattereCarattere3CharChar"/>
    <w:uiPriority w:val="99"/>
    <w:rsid w:val="00416E18"/>
    <w:rPr>
      <w:vertAlign w:val="superscript"/>
    </w:rPr>
  </w:style>
  <w:style w:type="table" w:styleId="TableGrid">
    <w:name w:val="Table Grid"/>
    <w:basedOn w:val="TableNormal"/>
    <w:uiPriority w:val="59"/>
    <w:rsid w:val="00416E18"/>
    <w:pPr>
      <w:spacing w:after="0" w:line="240" w:lineRule="auto"/>
    </w:pPr>
    <w:rPr>
      <w:rFonts w:ascii="Tahoma" w:eastAsia="Times New Roman" w:hAnsi="Tahoma"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16E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E18"/>
    <w:rPr>
      <w:rFonts w:ascii="Tahoma" w:hAnsi="Tahoma" w:cs="Tahoma"/>
      <w:sz w:val="16"/>
      <w:szCs w:val="16"/>
    </w:rPr>
  </w:style>
  <w:style w:type="character" w:customStyle="1" w:styleId="Heading2Char">
    <w:name w:val="Heading 2 Char"/>
    <w:basedOn w:val="DefaultParagraphFont"/>
    <w:link w:val="Heading2"/>
    <w:uiPriority w:val="9"/>
    <w:semiHidden/>
    <w:rsid w:val="00416E1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16E18"/>
    <w:rPr>
      <w:rFonts w:asciiTheme="majorHAnsi" w:eastAsiaTheme="majorEastAsia" w:hAnsiTheme="majorHAnsi" w:cstheme="majorBidi"/>
      <w:b/>
      <w:bCs/>
      <w:color w:val="4F81BD" w:themeColor="accent1"/>
    </w:rPr>
  </w:style>
  <w:style w:type="paragraph" w:styleId="Footer">
    <w:name w:val="footer"/>
    <w:basedOn w:val="Normal"/>
    <w:link w:val="FooterChar"/>
    <w:uiPriority w:val="99"/>
    <w:semiHidden/>
    <w:rsid w:val="00416E1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16E18"/>
  </w:style>
  <w:style w:type="character" w:styleId="LineNumber">
    <w:name w:val="line number"/>
    <w:basedOn w:val="DefaultParagraphFont"/>
    <w:uiPriority w:val="99"/>
    <w:semiHidden/>
    <w:rsid w:val="00416E18"/>
  </w:style>
  <w:style w:type="paragraph" w:styleId="TOCHeading">
    <w:name w:val="TOC Heading"/>
    <w:basedOn w:val="Heading1"/>
    <w:next w:val="Normal"/>
    <w:uiPriority w:val="39"/>
    <w:unhideWhenUsed/>
    <w:qFormat/>
    <w:rsid w:val="00416E18"/>
    <w:pPr>
      <w:outlineLvl w:val="9"/>
    </w:pPr>
    <w:rPr>
      <w:lang w:val="en-US" w:eastAsia="ja-JP"/>
    </w:rPr>
  </w:style>
  <w:style w:type="character" w:styleId="Hyperlink">
    <w:name w:val="Hyperlink"/>
    <w:basedOn w:val="DefaultParagraphFont"/>
    <w:uiPriority w:val="99"/>
    <w:unhideWhenUsed/>
    <w:rsid w:val="00416E18"/>
    <w:rPr>
      <w:color w:val="0000FF" w:themeColor="hyperlink"/>
      <w:u w:val="single"/>
    </w:rPr>
  </w:style>
  <w:style w:type="paragraph" w:styleId="TOC4">
    <w:name w:val="toc 4"/>
    <w:next w:val="Normal"/>
    <w:autoRedefine/>
    <w:uiPriority w:val="39"/>
    <w:rsid w:val="00416E18"/>
    <w:pPr>
      <w:tabs>
        <w:tab w:val="right" w:leader="dot" w:pos="9072"/>
      </w:tabs>
      <w:spacing w:after="0" w:line="240" w:lineRule="auto"/>
      <w:ind w:left="680" w:hanging="680"/>
      <w:outlineLvl w:val="3"/>
    </w:pPr>
    <w:rPr>
      <w:rFonts w:ascii="Tahoma" w:hAnsi="Tahoma"/>
      <w:sz w:val="20"/>
    </w:rPr>
  </w:style>
  <w:style w:type="paragraph" w:styleId="TOC5">
    <w:name w:val="toc 5"/>
    <w:next w:val="Normal"/>
    <w:autoRedefine/>
    <w:uiPriority w:val="39"/>
    <w:rsid w:val="00416E18"/>
    <w:pPr>
      <w:tabs>
        <w:tab w:val="right" w:leader="dot" w:pos="9072"/>
      </w:tabs>
      <w:spacing w:after="0" w:line="240" w:lineRule="auto"/>
      <w:ind w:left="1247" w:hanging="1247"/>
    </w:pPr>
    <w:rPr>
      <w:rFonts w:ascii="Tahoma" w:hAnsi="Tahoma"/>
      <w:sz w:val="20"/>
    </w:rPr>
  </w:style>
  <w:style w:type="table" w:customStyle="1" w:styleId="EFSAtable">
    <w:name w:val="EFSA table"/>
    <w:basedOn w:val="TableNormal"/>
    <w:uiPriority w:val="99"/>
    <w:rsid w:val="00416E18"/>
    <w:pPr>
      <w:spacing w:after="0" w:line="240" w:lineRule="auto"/>
    </w:pPr>
    <w:tblPr>
      <w:tblInd w:w="0" w:type="dxa"/>
      <w:tblBorders>
        <w:insideH w:val="single" w:sz="4" w:space="0" w:color="D9D9D9" w:themeColor="background1" w:themeShade="D9"/>
        <w:insideV w:val="single" w:sz="4" w:space="0" w:color="D9D9D9" w:themeColor="background1" w:themeShade="D9"/>
      </w:tblBorders>
      <w:tblCellMar>
        <w:top w:w="0" w:type="dxa"/>
        <w:left w:w="108" w:type="dxa"/>
        <w:bottom w:w="0" w:type="dxa"/>
        <w:right w:w="108" w:type="dxa"/>
      </w:tblCellMar>
    </w:tblPr>
    <w:tblStylePr w:type="firstRow">
      <w:rPr>
        <w:rFonts w:ascii="Tahoma" w:hAnsi="Tahoma"/>
        <w:sz w:val="18"/>
      </w:rPr>
      <w:tblPr/>
      <w:tcPr>
        <w:tcBorders>
          <w:top w:val="single" w:sz="12" w:space="0" w:color="000000" w:themeColor="text1"/>
        </w:tcBorders>
      </w:tcPr>
    </w:tblStylePr>
    <w:tblStylePr w:type="lastRow">
      <w:tblPr/>
      <w:tcPr>
        <w:tcBorders>
          <w:bottom w:val="single" w:sz="12" w:space="0" w:color="000000" w:themeColor="text1"/>
        </w:tcBorders>
      </w:tcPr>
    </w:tblStylePr>
  </w:style>
  <w:style w:type="paragraph" w:customStyle="1" w:styleId="EFSAAnnextitle">
    <w:name w:val="EFSA_Annex title"/>
    <w:next w:val="EFSABodytext"/>
    <w:uiPriority w:val="99"/>
    <w:qFormat/>
    <w:rsid w:val="00416E18"/>
    <w:pPr>
      <w:keepNext/>
      <w:numPr>
        <w:numId w:val="3"/>
      </w:numPr>
      <w:spacing w:before="240" w:after="120" w:line="240" w:lineRule="auto"/>
      <w:outlineLvl w:val="0"/>
    </w:pPr>
    <w:rPr>
      <w:rFonts w:ascii="Tahoma" w:eastAsia="Times New Roman" w:hAnsi="Tahoma" w:cs="Mangal"/>
      <w:b/>
      <w:iCs/>
      <w:sz w:val="24"/>
      <w:szCs w:val="24"/>
      <w:lang w:eastAsia="en-GB"/>
    </w:rPr>
  </w:style>
  <w:style w:type="character" w:styleId="CommentReference">
    <w:name w:val="annotation reference"/>
    <w:basedOn w:val="DefaultParagraphFont"/>
    <w:rsid w:val="00416E18"/>
    <w:rPr>
      <w:sz w:val="16"/>
      <w:szCs w:val="16"/>
    </w:rPr>
  </w:style>
  <w:style w:type="paragraph" w:styleId="CommentText">
    <w:name w:val="annotation text"/>
    <w:basedOn w:val="Normal"/>
    <w:link w:val="CommentTextChar"/>
    <w:rsid w:val="00416E18"/>
    <w:pPr>
      <w:spacing w:line="240" w:lineRule="auto"/>
    </w:pPr>
    <w:rPr>
      <w:sz w:val="20"/>
      <w:szCs w:val="20"/>
    </w:rPr>
  </w:style>
  <w:style w:type="character" w:customStyle="1" w:styleId="CommentTextChar">
    <w:name w:val="Comment Text Char"/>
    <w:basedOn w:val="DefaultParagraphFont"/>
    <w:link w:val="CommentText"/>
    <w:rsid w:val="00416E18"/>
    <w:rPr>
      <w:sz w:val="20"/>
      <w:szCs w:val="20"/>
    </w:rPr>
  </w:style>
  <w:style w:type="paragraph" w:styleId="CommentSubject">
    <w:name w:val="annotation subject"/>
    <w:basedOn w:val="CommentText"/>
    <w:next w:val="CommentText"/>
    <w:link w:val="CommentSubjectChar"/>
    <w:uiPriority w:val="99"/>
    <w:semiHidden/>
    <w:rsid w:val="00416E18"/>
    <w:rPr>
      <w:b/>
      <w:bCs/>
    </w:rPr>
  </w:style>
  <w:style w:type="character" w:customStyle="1" w:styleId="CommentSubjectChar">
    <w:name w:val="Comment Subject Char"/>
    <w:basedOn w:val="CommentTextChar"/>
    <w:link w:val="CommentSubject"/>
    <w:uiPriority w:val="99"/>
    <w:semiHidden/>
    <w:rsid w:val="00416E18"/>
    <w:rPr>
      <w:b/>
      <w:bCs/>
      <w:sz w:val="20"/>
      <w:szCs w:val="20"/>
    </w:rPr>
  </w:style>
  <w:style w:type="paragraph" w:customStyle="1" w:styleId="EFSAAppendixlevel1">
    <w:name w:val="EFSA_Appendix level 1"/>
    <w:next w:val="EFSABodytext"/>
    <w:qFormat/>
    <w:rsid w:val="00416E18"/>
    <w:pPr>
      <w:numPr>
        <w:ilvl w:val="1"/>
        <w:numId w:val="5"/>
      </w:numPr>
      <w:spacing w:before="240" w:after="120" w:line="240" w:lineRule="auto"/>
    </w:pPr>
    <w:rPr>
      <w:rFonts w:ascii="Tahoma" w:eastAsiaTheme="majorEastAsia" w:hAnsi="Tahoma" w:cstheme="majorBidi"/>
      <w:b/>
      <w:bCs/>
      <w:sz w:val="24"/>
      <w:szCs w:val="28"/>
    </w:rPr>
  </w:style>
  <w:style w:type="paragraph" w:customStyle="1" w:styleId="EFSAAppendixlevel2">
    <w:name w:val="EFSA_Appendix level 2"/>
    <w:qFormat/>
    <w:rsid w:val="00416E18"/>
    <w:pPr>
      <w:numPr>
        <w:ilvl w:val="2"/>
        <w:numId w:val="5"/>
      </w:numPr>
      <w:spacing w:before="240" w:after="120" w:line="240" w:lineRule="auto"/>
    </w:pPr>
    <w:rPr>
      <w:rFonts w:ascii="Tahoma" w:eastAsiaTheme="majorEastAsia" w:hAnsi="Tahoma" w:cstheme="majorBidi"/>
      <w:b/>
      <w:color w:val="7F7F7F" w:themeColor="text1" w:themeTint="80"/>
      <w:sz w:val="24"/>
      <w:szCs w:val="28"/>
    </w:rPr>
  </w:style>
  <w:style w:type="paragraph" w:customStyle="1" w:styleId="EFSAAppendixlevel3">
    <w:name w:val="EFSA_Appendix level 3"/>
    <w:next w:val="EFSABodytext"/>
    <w:qFormat/>
    <w:rsid w:val="00416E18"/>
    <w:pPr>
      <w:numPr>
        <w:ilvl w:val="3"/>
        <w:numId w:val="5"/>
      </w:numPr>
      <w:spacing w:before="240" w:after="120" w:line="240" w:lineRule="auto"/>
    </w:pPr>
    <w:rPr>
      <w:rFonts w:ascii="Tahoma" w:eastAsiaTheme="majorEastAsia" w:hAnsi="Tahoma" w:cstheme="majorBidi"/>
      <w:b/>
      <w:bCs/>
      <w:color w:val="7F7F7F" w:themeColor="text1" w:themeTint="80"/>
      <w:szCs w:val="28"/>
    </w:rPr>
  </w:style>
  <w:style w:type="paragraph" w:customStyle="1" w:styleId="EFSAAppendixlevel4">
    <w:name w:val="EFSA_Appendix level 4"/>
    <w:uiPriority w:val="99"/>
    <w:qFormat/>
    <w:rsid w:val="00416E18"/>
    <w:pPr>
      <w:numPr>
        <w:ilvl w:val="4"/>
        <w:numId w:val="4"/>
      </w:numPr>
      <w:spacing w:before="240" w:after="120" w:line="240" w:lineRule="auto"/>
    </w:pPr>
    <w:rPr>
      <w:rFonts w:ascii="Tahoma" w:hAnsi="Tahoma"/>
      <w:b/>
      <w:sz w:val="20"/>
      <w:szCs w:val="20"/>
    </w:rPr>
  </w:style>
  <w:style w:type="numbering" w:customStyle="1" w:styleId="EFSAheadinglist">
    <w:name w:val="EFSA_heading list"/>
    <w:uiPriority w:val="99"/>
    <w:rsid w:val="00416E18"/>
    <w:pPr>
      <w:numPr>
        <w:numId w:val="9"/>
      </w:numPr>
    </w:pPr>
  </w:style>
  <w:style w:type="character" w:styleId="FollowedHyperlink">
    <w:name w:val="FollowedHyperlink"/>
    <w:basedOn w:val="DefaultParagraphFont"/>
    <w:uiPriority w:val="99"/>
    <w:semiHidden/>
    <w:rsid w:val="00416E18"/>
    <w:rPr>
      <w:color w:val="800080" w:themeColor="followedHyperlink"/>
      <w:u w:val="single"/>
    </w:rPr>
  </w:style>
  <w:style w:type="character" w:customStyle="1" w:styleId="Heading4Char">
    <w:name w:val="Heading 4 Char"/>
    <w:basedOn w:val="DefaultParagraphFont"/>
    <w:link w:val="Heading4"/>
    <w:rsid w:val="00416E18"/>
    <w:rPr>
      <w:rFonts w:asciiTheme="majorHAnsi" w:eastAsiaTheme="majorEastAsia" w:hAnsiTheme="majorHAnsi" w:cstheme="majorBidi"/>
      <w:b/>
      <w:bCs/>
      <w:i/>
      <w:iCs/>
      <w:color w:val="4F81BD" w:themeColor="accent1"/>
    </w:rPr>
  </w:style>
  <w:style w:type="paragraph" w:customStyle="1" w:styleId="CarattereCarattere3CharChar">
    <w:name w:val="Carattere Carattere3 Char Char"/>
    <w:basedOn w:val="Normal"/>
    <w:link w:val="FootnoteReference"/>
    <w:uiPriority w:val="99"/>
    <w:qFormat/>
    <w:rsid w:val="00AA26F2"/>
    <w:pPr>
      <w:spacing w:after="220" w:line="240" w:lineRule="auto"/>
      <w:jc w:val="both"/>
    </w:pPr>
    <w:rPr>
      <w:vertAlign w:val="superscript"/>
    </w:rPr>
  </w:style>
  <w:style w:type="character" w:customStyle="1" w:styleId="EFSABodytextCharChar">
    <w:name w:val="EFSA_Body text Char Char"/>
    <w:rsid w:val="00937745"/>
    <w:rPr>
      <w:sz w:val="22"/>
      <w:lang w:eastAsia="en-US"/>
    </w:rPr>
  </w:style>
  <w:style w:type="paragraph" w:customStyle="1" w:styleId="EFSASUBTITLE1">
    <w:name w:val="EFSA SUBTITLE 1"/>
    <w:basedOn w:val="Normal"/>
    <w:next w:val="Normal"/>
    <w:link w:val="EFSASUBTITLE1Char"/>
    <w:qFormat/>
    <w:rsid w:val="00937745"/>
    <w:pPr>
      <w:spacing w:before="360" w:after="240" w:line="240" w:lineRule="auto"/>
    </w:pPr>
    <w:rPr>
      <w:rFonts w:ascii="Verdana" w:eastAsia="Calibri" w:hAnsi="Verdana" w:cs="Times New Roman"/>
      <w:b/>
      <w:sz w:val="24"/>
      <w:szCs w:val="24"/>
    </w:rPr>
  </w:style>
  <w:style w:type="character" w:customStyle="1" w:styleId="EFSASUBTITLE1Char">
    <w:name w:val="EFSA SUBTITLE 1 Char"/>
    <w:basedOn w:val="DefaultParagraphFont"/>
    <w:link w:val="EFSASUBTITLE1"/>
    <w:rsid w:val="00937745"/>
    <w:rPr>
      <w:rFonts w:ascii="Verdana" w:eastAsia="Calibri" w:hAnsi="Verdana" w:cs="Times New Roman"/>
      <w:b/>
      <w:sz w:val="24"/>
      <w:szCs w:val="24"/>
    </w:rPr>
  </w:style>
  <w:style w:type="paragraph" w:customStyle="1" w:styleId="EFSAFOOTNOTE0">
    <w:name w:val="EFSA FOOTNOTE"/>
    <w:basedOn w:val="Normal"/>
    <w:link w:val="EFSAFOOTNOTEChar0"/>
    <w:qFormat/>
    <w:rsid w:val="00937745"/>
    <w:pPr>
      <w:spacing w:after="0" w:line="240" w:lineRule="auto"/>
    </w:pPr>
    <w:rPr>
      <w:rFonts w:ascii="Verdana" w:eastAsia="Calibri" w:hAnsi="Verdana" w:cs="Times New Roman"/>
      <w:sz w:val="16"/>
    </w:rPr>
  </w:style>
  <w:style w:type="character" w:customStyle="1" w:styleId="EFSAFOOTNOTEChar0">
    <w:name w:val="EFSA FOOTNOTE Char"/>
    <w:basedOn w:val="DefaultParagraphFont"/>
    <w:link w:val="EFSAFOOTNOTE0"/>
    <w:rsid w:val="00937745"/>
    <w:rPr>
      <w:rFonts w:ascii="Verdana" w:eastAsia="Calibri" w:hAnsi="Verdana" w:cs="Times New Roman"/>
      <w:sz w:val="16"/>
    </w:rPr>
  </w:style>
  <w:style w:type="paragraph" w:styleId="Revision">
    <w:name w:val="Revision"/>
    <w:hidden/>
    <w:uiPriority w:val="99"/>
    <w:semiHidden/>
    <w:rsid w:val="00937745"/>
    <w:pPr>
      <w:spacing w:after="0" w:line="240" w:lineRule="auto"/>
    </w:pPr>
  </w:style>
  <w:style w:type="character" w:customStyle="1" w:styleId="Heading3Char1">
    <w:name w:val="Heading 3 Char1"/>
    <w:rsid w:val="00937745"/>
    <w:rPr>
      <w:i/>
      <w:sz w:val="24"/>
      <w:szCs w:val="24"/>
      <w:lang w:val="en-GB" w:eastAsia="es-ES" w:bidi="ar-SA"/>
    </w:rPr>
  </w:style>
  <w:style w:type="character" w:styleId="Strong">
    <w:name w:val="Strong"/>
    <w:basedOn w:val="DefaultParagraphFont"/>
    <w:uiPriority w:val="22"/>
    <w:qFormat/>
    <w:rsid w:val="00937745"/>
    <w:rPr>
      <w:b/>
      <w:bCs/>
    </w:rPr>
  </w:style>
  <w:style w:type="character" w:styleId="Emphasis">
    <w:name w:val="Emphasis"/>
    <w:basedOn w:val="DefaultParagraphFont"/>
    <w:uiPriority w:val="20"/>
    <w:qFormat/>
    <w:rsid w:val="00937745"/>
    <w:rPr>
      <w:i/>
      <w:iCs/>
    </w:rPr>
  </w:style>
  <w:style w:type="character" w:customStyle="1" w:styleId="apple-converted-space">
    <w:name w:val="apple-converted-space"/>
    <w:basedOn w:val="DefaultParagraphFont"/>
    <w:rsid w:val="00937745"/>
  </w:style>
  <w:style w:type="character" w:customStyle="1" w:styleId="groupname">
    <w:name w:val="groupname"/>
    <w:basedOn w:val="DefaultParagraphFont"/>
    <w:rsid w:val="00937745"/>
  </w:style>
  <w:style w:type="character" w:customStyle="1" w:styleId="articletitle">
    <w:name w:val="articletitle"/>
    <w:basedOn w:val="DefaultParagraphFont"/>
    <w:rsid w:val="00937745"/>
  </w:style>
  <w:style w:type="character" w:customStyle="1" w:styleId="journaltitle">
    <w:name w:val="journaltitle"/>
    <w:basedOn w:val="DefaultParagraphFont"/>
    <w:rsid w:val="00937745"/>
  </w:style>
  <w:style w:type="character" w:customStyle="1" w:styleId="pubyear">
    <w:name w:val="pubyear"/>
    <w:basedOn w:val="DefaultParagraphFont"/>
    <w:rsid w:val="00937745"/>
  </w:style>
  <w:style w:type="character" w:customStyle="1" w:styleId="vol">
    <w:name w:val="vol"/>
    <w:basedOn w:val="DefaultParagraphFont"/>
    <w:rsid w:val="00937745"/>
  </w:style>
  <w:style w:type="character" w:customStyle="1" w:styleId="citedissue">
    <w:name w:val="citedissue"/>
    <w:basedOn w:val="DefaultParagraphFont"/>
    <w:rsid w:val="00937745"/>
  </w:style>
  <w:style w:type="character" w:styleId="PlaceholderText">
    <w:name w:val="Placeholder Text"/>
    <w:basedOn w:val="DefaultParagraphFont"/>
    <w:uiPriority w:val="99"/>
    <w:semiHidden/>
    <w:rsid w:val="003F41C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0" w:defQFormat="0" w:count="267">
    <w:lsdException w:name="Normal" w:semiHidden="0" w:qFormat="1"/>
    <w:lsdException w:name="heading 1" w:semiHidden="0"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1" w:qFormat="1"/>
    <w:lsdException w:name="annotation text" w:uiPriority="0"/>
    <w:lsdException w:name="header" w:uiPriority="0"/>
    <w:lsdException w:name="caption" w:uiPriority="35" w:unhideWhenUsed="1" w:qFormat="1"/>
    <w:lsdException w:name="annotation reference" w:uiPriority="0"/>
    <w:lsdException w:name="Title" w:uiPriority="10" w:qFormat="1"/>
    <w:lsdException w:name="Default Paragraph Font" w:uiPriority="1" w:unhideWhenUsed="1"/>
    <w:lsdException w:name="Subtitle"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iPriority w:val="99"/>
    <w:qFormat/>
    <w:rsid w:val="00937745"/>
  </w:style>
  <w:style w:type="paragraph" w:styleId="Heading1">
    <w:name w:val="heading 1"/>
    <w:basedOn w:val="Normal"/>
    <w:next w:val="Normal"/>
    <w:link w:val="Heading1Char"/>
    <w:qFormat/>
    <w:rsid w:val="00416E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416E1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416E1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416E1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SAAppendixtitle">
    <w:name w:val="EFSA_Appendix title"/>
    <w:next w:val="EFSABodytext"/>
    <w:link w:val="EFSAAppendixtitleChar"/>
    <w:qFormat/>
    <w:rsid w:val="00416E18"/>
    <w:pPr>
      <w:keepNext/>
      <w:numPr>
        <w:numId w:val="5"/>
      </w:numPr>
      <w:suppressLineNumbers/>
      <w:suppressAutoHyphens/>
      <w:spacing w:before="240" w:after="120" w:line="240" w:lineRule="auto"/>
      <w:jc w:val="both"/>
      <w:outlineLvl w:val="0"/>
    </w:pPr>
    <w:rPr>
      <w:rFonts w:ascii="Tahoma" w:eastAsia="Times New Roman" w:hAnsi="Tahoma" w:cs="Mangal"/>
      <w:b/>
      <w:iCs/>
      <w:sz w:val="24"/>
      <w:szCs w:val="24"/>
      <w:lang w:eastAsia="en-GB"/>
    </w:rPr>
  </w:style>
  <w:style w:type="character" w:customStyle="1" w:styleId="EFSAAppendixtitleChar">
    <w:name w:val="EFSA_Appendix title Char"/>
    <w:basedOn w:val="DefaultParagraphFont"/>
    <w:link w:val="EFSAAppendixtitle"/>
    <w:rsid w:val="00416E18"/>
    <w:rPr>
      <w:rFonts w:ascii="Tahoma" w:eastAsia="Times New Roman" w:hAnsi="Tahoma" w:cs="Mangal"/>
      <w:b/>
      <w:iCs/>
      <w:sz w:val="24"/>
      <w:szCs w:val="24"/>
      <w:lang w:eastAsia="en-GB"/>
    </w:rPr>
  </w:style>
  <w:style w:type="paragraph" w:styleId="Caption">
    <w:name w:val="caption"/>
    <w:basedOn w:val="Normal"/>
    <w:next w:val="Normal"/>
    <w:uiPriority w:val="35"/>
    <w:semiHidden/>
    <w:qFormat/>
    <w:rsid w:val="00416E18"/>
    <w:pPr>
      <w:spacing w:line="240" w:lineRule="auto"/>
    </w:pPr>
    <w:rPr>
      <w:b/>
      <w:bCs/>
      <w:color w:val="4F81BD" w:themeColor="accent1"/>
      <w:sz w:val="18"/>
      <w:szCs w:val="18"/>
    </w:rPr>
  </w:style>
  <w:style w:type="paragraph" w:customStyle="1" w:styleId="EFSAHeading1nonumber">
    <w:name w:val="EFSA_Heading 1 (no number)"/>
    <w:next w:val="EFSABodytext"/>
    <w:link w:val="EFSAHeading1nonumberChar"/>
    <w:qFormat/>
    <w:rsid w:val="00416E18"/>
    <w:pPr>
      <w:keepNext/>
      <w:spacing w:before="240" w:after="120" w:line="240" w:lineRule="auto"/>
      <w:outlineLvl w:val="0"/>
    </w:pPr>
    <w:rPr>
      <w:rFonts w:ascii="Tahoma" w:hAnsi="Tahoma"/>
      <w:b/>
      <w:sz w:val="24"/>
      <w:szCs w:val="24"/>
    </w:rPr>
  </w:style>
  <w:style w:type="character" w:customStyle="1" w:styleId="EFSAHeading1nonumberChar">
    <w:name w:val="EFSA_Heading 1 (no number) Char"/>
    <w:basedOn w:val="DefaultParagraphFont"/>
    <w:link w:val="EFSAHeading1nonumber"/>
    <w:rsid w:val="00416E18"/>
    <w:rPr>
      <w:rFonts w:ascii="Tahoma" w:hAnsi="Tahoma"/>
      <w:b/>
      <w:sz w:val="24"/>
      <w:szCs w:val="24"/>
    </w:rPr>
  </w:style>
  <w:style w:type="paragraph" w:customStyle="1" w:styleId="EFSAAuthor">
    <w:name w:val="EFSA_Author"/>
    <w:next w:val="EFSABodytext"/>
    <w:link w:val="EFSAAuthorChar"/>
    <w:qFormat/>
    <w:rsid w:val="00C35B74"/>
    <w:pPr>
      <w:spacing w:before="240" w:after="120" w:line="240" w:lineRule="auto"/>
      <w:jc w:val="center"/>
    </w:pPr>
    <w:rPr>
      <w:rFonts w:ascii="Tahoma" w:hAnsi="Tahoma"/>
      <w:b/>
      <w:sz w:val="24"/>
      <w:szCs w:val="24"/>
    </w:rPr>
  </w:style>
  <w:style w:type="character" w:customStyle="1" w:styleId="EFSAAuthorChar">
    <w:name w:val="EFSA_Author Char"/>
    <w:basedOn w:val="EFSAHeading1nonumberChar"/>
    <w:link w:val="EFSAAuthor"/>
    <w:rsid w:val="00C35B74"/>
    <w:rPr>
      <w:rFonts w:ascii="Tahoma" w:hAnsi="Tahoma"/>
      <w:b/>
      <w:sz w:val="24"/>
      <w:szCs w:val="24"/>
    </w:rPr>
  </w:style>
  <w:style w:type="paragraph" w:customStyle="1" w:styleId="EFSABodytext">
    <w:name w:val="EFSA_Body text"/>
    <w:basedOn w:val="Normal"/>
    <w:link w:val="EFSABodytextChar"/>
    <w:qFormat/>
    <w:rsid w:val="00416E18"/>
    <w:pPr>
      <w:spacing w:after="120" w:line="240" w:lineRule="auto"/>
      <w:jc w:val="both"/>
    </w:pPr>
    <w:rPr>
      <w:rFonts w:ascii="Tahoma" w:hAnsi="Tahoma"/>
      <w:sz w:val="20"/>
      <w:szCs w:val="20"/>
    </w:rPr>
  </w:style>
  <w:style w:type="character" w:customStyle="1" w:styleId="EFSABodytextChar">
    <w:name w:val="EFSA_Body text Char"/>
    <w:basedOn w:val="DefaultParagraphFont"/>
    <w:link w:val="EFSABodytext"/>
    <w:rsid w:val="00416E18"/>
    <w:rPr>
      <w:rFonts w:ascii="Tahoma" w:hAnsi="Tahoma"/>
      <w:sz w:val="20"/>
      <w:szCs w:val="20"/>
    </w:rPr>
  </w:style>
  <w:style w:type="paragraph" w:customStyle="1" w:styleId="EFSABullet1">
    <w:name w:val="EFSA_Bullet 1"/>
    <w:basedOn w:val="EFSABodytext"/>
    <w:link w:val="EFSABullet1Char"/>
    <w:qFormat/>
    <w:rsid w:val="00416E18"/>
    <w:pPr>
      <w:numPr>
        <w:numId w:val="6"/>
      </w:numPr>
    </w:pPr>
  </w:style>
  <w:style w:type="character" w:customStyle="1" w:styleId="EFSABullet1Char">
    <w:name w:val="EFSA_Bullet 1 Char"/>
    <w:basedOn w:val="EFSABodytextChar"/>
    <w:link w:val="EFSABullet1"/>
    <w:rsid w:val="00416E18"/>
    <w:rPr>
      <w:rFonts w:ascii="Tahoma" w:hAnsi="Tahoma"/>
      <w:sz w:val="20"/>
      <w:szCs w:val="20"/>
    </w:rPr>
  </w:style>
  <w:style w:type="paragraph" w:customStyle="1" w:styleId="EFSABullet2">
    <w:name w:val="EFSA_Bullet 2"/>
    <w:basedOn w:val="EFSABodytext"/>
    <w:link w:val="EFSABullet2Char"/>
    <w:qFormat/>
    <w:rsid w:val="00416E18"/>
    <w:pPr>
      <w:numPr>
        <w:ilvl w:val="1"/>
        <w:numId w:val="6"/>
      </w:numPr>
    </w:pPr>
  </w:style>
  <w:style w:type="character" w:customStyle="1" w:styleId="EFSABullet2Char">
    <w:name w:val="EFSA_Bullet 2 Char"/>
    <w:basedOn w:val="EFSABodytextChar"/>
    <w:link w:val="EFSABullet2"/>
    <w:rsid w:val="00416E18"/>
    <w:rPr>
      <w:rFonts w:ascii="Tahoma" w:hAnsi="Tahoma"/>
      <w:sz w:val="20"/>
      <w:szCs w:val="20"/>
    </w:rPr>
  </w:style>
  <w:style w:type="paragraph" w:customStyle="1" w:styleId="EFSADates">
    <w:name w:val="EFSA_Dates"/>
    <w:link w:val="EFSADatesChar"/>
    <w:qFormat/>
    <w:rsid w:val="00416E18"/>
    <w:pPr>
      <w:spacing w:before="120" w:after="0" w:line="240" w:lineRule="auto"/>
    </w:pPr>
    <w:rPr>
      <w:rFonts w:ascii="Calibri" w:hAnsi="Calibri"/>
      <w:sz w:val="18"/>
      <w:lang w:val="en-US"/>
    </w:rPr>
  </w:style>
  <w:style w:type="character" w:customStyle="1" w:styleId="EFSADatesChar">
    <w:name w:val="EFSA_Dates Char"/>
    <w:basedOn w:val="DefaultParagraphFont"/>
    <w:link w:val="EFSADates"/>
    <w:rsid w:val="00416E18"/>
    <w:rPr>
      <w:rFonts w:ascii="Calibri" w:hAnsi="Calibri"/>
      <w:sz w:val="18"/>
      <w:lang w:val="en-US"/>
    </w:rPr>
  </w:style>
  <w:style w:type="paragraph" w:customStyle="1" w:styleId="EFSADocsprovided">
    <w:name w:val="EFSA_Docs provided"/>
    <w:basedOn w:val="EFSABodytext"/>
    <w:link w:val="EFSADocsprovidedChar"/>
    <w:qFormat/>
    <w:rsid w:val="00416E18"/>
    <w:pPr>
      <w:keepNext/>
      <w:numPr>
        <w:numId w:val="7"/>
      </w:numPr>
      <w:spacing w:after="240"/>
    </w:pPr>
  </w:style>
  <w:style w:type="character" w:customStyle="1" w:styleId="EFSADocsprovidedChar">
    <w:name w:val="EFSA_Docs provided Char"/>
    <w:basedOn w:val="EFSABodytextChar"/>
    <w:link w:val="EFSADocsprovided"/>
    <w:rsid w:val="00416E18"/>
    <w:rPr>
      <w:rFonts w:ascii="Tahoma" w:hAnsi="Tahoma"/>
      <w:sz w:val="20"/>
      <w:szCs w:val="20"/>
    </w:rPr>
  </w:style>
  <w:style w:type="paragraph" w:customStyle="1" w:styleId="EFSATablefootnote">
    <w:name w:val="EFSA_Table footnote"/>
    <w:link w:val="EFSATablefootnoteChar"/>
    <w:qFormat/>
    <w:rsid w:val="00416E18"/>
    <w:pPr>
      <w:tabs>
        <w:tab w:val="left" w:pos="426"/>
      </w:tabs>
      <w:ind w:left="357" w:hanging="357"/>
      <w:contextualSpacing/>
    </w:pPr>
    <w:rPr>
      <w:rFonts w:ascii="Tahoma" w:hAnsi="Tahoma"/>
      <w:sz w:val="16"/>
      <w:szCs w:val="20"/>
    </w:rPr>
  </w:style>
  <w:style w:type="character" w:customStyle="1" w:styleId="EFSATablefootnoteChar">
    <w:name w:val="EFSA_Table footnote Char"/>
    <w:basedOn w:val="EFSABodytextChar"/>
    <w:link w:val="EFSATablefootnote"/>
    <w:rsid w:val="00416E18"/>
    <w:rPr>
      <w:rFonts w:ascii="Tahoma" w:hAnsi="Tahoma"/>
      <w:sz w:val="16"/>
      <w:szCs w:val="20"/>
    </w:rPr>
  </w:style>
  <w:style w:type="paragraph" w:customStyle="1" w:styleId="EFSATablelegend">
    <w:name w:val="EFSA_Table legend"/>
    <w:basedOn w:val="EFSATablefootnote"/>
    <w:link w:val="EFSATablelegendChar"/>
    <w:qFormat/>
    <w:rsid w:val="00416E18"/>
    <w:pPr>
      <w:spacing w:after="0"/>
      <w:ind w:left="0" w:firstLine="0"/>
      <w:contextualSpacing w:val="0"/>
    </w:pPr>
  </w:style>
  <w:style w:type="character" w:customStyle="1" w:styleId="EFSATablelegendChar">
    <w:name w:val="EFSA_Table legend Char"/>
    <w:basedOn w:val="EFSATablefootnoteChar"/>
    <w:link w:val="EFSATablelegend"/>
    <w:rsid w:val="00416E18"/>
    <w:rPr>
      <w:rFonts w:ascii="Tahoma" w:hAnsi="Tahoma"/>
      <w:sz w:val="16"/>
      <w:szCs w:val="20"/>
    </w:rPr>
  </w:style>
  <w:style w:type="paragraph" w:customStyle="1" w:styleId="EFSAFigurelegend">
    <w:name w:val="EFSA_Figure legend"/>
    <w:basedOn w:val="EFSATablelegend"/>
    <w:link w:val="EFSAFigurelegendChar"/>
    <w:qFormat/>
    <w:rsid w:val="00416E18"/>
    <w:pPr>
      <w:autoSpaceDE w:val="0"/>
      <w:autoSpaceDN w:val="0"/>
      <w:adjustRightInd w:val="0"/>
    </w:pPr>
    <w:rPr>
      <w:rFonts w:cs="Arial"/>
      <w:szCs w:val="18"/>
    </w:rPr>
  </w:style>
  <w:style w:type="character" w:customStyle="1" w:styleId="EFSAFigurelegendChar">
    <w:name w:val="EFSA_Figure legend Char"/>
    <w:basedOn w:val="EFSATablefootnoteChar"/>
    <w:link w:val="EFSAFigurelegend"/>
    <w:rsid w:val="00416E18"/>
    <w:rPr>
      <w:rFonts w:ascii="Tahoma" w:hAnsi="Tahoma" w:cs="Arial"/>
      <w:sz w:val="16"/>
      <w:szCs w:val="18"/>
    </w:rPr>
  </w:style>
  <w:style w:type="paragraph" w:customStyle="1" w:styleId="EFSAFiguretitle">
    <w:name w:val="EFSA_Figure title"/>
    <w:next w:val="EFSABodytext"/>
    <w:link w:val="EFSAFiguretitleChar"/>
    <w:rsid w:val="00416E18"/>
    <w:pPr>
      <w:numPr>
        <w:numId w:val="8"/>
      </w:numPr>
      <w:tabs>
        <w:tab w:val="left" w:pos="1080"/>
      </w:tabs>
      <w:spacing w:before="240" w:after="240" w:line="240" w:lineRule="auto"/>
      <w:jc w:val="both"/>
    </w:pPr>
    <w:rPr>
      <w:rFonts w:ascii="Tahoma" w:eastAsia="Times New Roman" w:hAnsi="Tahoma" w:cs="Times New Roman"/>
      <w:sz w:val="20"/>
      <w:szCs w:val="20"/>
    </w:rPr>
  </w:style>
  <w:style w:type="character" w:customStyle="1" w:styleId="EFSAFiguretitleChar">
    <w:name w:val="EFSA_Figure title Char"/>
    <w:basedOn w:val="DefaultParagraphFont"/>
    <w:link w:val="EFSAFiguretitle"/>
    <w:rsid w:val="00416E18"/>
    <w:rPr>
      <w:rFonts w:ascii="Tahoma" w:eastAsia="Times New Roman" w:hAnsi="Tahoma" w:cs="Times New Roman"/>
      <w:sz w:val="20"/>
      <w:szCs w:val="20"/>
    </w:rPr>
  </w:style>
  <w:style w:type="paragraph" w:customStyle="1" w:styleId="EFSAFooter">
    <w:name w:val="EFSA_Footer"/>
    <w:basedOn w:val="Normal"/>
    <w:link w:val="EFSAFooterChar"/>
    <w:qFormat/>
    <w:rsid w:val="00416E18"/>
    <w:pPr>
      <w:tabs>
        <w:tab w:val="right" w:pos="10206"/>
      </w:tabs>
      <w:spacing w:after="0" w:line="240" w:lineRule="auto"/>
    </w:pPr>
    <w:rPr>
      <w:sz w:val="16"/>
      <w:szCs w:val="16"/>
    </w:rPr>
  </w:style>
  <w:style w:type="character" w:customStyle="1" w:styleId="EFSAFooterChar">
    <w:name w:val="EFSA_Footer Char"/>
    <w:basedOn w:val="DefaultParagraphFont"/>
    <w:link w:val="EFSAFooter"/>
    <w:rsid w:val="00416E18"/>
    <w:rPr>
      <w:sz w:val="16"/>
      <w:szCs w:val="16"/>
    </w:rPr>
  </w:style>
  <w:style w:type="paragraph" w:customStyle="1" w:styleId="EFSAFootnote">
    <w:name w:val="EFSA_Footnote"/>
    <w:basedOn w:val="FootnoteText"/>
    <w:link w:val="EFSAFootnoteChar"/>
    <w:qFormat/>
    <w:rsid w:val="00416E18"/>
    <w:pPr>
      <w:ind w:left="170" w:hanging="170"/>
      <w:jc w:val="both"/>
    </w:pPr>
    <w:rPr>
      <w:rFonts w:ascii="Tahoma" w:hAnsi="Tahoma"/>
      <w:sz w:val="16"/>
    </w:rPr>
  </w:style>
  <w:style w:type="character" w:customStyle="1" w:styleId="EFSAFootnoteChar">
    <w:name w:val="EFSA_Footnote Char"/>
    <w:basedOn w:val="FootnoteTextChar"/>
    <w:link w:val="EFSAFootnote"/>
    <w:rsid w:val="00416E18"/>
    <w:rPr>
      <w:rFonts w:ascii="Tahoma" w:hAnsi="Tahoma"/>
      <w:sz w:val="16"/>
      <w:szCs w:val="20"/>
    </w:rPr>
  </w:style>
  <w:style w:type="paragraph" w:styleId="FootnoteText">
    <w:name w:val="footnote text"/>
    <w:aliases w:val="EFSA op_Footnote,FEEDAP Op_Footnote,EFSA_Footnote Text"/>
    <w:basedOn w:val="Normal"/>
    <w:link w:val="FootnoteTextChar"/>
    <w:qFormat/>
    <w:rsid w:val="00416E18"/>
    <w:pPr>
      <w:spacing w:after="0" w:line="240" w:lineRule="auto"/>
    </w:pPr>
    <w:rPr>
      <w:sz w:val="20"/>
      <w:szCs w:val="20"/>
    </w:rPr>
  </w:style>
  <w:style w:type="character" w:customStyle="1" w:styleId="FootnoteTextChar">
    <w:name w:val="Footnote Text Char"/>
    <w:aliases w:val="EFSA op_Footnote Char,FEEDAP Op_Footnote Char,EFSA_Footnote Text Char"/>
    <w:basedOn w:val="DefaultParagraphFont"/>
    <w:link w:val="FootnoteText"/>
    <w:rsid w:val="00416E18"/>
    <w:rPr>
      <w:sz w:val="20"/>
      <w:szCs w:val="20"/>
    </w:rPr>
  </w:style>
  <w:style w:type="paragraph" w:customStyle="1" w:styleId="EFSAHeading1">
    <w:name w:val="EFSA_Heading 1"/>
    <w:next w:val="EFSABodytext"/>
    <w:link w:val="EFSAHeading1Char"/>
    <w:qFormat/>
    <w:rsid w:val="00416E18"/>
    <w:pPr>
      <w:numPr>
        <w:numId w:val="9"/>
      </w:numPr>
      <w:spacing w:before="240" w:after="120" w:line="240" w:lineRule="auto"/>
    </w:pPr>
    <w:rPr>
      <w:rFonts w:ascii="Tahoma" w:eastAsiaTheme="majorEastAsia" w:hAnsi="Tahoma" w:cstheme="majorBidi"/>
      <w:b/>
      <w:bCs/>
      <w:color w:val="000000" w:themeColor="text1"/>
      <w:sz w:val="24"/>
      <w:szCs w:val="28"/>
    </w:rPr>
  </w:style>
  <w:style w:type="character" w:customStyle="1" w:styleId="EFSAHeading1Char">
    <w:name w:val="EFSA_Heading 1 Char"/>
    <w:basedOn w:val="Heading1Char"/>
    <w:link w:val="EFSAHeading1"/>
    <w:rsid w:val="00416E18"/>
    <w:rPr>
      <w:rFonts w:ascii="Tahoma" w:eastAsiaTheme="majorEastAsia" w:hAnsi="Tahoma" w:cstheme="majorBidi"/>
      <w:b/>
      <w:bCs/>
      <w:color w:val="000000" w:themeColor="text1"/>
      <w:sz w:val="24"/>
      <w:szCs w:val="28"/>
    </w:rPr>
  </w:style>
  <w:style w:type="character" w:customStyle="1" w:styleId="Heading1Char">
    <w:name w:val="Heading 1 Char"/>
    <w:basedOn w:val="DefaultParagraphFont"/>
    <w:link w:val="Heading1"/>
    <w:uiPriority w:val="9"/>
    <w:semiHidden/>
    <w:rsid w:val="00416E18"/>
    <w:rPr>
      <w:rFonts w:asciiTheme="majorHAnsi" w:eastAsiaTheme="majorEastAsia" w:hAnsiTheme="majorHAnsi" w:cstheme="majorBidi"/>
      <w:b/>
      <w:bCs/>
      <w:color w:val="365F91" w:themeColor="accent1" w:themeShade="BF"/>
      <w:sz w:val="28"/>
      <w:szCs w:val="28"/>
    </w:rPr>
  </w:style>
  <w:style w:type="paragraph" w:customStyle="1" w:styleId="EFSAHeading2">
    <w:name w:val="EFSA_Heading 2"/>
    <w:next w:val="EFSABodytext"/>
    <w:link w:val="EFSAHeading2Char"/>
    <w:qFormat/>
    <w:rsid w:val="00416E18"/>
    <w:pPr>
      <w:keepNext/>
      <w:numPr>
        <w:ilvl w:val="1"/>
        <w:numId w:val="9"/>
      </w:numPr>
      <w:spacing w:before="240" w:after="120" w:line="240" w:lineRule="auto"/>
      <w:outlineLvl w:val="1"/>
    </w:pPr>
    <w:rPr>
      <w:rFonts w:ascii="Tahoma" w:eastAsiaTheme="majorEastAsia" w:hAnsi="Tahoma" w:cstheme="majorBidi"/>
      <w:b/>
      <w:bCs/>
      <w:color w:val="7F7F7F" w:themeColor="text1" w:themeTint="80"/>
      <w:sz w:val="24"/>
      <w:szCs w:val="28"/>
    </w:rPr>
  </w:style>
  <w:style w:type="character" w:customStyle="1" w:styleId="EFSAHeading2Char">
    <w:name w:val="EFSA_Heading 2 Char"/>
    <w:basedOn w:val="EFSAHeading1Char"/>
    <w:link w:val="EFSAHeading2"/>
    <w:rsid w:val="00416E18"/>
    <w:rPr>
      <w:rFonts w:ascii="Tahoma" w:eastAsiaTheme="majorEastAsia" w:hAnsi="Tahoma" w:cstheme="majorBidi"/>
      <w:b/>
      <w:bCs/>
      <w:color w:val="7F7F7F" w:themeColor="text1" w:themeTint="80"/>
      <w:sz w:val="24"/>
      <w:szCs w:val="28"/>
    </w:rPr>
  </w:style>
  <w:style w:type="paragraph" w:customStyle="1" w:styleId="EFSAHeading3">
    <w:name w:val="EFSA_Heading 3"/>
    <w:next w:val="EFSABodytext"/>
    <w:link w:val="EFSAHeading3Char"/>
    <w:qFormat/>
    <w:rsid w:val="00416E18"/>
    <w:pPr>
      <w:numPr>
        <w:ilvl w:val="2"/>
        <w:numId w:val="9"/>
      </w:numPr>
      <w:outlineLvl w:val="2"/>
    </w:pPr>
    <w:rPr>
      <w:rFonts w:ascii="Tahoma" w:eastAsiaTheme="majorEastAsia" w:hAnsi="Tahoma" w:cstheme="majorBidi"/>
      <w:b/>
      <w:bCs/>
      <w:color w:val="7F7F7F" w:themeColor="text1" w:themeTint="80"/>
      <w:sz w:val="24"/>
      <w:szCs w:val="28"/>
    </w:rPr>
  </w:style>
  <w:style w:type="character" w:customStyle="1" w:styleId="EFSAHeading3Char">
    <w:name w:val="EFSA_Heading 3 Char"/>
    <w:basedOn w:val="EFSAHeading2Char"/>
    <w:link w:val="EFSAHeading3"/>
    <w:rsid w:val="00416E18"/>
    <w:rPr>
      <w:rFonts w:ascii="Tahoma" w:eastAsiaTheme="majorEastAsia" w:hAnsi="Tahoma" w:cstheme="majorBidi"/>
      <w:b/>
      <w:bCs/>
      <w:color w:val="7F7F7F" w:themeColor="text1" w:themeTint="80"/>
      <w:sz w:val="24"/>
      <w:szCs w:val="28"/>
    </w:rPr>
  </w:style>
  <w:style w:type="paragraph" w:customStyle="1" w:styleId="EFSAHeading4">
    <w:name w:val="EFSA_Heading 4"/>
    <w:next w:val="EFSABodytext"/>
    <w:link w:val="EFSAHeading4Char"/>
    <w:qFormat/>
    <w:rsid w:val="00416E18"/>
    <w:pPr>
      <w:keepNext/>
      <w:numPr>
        <w:ilvl w:val="3"/>
        <w:numId w:val="9"/>
      </w:numPr>
      <w:spacing w:before="240" w:after="120" w:line="240" w:lineRule="auto"/>
      <w:outlineLvl w:val="3"/>
    </w:pPr>
    <w:rPr>
      <w:rFonts w:ascii="Tahoma" w:hAnsi="Tahoma"/>
      <w:b/>
      <w:sz w:val="20"/>
      <w:szCs w:val="20"/>
    </w:rPr>
  </w:style>
  <w:style w:type="character" w:customStyle="1" w:styleId="EFSAHeading4Char">
    <w:name w:val="EFSA_Heading 4 Char"/>
    <w:basedOn w:val="DefaultParagraphFont"/>
    <w:link w:val="EFSAHeading4"/>
    <w:rsid w:val="00416E18"/>
    <w:rPr>
      <w:rFonts w:ascii="Tahoma" w:hAnsi="Tahoma"/>
      <w:b/>
      <w:sz w:val="20"/>
      <w:szCs w:val="20"/>
    </w:rPr>
  </w:style>
  <w:style w:type="paragraph" w:customStyle="1" w:styleId="EFSAHeading5">
    <w:name w:val="EFSA_Heading 5"/>
    <w:next w:val="EFSABodytext"/>
    <w:link w:val="EFSAHeading5Char"/>
    <w:qFormat/>
    <w:rsid w:val="00A70542"/>
    <w:pPr>
      <w:numPr>
        <w:ilvl w:val="4"/>
        <w:numId w:val="9"/>
      </w:numPr>
      <w:spacing w:before="240" w:after="120" w:line="240" w:lineRule="auto"/>
      <w:outlineLvl w:val="4"/>
    </w:pPr>
    <w:rPr>
      <w:rFonts w:ascii="Tahoma" w:hAnsi="Tahoma"/>
      <w:i/>
      <w:sz w:val="20"/>
      <w:szCs w:val="20"/>
    </w:rPr>
  </w:style>
  <w:style w:type="character" w:customStyle="1" w:styleId="EFSAHeading5Char">
    <w:name w:val="EFSA_Heading 5 Char"/>
    <w:basedOn w:val="EFSAHeading4Char"/>
    <w:link w:val="EFSAHeading5"/>
    <w:rsid w:val="00A70542"/>
    <w:rPr>
      <w:rFonts w:ascii="Tahoma" w:hAnsi="Tahoma"/>
      <w:b w:val="0"/>
      <w:i/>
      <w:sz w:val="20"/>
      <w:szCs w:val="20"/>
    </w:rPr>
  </w:style>
  <w:style w:type="numbering" w:customStyle="1" w:styleId="EFSAListbullets">
    <w:name w:val="EFSA_List bullets"/>
    <w:basedOn w:val="NoList"/>
    <w:uiPriority w:val="99"/>
    <w:rsid w:val="00416E18"/>
    <w:pPr>
      <w:numPr>
        <w:numId w:val="2"/>
      </w:numPr>
    </w:pPr>
  </w:style>
  <w:style w:type="paragraph" w:customStyle="1" w:styleId="EFSAListnumbered">
    <w:name w:val="EFSA_List numbered"/>
    <w:basedOn w:val="ListParagraph"/>
    <w:link w:val="EFSAListnumberedChar"/>
    <w:qFormat/>
    <w:rsid w:val="00416E18"/>
    <w:pPr>
      <w:numPr>
        <w:numId w:val="10"/>
      </w:numPr>
      <w:suppressAutoHyphens/>
      <w:spacing w:after="120" w:line="240" w:lineRule="auto"/>
      <w:contextualSpacing w:val="0"/>
    </w:pPr>
    <w:rPr>
      <w:rFonts w:ascii="Tahoma" w:eastAsia="Times New Roman" w:hAnsi="Tahoma" w:cs="Times New Roman"/>
      <w:sz w:val="20"/>
      <w:szCs w:val="20"/>
      <w:lang w:eastAsia="en-GB"/>
    </w:rPr>
  </w:style>
  <w:style w:type="character" w:customStyle="1" w:styleId="EFSAListnumberedChar">
    <w:name w:val="EFSA_List numbered Char"/>
    <w:basedOn w:val="DefaultParagraphFont"/>
    <w:link w:val="EFSAListnumbered"/>
    <w:rsid w:val="00416E18"/>
    <w:rPr>
      <w:rFonts w:ascii="Tahoma" w:eastAsia="Times New Roman" w:hAnsi="Tahoma" w:cs="Times New Roman"/>
      <w:sz w:val="20"/>
      <w:szCs w:val="20"/>
      <w:lang w:eastAsia="en-GB"/>
    </w:rPr>
  </w:style>
  <w:style w:type="paragraph" w:styleId="ListParagraph">
    <w:name w:val="List Paragraph"/>
    <w:basedOn w:val="Normal"/>
    <w:uiPriority w:val="34"/>
    <w:qFormat/>
    <w:rsid w:val="00416E18"/>
    <w:pPr>
      <w:ind w:left="720"/>
      <w:contextualSpacing/>
    </w:pPr>
  </w:style>
  <w:style w:type="paragraph" w:customStyle="1" w:styleId="EFSAOutputcategory">
    <w:name w:val="EFSA_Output category"/>
    <w:link w:val="EFSAOutputcategoryChar"/>
    <w:qFormat/>
    <w:rsid w:val="00416E18"/>
    <w:pPr>
      <w:spacing w:before="240" w:after="240" w:line="240" w:lineRule="auto"/>
    </w:pPr>
    <w:rPr>
      <w:rFonts w:ascii="Calibri" w:eastAsiaTheme="majorEastAsia" w:hAnsi="Calibri" w:cstheme="majorBidi"/>
      <w:b/>
      <w:iCs/>
      <w:caps/>
      <w:color w:val="171796"/>
      <w:sz w:val="32"/>
      <w:szCs w:val="32"/>
    </w:rPr>
  </w:style>
  <w:style w:type="character" w:customStyle="1" w:styleId="EFSAOutputcategoryChar">
    <w:name w:val="EFSA_Output category Char"/>
    <w:basedOn w:val="DefaultParagraphFont"/>
    <w:link w:val="EFSAOutputcategory"/>
    <w:rsid w:val="00416E18"/>
    <w:rPr>
      <w:rFonts w:ascii="Calibri" w:eastAsiaTheme="majorEastAsia" w:hAnsi="Calibri" w:cstheme="majorBidi"/>
      <w:b/>
      <w:iCs/>
      <w:caps/>
      <w:color w:val="171796"/>
      <w:sz w:val="32"/>
      <w:szCs w:val="32"/>
    </w:rPr>
  </w:style>
  <w:style w:type="paragraph" w:customStyle="1" w:styleId="EFSAOutputtitle">
    <w:name w:val="EFSA_Output title"/>
    <w:basedOn w:val="Normal"/>
    <w:next w:val="EFSAAuthor"/>
    <w:link w:val="EFSAOutputtitleChar"/>
    <w:qFormat/>
    <w:rsid w:val="00416E18"/>
    <w:pPr>
      <w:spacing w:before="360" w:after="240" w:line="240" w:lineRule="auto"/>
      <w:jc w:val="center"/>
    </w:pPr>
    <w:rPr>
      <w:rFonts w:ascii="Tahoma" w:hAnsi="Tahoma"/>
      <w:b/>
      <w:sz w:val="32"/>
      <w:szCs w:val="32"/>
    </w:rPr>
  </w:style>
  <w:style w:type="character" w:customStyle="1" w:styleId="EFSAOutputtitleChar">
    <w:name w:val="EFSA_Output title Char"/>
    <w:basedOn w:val="DefaultParagraphFont"/>
    <w:link w:val="EFSAOutputtitle"/>
    <w:rsid w:val="00416E18"/>
    <w:rPr>
      <w:rFonts w:ascii="Tahoma" w:hAnsi="Tahoma"/>
      <w:b/>
      <w:sz w:val="32"/>
      <w:szCs w:val="32"/>
    </w:rPr>
  </w:style>
  <w:style w:type="paragraph" w:customStyle="1" w:styleId="EFSAReferences">
    <w:name w:val="EFSA_References"/>
    <w:link w:val="EFSAReferencesChar"/>
    <w:qFormat/>
    <w:rsid w:val="00416E18"/>
    <w:pPr>
      <w:keepLines/>
      <w:tabs>
        <w:tab w:val="left" w:pos="284"/>
      </w:tabs>
      <w:spacing w:after="120" w:line="240" w:lineRule="auto"/>
      <w:ind w:left="284" w:hanging="284"/>
      <w:jc w:val="both"/>
    </w:pPr>
    <w:rPr>
      <w:rFonts w:ascii="Tahoma" w:eastAsia="Times New Roman" w:hAnsi="Tahoma" w:cs="Times New Roman"/>
      <w:color w:val="000000"/>
      <w:sz w:val="20"/>
      <w:szCs w:val="20"/>
    </w:rPr>
  </w:style>
  <w:style w:type="character" w:customStyle="1" w:styleId="EFSAReferencesChar">
    <w:name w:val="EFSA_References Char"/>
    <w:basedOn w:val="DefaultParagraphFont"/>
    <w:link w:val="EFSAReferences"/>
    <w:rsid w:val="00416E18"/>
    <w:rPr>
      <w:rFonts w:ascii="Tahoma" w:eastAsia="Times New Roman" w:hAnsi="Tahoma" w:cs="Times New Roman"/>
      <w:color w:val="000000"/>
      <w:sz w:val="20"/>
      <w:szCs w:val="20"/>
    </w:rPr>
  </w:style>
  <w:style w:type="paragraph" w:customStyle="1" w:styleId="EFSAShorttitle">
    <w:name w:val="EFSA_Short title"/>
    <w:link w:val="EFSAShorttitleChar"/>
    <w:qFormat/>
    <w:rsid w:val="00416E18"/>
    <w:pPr>
      <w:spacing w:after="0" w:line="240" w:lineRule="auto"/>
    </w:pPr>
    <w:rPr>
      <w:rFonts w:ascii="Calibri" w:eastAsiaTheme="majorEastAsia" w:hAnsi="Calibri" w:cstheme="majorBidi"/>
      <w:b/>
      <w:iCs/>
      <w:color w:val="171796"/>
      <w:sz w:val="18"/>
      <w:szCs w:val="24"/>
    </w:rPr>
  </w:style>
  <w:style w:type="character" w:customStyle="1" w:styleId="EFSAShorttitleChar">
    <w:name w:val="EFSA_Short title Char"/>
    <w:basedOn w:val="DefaultParagraphFont"/>
    <w:link w:val="EFSAShorttitle"/>
    <w:rsid w:val="00416E18"/>
    <w:rPr>
      <w:rFonts w:ascii="Calibri" w:eastAsiaTheme="majorEastAsia" w:hAnsi="Calibri" w:cstheme="majorBidi"/>
      <w:b/>
      <w:iCs/>
      <w:color w:val="171796"/>
      <w:sz w:val="18"/>
      <w:szCs w:val="24"/>
    </w:rPr>
  </w:style>
  <w:style w:type="paragraph" w:customStyle="1" w:styleId="EFSATabledata">
    <w:name w:val="EFSA_Table data"/>
    <w:basedOn w:val="EFSABodytext"/>
    <w:link w:val="EFSATabledataChar"/>
    <w:qFormat/>
    <w:rsid w:val="00416E18"/>
    <w:pPr>
      <w:spacing w:after="0"/>
      <w:jc w:val="left"/>
    </w:pPr>
    <w:rPr>
      <w:sz w:val="18"/>
    </w:rPr>
  </w:style>
  <w:style w:type="character" w:customStyle="1" w:styleId="EFSATabledataChar">
    <w:name w:val="EFSA_Table data Char"/>
    <w:basedOn w:val="EFSABodytextChar"/>
    <w:link w:val="EFSATabledata"/>
    <w:rsid w:val="00416E18"/>
    <w:rPr>
      <w:rFonts w:ascii="Tahoma" w:hAnsi="Tahoma"/>
      <w:sz w:val="18"/>
      <w:szCs w:val="20"/>
    </w:rPr>
  </w:style>
  <w:style w:type="paragraph" w:customStyle="1" w:styleId="EFSATablefirstcolumn">
    <w:name w:val="EFSA_Table first column"/>
    <w:basedOn w:val="EFSATabledata"/>
    <w:link w:val="EFSATablefirstcolumnChar"/>
    <w:qFormat/>
    <w:rsid w:val="00416E18"/>
    <w:rPr>
      <w:b/>
    </w:rPr>
  </w:style>
  <w:style w:type="character" w:customStyle="1" w:styleId="EFSATablefirstcolumnChar">
    <w:name w:val="EFSA_Table first column Char"/>
    <w:basedOn w:val="EFSATabledataChar"/>
    <w:link w:val="EFSATablefirstcolumn"/>
    <w:rsid w:val="00416E18"/>
    <w:rPr>
      <w:rFonts w:ascii="Tahoma" w:hAnsi="Tahoma"/>
      <w:b/>
      <w:sz w:val="18"/>
      <w:szCs w:val="20"/>
    </w:rPr>
  </w:style>
  <w:style w:type="paragraph" w:customStyle="1" w:styleId="EFSATableheadingrow">
    <w:name w:val="EFSA_Table heading row"/>
    <w:basedOn w:val="EFSATabledata"/>
    <w:link w:val="EFSATableheadingrowChar"/>
    <w:qFormat/>
    <w:rsid w:val="00416E18"/>
    <w:rPr>
      <w:b/>
    </w:rPr>
  </w:style>
  <w:style w:type="character" w:customStyle="1" w:styleId="EFSATableheadingrowChar">
    <w:name w:val="EFSA_Table heading row Char"/>
    <w:basedOn w:val="EFSATabledataChar"/>
    <w:link w:val="EFSATableheadingrow"/>
    <w:rsid w:val="00416E18"/>
    <w:rPr>
      <w:rFonts w:ascii="Tahoma" w:hAnsi="Tahoma"/>
      <w:b/>
      <w:sz w:val="18"/>
      <w:szCs w:val="20"/>
    </w:rPr>
  </w:style>
  <w:style w:type="paragraph" w:customStyle="1" w:styleId="EFSATabletitle">
    <w:name w:val="EFSA_Table title"/>
    <w:next w:val="EFSABodytext"/>
    <w:link w:val="EFSATabletitleChar"/>
    <w:qFormat/>
    <w:rsid w:val="00416E18"/>
    <w:pPr>
      <w:numPr>
        <w:numId w:val="11"/>
      </w:numPr>
      <w:tabs>
        <w:tab w:val="left" w:pos="1080"/>
      </w:tabs>
      <w:spacing w:before="240" w:after="240"/>
    </w:pPr>
    <w:rPr>
      <w:rFonts w:ascii="Tahoma" w:hAnsi="Tahoma"/>
      <w:sz w:val="20"/>
      <w:szCs w:val="20"/>
    </w:rPr>
  </w:style>
  <w:style w:type="character" w:customStyle="1" w:styleId="EFSATabletitleChar">
    <w:name w:val="EFSA_Table title Char"/>
    <w:basedOn w:val="EFSABodytextChar"/>
    <w:link w:val="EFSATabletitle"/>
    <w:rsid w:val="00416E18"/>
    <w:rPr>
      <w:rFonts w:ascii="Tahoma" w:hAnsi="Tahoma"/>
      <w:sz w:val="20"/>
      <w:szCs w:val="20"/>
    </w:rPr>
  </w:style>
  <w:style w:type="character" w:styleId="SubtleEmphasis">
    <w:name w:val="Subtle Emphasis"/>
    <w:semiHidden/>
    <w:qFormat/>
    <w:rsid w:val="00416E18"/>
    <w:rPr>
      <w:rFonts w:ascii="Verdana" w:hAnsi="Verdana"/>
      <w:iCs/>
      <w:color w:val="000000"/>
      <w:sz w:val="20"/>
    </w:rPr>
  </w:style>
  <w:style w:type="paragraph" w:styleId="Header">
    <w:name w:val="header"/>
    <w:basedOn w:val="Normal"/>
    <w:link w:val="HeaderChar"/>
    <w:semiHidden/>
    <w:rsid w:val="00416E18"/>
    <w:pPr>
      <w:suppressLineNumbers/>
      <w:tabs>
        <w:tab w:val="center" w:pos="4513"/>
        <w:tab w:val="right" w:pos="9026"/>
      </w:tabs>
      <w:suppressAutoHyphens/>
      <w:spacing w:after="120" w:line="240" w:lineRule="auto"/>
    </w:pPr>
    <w:rPr>
      <w:rFonts w:ascii="Tahoma" w:eastAsia="Times New Roman" w:hAnsi="Tahoma" w:cs="Times New Roman"/>
      <w:sz w:val="20"/>
      <w:szCs w:val="20"/>
      <w:lang w:eastAsia="en-GB"/>
    </w:rPr>
  </w:style>
  <w:style w:type="character" w:customStyle="1" w:styleId="HeaderChar">
    <w:name w:val="Header Char"/>
    <w:basedOn w:val="DefaultParagraphFont"/>
    <w:link w:val="Header"/>
    <w:semiHidden/>
    <w:rsid w:val="00416E18"/>
    <w:rPr>
      <w:rFonts w:ascii="Tahoma" w:eastAsia="Times New Roman" w:hAnsi="Tahoma" w:cs="Times New Roman"/>
      <w:sz w:val="20"/>
      <w:szCs w:val="20"/>
      <w:lang w:eastAsia="en-GB"/>
    </w:rPr>
  </w:style>
  <w:style w:type="paragraph" w:styleId="TOC1">
    <w:name w:val="toc 1"/>
    <w:basedOn w:val="Normal"/>
    <w:uiPriority w:val="39"/>
    <w:qFormat/>
    <w:rsid w:val="00416E18"/>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2">
    <w:name w:val="toc 2"/>
    <w:basedOn w:val="Normal"/>
    <w:uiPriority w:val="39"/>
    <w:qFormat/>
    <w:rsid w:val="00416E18"/>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3">
    <w:name w:val="toc 3"/>
    <w:basedOn w:val="Normal"/>
    <w:uiPriority w:val="39"/>
    <w:qFormat/>
    <w:rsid w:val="00416E18"/>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character" w:styleId="FootnoteReference">
    <w:name w:val="footnote reference"/>
    <w:aliases w:val="Footnote Reference/,Carattere Carattere3 Char Char Zchn Zchn"/>
    <w:basedOn w:val="DefaultParagraphFont"/>
    <w:link w:val="CarattereCarattere3CharChar"/>
    <w:uiPriority w:val="99"/>
    <w:rsid w:val="00416E18"/>
    <w:rPr>
      <w:vertAlign w:val="superscript"/>
    </w:rPr>
  </w:style>
  <w:style w:type="table" w:styleId="TableGrid">
    <w:name w:val="Table Grid"/>
    <w:basedOn w:val="TableNormal"/>
    <w:uiPriority w:val="59"/>
    <w:rsid w:val="00416E18"/>
    <w:pPr>
      <w:spacing w:after="0" w:line="240" w:lineRule="auto"/>
    </w:pPr>
    <w:rPr>
      <w:rFonts w:ascii="Tahoma" w:eastAsia="Times New Roman" w:hAnsi="Tahoma"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16E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E18"/>
    <w:rPr>
      <w:rFonts w:ascii="Tahoma" w:hAnsi="Tahoma" w:cs="Tahoma"/>
      <w:sz w:val="16"/>
      <w:szCs w:val="16"/>
    </w:rPr>
  </w:style>
  <w:style w:type="character" w:customStyle="1" w:styleId="Heading2Char">
    <w:name w:val="Heading 2 Char"/>
    <w:basedOn w:val="DefaultParagraphFont"/>
    <w:link w:val="Heading2"/>
    <w:uiPriority w:val="9"/>
    <w:semiHidden/>
    <w:rsid w:val="00416E1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16E18"/>
    <w:rPr>
      <w:rFonts w:asciiTheme="majorHAnsi" w:eastAsiaTheme="majorEastAsia" w:hAnsiTheme="majorHAnsi" w:cstheme="majorBidi"/>
      <w:b/>
      <w:bCs/>
      <w:color w:val="4F81BD" w:themeColor="accent1"/>
    </w:rPr>
  </w:style>
  <w:style w:type="paragraph" w:styleId="Footer">
    <w:name w:val="footer"/>
    <w:basedOn w:val="Normal"/>
    <w:link w:val="FooterChar"/>
    <w:uiPriority w:val="99"/>
    <w:semiHidden/>
    <w:rsid w:val="00416E1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16E18"/>
  </w:style>
  <w:style w:type="character" w:styleId="LineNumber">
    <w:name w:val="line number"/>
    <w:basedOn w:val="DefaultParagraphFont"/>
    <w:uiPriority w:val="99"/>
    <w:semiHidden/>
    <w:rsid w:val="00416E18"/>
  </w:style>
  <w:style w:type="paragraph" w:styleId="TOCHeading">
    <w:name w:val="TOC Heading"/>
    <w:basedOn w:val="Heading1"/>
    <w:next w:val="Normal"/>
    <w:uiPriority w:val="39"/>
    <w:unhideWhenUsed/>
    <w:qFormat/>
    <w:rsid w:val="00416E18"/>
    <w:pPr>
      <w:outlineLvl w:val="9"/>
    </w:pPr>
    <w:rPr>
      <w:lang w:val="en-US" w:eastAsia="ja-JP"/>
    </w:rPr>
  </w:style>
  <w:style w:type="character" w:styleId="Hyperlink">
    <w:name w:val="Hyperlink"/>
    <w:basedOn w:val="DefaultParagraphFont"/>
    <w:uiPriority w:val="99"/>
    <w:unhideWhenUsed/>
    <w:rsid w:val="00416E18"/>
    <w:rPr>
      <w:color w:val="0000FF" w:themeColor="hyperlink"/>
      <w:u w:val="single"/>
    </w:rPr>
  </w:style>
  <w:style w:type="paragraph" w:styleId="TOC4">
    <w:name w:val="toc 4"/>
    <w:next w:val="Normal"/>
    <w:autoRedefine/>
    <w:uiPriority w:val="39"/>
    <w:rsid w:val="00416E18"/>
    <w:pPr>
      <w:tabs>
        <w:tab w:val="right" w:leader="dot" w:pos="9072"/>
      </w:tabs>
      <w:spacing w:after="0" w:line="240" w:lineRule="auto"/>
      <w:ind w:left="680" w:hanging="680"/>
      <w:outlineLvl w:val="3"/>
    </w:pPr>
    <w:rPr>
      <w:rFonts w:ascii="Tahoma" w:hAnsi="Tahoma"/>
      <w:sz w:val="20"/>
    </w:rPr>
  </w:style>
  <w:style w:type="paragraph" w:styleId="TOC5">
    <w:name w:val="toc 5"/>
    <w:next w:val="Normal"/>
    <w:autoRedefine/>
    <w:uiPriority w:val="39"/>
    <w:rsid w:val="00416E18"/>
    <w:pPr>
      <w:tabs>
        <w:tab w:val="right" w:leader="dot" w:pos="9072"/>
      </w:tabs>
      <w:spacing w:after="0" w:line="240" w:lineRule="auto"/>
      <w:ind w:left="1247" w:hanging="1247"/>
    </w:pPr>
    <w:rPr>
      <w:rFonts w:ascii="Tahoma" w:hAnsi="Tahoma"/>
      <w:sz w:val="20"/>
    </w:rPr>
  </w:style>
  <w:style w:type="table" w:customStyle="1" w:styleId="EFSAtable">
    <w:name w:val="EFSA table"/>
    <w:basedOn w:val="TableNormal"/>
    <w:uiPriority w:val="99"/>
    <w:rsid w:val="00416E18"/>
    <w:pPr>
      <w:spacing w:after="0" w:line="240" w:lineRule="auto"/>
    </w:pPr>
    <w:tblPr>
      <w:tblInd w:w="0" w:type="dxa"/>
      <w:tblBorders>
        <w:insideH w:val="single" w:sz="4" w:space="0" w:color="D9D9D9" w:themeColor="background1" w:themeShade="D9"/>
        <w:insideV w:val="single" w:sz="4" w:space="0" w:color="D9D9D9" w:themeColor="background1" w:themeShade="D9"/>
      </w:tblBorders>
      <w:tblCellMar>
        <w:top w:w="0" w:type="dxa"/>
        <w:left w:w="108" w:type="dxa"/>
        <w:bottom w:w="0" w:type="dxa"/>
        <w:right w:w="108" w:type="dxa"/>
      </w:tblCellMar>
    </w:tblPr>
    <w:tblStylePr w:type="firstRow">
      <w:rPr>
        <w:rFonts w:ascii="Tahoma" w:hAnsi="Tahoma"/>
        <w:sz w:val="18"/>
      </w:rPr>
      <w:tblPr/>
      <w:tcPr>
        <w:tcBorders>
          <w:top w:val="single" w:sz="12" w:space="0" w:color="000000" w:themeColor="text1"/>
        </w:tcBorders>
      </w:tcPr>
    </w:tblStylePr>
    <w:tblStylePr w:type="lastRow">
      <w:tblPr/>
      <w:tcPr>
        <w:tcBorders>
          <w:bottom w:val="single" w:sz="12" w:space="0" w:color="000000" w:themeColor="text1"/>
        </w:tcBorders>
      </w:tcPr>
    </w:tblStylePr>
  </w:style>
  <w:style w:type="paragraph" w:customStyle="1" w:styleId="EFSAAnnextitle">
    <w:name w:val="EFSA_Annex title"/>
    <w:next w:val="EFSABodytext"/>
    <w:uiPriority w:val="99"/>
    <w:qFormat/>
    <w:rsid w:val="00416E18"/>
    <w:pPr>
      <w:keepNext/>
      <w:numPr>
        <w:numId w:val="3"/>
      </w:numPr>
      <w:spacing w:before="240" w:after="120" w:line="240" w:lineRule="auto"/>
      <w:outlineLvl w:val="0"/>
    </w:pPr>
    <w:rPr>
      <w:rFonts w:ascii="Tahoma" w:eastAsia="Times New Roman" w:hAnsi="Tahoma" w:cs="Mangal"/>
      <w:b/>
      <w:iCs/>
      <w:sz w:val="24"/>
      <w:szCs w:val="24"/>
      <w:lang w:eastAsia="en-GB"/>
    </w:rPr>
  </w:style>
  <w:style w:type="character" w:styleId="CommentReference">
    <w:name w:val="annotation reference"/>
    <w:basedOn w:val="DefaultParagraphFont"/>
    <w:rsid w:val="00416E18"/>
    <w:rPr>
      <w:sz w:val="16"/>
      <w:szCs w:val="16"/>
    </w:rPr>
  </w:style>
  <w:style w:type="paragraph" w:styleId="CommentText">
    <w:name w:val="annotation text"/>
    <w:basedOn w:val="Normal"/>
    <w:link w:val="CommentTextChar"/>
    <w:rsid w:val="00416E18"/>
    <w:pPr>
      <w:spacing w:line="240" w:lineRule="auto"/>
    </w:pPr>
    <w:rPr>
      <w:sz w:val="20"/>
      <w:szCs w:val="20"/>
    </w:rPr>
  </w:style>
  <w:style w:type="character" w:customStyle="1" w:styleId="CommentTextChar">
    <w:name w:val="Comment Text Char"/>
    <w:basedOn w:val="DefaultParagraphFont"/>
    <w:link w:val="CommentText"/>
    <w:rsid w:val="00416E18"/>
    <w:rPr>
      <w:sz w:val="20"/>
      <w:szCs w:val="20"/>
    </w:rPr>
  </w:style>
  <w:style w:type="paragraph" w:styleId="CommentSubject">
    <w:name w:val="annotation subject"/>
    <w:basedOn w:val="CommentText"/>
    <w:next w:val="CommentText"/>
    <w:link w:val="CommentSubjectChar"/>
    <w:uiPriority w:val="99"/>
    <w:semiHidden/>
    <w:rsid w:val="00416E18"/>
    <w:rPr>
      <w:b/>
      <w:bCs/>
    </w:rPr>
  </w:style>
  <w:style w:type="character" w:customStyle="1" w:styleId="CommentSubjectChar">
    <w:name w:val="Comment Subject Char"/>
    <w:basedOn w:val="CommentTextChar"/>
    <w:link w:val="CommentSubject"/>
    <w:uiPriority w:val="99"/>
    <w:semiHidden/>
    <w:rsid w:val="00416E18"/>
    <w:rPr>
      <w:b/>
      <w:bCs/>
      <w:sz w:val="20"/>
      <w:szCs w:val="20"/>
    </w:rPr>
  </w:style>
  <w:style w:type="paragraph" w:customStyle="1" w:styleId="EFSAAppendixlevel1">
    <w:name w:val="EFSA_Appendix level 1"/>
    <w:next w:val="EFSABodytext"/>
    <w:qFormat/>
    <w:rsid w:val="00416E18"/>
    <w:pPr>
      <w:numPr>
        <w:ilvl w:val="1"/>
        <w:numId w:val="5"/>
      </w:numPr>
      <w:spacing w:before="240" w:after="120" w:line="240" w:lineRule="auto"/>
    </w:pPr>
    <w:rPr>
      <w:rFonts w:ascii="Tahoma" w:eastAsiaTheme="majorEastAsia" w:hAnsi="Tahoma" w:cstheme="majorBidi"/>
      <w:b/>
      <w:bCs/>
      <w:sz w:val="24"/>
      <w:szCs w:val="28"/>
    </w:rPr>
  </w:style>
  <w:style w:type="paragraph" w:customStyle="1" w:styleId="EFSAAppendixlevel2">
    <w:name w:val="EFSA_Appendix level 2"/>
    <w:qFormat/>
    <w:rsid w:val="00416E18"/>
    <w:pPr>
      <w:numPr>
        <w:ilvl w:val="2"/>
        <w:numId w:val="5"/>
      </w:numPr>
      <w:spacing w:before="240" w:after="120" w:line="240" w:lineRule="auto"/>
    </w:pPr>
    <w:rPr>
      <w:rFonts w:ascii="Tahoma" w:eastAsiaTheme="majorEastAsia" w:hAnsi="Tahoma" w:cstheme="majorBidi"/>
      <w:b/>
      <w:color w:val="7F7F7F" w:themeColor="text1" w:themeTint="80"/>
      <w:sz w:val="24"/>
      <w:szCs w:val="28"/>
    </w:rPr>
  </w:style>
  <w:style w:type="paragraph" w:customStyle="1" w:styleId="EFSAAppendixlevel3">
    <w:name w:val="EFSA_Appendix level 3"/>
    <w:next w:val="EFSABodytext"/>
    <w:qFormat/>
    <w:rsid w:val="00416E18"/>
    <w:pPr>
      <w:numPr>
        <w:ilvl w:val="3"/>
        <w:numId w:val="5"/>
      </w:numPr>
      <w:spacing w:before="240" w:after="120" w:line="240" w:lineRule="auto"/>
    </w:pPr>
    <w:rPr>
      <w:rFonts w:ascii="Tahoma" w:eastAsiaTheme="majorEastAsia" w:hAnsi="Tahoma" w:cstheme="majorBidi"/>
      <w:b/>
      <w:bCs/>
      <w:color w:val="7F7F7F" w:themeColor="text1" w:themeTint="80"/>
      <w:szCs w:val="28"/>
    </w:rPr>
  </w:style>
  <w:style w:type="paragraph" w:customStyle="1" w:styleId="EFSAAppendixlevel4">
    <w:name w:val="EFSA_Appendix level 4"/>
    <w:uiPriority w:val="99"/>
    <w:qFormat/>
    <w:rsid w:val="00416E18"/>
    <w:pPr>
      <w:numPr>
        <w:ilvl w:val="4"/>
        <w:numId w:val="4"/>
      </w:numPr>
      <w:spacing w:before="240" w:after="120" w:line="240" w:lineRule="auto"/>
    </w:pPr>
    <w:rPr>
      <w:rFonts w:ascii="Tahoma" w:hAnsi="Tahoma"/>
      <w:b/>
      <w:sz w:val="20"/>
      <w:szCs w:val="20"/>
    </w:rPr>
  </w:style>
  <w:style w:type="numbering" w:customStyle="1" w:styleId="EFSAheadinglist">
    <w:name w:val="EFSA_heading list"/>
    <w:uiPriority w:val="99"/>
    <w:rsid w:val="00416E18"/>
    <w:pPr>
      <w:numPr>
        <w:numId w:val="9"/>
      </w:numPr>
    </w:pPr>
  </w:style>
  <w:style w:type="character" w:styleId="FollowedHyperlink">
    <w:name w:val="FollowedHyperlink"/>
    <w:basedOn w:val="DefaultParagraphFont"/>
    <w:uiPriority w:val="99"/>
    <w:semiHidden/>
    <w:rsid w:val="00416E18"/>
    <w:rPr>
      <w:color w:val="800080" w:themeColor="followedHyperlink"/>
      <w:u w:val="single"/>
    </w:rPr>
  </w:style>
  <w:style w:type="character" w:customStyle="1" w:styleId="Heading4Char">
    <w:name w:val="Heading 4 Char"/>
    <w:basedOn w:val="DefaultParagraphFont"/>
    <w:link w:val="Heading4"/>
    <w:rsid w:val="00416E18"/>
    <w:rPr>
      <w:rFonts w:asciiTheme="majorHAnsi" w:eastAsiaTheme="majorEastAsia" w:hAnsiTheme="majorHAnsi" w:cstheme="majorBidi"/>
      <w:b/>
      <w:bCs/>
      <w:i/>
      <w:iCs/>
      <w:color w:val="4F81BD" w:themeColor="accent1"/>
    </w:rPr>
  </w:style>
  <w:style w:type="paragraph" w:customStyle="1" w:styleId="CarattereCarattere3CharChar">
    <w:name w:val="Carattere Carattere3 Char Char"/>
    <w:basedOn w:val="Normal"/>
    <w:link w:val="FootnoteReference"/>
    <w:uiPriority w:val="99"/>
    <w:qFormat/>
    <w:rsid w:val="00AA26F2"/>
    <w:pPr>
      <w:spacing w:after="220" w:line="240" w:lineRule="auto"/>
      <w:jc w:val="both"/>
    </w:pPr>
    <w:rPr>
      <w:vertAlign w:val="superscript"/>
    </w:rPr>
  </w:style>
  <w:style w:type="character" w:customStyle="1" w:styleId="EFSABodytextCharChar">
    <w:name w:val="EFSA_Body text Char Char"/>
    <w:rsid w:val="00937745"/>
    <w:rPr>
      <w:sz w:val="22"/>
      <w:lang w:eastAsia="en-US"/>
    </w:rPr>
  </w:style>
  <w:style w:type="paragraph" w:customStyle="1" w:styleId="EFSASUBTITLE1">
    <w:name w:val="EFSA SUBTITLE 1"/>
    <w:basedOn w:val="Normal"/>
    <w:next w:val="Normal"/>
    <w:link w:val="EFSASUBTITLE1Char"/>
    <w:qFormat/>
    <w:rsid w:val="00937745"/>
    <w:pPr>
      <w:spacing w:before="360" w:after="240" w:line="240" w:lineRule="auto"/>
    </w:pPr>
    <w:rPr>
      <w:rFonts w:ascii="Verdana" w:eastAsia="Calibri" w:hAnsi="Verdana" w:cs="Times New Roman"/>
      <w:b/>
      <w:sz w:val="24"/>
      <w:szCs w:val="24"/>
    </w:rPr>
  </w:style>
  <w:style w:type="character" w:customStyle="1" w:styleId="EFSASUBTITLE1Char">
    <w:name w:val="EFSA SUBTITLE 1 Char"/>
    <w:basedOn w:val="DefaultParagraphFont"/>
    <w:link w:val="EFSASUBTITLE1"/>
    <w:rsid w:val="00937745"/>
    <w:rPr>
      <w:rFonts w:ascii="Verdana" w:eastAsia="Calibri" w:hAnsi="Verdana" w:cs="Times New Roman"/>
      <w:b/>
      <w:sz w:val="24"/>
      <w:szCs w:val="24"/>
    </w:rPr>
  </w:style>
  <w:style w:type="paragraph" w:customStyle="1" w:styleId="EFSAFOOTNOTE0">
    <w:name w:val="EFSA FOOTNOTE"/>
    <w:basedOn w:val="Normal"/>
    <w:link w:val="EFSAFOOTNOTEChar0"/>
    <w:qFormat/>
    <w:rsid w:val="00937745"/>
    <w:pPr>
      <w:spacing w:after="0" w:line="240" w:lineRule="auto"/>
    </w:pPr>
    <w:rPr>
      <w:rFonts w:ascii="Verdana" w:eastAsia="Calibri" w:hAnsi="Verdana" w:cs="Times New Roman"/>
      <w:sz w:val="16"/>
    </w:rPr>
  </w:style>
  <w:style w:type="character" w:customStyle="1" w:styleId="EFSAFOOTNOTEChar0">
    <w:name w:val="EFSA FOOTNOTE Char"/>
    <w:basedOn w:val="DefaultParagraphFont"/>
    <w:link w:val="EFSAFOOTNOTE0"/>
    <w:rsid w:val="00937745"/>
    <w:rPr>
      <w:rFonts w:ascii="Verdana" w:eastAsia="Calibri" w:hAnsi="Verdana" w:cs="Times New Roman"/>
      <w:sz w:val="16"/>
    </w:rPr>
  </w:style>
  <w:style w:type="paragraph" w:styleId="Revision">
    <w:name w:val="Revision"/>
    <w:hidden/>
    <w:uiPriority w:val="99"/>
    <w:semiHidden/>
    <w:rsid w:val="00937745"/>
    <w:pPr>
      <w:spacing w:after="0" w:line="240" w:lineRule="auto"/>
    </w:pPr>
  </w:style>
  <w:style w:type="character" w:customStyle="1" w:styleId="Heading3Char1">
    <w:name w:val="Heading 3 Char1"/>
    <w:rsid w:val="00937745"/>
    <w:rPr>
      <w:i/>
      <w:sz w:val="24"/>
      <w:szCs w:val="24"/>
      <w:lang w:val="en-GB" w:eastAsia="es-ES" w:bidi="ar-SA"/>
    </w:rPr>
  </w:style>
  <w:style w:type="character" w:styleId="Strong">
    <w:name w:val="Strong"/>
    <w:basedOn w:val="DefaultParagraphFont"/>
    <w:uiPriority w:val="22"/>
    <w:qFormat/>
    <w:rsid w:val="00937745"/>
    <w:rPr>
      <w:b/>
      <w:bCs/>
    </w:rPr>
  </w:style>
  <w:style w:type="character" w:styleId="Emphasis">
    <w:name w:val="Emphasis"/>
    <w:basedOn w:val="DefaultParagraphFont"/>
    <w:uiPriority w:val="20"/>
    <w:qFormat/>
    <w:rsid w:val="00937745"/>
    <w:rPr>
      <w:i/>
      <w:iCs/>
    </w:rPr>
  </w:style>
  <w:style w:type="character" w:customStyle="1" w:styleId="apple-converted-space">
    <w:name w:val="apple-converted-space"/>
    <w:basedOn w:val="DefaultParagraphFont"/>
    <w:rsid w:val="00937745"/>
  </w:style>
  <w:style w:type="character" w:customStyle="1" w:styleId="groupname">
    <w:name w:val="groupname"/>
    <w:basedOn w:val="DefaultParagraphFont"/>
    <w:rsid w:val="00937745"/>
  </w:style>
  <w:style w:type="character" w:customStyle="1" w:styleId="articletitle">
    <w:name w:val="articletitle"/>
    <w:basedOn w:val="DefaultParagraphFont"/>
    <w:rsid w:val="00937745"/>
  </w:style>
  <w:style w:type="character" w:customStyle="1" w:styleId="journaltitle">
    <w:name w:val="journaltitle"/>
    <w:basedOn w:val="DefaultParagraphFont"/>
    <w:rsid w:val="00937745"/>
  </w:style>
  <w:style w:type="character" w:customStyle="1" w:styleId="pubyear">
    <w:name w:val="pubyear"/>
    <w:basedOn w:val="DefaultParagraphFont"/>
    <w:rsid w:val="00937745"/>
  </w:style>
  <w:style w:type="character" w:customStyle="1" w:styleId="vol">
    <w:name w:val="vol"/>
    <w:basedOn w:val="DefaultParagraphFont"/>
    <w:rsid w:val="00937745"/>
  </w:style>
  <w:style w:type="character" w:customStyle="1" w:styleId="citedissue">
    <w:name w:val="citedissue"/>
    <w:basedOn w:val="DefaultParagraphFont"/>
    <w:rsid w:val="00937745"/>
  </w:style>
  <w:style w:type="character" w:styleId="PlaceholderText">
    <w:name w:val="Placeholder Text"/>
    <w:basedOn w:val="DefaultParagraphFont"/>
    <w:uiPriority w:val="99"/>
    <w:semiHidden/>
    <w:rsid w:val="003F41C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737036">
      <w:bodyDiv w:val="1"/>
      <w:marLeft w:val="0"/>
      <w:marRight w:val="0"/>
      <w:marTop w:val="0"/>
      <w:marBottom w:val="0"/>
      <w:divBdr>
        <w:top w:val="none" w:sz="0" w:space="0" w:color="auto"/>
        <w:left w:val="none" w:sz="0" w:space="0" w:color="auto"/>
        <w:bottom w:val="none" w:sz="0" w:space="0" w:color="auto"/>
        <w:right w:val="none" w:sz="0" w:space="0" w:color="auto"/>
      </w:divBdr>
    </w:div>
    <w:div w:id="893195895">
      <w:bodyDiv w:val="1"/>
      <w:marLeft w:val="0"/>
      <w:marRight w:val="0"/>
      <w:marTop w:val="0"/>
      <w:marBottom w:val="0"/>
      <w:divBdr>
        <w:top w:val="none" w:sz="0" w:space="0" w:color="auto"/>
        <w:left w:val="none" w:sz="0" w:space="0" w:color="auto"/>
        <w:bottom w:val="none" w:sz="0" w:space="0" w:color="auto"/>
        <w:right w:val="none" w:sz="0" w:space="0" w:color="auto"/>
      </w:divBdr>
    </w:div>
    <w:div w:id="134914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ur-lex.europa.eu/legal-content/EN/ALL/?uri=CELEX:32006R1925" TargetMode="External"/><Relationship Id="rId4" Type="http://schemas.microsoft.com/office/2007/relationships/stylesWithEffects" Target="stylesWithEffects.xml"/><Relationship Id="rId9" Type="http://schemas.openxmlformats.org/officeDocument/2006/relationships/hyperlink" Target="http://eur-lex.europa.eu/legal-content/EN/TXT/?uri=CELEX:32002L0046"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footnotes.xml.rels><?xml version="1.0" encoding="UTF-8" standalone="yes"?>
<Relationships xmlns="http://schemas.openxmlformats.org/package/2006/relationships"><Relationship Id="rId8" Type="http://schemas.openxmlformats.org/officeDocument/2006/relationships/hyperlink" Target="http://www.efsa.europa.eu/en/efsajournal/pub/4367" TargetMode="External"/><Relationship Id="rId3" Type="http://schemas.openxmlformats.org/officeDocument/2006/relationships/hyperlink" Target="http://www.efsa.europa.eu/en/efsajournal/pub/4367" TargetMode="External"/><Relationship Id="rId7" Type="http://schemas.openxmlformats.org/officeDocument/2006/relationships/hyperlink" Target="http://www.efsa.europa.eu/en/efsajournal/pub/4367" TargetMode="External"/><Relationship Id="rId2" Type="http://schemas.openxmlformats.org/officeDocument/2006/relationships/hyperlink" Target="http://www.efsa.europa.eu/en/efsajournal/pub/4367" TargetMode="External"/><Relationship Id="rId1" Type="http://schemas.openxmlformats.org/officeDocument/2006/relationships/hyperlink" Target="http://www.efsa.europa.eu/en/efsajournal/pub/4367" TargetMode="External"/><Relationship Id="rId6" Type="http://schemas.openxmlformats.org/officeDocument/2006/relationships/hyperlink" Target="http://www.efsa.europa.eu/en/efsajournal/pub/4367" TargetMode="External"/><Relationship Id="rId5" Type="http://schemas.openxmlformats.org/officeDocument/2006/relationships/hyperlink" Target="http://www.efsa.europa.eu/en/efsajournal/pub/4367" TargetMode="External"/><Relationship Id="rId10" Type="http://schemas.openxmlformats.org/officeDocument/2006/relationships/hyperlink" Target="http://www.efsa.europa.eu/en/efsajournal/pub/4367" TargetMode="External"/><Relationship Id="rId4" Type="http://schemas.openxmlformats.org/officeDocument/2006/relationships/hyperlink" Target="http://www.efsa.europa.eu/en/efsajournal/pub/4367" TargetMode="External"/><Relationship Id="rId9" Type="http://schemas.openxmlformats.org/officeDocument/2006/relationships/hyperlink" Target="http://www.efsa.europa.eu/en/efsajournal/pub/4367"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efsa.eu.int\fileserver\common\OfficeTemplates\Science\Technical%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29E0EEAD334250B21CF0AA45B66822"/>
        <w:category>
          <w:name w:val="General"/>
          <w:gallery w:val="placeholder"/>
        </w:category>
        <w:types>
          <w:type w:val="bbPlcHdr"/>
        </w:types>
        <w:behaviors>
          <w:behavior w:val="content"/>
        </w:behaviors>
        <w:guid w:val="{3A6587B0-1C75-41E3-AF09-1EFE9B3BE7BB}"/>
      </w:docPartPr>
      <w:docPartBody>
        <w:p w:rsidR="00FB4689" w:rsidRDefault="00B45100" w:rsidP="00B45100">
          <w:pPr>
            <w:pStyle w:val="D929E0EEAD334250B21CF0AA45B6682211"/>
          </w:pPr>
          <w:r>
            <w:rPr>
              <w:rStyle w:val="PlaceholderText"/>
            </w:rPr>
            <w:t>Table of contents</w:t>
          </w:r>
        </w:p>
      </w:docPartBody>
    </w:docPart>
    <w:docPart>
      <w:docPartPr>
        <w:name w:val="84E7337708CD4247B919E316C5F23AE0"/>
        <w:category>
          <w:name w:val="General"/>
          <w:gallery w:val="placeholder"/>
        </w:category>
        <w:types>
          <w:type w:val="bbPlcHdr"/>
        </w:types>
        <w:behaviors>
          <w:behavior w:val="content"/>
        </w:behaviors>
        <w:guid w:val="{7963B4A7-A1D2-4FBE-9D56-366A3E4FD664}"/>
      </w:docPartPr>
      <w:docPartBody>
        <w:p w:rsidR="005C121D" w:rsidRDefault="00B45100" w:rsidP="00B45100">
          <w:pPr>
            <w:pStyle w:val="84E7337708CD4247B919E316C5F23AE010"/>
          </w:pPr>
          <w:r>
            <w:rPr>
              <w:rStyle w:val="PlaceholderText"/>
            </w:rPr>
            <w:t>Company</w:t>
          </w:r>
        </w:p>
      </w:docPartBody>
    </w:docPart>
    <w:docPart>
      <w:docPartPr>
        <w:name w:val="8E6F1ECEFA584DE78CF5A08E497B59EE"/>
        <w:category>
          <w:name w:val="General"/>
          <w:gallery w:val="placeholder"/>
        </w:category>
        <w:types>
          <w:type w:val="bbPlcHdr"/>
        </w:types>
        <w:behaviors>
          <w:behavior w:val="content"/>
        </w:behaviors>
        <w:guid w:val="{242CF7EC-2FF5-4553-B96B-71FE2B19D4B4}"/>
      </w:docPartPr>
      <w:docPartBody>
        <w:p w:rsidR="005C121D" w:rsidRDefault="00B45100" w:rsidP="00B45100">
          <w:pPr>
            <w:pStyle w:val="8E6F1ECEFA584DE78CF5A08E497B59EE10"/>
          </w:pPr>
          <w:r>
            <w:rPr>
              <w:rStyle w:val="PlaceholderText"/>
            </w:rPr>
            <w:t>Address line 1</w:t>
          </w:r>
        </w:p>
      </w:docPartBody>
    </w:docPart>
    <w:docPart>
      <w:docPartPr>
        <w:name w:val="BDA809AFD81F44338CE81EFD0C9309A1"/>
        <w:category>
          <w:name w:val="General"/>
          <w:gallery w:val="placeholder"/>
        </w:category>
        <w:types>
          <w:type w:val="bbPlcHdr"/>
        </w:types>
        <w:behaviors>
          <w:behavior w:val="content"/>
        </w:behaviors>
        <w:guid w:val="{7070C9FE-DF31-42CB-8618-020F0042093D}"/>
      </w:docPartPr>
      <w:docPartBody>
        <w:p w:rsidR="005C121D" w:rsidRDefault="00B45100" w:rsidP="00B45100">
          <w:pPr>
            <w:pStyle w:val="BDA809AFD81F44338CE81EFD0C9309A110"/>
          </w:pPr>
          <w:r>
            <w:rPr>
              <w:rStyle w:val="PlaceholderText"/>
            </w:rPr>
            <w:t>Address line 2</w:t>
          </w:r>
        </w:p>
      </w:docPartBody>
    </w:docPart>
    <w:docPart>
      <w:docPartPr>
        <w:name w:val="04EC7EBB8BC64E879DDC423533E500CF"/>
        <w:category>
          <w:name w:val="General"/>
          <w:gallery w:val="placeholder"/>
        </w:category>
        <w:types>
          <w:type w:val="bbPlcHdr"/>
        </w:types>
        <w:behaviors>
          <w:behavior w:val="content"/>
        </w:behaviors>
        <w:guid w:val="{5EAB3081-98AA-44D9-BC61-00C1C097DA86}"/>
      </w:docPartPr>
      <w:docPartBody>
        <w:p w:rsidR="005C121D" w:rsidRDefault="00B45100" w:rsidP="00B45100">
          <w:pPr>
            <w:pStyle w:val="04EC7EBB8BC64E879DDC423533E500CF10"/>
          </w:pPr>
          <w:r>
            <w:rPr>
              <w:rStyle w:val="PlaceholderText"/>
            </w:rPr>
            <w:t>Name</w:t>
          </w:r>
        </w:p>
      </w:docPartBody>
    </w:docPart>
    <w:docPart>
      <w:docPartPr>
        <w:name w:val="245A40A2B13E4EA48ECCFEC0BB4D3B2E"/>
        <w:category>
          <w:name w:val="General"/>
          <w:gallery w:val="placeholder"/>
        </w:category>
        <w:types>
          <w:type w:val="bbPlcHdr"/>
        </w:types>
        <w:behaviors>
          <w:behavior w:val="content"/>
        </w:behaviors>
        <w:guid w:val="{63B2223C-DE11-4D58-83CB-DFE80C9D6395}"/>
      </w:docPartPr>
      <w:docPartBody>
        <w:p w:rsidR="005C121D" w:rsidRDefault="00B45100" w:rsidP="00B45100">
          <w:pPr>
            <w:pStyle w:val="245A40A2B13E4EA48ECCFEC0BB4D3B2E9"/>
          </w:pPr>
          <w:r>
            <w:rPr>
              <w:rStyle w:val="PlaceholderText"/>
            </w:rPr>
            <w:t>Authorised health claim</w:t>
          </w:r>
        </w:p>
      </w:docPartBody>
    </w:docPart>
    <w:docPart>
      <w:docPartPr>
        <w:name w:val="8FA902430EC04999B736E2B403162EA1"/>
        <w:category>
          <w:name w:val="General"/>
          <w:gallery w:val="placeholder"/>
        </w:category>
        <w:types>
          <w:type w:val="bbPlcHdr"/>
        </w:types>
        <w:behaviors>
          <w:behavior w:val="content"/>
        </w:behaviors>
        <w:guid w:val="{796BD769-8F29-4632-A84B-299EF90CEB1D}"/>
      </w:docPartPr>
      <w:docPartBody>
        <w:p w:rsidR="005C121D" w:rsidRDefault="00B45100" w:rsidP="00B45100">
          <w:pPr>
            <w:pStyle w:val="8FA902430EC04999B736E2B403162EA19"/>
          </w:pPr>
          <w:r>
            <w:rPr>
              <w:rStyle w:val="PlaceholderText"/>
            </w:rPr>
            <w:t>EC regulation</w:t>
          </w:r>
        </w:p>
      </w:docPartBody>
    </w:docPart>
    <w:docPart>
      <w:docPartPr>
        <w:name w:val="574E8610E1E54F2984926DDB2DC99E57"/>
        <w:category>
          <w:name w:val="General"/>
          <w:gallery w:val="placeholder"/>
        </w:category>
        <w:types>
          <w:type w:val="bbPlcHdr"/>
        </w:types>
        <w:behaviors>
          <w:behavior w:val="content"/>
        </w:behaviors>
        <w:guid w:val="{208DA6BE-858B-4D2C-B3A8-AE50901915E3}"/>
      </w:docPartPr>
      <w:docPartBody>
        <w:p w:rsidR="005C121D" w:rsidRDefault="00B45100" w:rsidP="00B45100">
          <w:pPr>
            <w:pStyle w:val="574E8610E1E54F2984926DDB2DC99E579"/>
          </w:pPr>
          <w:r>
            <w:rPr>
              <w:rStyle w:val="PlaceholderText"/>
            </w:rPr>
            <w:t>Part of the authorisation to be modified</w:t>
          </w:r>
        </w:p>
      </w:docPartBody>
    </w:docPart>
    <w:docPart>
      <w:docPartPr>
        <w:name w:val="F09FE4A3E97346119863EBC776F3701D"/>
        <w:category>
          <w:name w:val="General"/>
          <w:gallery w:val="placeholder"/>
        </w:category>
        <w:types>
          <w:type w:val="bbPlcHdr"/>
        </w:types>
        <w:behaviors>
          <w:behavior w:val="content"/>
        </w:behaviors>
        <w:guid w:val="{E348A2B4-B7D7-4556-8A68-4F6F7F2CC0C7}"/>
      </w:docPartPr>
      <w:docPartBody>
        <w:p w:rsidR="00D30976" w:rsidRDefault="00B45100" w:rsidP="00B45100">
          <w:pPr>
            <w:pStyle w:val="F09FE4A3E97346119863EBC776F3701D6"/>
          </w:pPr>
          <w:r>
            <w:rPr>
              <w:rStyle w:val="PlaceholderText"/>
            </w:rPr>
            <w:t>Parts of the application including proprietary data</w:t>
          </w:r>
        </w:p>
      </w:docPartBody>
    </w:docPart>
    <w:docPart>
      <w:docPartPr>
        <w:name w:val="6F7ABE0BBB284774BBF662C8ED873122"/>
        <w:category>
          <w:name w:val="General"/>
          <w:gallery w:val="placeholder"/>
        </w:category>
        <w:types>
          <w:type w:val="bbPlcHdr"/>
        </w:types>
        <w:behaviors>
          <w:behavior w:val="content"/>
        </w:behaviors>
        <w:guid w:val="{8700F643-579A-4B0F-821B-000F3A7F47CF}"/>
      </w:docPartPr>
      <w:docPartBody>
        <w:p w:rsidR="00D30976" w:rsidRDefault="00B45100" w:rsidP="00B45100">
          <w:pPr>
            <w:pStyle w:val="6F7ABE0BBB284774BBF662C8ED8731226"/>
          </w:pPr>
          <w:r>
            <w:rPr>
              <w:rStyle w:val="PlaceholderText"/>
            </w:rPr>
            <w:t>Justification for proprietary claim</w:t>
          </w:r>
        </w:p>
      </w:docPartBody>
    </w:docPart>
    <w:docPart>
      <w:docPartPr>
        <w:name w:val="779F2B4FFB20460BABDE081FE93BD09C"/>
        <w:category>
          <w:name w:val="General"/>
          <w:gallery w:val="placeholder"/>
        </w:category>
        <w:types>
          <w:type w:val="bbPlcHdr"/>
        </w:types>
        <w:behaviors>
          <w:behavior w:val="content"/>
        </w:behaviors>
        <w:guid w:val="{7AD739A8-E826-4854-8013-81F15295E2D6}"/>
      </w:docPartPr>
      <w:docPartBody>
        <w:p w:rsidR="00D30976" w:rsidRDefault="00B45100" w:rsidP="00B45100">
          <w:pPr>
            <w:pStyle w:val="779F2B4FFB20460BABDE081FE93BD09C6"/>
          </w:pPr>
          <w:r>
            <w:rPr>
              <w:rStyle w:val="PlaceholderText"/>
            </w:rPr>
            <w:t>Element 1</w:t>
          </w:r>
        </w:p>
      </w:docPartBody>
    </w:docPart>
    <w:docPart>
      <w:docPartPr>
        <w:name w:val="2B38163517804DA086101F401AF51312"/>
        <w:category>
          <w:name w:val="General"/>
          <w:gallery w:val="placeholder"/>
        </w:category>
        <w:types>
          <w:type w:val="bbPlcHdr"/>
        </w:types>
        <w:behaviors>
          <w:behavior w:val="content"/>
        </w:behaviors>
        <w:guid w:val="{CBBD76DA-5764-4433-AA9A-82A7B8CEE7DC}"/>
      </w:docPartPr>
      <w:docPartBody>
        <w:p w:rsidR="00D30976" w:rsidRDefault="00B45100" w:rsidP="00B45100">
          <w:pPr>
            <w:pStyle w:val="2B38163517804DA086101F401AF513126"/>
          </w:pPr>
          <w:r>
            <w:rPr>
              <w:rStyle w:val="PlaceholderText"/>
            </w:rPr>
            <w:t>Section &amp; page no.</w:t>
          </w:r>
        </w:p>
      </w:docPartBody>
    </w:docPart>
    <w:docPart>
      <w:docPartPr>
        <w:name w:val="279AC7F4C7BB43D4983EA92BDA54B323"/>
        <w:category>
          <w:name w:val="General"/>
          <w:gallery w:val="placeholder"/>
        </w:category>
        <w:types>
          <w:type w:val="bbPlcHdr"/>
        </w:types>
        <w:behaviors>
          <w:behavior w:val="content"/>
        </w:behaviors>
        <w:guid w:val="{B575EA5D-EA9E-418C-944A-E9F8CDC746AD}"/>
      </w:docPartPr>
      <w:docPartBody>
        <w:p w:rsidR="00D30976" w:rsidRDefault="00B45100" w:rsidP="00B45100">
          <w:pPr>
            <w:pStyle w:val="279AC7F4C7BB43D4983EA92BDA54B3236"/>
          </w:pPr>
          <w:r>
            <w:rPr>
              <w:rStyle w:val="PlaceholderText"/>
            </w:rPr>
            <w:t>Justification</w:t>
          </w:r>
        </w:p>
      </w:docPartBody>
    </w:docPart>
    <w:docPart>
      <w:docPartPr>
        <w:name w:val="1A3B2B92521A4C9BADE7F3E8DB295D2F"/>
        <w:category>
          <w:name w:val="General"/>
          <w:gallery w:val="placeholder"/>
        </w:category>
        <w:types>
          <w:type w:val="bbPlcHdr"/>
        </w:types>
        <w:behaviors>
          <w:behavior w:val="content"/>
        </w:behaviors>
        <w:guid w:val="{51161BAA-4E5E-4A0F-B290-1C7F63CD848D}"/>
      </w:docPartPr>
      <w:docPartBody>
        <w:p w:rsidR="00D30976" w:rsidRDefault="00B45100" w:rsidP="00B45100">
          <w:pPr>
            <w:pStyle w:val="1A3B2B92521A4C9BADE7F3E8DB295D2F6"/>
          </w:pPr>
          <w:r>
            <w:rPr>
              <w:rStyle w:val="PlaceholderText"/>
            </w:rPr>
            <w:t>Element 2</w:t>
          </w:r>
        </w:p>
      </w:docPartBody>
    </w:docPart>
    <w:docPart>
      <w:docPartPr>
        <w:name w:val="A80D28BA26FB4478B24D37BD5D922A03"/>
        <w:category>
          <w:name w:val="General"/>
          <w:gallery w:val="placeholder"/>
        </w:category>
        <w:types>
          <w:type w:val="bbPlcHdr"/>
        </w:types>
        <w:behaviors>
          <w:behavior w:val="content"/>
        </w:behaviors>
        <w:guid w:val="{E93C747F-7100-4B76-A50F-8AC12C5E3C03}"/>
      </w:docPartPr>
      <w:docPartBody>
        <w:p w:rsidR="00D30976" w:rsidRDefault="00B45100" w:rsidP="00B45100">
          <w:pPr>
            <w:pStyle w:val="A80D28BA26FB4478B24D37BD5D922A036"/>
          </w:pPr>
          <w:r>
            <w:rPr>
              <w:rStyle w:val="PlaceholderText"/>
            </w:rPr>
            <w:t>Section &amp; page no.</w:t>
          </w:r>
        </w:p>
      </w:docPartBody>
    </w:docPart>
    <w:docPart>
      <w:docPartPr>
        <w:name w:val="C0F15B458B7D4FE99A7B047F3951C186"/>
        <w:category>
          <w:name w:val="General"/>
          <w:gallery w:val="placeholder"/>
        </w:category>
        <w:types>
          <w:type w:val="bbPlcHdr"/>
        </w:types>
        <w:behaviors>
          <w:behavior w:val="content"/>
        </w:behaviors>
        <w:guid w:val="{AAD56900-C955-4C62-94E6-AD9CFFF89D33}"/>
      </w:docPartPr>
      <w:docPartBody>
        <w:p w:rsidR="00D30976" w:rsidRDefault="00B45100" w:rsidP="00B45100">
          <w:pPr>
            <w:pStyle w:val="C0F15B458B7D4FE99A7B047F3951C1866"/>
          </w:pPr>
          <w:r>
            <w:rPr>
              <w:rStyle w:val="PlaceholderText"/>
            </w:rPr>
            <w:t>Justification</w:t>
          </w:r>
        </w:p>
      </w:docPartBody>
    </w:docPart>
    <w:docPart>
      <w:docPartPr>
        <w:name w:val="CBD3E27E27204061A0AF4447C4099EEA"/>
        <w:category>
          <w:name w:val="General"/>
          <w:gallery w:val="placeholder"/>
        </w:category>
        <w:types>
          <w:type w:val="bbPlcHdr"/>
        </w:types>
        <w:behaviors>
          <w:behavior w:val="content"/>
        </w:behaviors>
        <w:guid w:val="{19F2265B-11CF-4B0A-BD89-66E3DAF102AE}"/>
      </w:docPartPr>
      <w:docPartBody>
        <w:p w:rsidR="00D30976" w:rsidRDefault="00B45100" w:rsidP="00B45100">
          <w:pPr>
            <w:pStyle w:val="CBD3E27E27204061A0AF4447C4099EEA6"/>
          </w:pPr>
          <w:r>
            <w:rPr>
              <w:rStyle w:val="PlaceholderText"/>
            </w:rPr>
            <w:t>Element 3</w:t>
          </w:r>
        </w:p>
      </w:docPartBody>
    </w:docPart>
    <w:docPart>
      <w:docPartPr>
        <w:name w:val="CD00DFBF7B144700B497A00736A0E0EA"/>
        <w:category>
          <w:name w:val="General"/>
          <w:gallery w:val="placeholder"/>
        </w:category>
        <w:types>
          <w:type w:val="bbPlcHdr"/>
        </w:types>
        <w:behaviors>
          <w:behavior w:val="content"/>
        </w:behaviors>
        <w:guid w:val="{C8CAAA37-DACD-4F66-839F-67D134A18249}"/>
      </w:docPartPr>
      <w:docPartBody>
        <w:p w:rsidR="00D30976" w:rsidRDefault="00B45100" w:rsidP="00B45100">
          <w:pPr>
            <w:pStyle w:val="CD00DFBF7B144700B497A00736A0E0EA6"/>
          </w:pPr>
          <w:r>
            <w:rPr>
              <w:rStyle w:val="PlaceholderText"/>
            </w:rPr>
            <w:t>Section &amp; page no.</w:t>
          </w:r>
        </w:p>
      </w:docPartBody>
    </w:docPart>
    <w:docPart>
      <w:docPartPr>
        <w:name w:val="3A4F350439A84FBB9E4EC07CB548EED0"/>
        <w:category>
          <w:name w:val="General"/>
          <w:gallery w:val="placeholder"/>
        </w:category>
        <w:types>
          <w:type w:val="bbPlcHdr"/>
        </w:types>
        <w:behaviors>
          <w:behavior w:val="content"/>
        </w:behaviors>
        <w:guid w:val="{EB835457-8979-4024-8B73-1B18A36644F4}"/>
      </w:docPartPr>
      <w:docPartBody>
        <w:p w:rsidR="00D30976" w:rsidRDefault="00B45100" w:rsidP="00B45100">
          <w:pPr>
            <w:pStyle w:val="3A4F350439A84FBB9E4EC07CB548EED06"/>
          </w:pPr>
          <w:r>
            <w:rPr>
              <w:rStyle w:val="PlaceholderText"/>
            </w:rPr>
            <w:t>Justification</w:t>
          </w:r>
        </w:p>
      </w:docPartBody>
    </w:docPart>
    <w:docPart>
      <w:docPartPr>
        <w:name w:val="4645999DF7224A939E53F5194B886776"/>
        <w:category>
          <w:name w:val="General"/>
          <w:gallery w:val="placeholder"/>
        </w:category>
        <w:types>
          <w:type w:val="bbPlcHdr"/>
        </w:types>
        <w:behaviors>
          <w:behavior w:val="content"/>
        </w:behaviors>
        <w:guid w:val="{9F9A731F-6FFC-48B5-AB62-596CF7EADC20}"/>
      </w:docPartPr>
      <w:docPartBody>
        <w:p w:rsidR="00D30976" w:rsidRDefault="00B45100" w:rsidP="00B45100">
          <w:pPr>
            <w:pStyle w:val="4645999DF7224A939E53F5194B8867765"/>
          </w:pPr>
          <w:r>
            <w:rPr>
              <w:rStyle w:val="PlaceholderText"/>
            </w:rPr>
            <w:t>Food/constituent</w:t>
          </w:r>
        </w:p>
      </w:docPartBody>
    </w:docPart>
    <w:docPart>
      <w:docPartPr>
        <w:name w:val="98144D3415864D06B75C619D516E49EE"/>
        <w:category>
          <w:name w:val="General"/>
          <w:gallery w:val="placeholder"/>
        </w:category>
        <w:types>
          <w:type w:val="bbPlcHdr"/>
        </w:types>
        <w:behaviors>
          <w:behavior w:val="content"/>
        </w:behaviors>
        <w:guid w:val="{734736E1-80E7-4ADE-99D5-04886B2774E8}"/>
      </w:docPartPr>
      <w:docPartBody>
        <w:p w:rsidR="00D30976" w:rsidRDefault="00B45100" w:rsidP="00B45100">
          <w:pPr>
            <w:pStyle w:val="98144D3415864D06B75C619D516E49EE5"/>
          </w:pPr>
          <w:r w:rsidRPr="002F48E8">
            <w:rPr>
              <w:rStyle w:val="PlaceholderText"/>
            </w:rPr>
            <w:t>Click here to enter text.</w:t>
          </w:r>
        </w:p>
      </w:docPartBody>
    </w:docPart>
    <w:docPart>
      <w:docPartPr>
        <w:name w:val="9412C3A2CF564EB7A86E2C8E527809FA"/>
        <w:category>
          <w:name w:val="General"/>
          <w:gallery w:val="placeholder"/>
        </w:category>
        <w:types>
          <w:type w:val="bbPlcHdr"/>
        </w:types>
        <w:behaviors>
          <w:behavior w:val="content"/>
        </w:behaviors>
        <w:guid w:val="{78C78656-7894-4D4D-A0FD-77B33AABEC95}"/>
      </w:docPartPr>
      <w:docPartBody>
        <w:p w:rsidR="00D30976" w:rsidRDefault="00B45100" w:rsidP="00B45100">
          <w:pPr>
            <w:pStyle w:val="9412C3A2CF564EB7A86E2C8E527809FA5"/>
          </w:pPr>
          <w:r w:rsidRPr="002F48E8">
            <w:rPr>
              <w:rStyle w:val="PlaceholderText"/>
            </w:rPr>
            <w:t>Click here to enter text.</w:t>
          </w:r>
        </w:p>
      </w:docPartBody>
    </w:docPart>
    <w:docPart>
      <w:docPartPr>
        <w:name w:val="CD7BF35B71D545E6A3F9DDA96BBED4E4"/>
        <w:category>
          <w:name w:val="General"/>
          <w:gallery w:val="placeholder"/>
        </w:category>
        <w:types>
          <w:type w:val="bbPlcHdr"/>
        </w:types>
        <w:behaviors>
          <w:behavior w:val="content"/>
        </w:behaviors>
        <w:guid w:val="{FD47C205-A942-4D3E-A2BB-B955B057C0C7}"/>
      </w:docPartPr>
      <w:docPartBody>
        <w:p w:rsidR="00D30976" w:rsidRDefault="00B45100" w:rsidP="00B45100">
          <w:pPr>
            <w:pStyle w:val="CD7BF35B71D545E6A3F9DDA96BBED4E45"/>
          </w:pPr>
          <w:r w:rsidRPr="002F48E8">
            <w:rPr>
              <w:rStyle w:val="PlaceholderText"/>
            </w:rPr>
            <w:t>Click here to enter text.</w:t>
          </w:r>
        </w:p>
      </w:docPartBody>
    </w:docPart>
    <w:docPart>
      <w:docPartPr>
        <w:name w:val="B7D1414B938C4D6EBD25770D504CDB14"/>
        <w:category>
          <w:name w:val="General"/>
          <w:gallery w:val="placeholder"/>
        </w:category>
        <w:types>
          <w:type w:val="bbPlcHdr"/>
        </w:types>
        <w:behaviors>
          <w:behavior w:val="content"/>
        </w:behaviors>
        <w:guid w:val="{6B524C3A-A6C7-4838-8DB3-4677DCB02BCB}"/>
      </w:docPartPr>
      <w:docPartBody>
        <w:p w:rsidR="00D30976" w:rsidRDefault="00B45100" w:rsidP="00B45100">
          <w:pPr>
            <w:pStyle w:val="B7D1414B938C4D6EBD25770D504CDB145"/>
          </w:pPr>
          <w:r w:rsidRPr="002F48E8">
            <w:rPr>
              <w:rStyle w:val="PlaceholderText"/>
            </w:rPr>
            <w:t>Click here to enter text.</w:t>
          </w:r>
        </w:p>
      </w:docPartBody>
    </w:docPart>
    <w:docPart>
      <w:docPartPr>
        <w:name w:val="4576C1C825834A598E8268B7C2BA472C"/>
        <w:category>
          <w:name w:val="General"/>
          <w:gallery w:val="placeholder"/>
        </w:category>
        <w:types>
          <w:type w:val="bbPlcHdr"/>
        </w:types>
        <w:behaviors>
          <w:behavior w:val="content"/>
        </w:behaviors>
        <w:guid w:val="{03A252D5-9160-425E-83D6-BC1D5116122B}"/>
      </w:docPartPr>
      <w:docPartBody>
        <w:p w:rsidR="00D30976" w:rsidRDefault="00B45100" w:rsidP="00B45100">
          <w:pPr>
            <w:pStyle w:val="4576C1C825834A598E8268B7C2BA472C5"/>
          </w:pPr>
          <w:r w:rsidRPr="002F48E8">
            <w:rPr>
              <w:rStyle w:val="PlaceholderText"/>
            </w:rPr>
            <w:t>Click here to enter text.</w:t>
          </w:r>
        </w:p>
      </w:docPartBody>
    </w:docPart>
    <w:docPart>
      <w:docPartPr>
        <w:name w:val="A59DC840E1D14311A952A087C1995E9C"/>
        <w:category>
          <w:name w:val="General"/>
          <w:gallery w:val="placeholder"/>
        </w:category>
        <w:types>
          <w:type w:val="bbPlcHdr"/>
        </w:types>
        <w:behaviors>
          <w:behavior w:val="content"/>
        </w:behaviors>
        <w:guid w:val="{23DFC180-960E-47D0-B547-561B6EE7DE65}"/>
      </w:docPartPr>
      <w:docPartBody>
        <w:p w:rsidR="00D30976" w:rsidRDefault="00B45100" w:rsidP="00B45100">
          <w:pPr>
            <w:pStyle w:val="A59DC840E1D14311A952A087C1995E9C5"/>
          </w:pPr>
          <w:r w:rsidRPr="006E77E3">
            <w:rPr>
              <w:rStyle w:val="PlaceholderText"/>
            </w:rPr>
            <w:t>Click here to enter text.</w:t>
          </w:r>
        </w:p>
      </w:docPartBody>
    </w:docPart>
    <w:docPart>
      <w:docPartPr>
        <w:name w:val="243BDD39C36B4819B9C4EE2F617DA35F"/>
        <w:category>
          <w:name w:val="General"/>
          <w:gallery w:val="placeholder"/>
        </w:category>
        <w:types>
          <w:type w:val="bbPlcHdr"/>
        </w:types>
        <w:behaviors>
          <w:behavior w:val="content"/>
        </w:behaviors>
        <w:guid w:val="{12E35477-75A6-4857-8C07-FE1696C0A3AD}"/>
      </w:docPartPr>
      <w:docPartBody>
        <w:p w:rsidR="00D30976" w:rsidRDefault="00B45100" w:rsidP="00B45100">
          <w:pPr>
            <w:pStyle w:val="243BDD39C36B4819B9C4EE2F617DA35F5"/>
          </w:pPr>
          <w:r w:rsidRPr="006E77E3">
            <w:rPr>
              <w:rStyle w:val="PlaceholderText"/>
            </w:rPr>
            <w:t>Click here to enter text.</w:t>
          </w:r>
        </w:p>
      </w:docPartBody>
    </w:docPart>
    <w:docPart>
      <w:docPartPr>
        <w:name w:val="52620D2109204E64864DFBD5C66E3176"/>
        <w:category>
          <w:name w:val="General"/>
          <w:gallery w:val="placeholder"/>
        </w:category>
        <w:types>
          <w:type w:val="bbPlcHdr"/>
        </w:types>
        <w:behaviors>
          <w:behavior w:val="content"/>
        </w:behaviors>
        <w:guid w:val="{B8B8BC21-736B-41AB-BDCA-E8BC0309B772}"/>
      </w:docPartPr>
      <w:docPartBody>
        <w:p w:rsidR="00D30976" w:rsidRDefault="00B45100" w:rsidP="00B45100">
          <w:pPr>
            <w:pStyle w:val="52620D2109204E64864DFBD5C66E31765"/>
          </w:pPr>
          <w:r w:rsidRPr="002F48E8">
            <w:rPr>
              <w:rStyle w:val="PlaceholderText"/>
            </w:rPr>
            <w:t>Click here to enter text.</w:t>
          </w:r>
        </w:p>
      </w:docPartBody>
    </w:docPart>
    <w:docPart>
      <w:docPartPr>
        <w:name w:val="D70B456E5CD74B63AE3EF0C93C887E7B"/>
        <w:category>
          <w:name w:val="General"/>
          <w:gallery w:val="placeholder"/>
        </w:category>
        <w:types>
          <w:type w:val="bbPlcHdr"/>
        </w:types>
        <w:behaviors>
          <w:behavior w:val="content"/>
        </w:behaviors>
        <w:guid w:val="{54C75B44-BC8A-4C5E-88DD-69E95CE32239}"/>
      </w:docPartPr>
      <w:docPartBody>
        <w:p w:rsidR="00D30976" w:rsidRDefault="00B45100" w:rsidP="00B45100">
          <w:pPr>
            <w:pStyle w:val="D70B456E5CD74B63AE3EF0C93C887E7B4"/>
          </w:pPr>
          <w:r w:rsidRPr="002F48E8">
            <w:rPr>
              <w:rStyle w:val="PlaceholderText"/>
            </w:rPr>
            <w:t>Click here to enter text.</w:t>
          </w:r>
        </w:p>
      </w:docPartBody>
    </w:docPart>
    <w:docPart>
      <w:docPartPr>
        <w:name w:val="F5125BAB8B97464181AC7E54F4515D14"/>
        <w:category>
          <w:name w:val="General"/>
          <w:gallery w:val="placeholder"/>
        </w:category>
        <w:types>
          <w:type w:val="bbPlcHdr"/>
        </w:types>
        <w:behaviors>
          <w:behavior w:val="content"/>
        </w:behaviors>
        <w:guid w:val="{15A41992-49F7-4F33-B26C-1F1A0CDA9596}"/>
      </w:docPartPr>
      <w:docPartBody>
        <w:p w:rsidR="00D30976" w:rsidRDefault="00B45100" w:rsidP="00B45100">
          <w:pPr>
            <w:pStyle w:val="F5125BAB8B97464181AC7E54F4515D144"/>
          </w:pPr>
          <w:r w:rsidRPr="002F48E8">
            <w:rPr>
              <w:rStyle w:val="PlaceholderText"/>
            </w:rPr>
            <w:t>Click here to enter text.</w:t>
          </w:r>
        </w:p>
      </w:docPartBody>
    </w:docPart>
    <w:docPart>
      <w:docPartPr>
        <w:name w:val="94D2FF39F80244E6B328EA7C92204356"/>
        <w:category>
          <w:name w:val="General"/>
          <w:gallery w:val="placeholder"/>
        </w:category>
        <w:types>
          <w:type w:val="bbPlcHdr"/>
        </w:types>
        <w:behaviors>
          <w:behavior w:val="content"/>
        </w:behaviors>
        <w:guid w:val="{86648B8D-5CF9-459D-90AA-3C7E14A8DCDC}"/>
      </w:docPartPr>
      <w:docPartBody>
        <w:p w:rsidR="00D30976" w:rsidRDefault="00B45100" w:rsidP="00B45100">
          <w:pPr>
            <w:pStyle w:val="94D2FF39F80244E6B328EA7C922043564"/>
          </w:pPr>
          <w:r w:rsidRPr="002F48E8">
            <w:rPr>
              <w:rStyle w:val="PlaceholderText"/>
            </w:rPr>
            <w:t>Click here to enter text.</w:t>
          </w:r>
        </w:p>
      </w:docPartBody>
    </w:docPart>
    <w:docPart>
      <w:docPartPr>
        <w:name w:val="79D32415DCF3488293EDEE4374628FF2"/>
        <w:category>
          <w:name w:val="General"/>
          <w:gallery w:val="placeholder"/>
        </w:category>
        <w:types>
          <w:type w:val="bbPlcHdr"/>
        </w:types>
        <w:behaviors>
          <w:behavior w:val="content"/>
        </w:behaviors>
        <w:guid w:val="{6374F2EF-D2FA-482E-998C-7C203323B7DE}"/>
      </w:docPartPr>
      <w:docPartBody>
        <w:p w:rsidR="00D30976" w:rsidRDefault="00B45100" w:rsidP="00B45100">
          <w:pPr>
            <w:pStyle w:val="79D32415DCF3488293EDEE4374628FF24"/>
          </w:pPr>
          <w:r w:rsidRPr="002F48E8">
            <w:rPr>
              <w:rStyle w:val="PlaceholderText"/>
            </w:rPr>
            <w:t>Click here to enter text.</w:t>
          </w:r>
        </w:p>
      </w:docPartBody>
    </w:docPart>
    <w:docPart>
      <w:docPartPr>
        <w:name w:val="2AD5FAAE253244BFAC47D7CFFD4E810B"/>
        <w:category>
          <w:name w:val="General"/>
          <w:gallery w:val="placeholder"/>
        </w:category>
        <w:types>
          <w:type w:val="bbPlcHdr"/>
        </w:types>
        <w:behaviors>
          <w:behavior w:val="content"/>
        </w:behaviors>
        <w:guid w:val="{08A780E7-AF22-4E92-88D0-1DF07E546DAB}"/>
      </w:docPartPr>
      <w:docPartBody>
        <w:p w:rsidR="00D30976" w:rsidRDefault="00B45100" w:rsidP="00B45100">
          <w:pPr>
            <w:pStyle w:val="2AD5FAAE253244BFAC47D7CFFD4E810B4"/>
          </w:pPr>
          <w:r w:rsidRPr="002F48E8">
            <w:rPr>
              <w:rStyle w:val="PlaceholderText"/>
            </w:rPr>
            <w:t>Click here to enter text.</w:t>
          </w:r>
        </w:p>
      </w:docPartBody>
    </w:docPart>
    <w:docPart>
      <w:docPartPr>
        <w:name w:val="AFEADE4D01AF4B369A72620A0427B633"/>
        <w:category>
          <w:name w:val="General"/>
          <w:gallery w:val="placeholder"/>
        </w:category>
        <w:types>
          <w:type w:val="bbPlcHdr"/>
        </w:types>
        <w:behaviors>
          <w:behavior w:val="content"/>
        </w:behaviors>
        <w:guid w:val="{2C21818F-61E2-48CF-BF58-4B219172C2DB}"/>
      </w:docPartPr>
      <w:docPartBody>
        <w:p w:rsidR="00D30976" w:rsidRDefault="00B45100" w:rsidP="00B45100">
          <w:pPr>
            <w:pStyle w:val="AFEADE4D01AF4B369A72620A0427B6334"/>
          </w:pPr>
          <w:r w:rsidRPr="002F48E8">
            <w:rPr>
              <w:rStyle w:val="PlaceholderText"/>
            </w:rPr>
            <w:t>Click here to enter text.</w:t>
          </w:r>
        </w:p>
      </w:docPartBody>
    </w:docPart>
    <w:docPart>
      <w:docPartPr>
        <w:name w:val="27C797042A724B17B65AE027A4E7EB98"/>
        <w:category>
          <w:name w:val="General"/>
          <w:gallery w:val="placeholder"/>
        </w:category>
        <w:types>
          <w:type w:val="bbPlcHdr"/>
        </w:types>
        <w:behaviors>
          <w:behavior w:val="content"/>
        </w:behaviors>
        <w:guid w:val="{257B8850-76DB-40B5-9887-CF614E2EE2D1}"/>
      </w:docPartPr>
      <w:docPartBody>
        <w:p w:rsidR="00D30976" w:rsidRDefault="00B45100" w:rsidP="00B45100">
          <w:pPr>
            <w:pStyle w:val="27C797042A724B17B65AE027A4E7EB984"/>
          </w:pPr>
          <w:r w:rsidRPr="002F48E8">
            <w:rPr>
              <w:rStyle w:val="PlaceholderText"/>
            </w:rPr>
            <w:t>Click here to enter text.</w:t>
          </w:r>
        </w:p>
      </w:docPartBody>
    </w:docPart>
    <w:docPart>
      <w:docPartPr>
        <w:name w:val="9D2A0ABFDF1B40D799B56B19690C9A61"/>
        <w:category>
          <w:name w:val="General"/>
          <w:gallery w:val="placeholder"/>
        </w:category>
        <w:types>
          <w:type w:val="bbPlcHdr"/>
        </w:types>
        <w:behaviors>
          <w:behavior w:val="content"/>
        </w:behaviors>
        <w:guid w:val="{5C20AABD-18F7-472E-9D95-3260B52A2CD6}"/>
      </w:docPartPr>
      <w:docPartBody>
        <w:p w:rsidR="00D30976" w:rsidRDefault="00B45100" w:rsidP="00B45100">
          <w:pPr>
            <w:pStyle w:val="9D2A0ABFDF1B40D799B56B19690C9A614"/>
          </w:pPr>
          <w:r w:rsidRPr="002F48E8">
            <w:rPr>
              <w:rStyle w:val="PlaceholderText"/>
            </w:rPr>
            <w:t>Click here to enter text.</w:t>
          </w:r>
        </w:p>
      </w:docPartBody>
    </w:docPart>
    <w:docPart>
      <w:docPartPr>
        <w:name w:val="1A6A4FE95E384BC8970690FDBA5FC99C"/>
        <w:category>
          <w:name w:val="General"/>
          <w:gallery w:val="placeholder"/>
        </w:category>
        <w:types>
          <w:type w:val="bbPlcHdr"/>
        </w:types>
        <w:behaviors>
          <w:behavior w:val="content"/>
        </w:behaviors>
        <w:guid w:val="{0944871F-3C76-4256-B681-317ADCE70B67}"/>
      </w:docPartPr>
      <w:docPartBody>
        <w:p w:rsidR="00D30976" w:rsidRDefault="00B45100" w:rsidP="00B45100">
          <w:pPr>
            <w:pStyle w:val="1A6A4FE95E384BC8970690FDBA5FC99C4"/>
          </w:pPr>
          <w:r w:rsidRPr="002F48E8">
            <w:rPr>
              <w:rStyle w:val="PlaceholderText"/>
            </w:rPr>
            <w:t>Click here to enter text.</w:t>
          </w:r>
        </w:p>
      </w:docPartBody>
    </w:docPart>
    <w:docPart>
      <w:docPartPr>
        <w:name w:val="9108E88CEC4E4549BFDB0F18010A7144"/>
        <w:category>
          <w:name w:val="General"/>
          <w:gallery w:val="placeholder"/>
        </w:category>
        <w:types>
          <w:type w:val="bbPlcHdr"/>
        </w:types>
        <w:behaviors>
          <w:behavior w:val="content"/>
        </w:behaviors>
        <w:guid w:val="{CB1476E7-11F6-4B8A-A954-0F982E453592}"/>
      </w:docPartPr>
      <w:docPartBody>
        <w:p w:rsidR="00D30976" w:rsidRDefault="00B45100" w:rsidP="00B45100">
          <w:pPr>
            <w:pStyle w:val="9108E88CEC4E4549BFDB0F18010A71444"/>
          </w:pPr>
          <w:r w:rsidRPr="002F48E8">
            <w:rPr>
              <w:rStyle w:val="PlaceholderText"/>
            </w:rPr>
            <w:t>Click here to enter text.</w:t>
          </w:r>
        </w:p>
      </w:docPartBody>
    </w:docPart>
    <w:docPart>
      <w:docPartPr>
        <w:name w:val="297EB50B07264C3F8BC411B13A6EFD32"/>
        <w:category>
          <w:name w:val="General"/>
          <w:gallery w:val="placeholder"/>
        </w:category>
        <w:types>
          <w:type w:val="bbPlcHdr"/>
        </w:types>
        <w:behaviors>
          <w:behavior w:val="content"/>
        </w:behaviors>
        <w:guid w:val="{059C942A-FEF0-4ABF-B681-F40379A7BF33}"/>
      </w:docPartPr>
      <w:docPartBody>
        <w:p w:rsidR="00D30976" w:rsidRDefault="00B45100" w:rsidP="00B45100">
          <w:pPr>
            <w:pStyle w:val="297EB50B07264C3F8BC411B13A6EFD324"/>
          </w:pPr>
          <w:r w:rsidRPr="002F48E8">
            <w:rPr>
              <w:rStyle w:val="PlaceholderText"/>
            </w:rPr>
            <w:t>Click here to enter text.</w:t>
          </w:r>
        </w:p>
      </w:docPartBody>
    </w:docPart>
    <w:docPart>
      <w:docPartPr>
        <w:name w:val="420F33F7881F4E8D8537061C8A1D767A"/>
        <w:category>
          <w:name w:val="General"/>
          <w:gallery w:val="placeholder"/>
        </w:category>
        <w:types>
          <w:type w:val="bbPlcHdr"/>
        </w:types>
        <w:behaviors>
          <w:behavior w:val="content"/>
        </w:behaviors>
        <w:guid w:val="{6DF97482-A5C4-4380-A04C-F05B2DE87E75}"/>
      </w:docPartPr>
      <w:docPartBody>
        <w:p w:rsidR="00D30976" w:rsidRDefault="00B45100" w:rsidP="00B45100">
          <w:pPr>
            <w:pStyle w:val="420F33F7881F4E8D8537061C8A1D767A4"/>
          </w:pPr>
          <w:r w:rsidRPr="002F48E8">
            <w:rPr>
              <w:rStyle w:val="PlaceholderText"/>
            </w:rPr>
            <w:t>Click here to enter text.</w:t>
          </w:r>
        </w:p>
      </w:docPartBody>
    </w:docPart>
    <w:docPart>
      <w:docPartPr>
        <w:name w:val="15AF1729FC6D4E2CA93F5B90FEAA2FCD"/>
        <w:category>
          <w:name w:val="General"/>
          <w:gallery w:val="placeholder"/>
        </w:category>
        <w:types>
          <w:type w:val="bbPlcHdr"/>
        </w:types>
        <w:behaviors>
          <w:behavior w:val="content"/>
        </w:behaviors>
        <w:guid w:val="{C97ADEE1-B9FD-45F1-AD11-0FA15D89ACBA}"/>
      </w:docPartPr>
      <w:docPartBody>
        <w:p w:rsidR="00D30976" w:rsidRDefault="00B45100" w:rsidP="00B45100">
          <w:pPr>
            <w:pStyle w:val="15AF1729FC6D4E2CA93F5B90FEAA2FCD4"/>
          </w:pPr>
          <w:r w:rsidRPr="002F48E8">
            <w:rPr>
              <w:rStyle w:val="PlaceholderText"/>
            </w:rPr>
            <w:t>Click here to enter text.</w:t>
          </w:r>
        </w:p>
      </w:docPartBody>
    </w:docPart>
    <w:docPart>
      <w:docPartPr>
        <w:name w:val="6D998FAC24E045F88AFD43ADDA9A173D"/>
        <w:category>
          <w:name w:val="General"/>
          <w:gallery w:val="placeholder"/>
        </w:category>
        <w:types>
          <w:type w:val="bbPlcHdr"/>
        </w:types>
        <w:behaviors>
          <w:behavior w:val="content"/>
        </w:behaviors>
        <w:guid w:val="{44FD266F-1EBC-46CC-9EC8-4F8343407BD0}"/>
      </w:docPartPr>
      <w:docPartBody>
        <w:p w:rsidR="00811556" w:rsidRDefault="00B45100" w:rsidP="00B45100">
          <w:pPr>
            <w:pStyle w:val="6D998FAC24E045F88AFD43ADDA9A173D3"/>
          </w:pPr>
          <w:r w:rsidRPr="002F48E8">
            <w:rPr>
              <w:rStyle w:val="PlaceholderText"/>
            </w:rPr>
            <w:t>Click here to enter text.</w:t>
          </w:r>
        </w:p>
      </w:docPartBody>
    </w:docPart>
    <w:docPart>
      <w:docPartPr>
        <w:name w:val="D0B1D8076556447B84E35F63A4349EC6"/>
        <w:category>
          <w:name w:val="General"/>
          <w:gallery w:val="placeholder"/>
        </w:category>
        <w:types>
          <w:type w:val="bbPlcHdr"/>
        </w:types>
        <w:behaviors>
          <w:behavior w:val="content"/>
        </w:behaviors>
        <w:guid w:val="{E4F186FF-6322-4A1E-B67E-657A263ACBBA}"/>
      </w:docPartPr>
      <w:docPartBody>
        <w:p w:rsidR="00811556" w:rsidRDefault="00B45100" w:rsidP="00B45100">
          <w:pPr>
            <w:pStyle w:val="D0B1D8076556447B84E35F63A4349EC63"/>
          </w:pPr>
          <w:r w:rsidRPr="002F48E8">
            <w:rPr>
              <w:rStyle w:val="PlaceholderText"/>
            </w:rPr>
            <w:t>Click here to enter text.</w:t>
          </w:r>
        </w:p>
      </w:docPartBody>
    </w:docPart>
    <w:docPart>
      <w:docPartPr>
        <w:name w:val="1B3DADF75BBA4C6A87D5A7FE5224B0A2"/>
        <w:category>
          <w:name w:val="General"/>
          <w:gallery w:val="placeholder"/>
        </w:category>
        <w:types>
          <w:type w:val="bbPlcHdr"/>
        </w:types>
        <w:behaviors>
          <w:behavior w:val="content"/>
        </w:behaviors>
        <w:guid w:val="{11EB733E-64CE-466A-B266-46EA83D099C9}"/>
      </w:docPartPr>
      <w:docPartBody>
        <w:p w:rsidR="00811556" w:rsidRDefault="00B45100" w:rsidP="00B45100">
          <w:pPr>
            <w:pStyle w:val="1B3DADF75BBA4C6A87D5A7FE5224B0A23"/>
          </w:pPr>
          <w:r w:rsidRPr="002F48E8">
            <w:rPr>
              <w:rStyle w:val="PlaceholderText"/>
            </w:rPr>
            <w:t>Click here to enter text.</w:t>
          </w:r>
        </w:p>
      </w:docPartBody>
    </w:docPart>
    <w:docPart>
      <w:docPartPr>
        <w:name w:val="D5B82A47E5874A77B8AC160058D0B7A6"/>
        <w:category>
          <w:name w:val="General"/>
          <w:gallery w:val="placeholder"/>
        </w:category>
        <w:types>
          <w:type w:val="bbPlcHdr"/>
        </w:types>
        <w:behaviors>
          <w:behavior w:val="content"/>
        </w:behaviors>
        <w:guid w:val="{465FFB7F-61CC-462A-B185-FABF8F816413}"/>
      </w:docPartPr>
      <w:docPartBody>
        <w:p w:rsidR="00811556" w:rsidRDefault="00B45100" w:rsidP="00B45100">
          <w:pPr>
            <w:pStyle w:val="D5B82A47E5874A77B8AC160058D0B7A63"/>
          </w:pPr>
          <w:r w:rsidRPr="002F48E8">
            <w:rPr>
              <w:rStyle w:val="PlaceholderText"/>
            </w:rPr>
            <w:t>Click here to enter text.</w:t>
          </w:r>
        </w:p>
      </w:docPartBody>
    </w:docPart>
    <w:docPart>
      <w:docPartPr>
        <w:name w:val="035C2939E37F41DD909673E74496623C"/>
        <w:category>
          <w:name w:val="General"/>
          <w:gallery w:val="placeholder"/>
        </w:category>
        <w:types>
          <w:type w:val="bbPlcHdr"/>
        </w:types>
        <w:behaviors>
          <w:behavior w:val="content"/>
        </w:behaviors>
        <w:guid w:val="{6EDAC35A-6A87-45FD-B486-ACA412AF2B7E}"/>
      </w:docPartPr>
      <w:docPartBody>
        <w:p w:rsidR="00811556" w:rsidRDefault="00B45100" w:rsidP="00B45100">
          <w:pPr>
            <w:pStyle w:val="035C2939E37F41DD909673E74496623C3"/>
          </w:pPr>
          <w:r>
            <w:rPr>
              <w:rStyle w:val="PlaceholderText"/>
            </w:rPr>
            <w:t>Country</w:t>
          </w:r>
        </w:p>
      </w:docPartBody>
    </w:docPart>
    <w:docPart>
      <w:docPartPr>
        <w:name w:val="0CD0066F48DE489D8AD7FCC445123917"/>
        <w:category>
          <w:name w:val="General"/>
          <w:gallery w:val="placeholder"/>
        </w:category>
        <w:types>
          <w:type w:val="bbPlcHdr"/>
        </w:types>
        <w:behaviors>
          <w:behavior w:val="content"/>
        </w:behaviors>
        <w:guid w:val="{64EEBE20-BF4E-40F5-8354-0200A4C5F313}"/>
      </w:docPartPr>
      <w:docPartBody>
        <w:p w:rsidR="00811556" w:rsidRDefault="00B45100" w:rsidP="00B45100">
          <w:pPr>
            <w:pStyle w:val="0CD0066F48DE489D8AD7FCC4451239173"/>
          </w:pPr>
          <w:r>
            <w:rPr>
              <w:rStyle w:val="PlaceholderText"/>
            </w:rPr>
            <w:t>Address, if different from the one in section 1.2.1</w:t>
          </w:r>
        </w:p>
      </w:docPartBody>
    </w:docPart>
    <w:docPart>
      <w:docPartPr>
        <w:name w:val="60005D3F84064309B74801739BBD870F"/>
        <w:category>
          <w:name w:val="General"/>
          <w:gallery w:val="placeholder"/>
        </w:category>
        <w:types>
          <w:type w:val="bbPlcHdr"/>
        </w:types>
        <w:behaviors>
          <w:behavior w:val="content"/>
        </w:behaviors>
        <w:guid w:val="{AEB72948-D8B2-4AE4-9688-91FA9D788E9C}"/>
      </w:docPartPr>
      <w:docPartBody>
        <w:p w:rsidR="00B45100" w:rsidRDefault="00B45100" w:rsidP="00B45100">
          <w:pPr>
            <w:pStyle w:val="60005D3F84064309B74801739BBD870F1"/>
          </w:pPr>
          <w:r w:rsidRPr="002F48E8">
            <w:rPr>
              <w:rStyle w:val="PlaceholderText"/>
            </w:rPr>
            <w:t>Click here to enter text.</w:t>
          </w:r>
        </w:p>
      </w:docPartBody>
    </w:docPart>
    <w:docPart>
      <w:docPartPr>
        <w:name w:val="095E4D38C78846D0BF9259219A8A40D7"/>
        <w:category>
          <w:name w:val="General"/>
          <w:gallery w:val="placeholder"/>
        </w:category>
        <w:types>
          <w:type w:val="bbPlcHdr"/>
        </w:types>
        <w:behaviors>
          <w:behavior w:val="content"/>
        </w:behaviors>
        <w:guid w:val="{7DFEDFD7-CC0A-4AF9-A8D2-04EA8EE171B2}"/>
      </w:docPartPr>
      <w:docPartBody>
        <w:p w:rsidR="00B45100" w:rsidRDefault="00B45100" w:rsidP="00B45100">
          <w:pPr>
            <w:pStyle w:val="095E4D38C78846D0BF9259219A8A40D71"/>
          </w:pPr>
          <w:r w:rsidRPr="002F48E8">
            <w:rPr>
              <w:rStyle w:val="PlaceholderText"/>
            </w:rPr>
            <w:t>Click here to enter text.</w:t>
          </w:r>
        </w:p>
      </w:docPartBody>
    </w:docPart>
    <w:docPart>
      <w:docPartPr>
        <w:name w:val="FD49960495B645E7B1C53CF5A340100F"/>
        <w:category>
          <w:name w:val="General"/>
          <w:gallery w:val="placeholder"/>
        </w:category>
        <w:types>
          <w:type w:val="bbPlcHdr"/>
        </w:types>
        <w:behaviors>
          <w:behavior w:val="content"/>
        </w:behaviors>
        <w:guid w:val="{A3E0CB15-E092-4F5F-83C9-DC85A437D640}"/>
      </w:docPartPr>
      <w:docPartBody>
        <w:p w:rsidR="00B45100" w:rsidRDefault="00B45100" w:rsidP="00B45100">
          <w:pPr>
            <w:pStyle w:val="FD49960495B645E7B1C53CF5A340100F1"/>
          </w:pPr>
          <w:r w:rsidRPr="002F48E8">
            <w:rPr>
              <w:rStyle w:val="PlaceholderText"/>
            </w:rPr>
            <w:t>Click here to enter text.</w:t>
          </w:r>
        </w:p>
      </w:docPartBody>
    </w:docPart>
    <w:docPart>
      <w:docPartPr>
        <w:name w:val="08A35DC366DA482EB23E4FF16A26236E"/>
        <w:category>
          <w:name w:val="General"/>
          <w:gallery w:val="placeholder"/>
        </w:category>
        <w:types>
          <w:type w:val="bbPlcHdr"/>
        </w:types>
        <w:behaviors>
          <w:behavior w:val="content"/>
        </w:behaviors>
        <w:guid w:val="{9EFD965C-0275-4434-BCA5-6E4BBD4346A4}"/>
      </w:docPartPr>
      <w:docPartBody>
        <w:p w:rsidR="00B45100" w:rsidRDefault="00B45100" w:rsidP="00B45100">
          <w:pPr>
            <w:pStyle w:val="08A35DC366DA482EB23E4FF16A26236E1"/>
          </w:pPr>
          <w:r w:rsidRPr="002F48E8">
            <w:rPr>
              <w:rStyle w:val="PlaceholderText"/>
            </w:rPr>
            <w:t>Click here to enter text.</w:t>
          </w:r>
        </w:p>
      </w:docPartBody>
    </w:docPart>
    <w:docPart>
      <w:docPartPr>
        <w:name w:val="B5AC4DE3DDF348EA875785516DC24B79"/>
        <w:category>
          <w:name w:val="General"/>
          <w:gallery w:val="placeholder"/>
        </w:category>
        <w:types>
          <w:type w:val="bbPlcHdr"/>
        </w:types>
        <w:behaviors>
          <w:behavior w:val="content"/>
        </w:behaviors>
        <w:guid w:val="{6534C797-DB59-4859-8ADB-B82409412B4B}"/>
      </w:docPartPr>
      <w:docPartBody>
        <w:p w:rsidR="00B45100" w:rsidRDefault="00B45100" w:rsidP="00B45100">
          <w:pPr>
            <w:pStyle w:val="B5AC4DE3DDF348EA875785516DC24B791"/>
          </w:pPr>
          <w:r w:rsidRPr="002F48E8">
            <w:rPr>
              <w:rStyle w:val="PlaceholderText"/>
            </w:rPr>
            <w:t>Click here to enter text.</w:t>
          </w:r>
        </w:p>
      </w:docPartBody>
    </w:docPart>
    <w:docPart>
      <w:docPartPr>
        <w:name w:val="883A73D7B1E54F0BB400318874F5C9AF"/>
        <w:category>
          <w:name w:val="General"/>
          <w:gallery w:val="placeholder"/>
        </w:category>
        <w:types>
          <w:type w:val="bbPlcHdr"/>
        </w:types>
        <w:behaviors>
          <w:behavior w:val="content"/>
        </w:behaviors>
        <w:guid w:val="{9CA25103-A5E8-427B-AF3A-E52231385B0B}"/>
      </w:docPartPr>
      <w:docPartBody>
        <w:p w:rsidR="00B45100" w:rsidRDefault="00B45100" w:rsidP="00B45100">
          <w:pPr>
            <w:pStyle w:val="883A73D7B1E54F0BB400318874F5C9AF1"/>
          </w:pPr>
          <w:r w:rsidRPr="002F48E8">
            <w:rPr>
              <w:rStyle w:val="PlaceholderText"/>
            </w:rPr>
            <w:t>Click here to enter text.</w:t>
          </w:r>
        </w:p>
      </w:docPartBody>
    </w:docPart>
    <w:docPart>
      <w:docPartPr>
        <w:name w:val="EF0BD5B1FB394708BA7ECEC07DAAF7C2"/>
        <w:category>
          <w:name w:val="General"/>
          <w:gallery w:val="placeholder"/>
        </w:category>
        <w:types>
          <w:type w:val="bbPlcHdr"/>
        </w:types>
        <w:behaviors>
          <w:behavior w:val="content"/>
        </w:behaviors>
        <w:guid w:val="{FE82DC85-C327-4D7B-8318-C847903B6AD4}"/>
      </w:docPartPr>
      <w:docPartBody>
        <w:p w:rsidR="00B45100" w:rsidRDefault="00B45100" w:rsidP="00B45100">
          <w:pPr>
            <w:pStyle w:val="EF0BD5B1FB394708BA7ECEC07DAAF7C21"/>
          </w:pPr>
          <w:r w:rsidRPr="002F48E8">
            <w:rPr>
              <w:rStyle w:val="PlaceholderText"/>
            </w:rPr>
            <w:t>Click here to enter text.</w:t>
          </w:r>
        </w:p>
      </w:docPartBody>
    </w:docPart>
    <w:docPart>
      <w:docPartPr>
        <w:name w:val="975F57CD56C540A9BE2BD2A953731507"/>
        <w:category>
          <w:name w:val="General"/>
          <w:gallery w:val="placeholder"/>
        </w:category>
        <w:types>
          <w:type w:val="bbPlcHdr"/>
        </w:types>
        <w:behaviors>
          <w:behavior w:val="content"/>
        </w:behaviors>
        <w:guid w:val="{40137764-02E3-44B5-97E8-8C4546FFEE50}"/>
      </w:docPartPr>
      <w:docPartBody>
        <w:p w:rsidR="00B45100" w:rsidRDefault="00B45100" w:rsidP="00B45100">
          <w:pPr>
            <w:pStyle w:val="975F57CD56C540A9BE2BD2A9537315071"/>
          </w:pPr>
          <w:r w:rsidRPr="002F48E8">
            <w:rPr>
              <w:rStyle w:val="PlaceholderText"/>
            </w:rPr>
            <w:t>Click here to enter text.</w:t>
          </w:r>
        </w:p>
      </w:docPartBody>
    </w:docPart>
    <w:docPart>
      <w:docPartPr>
        <w:name w:val="1450C4928D804FB6B98D81D0D218F992"/>
        <w:category>
          <w:name w:val="General"/>
          <w:gallery w:val="placeholder"/>
        </w:category>
        <w:types>
          <w:type w:val="bbPlcHdr"/>
        </w:types>
        <w:behaviors>
          <w:behavior w:val="content"/>
        </w:behaviors>
        <w:guid w:val="{44794BB9-309B-4FB0-A316-817272FA0D6F}"/>
      </w:docPartPr>
      <w:docPartBody>
        <w:p w:rsidR="00B45100" w:rsidRDefault="00B45100" w:rsidP="00B45100">
          <w:pPr>
            <w:pStyle w:val="1450C4928D804FB6B98D81D0D218F9921"/>
          </w:pPr>
          <w:r w:rsidRPr="002F48E8">
            <w:rPr>
              <w:rStyle w:val="PlaceholderText"/>
            </w:rPr>
            <w:t>Click here to enter text.</w:t>
          </w:r>
        </w:p>
      </w:docPartBody>
    </w:docPart>
    <w:docPart>
      <w:docPartPr>
        <w:name w:val="2565CE88B1194103A052938AC143FC3D"/>
        <w:category>
          <w:name w:val="General"/>
          <w:gallery w:val="placeholder"/>
        </w:category>
        <w:types>
          <w:type w:val="bbPlcHdr"/>
        </w:types>
        <w:behaviors>
          <w:behavior w:val="content"/>
        </w:behaviors>
        <w:guid w:val="{D6696AC2-7815-406E-A337-46C7881A42DA}"/>
      </w:docPartPr>
      <w:docPartBody>
        <w:p w:rsidR="00B45100" w:rsidRDefault="00B45100" w:rsidP="00B45100">
          <w:pPr>
            <w:pStyle w:val="2565CE88B1194103A052938AC143FC3D1"/>
          </w:pPr>
          <w:r w:rsidRPr="002F48E8">
            <w:rPr>
              <w:rStyle w:val="PlaceholderText"/>
            </w:rPr>
            <w:t>Click here to enter text.</w:t>
          </w:r>
        </w:p>
      </w:docPartBody>
    </w:docPart>
    <w:docPart>
      <w:docPartPr>
        <w:name w:val="386717C51346456C8E8DDBA9D8BC299B"/>
        <w:category>
          <w:name w:val="General"/>
          <w:gallery w:val="placeholder"/>
        </w:category>
        <w:types>
          <w:type w:val="bbPlcHdr"/>
        </w:types>
        <w:behaviors>
          <w:behavior w:val="content"/>
        </w:behaviors>
        <w:guid w:val="{1A67CB5C-23A7-4727-9A4C-1A69DD278281}"/>
      </w:docPartPr>
      <w:docPartBody>
        <w:p w:rsidR="00B45100" w:rsidRDefault="00B45100" w:rsidP="00B45100">
          <w:pPr>
            <w:pStyle w:val="386717C51346456C8E8DDBA9D8BC299B1"/>
          </w:pPr>
          <w:r w:rsidRPr="002F48E8">
            <w:rPr>
              <w:rStyle w:val="PlaceholderText"/>
            </w:rPr>
            <w:t>Click here to enter text.</w:t>
          </w:r>
        </w:p>
      </w:docPartBody>
    </w:docPart>
    <w:docPart>
      <w:docPartPr>
        <w:name w:val="6F16C3B5369941AAB098145A476578AB"/>
        <w:category>
          <w:name w:val="General"/>
          <w:gallery w:val="placeholder"/>
        </w:category>
        <w:types>
          <w:type w:val="bbPlcHdr"/>
        </w:types>
        <w:behaviors>
          <w:behavior w:val="content"/>
        </w:behaviors>
        <w:guid w:val="{45E6094E-C056-470B-940B-E9D22F7BBDB0}"/>
      </w:docPartPr>
      <w:docPartBody>
        <w:p w:rsidR="00B45100" w:rsidRDefault="00B45100" w:rsidP="00B45100">
          <w:pPr>
            <w:pStyle w:val="6F16C3B5369941AAB098145A476578AB1"/>
          </w:pPr>
          <w:r w:rsidRPr="002F48E8">
            <w:rPr>
              <w:rStyle w:val="PlaceholderText"/>
            </w:rPr>
            <w:t>Click here to enter text.</w:t>
          </w:r>
        </w:p>
      </w:docPartBody>
    </w:docPart>
    <w:docPart>
      <w:docPartPr>
        <w:name w:val="FFF177B771D144F5B9F71DDB973A71E7"/>
        <w:category>
          <w:name w:val="General"/>
          <w:gallery w:val="placeholder"/>
        </w:category>
        <w:types>
          <w:type w:val="bbPlcHdr"/>
        </w:types>
        <w:behaviors>
          <w:behavior w:val="content"/>
        </w:behaviors>
        <w:guid w:val="{CF2759A8-D615-49A5-9EAB-DBF7381EFC14}"/>
      </w:docPartPr>
      <w:docPartBody>
        <w:p w:rsidR="00B45100" w:rsidRDefault="00B45100" w:rsidP="00B45100">
          <w:pPr>
            <w:pStyle w:val="FFF177B771D144F5B9F71DDB973A71E71"/>
          </w:pPr>
          <w:r w:rsidRPr="002F48E8">
            <w:rPr>
              <w:rStyle w:val="PlaceholderText"/>
            </w:rPr>
            <w:t>Click here to enter text.</w:t>
          </w:r>
        </w:p>
      </w:docPartBody>
    </w:docPart>
    <w:docPart>
      <w:docPartPr>
        <w:name w:val="F41DA5BE19A64A52B15D1C9D9051CE5E"/>
        <w:category>
          <w:name w:val="General"/>
          <w:gallery w:val="placeholder"/>
        </w:category>
        <w:types>
          <w:type w:val="bbPlcHdr"/>
        </w:types>
        <w:behaviors>
          <w:behavior w:val="content"/>
        </w:behaviors>
        <w:guid w:val="{DD4E278F-D1F2-4D36-9AC2-DED9CA402123}"/>
      </w:docPartPr>
      <w:docPartBody>
        <w:p w:rsidR="00B45100" w:rsidRDefault="00B45100" w:rsidP="00B45100">
          <w:pPr>
            <w:pStyle w:val="F41DA5BE19A64A52B15D1C9D9051CE5E1"/>
          </w:pPr>
          <w:r w:rsidRPr="002F48E8">
            <w:rPr>
              <w:rStyle w:val="PlaceholderText"/>
            </w:rPr>
            <w:t>Click here to enter text.</w:t>
          </w:r>
        </w:p>
      </w:docPartBody>
    </w:docPart>
    <w:docPart>
      <w:docPartPr>
        <w:name w:val="01DDF08396A64DBDA120C955A2AEE276"/>
        <w:category>
          <w:name w:val="General"/>
          <w:gallery w:val="placeholder"/>
        </w:category>
        <w:types>
          <w:type w:val="bbPlcHdr"/>
        </w:types>
        <w:behaviors>
          <w:behavior w:val="content"/>
        </w:behaviors>
        <w:guid w:val="{D627A925-D073-4A36-B111-F2BCC07EF36E}"/>
      </w:docPartPr>
      <w:docPartBody>
        <w:p w:rsidR="00B45100" w:rsidRDefault="00B45100" w:rsidP="00B45100">
          <w:pPr>
            <w:pStyle w:val="01DDF08396A64DBDA120C955A2AEE2761"/>
          </w:pPr>
          <w:r w:rsidRPr="002F48E8">
            <w:rPr>
              <w:rStyle w:val="PlaceholderText"/>
            </w:rPr>
            <w:t>Click here to enter text.</w:t>
          </w:r>
        </w:p>
      </w:docPartBody>
    </w:docPart>
    <w:docPart>
      <w:docPartPr>
        <w:name w:val="9FEAFFCE742A42A0AA863068A9C3697C"/>
        <w:category>
          <w:name w:val="General"/>
          <w:gallery w:val="placeholder"/>
        </w:category>
        <w:types>
          <w:type w:val="bbPlcHdr"/>
        </w:types>
        <w:behaviors>
          <w:behavior w:val="content"/>
        </w:behaviors>
        <w:guid w:val="{CAA4FE8F-F263-455E-9973-EBD9C9E3BC6E}"/>
      </w:docPartPr>
      <w:docPartBody>
        <w:p w:rsidR="00B45100" w:rsidRDefault="00B45100" w:rsidP="00B45100">
          <w:pPr>
            <w:pStyle w:val="9FEAFFCE742A42A0AA863068A9C3697C1"/>
          </w:pPr>
          <w:r w:rsidRPr="002F48E8">
            <w:rPr>
              <w:rStyle w:val="PlaceholderText"/>
            </w:rPr>
            <w:t>Click here to enter text.</w:t>
          </w:r>
        </w:p>
      </w:docPartBody>
    </w:docPart>
    <w:docPart>
      <w:docPartPr>
        <w:name w:val="478DF48A62C348A3A8B80E7ED350AD54"/>
        <w:category>
          <w:name w:val="General"/>
          <w:gallery w:val="placeholder"/>
        </w:category>
        <w:types>
          <w:type w:val="bbPlcHdr"/>
        </w:types>
        <w:behaviors>
          <w:behavior w:val="content"/>
        </w:behaviors>
        <w:guid w:val="{F2F65094-1955-4A0C-B35D-21EB7259A132}"/>
      </w:docPartPr>
      <w:docPartBody>
        <w:p w:rsidR="00B45100" w:rsidRDefault="00B45100" w:rsidP="00B45100">
          <w:pPr>
            <w:pStyle w:val="478DF48A62C348A3A8B80E7ED350AD541"/>
          </w:pPr>
          <w:r w:rsidRPr="002F48E8">
            <w:rPr>
              <w:rStyle w:val="PlaceholderText"/>
            </w:rPr>
            <w:t>Click here to enter text.</w:t>
          </w:r>
        </w:p>
      </w:docPartBody>
    </w:docPart>
    <w:docPart>
      <w:docPartPr>
        <w:name w:val="DDA2D22DFADB4C49A37F8446AEC48ABC"/>
        <w:category>
          <w:name w:val="General"/>
          <w:gallery w:val="placeholder"/>
        </w:category>
        <w:types>
          <w:type w:val="bbPlcHdr"/>
        </w:types>
        <w:behaviors>
          <w:behavior w:val="content"/>
        </w:behaviors>
        <w:guid w:val="{4A6A90EE-0F7E-4A53-BCED-C28A5B4219F7}"/>
      </w:docPartPr>
      <w:docPartBody>
        <w:p w:rsidR="00B45100" w:rsidRDefault="00B45100" w:rsidP="00B45100">
          <w:pPr>
            <w:pStyle w:val="DDA2D22DFADB4C49A37F8446AEC48ABC1"/>
          </w:pPr>
          <w:r w:rsidRPr="002F48E8">
            <w:rPr>
              <w:rStyle w:val="PlaceholderText"/>
            </w:rPr>
            <w:t>Click here to enter text.</w:t>
          </w:r>
        </w:p>
      </w:docPartBody>
    </w:docPart>
    <w:docPart>
      <w:docPartPr>
        <w:name w:val="63DFFCDEDEBC4DD08DEC7601630BC602"/>
        <w:category>
          <w:name w:val="General"/>
          <w:gallery w:val="placeholder"/>
        </w:category>
        <w:types>
          <w:type w:val="bbPlcHdr"/>
        </w:types>
        <w:behaviors>
          <w:behavior w:val="content"/>
        </w:behaviors>
        <w:guid w:val="{5DE65187-6290-4611-8813-06CFEABAD6F2}"/>
      </w:docPartPr>
      <w:docPartBody>
        <w:p w:rsidR="00B45100" w:rsidRDefault="00B45100" w:rsidP="00B45100">
          <w:pPr>
            <w:pStyle w:val="63DFFCDEDEBC4DD08DEC7601630BC6021"/>
          </w:pPr>
          <w:r w:rsidRPr="002F48E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algun Gothic">
    <w:altName w:val="맑은 고딕"/>
    <w:panose1 w:val="020B0503020000020004"/>
    <w:charset w:val="81"/>
    <w:family w:val="swiss"/>
    <w:pitch w:val="variable"/>
    <w:sig w:usb0="900002AF" w:usb1="09D77CFB" w:usb2="00000012" w:usb3="00000000" w:csb0="0008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689"/>
    <w:rsid w:val="001D463B"/>
    <w:rsid w:val="005C121D"/>
    <w:rsid w:val="00705A6A"/>
    <w:rsid w:val="00811556"/>
    <w:rsid w:val="00B45100"/>
    <w:rsid w:val="00CC7E80"/>
    <w:rsid w:val="00D30976"/>
    <w:rsid w:val="00DB1F58"/>
    <w:rsid w:val="00FB4689"/>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5100"/>
    <w:rPr>
      <w:color w:val="808080"/>
    </w:rPr>
  </w:style>
  <w:style w:type="paragraph" w:customStyle="1" w:styleId="D929E0EEAD334250B21CF0AA45B66822">
    <w:name w:val="D929E0EEAD334250B21CF0AA45B66822"/>
    <w:rsid w:val="00FB4689"/>
    <w:pPr>
      <w:spacing w:after="120" w:line="240" w:lineRule="auto"/>
      <w:jc w:val="both"/>
    </w:pPr>
    <w:rPr>
      <w:rFonts w:ascii="Tahoma" w:eastAsiaTheme="minorHAnsi" w:hAnsi="Tahoma"/>
      <w:sz w:val="20"/>
      <w:szCs w:val="20"/>
      <w:lang w:eastAsia="en-US"/>
    </w:rPr>
  </w:style>
  <w:style w:type="paragraph" w:customStyle="1" w:styleId="D929E0EEAD334250B21CF0AA45B668221">
    <w:name w:val="D929E0EEAD334250B21CF0AA45B668221"/>
    <w:rsid w:val="00FB4689"/>
    <w:pPr>
      <w:spacing w:after="120" w:line="240" w:lineRule="auto"/>
      <w:jc w:val="both"/>
    </w:pPr>
    <w:rPr>
      <w:rFonts w:ascii="Tahoma" w:eastAsiaTheme="minorHAnsi" w:hAnsi="Tahoma"/>
      <w:sz w:val="20"/>
      <w:szCs w:val="20"/>
      <w:lang w:eastAsia="en-US"/>
    </w:rPr>
  </w:style>
  <w:style w:type="paragraph" w:customStyle="1" w:styleId="84E7337708CD4247B919E316C5F23AE0">
    <w:name w:val="84E7337708CD4247B919E316C5F23AE0"/>
    <w:rsid w:val="00FB4689"/>
    <w:pPr>
      <w:spacing w:after="120" w:line="240" w:lineRule="auto"/>
      <w:jc w:val="both"/>
    </w:pPr>
    <w:rPr>
      <w:rFonts w:ascii="Tahoma" w:eastAsiaTheme="minorHAnsi" w:hAnsi="Tahoma"/>
      <w:sz w:val="20"/>
      <w:szCs w:val="20"/>
      <w:lang w:eastAsia="en-US"/>
    </w:rPr>
  </w:style>
  <w:style w:type="paragraph" w:customStyle="1" w:styleId="8E6F1ECEFA584DE78CF5A08E497B59EE">
    <w:name w:val="8E6F1ECEFA584DE78CF5A08E497B59EE"/>
    <w:rsid w:val="00FB4689"/>
    <w:pPr>
      <w:spacing w:after="120" w:line="240" w:lineRule="auto"/>
      <w:jc w:val="both"/>
    </w:pPr>
    <w:rPr>
      <w:rFonts w:ascii="Tahoma" w:eastAsiaTheme="minorHAnsi" w:hAnsi="Tahoma"/>
      <w:sz w:val="20"/>
      <w:szCs w:val="20"/>
      <w:lang w:eastAsia="en-US"/>
    </w:rPr>
  </w:style>
  <w:style w:type="paragraph" w:customStyle="1" w:styleId="BDA809AFD81F44338CE81EFD0C9309A1">
    <w:name w:val="BDA809AFD81F44338CE81EFD0C9309A1"/>
    <w:rsid w:val="00FB4689"/>
    <w:pPr>
      <w:spacing w:after="120" w:line="240" w:lineRule="auto"/>
      <w:jc w:val="both"/>
    </w:pPr>
    <w:rPr>
      <w:rFonts w:ascii="Tahoma" w:eastAsiaTheme="minorHAnsi" w:hAnsi="Tahoma"/>
      <w:sz w:val="20"/>
      <w:szCs w:val="20"/>
      <w:lang w:eastAsia="en-US"/>
    </w:rPr>
  </w:style>
  <w:style w:type="paragraph" w:customStyle="1" w:styleId="04EC7EBB8BC64E879DDC423533E500CF">
    <w:name w:val="04EC7EBB8BC64E879DDC423533E500CF"/>
    <w:rsid w:val="00FB4689"/>
    <w:pPr>
      <w:spacing w:after="120" w:line="240" w:lineRule="auto"/>
      <w:jc w:val="both"/>
    </w:pPr>
    <w:rPr>
      <w:rFonts w:ascii="Tahoma" w:eastAsiaTheme="minorHAnsi" w:hAnsi="Tahoma"/>
      <w:sz w:val="20"/>
      <w:szCs w:val="20"/>
      <w:lang w:eastAsia="en-US"/>
    </w:rPr>
  </w:style>
  <w:style w:type="paragraph" w:customStyle="1" w:styleId="D929E0EEAD334250B21CF0AA45B668222">
    <w:name w:val="D929E0EEAD334250B21CF0AA45B668222"/>
    <w:rsid w:val="00FB4689"/>
    <w:pPr>
      <w:spacing w:after="120" w:line="240" w:lineRule="auto"/>
      <w:jc w:val="both"/>
    </w:pPr>
    <w:rPr>
      <w:rFonts w:ascii="Tahoma" w:eastAsiaTheme="minorHAnsi" w:hAnsi="Tahoma"/>
      <w:sz w:val="20"/>
      <w:szCs w:val="20"/>
      <w:lang w:eastAsia="en-US"/>
    </w:rPr>
  </w:style>
  <w:style w:type="paragraph" w:customStyle="1" w:styleId="84E7337708CD4247B919E316C5F23AE01">
    <w:name w:val="84E7337708CD4247B919E316C5F23AE01"/>
    <w:rsid w:val="00FB4689"/>
    <w:pPr>
      <w:spacing w:after="120" w:line="240" w:lineRule="auto"/>
      <w:jc w:val="both"/>
    </w:pPr>
    <w:rPr>
      <w:rFonts w:ascii="Tahoma" w:eastAsiaTheme="minorHAnsi" w:hAnsi="Tahoma"/>
      <w:sz w:val="20"/>
      <w:szCs w:val="20"/>
      <w:lang w:eastAsia="en-US"/>
    </w:rPr>
  </w:style>
  <w:style w:type="paragraph" w:customStyle="1" w:styleId="8E6F1ECEFA584DE78CF5A08E497B59EE1">
    <w:name w:val="8E6F1ECEFA584DE78CF5A08E497B59EE1"/>
    <w:rsid w:val="00FB4689"/>
    <w:pPr>
      <w:spacing w:after="120" w:line="240" w:lineRule="auto"/>
      <w:jc w:val="both"/>
    </w:pPr>
    <w:rPr>
      <w:rFonts w:ascii="Tahoma" w:eastAsiaTheme="minorHAnsi" w:hAnsi="Tahoma"/>
      <w:sz w:val="20"/>
      <w:szCs w:val="20"/>
      <w:lang w:eastAsia="en-US"/>
    </w:rPr>
  </w:style>
  <w:style w:type="paragraph" w:customStyle="1" w:styleId="BDA809AFD81F44338CE81EFD0C9309A11">
    <w:name w:val="BDA809AFD81F44338CE81EFD0C9309A11"/>
    <w:rsid w:val="00FB4689"/>
    <w:pPr>
      <w:spacing w:after="120" w:line="240" w:lineRule="auto"/>
      <w:jc w:val="both"/>
    </w:pPr>
    <w:rPr>
      <w:rFonts w:ascii="Tahoma" w:eastAsiaTheme="minorHAnsi" w:hAnsi="Tahoma"/>
      <w:sz w:val="20"/>
      <w:szCs w:val="20"/>
      <w:lang w:eastAsia="en-US"/>
    </w:rPr>
  </w:style>
  <w:style w:type="paragraph" w:customStyle="1" w:styleId="04EC7EBB8BC64E879DDC423533E500CF1">
    <w:name w:val="04EC7EBB8BC64E879DDC423533E500CF1"/>
    <w:rsid w:val="00FB4689"/>
    <w:pPr>
      <w:spacing w:after="120" w:line="240" w:lineRule="auto"/>
      <w:jc w:val="both"/>
    </w:pPr>
    <w:rPr>
      <w:rFonts w:ascii="Tahoma" w:eastAsiaTheme="minorHAnsi" w:hAnsi="Tahoma"/>
      <w:sz w:val="20"/>
      <w:szCs w:val="20"/>
      <w:lang w:eastAsia="en-US"/>
    </w:rPr>
  </w:style>
  <w:style w:type="paragraph" w:customStyle="1" w:styleId="245A40A2B13E4EA48ECCFEC0BB4D3B2E">
    <w:name w:val="245A40A2B13E4EA48ECCFEC0BB4D3B2E"/>
    <w:rsid w:val="00FB4689"/>
    <w:pPr>
      <w:spacing w:after="120" w:line="240" w:lineRule="auto"/>
      <w:jc w:val="both"/>
    </w:pPr>
    <w:rPr>
      <w:rFonts w:ascii="Tahoma" w:eastAsiaTheme="minorHAnsi" w:hAnsi="Tahoma"/>
      <w:sz w:val="20"/>
      <w:szCs w:val="20"/>
      <w:lang w:eastAsia="en-US"/>
    </w:rPr>
  </w:style>
  <w:style w:type="paragraph" w:customStyle="1" w:styleId="8FA902430EC04999B736E2B403162EA1">
    <w:name w:val="8FA902430EC04999B736E2B403162EA1"/>
    <w:rsid w:val="00FB4689"/>
    <w:pPr>
      <w:spacing w:after="120" w:line="240" w:lineRule="auto"/>
      <w:jc w:val="both"/>
    </w:pPr>
    <w:rPr>
      <w:rFonts w:ascii="Tahoma" w:eastAsiaTheme="minorHAnsi" w:hAnsi="Tahoma"/>
      <w:sz w:val="20"/>
      <w:szCs w:val="20"/>
      <w:lang w:eastAsia="en-US"/>
    </w:rPr>
  </w:style>
  <w:style w:type="paragraph" w:customStyle="1" w:styleId="574E8610E1E54F2984926DDB2DC99E57">
    <w:name w:val="574E8610E1E54F2984926DDB2DC99E57"/>
    <w:rsid w:val="00FB4689"/>
    <w:pPr>
      <w:spacing w:after="120" w:line="240" w:lineRule="auto"/>
      <w:jc w:val="both"/>
    </w:pPr>
    <w:rPr>
      <w:rFonts w:ascii="Tahoma" w:eastAsiaTheme="minorHAnsi" w:hAnsi="Tahoma"/>
      <w:sz w:val="20"/>
      <w:szCs w:val="20"/>
      <w:lang w:eastAsia="en-US"/>
    </w:rPr>
  </w:style>
  <w:style w:type="paragraph" w:customStyle="1" w:styleId="D929E0EEAD334250B21CF0AA45B668223">
    <w:name w:val="D929E0EEAD334250B21CF0AA45B668223"/>
    <w:rsid w:val="00FB4689"/>
    <w:pPr>
      <w:spacing w:after="120" w:line="240" w:lineRule="auto"/>
      <w:jc w:val="both"/>
    </w:pPr>
    <w:rPr>
      <w:rFonts w:ascii="Tahoma" w:eastAsiaTheme="minorHAnsi" w:hAnsi="Tahoma"/>
      <w:sz w:val="20"/>
      <w:szCs w:val="20"/>
      <w:lang w:eastAsia="en-US"/>
    </w:rPr>
  </w:style>
  <w:style w:type="paragraph" w:customStyle="1" w:styleId="84E7337708CD4247B919E316C5F23AE02">
    <w:name w:val="84E7337708CD4247B919E316C5F23AE02"/>
    <w:rsid w:val="00FB4689"/>
    <w:pPr>
      <w:spacing w:after="120" w:line="240" w:lineRule="auto"/>
      <w:jc w:val="both"/>
    </w:pPr>
    <w:rPr>
      <w:rFonts w:ascii="Tahoma" w:eastAsiaTheme="minorHAnsi" w:hAnsi="Tahoma"/>
      <w:sz w:val="20"/>
      <w:szCs w:val="20"/>
      <w:lang w:eastAsia="en-US"/>
    </w:rPr>
  </w:style>
  <w:style w:type="paragraph" w:customStyle="1" w:styleId="8E6F1ECEFA584DE78CF5A08E497B59EE2">
    <w:name w:val="8E6F1ECEFA584DE78CF5A08E497B59EE2"/>
    <w:rsid w:val="00FB4689"/>
    <w:pPr>
      <w:spacing w:after="120" w:line="240" w:lineRule="auto"/>
      <w:jc w:val="both"/>
    </w:pPr>
    <w:rPr>
      <w:rFonts w:ascii="Tahoma" w:eastAsiaTheme="minorHAnsi" w:hAnsi="Tahoma"/>
      <w:sz w:val="20"/>
      <w:szCs w:val="20"/>
      <w:lang w:eastAsia="en-US"/>
    </w:rPr>
  </w:style>
  <w:style w:type="paragraph" w:customStyle="1" w:styleId="BDA809AFD81F44338CE81EFD0C9309A12">
    <w:name w:val="BDA809AFD81F44338CE81EFD0C9309A12"/>
    <w:rsid w:val="00FB4689"/>
    <w:pPr>
      <w:spacing w:after="120" w:line="240" w:lineRule="auto"/>
      <w:jc w:val="both"/>
    </w:pPr>
    <w:rPr>
      <w:rFonts w:ascii="Tahoma" w:eastAsiaTheme="minorHAnsi" w:hAnsi="Tahoma"/>
      <w:sz w:val="20"/>
      <w:szCs w:val="20"/>
      <w:lang w:eastAsia="en-US"/>
    </w:rPr>
  </w:style>
  <w:style w:type="paragraph" w:customStyle="1" w:styleId="04EC7EBB8BC64E879DDC423533E500CF2">
    <w:name w:val="04EC7EBB8BC64E879DDC423533E500CF2"/>
    <w:rsid w:val="00FB4689"/>
    <w:pPr>
      <w:spacing w:after="120" w:line="240" w:lineRule="auto"/>
      <w:jc w:val="both"/>
    </w:pPr>
    <w:rPr>
      <w:rFonts w:ascii="Tahoma" w:eastAsiaTheme="minorHAnsi" w:hAnsi="Tahoma"/>
      <w:sz w:val="20"/>
      <w:szCs w:val="20"/>
      <w:lang w:eastAsia="en-US"/>
    </w:rPr>
  </w:style>
  <w:style w:type="paragraph" w:customStyle="1" w:styleId="245A40A2B13E4EA48ECCFEC0BB4D3B2E1">
    <w:name w:val="245A40A2B13E4EA48ECCFEC0BB4D3B2E1"/>
    <w:rsid w:val="00FB4689"/>
    <w:pPr>
      <w:spacing w:after="120" w:line="240" w:lineRule="auto"/>
      <w:jc w:val="both"/>
    </w:pPr>
    <w:rPr>
      <w:rFonts w:ascii="Tahoma" w:eastAsiaTheme="minorHAnsi" w:hAnsi="Tahoma"/>
      <w:sz w:val="20"/>
      <w:szCs w:val="20"/>
      <w:lang w:eastAsia="en-US"/>
    </w:rPr>
  </w:style>
  <w:style w:type="paragraph" w:customStyle="1" w:styleId="8FA902430EC04999B736E2B403162EA11">
    <w:name w:val="8FA902430EC04999B736E2B403162EA11"/>
    <w:rsid w:val="00FB4689"/>
    <w:pPr>
      <w:spacing w:after="120" w:line="240" w:lineRule="auto"/>
      <w:jc w:val="both"/>
    </w:pPr>
    <w:rPr>
      <w:rFonts w:ascii="Tahoma" w:eastAsiaTheme="minorHAnsi" w:hAnsi="Tahoma"/>
      <w:sz w:val="20"/>
      <w:szCs w:val="20"/>
      <w:lang w:eastAsia="en-US"/>
    </w:rPr>
  </w:style>
  <w:style w:type="paragraph" w:customStyle="1" w:styleId="574E8610E1E54F2984926DDB2DC99E571">
    <w:name w:val="574E8610E1E54F2984926DDB2DC99E571"/>
    <w:rsid w:val="00FB4689"/>
    <w:pPr>
      <w:spacing w:after="120" w:line="240" w:lineRule="auto"/>
      <w:jc w:val="both"/>
    </w:pPr>
    <w:rPr>
      <w:rFonts w:ascii="Tahoma" w:eastAsiaTheme="minorHAnsi" w:hAnsi="Tahoma"/>
      <w:sz w:val="20"/>
      <w:szCs w:val="20"/>
      <w:lang w:eastAsia="en-US"/>
    </w:rPr>
  </w:style>
  <w:style w:type="paragraph" w:customStyle="1" w:styleId="BD0B106EA6B74EBEB7F27CA39008455F">
    <w:name w:val="BD0B106EA6B74EBEB7F27CA39008455F"/>
    <w:rsid w:val="00FB4689"/>
    <w:pPr>
      <w:spacing w:after="120" w:line="240" w:lineRule="auto"/>
      <w:jc w:val="both"/>
    </w:pPr>
    <w:rPr>
      <w:rFonts w:ascii="Tahoma" w:eastAsiaTheme="minorHAnsi" w:hAnsi="Tahoma"/>
      <w:sz w:val="20"/>
      <w:szCs w:val="20"/>
      <w:lang w:eastAsia="en-US"/>
    </w:rPr>
  </w:style>
  <w:style w:type="paragraph" w:customStyle="1" w:styleId="5D2377B00D58474E8C370B9F95175840">
    <w:name w:val="5D2377B00D58474E8C370B9F95175840"/>
    <w:rsid w:val="00FB4689"/>
    <w:pPr>
      <w:spacing w:after="120" w:line="240" w:lineRule="auto"/>
      <w:jc w:val="both"/>
    </w:pPr>
    <w:rPr>
      <w:rFonts w:ascii="Tahoma" w:eastAsiaTheme="minorHAnsi" w:hAnsi="Tahoma"/>
      <w:sz w:val="20"/>
      <w:szCs w:val="20"/>
      <w:lang w:eastAsia="en-US"/>
    </w:rPr>
  </w:style>
  <w:style w:type="paragraph" w:customStyle="1" w:styleId="8E5CBAC5B2C4489B87BAFC1F5B9FBBB2">
    <w:name w:val="8E5CBAC5B2C4489B87BAFC1F5B9FBBB2"/>
    <w:rsid w:val="00FB4689"/>
  </w:style>
  <w:style w:type="paragraph" w:customStyle="1" w:styleId="DFFC2DFEA5764131991CFA745E0B4DFC">
    <w:name w:val="DFFC2DFEA5764131991CFA745E0B4DFC"/>
    <w:rsid w:val="00FB4689"/>
  </w:style>
  <w:style w:type="paragraph" w:customStyle="1" w:styleId="D929E0EEAD334250B21CF0AA45B668224">
    <w:name w:val="D929E0EEAD334250B21CF0AA45B668224"/>
    <w:rsid w:val="00FB4689"/>
    <w:pPr>
      <w:spacing w:after="120" w:line="240" w:lineRule="auto"/>
      <w:jc w:val="both"/>
    </w:pPr>
    <w:rPr>
      <w:rFonts w:ascii="Tahoma" w:eastAsiaTheme="minorHAnsi" w:hAnsi="Tahoma"/>
      <w:sz w:val="20"/>
      <w:szCs w:val="20"/>
      <w:lang w:eastAsia="en-US"/>
    </w:rPr>
  </w:style>
  <w:style w:type="paragraph" w:customStyle="1" w:styleId="84E7337708CD4247B919E316C5F23AE03">
    <w:name w:val="84E7337708CD4247B919E316C5F23AE03"/>
    <w:rsid w:val="00FB4689"/>
    <w:pPr>
      <w:spacing w:after="120" w:line="240" w:lineRule="auto"/>
      <w:jc w:val="both"/>
    </w:pPr>
    <w:rPr>
      <w:rFonts w:ascii="Tahoma" w:eastAsiaTheme="minorHAnsi" w:hAnsi="Tahoma"/>
      <w:sz w:val="20"/>
      <w:szCs w:val="20"/>
      <w:lang w:eastAsia="en-US"/>
    </w:rPr>
  </w:style>
  <w:style w:type="paragraph" w:customStyle="1" w:styleId="8E6F1ECEFA584DE78CF5A08E497B59EE3">
    <w:name w:val="8E6F1ECEFA584DE78CF5A08E497B59EE3"/>
    <w:rsid w:val="00FB4689"/>
    <w:pPr>
      <w:spacing w:after="120" w:line="240" w:lineRule="auto"/>
      <w:jc w:val="both"/>
    </w:pPr>
    <w:rPr>
      <w:rFonts w:ascii="Tahoma" w:eastAsiaTheme="minorHAnsi" w:hAnsi="Tahoma"/>
      <w:sz w:val="20"/>
      <w:szCs w:val="20"/>
      <w:lang w:eastAsia="en-US"/>
    </w:rPr>
  </w:style>
  <w:style w:type="paragraph" w:customStyle="1" w:styleId="BDA809AFD81F44338CE81EFD0C9309A13">
    <w:name w:val="BDA809AFD81F44338CE81EFD0C9309A13"/>
    <w:rsid w:val="00FB4689"/>
    <w:pPr>
      <w:spacing w:after="120" w:line="240" w:lineRule="auto"/>
      <w:jc w:val="both"/>
    </w:pPr>
    <w:rPr>
      <w:rFonts w:ascii="Tahoma" w:eastAsiaTheme="minorHAnsi" w:hAnsi="Tahoma"/>
      <w:sz w:val="20"/>
      <w:szCs w:val="20"/>
      <w:lang w:eastAsia="en-US"/>
    </w:rPr>
  </w:style>
  <w:style w:type="paragraph" w:customStyle="1" w:styleId="04EC7EBB8BC64E879DDC423533E500CF3">
    <w:name w:val="04EC7EBB8BC64E879DDC423533E500CF3"/>
    <w:rsid w:val="00FB4689"/>
    <w:pPr>
      <w:spacing w:after="120" w:line="240" w:lineRule="auto"/>
      <w:jc w:val="both"/>
    </w:pPr>
    <w:rPr>
      <w:rFonts w:ascii="Tahoma" w:eastAsiaTheme="minorHAnsi" w:hAnsi="Tahoma"/>
      <w:sz w:val="20"/>
      <w:szCs w:val="20"/>
      <w:lang w:eastAsia="en-US"/>
    </w:rPr>
  </w:style>
  <w:style w:type="paragraph" w:customStyle="1" w:styleId="245A40A2B13E4EA48ECCFEC0BB4D3B2E2">
    <w:name w:val="245A40A2B13E4EA48ECCFEC0BB4D3B2E2"/>
    <w:rsid w:val="00FB4689"/>
    <w:pPr>
      <w:spacing w:after="120" w:line="240" w:lineRule="auto"/>
      <w:jc w:val="both"/>
    </w:pPr>
    <w:rPr>
      <w:rFonts w:ascii="Tahoma" w:eastAsiaTheme="minorHAnsi" w:hAnsi="Tahoma"/>
      <w:sz w:val="20"/>
      <w:szCs w:val="20"/>
      <w:lang w:eastAsia="en-US"/>
    </w:rPr>
  </w:style>
  <w:style w:type="paragraph" w:customStyle="1" w:styleId="8FA902430EC04999B736E2B403162EA12">
    <w:name w:val="8FA902430EC04999B736E2B403162EA12"/>
    <w:rsid w:val="00FB4689"/>
    <w:pPr>
      <w:spacing w:after="120" w:line="240" w:lineRule="auto"/>
      <w:jc w:val="both"/>
    </w:pPr>
    <w:rPr>
      <w:rFonts w:ascii="Tahoma" w:eastAsiaTheme="minorHAnsi" w:hAnsi="Tahoma"/>
      <w:sz w:val="20"/>
      <w:szCs w:val="20"/>
      <w:lang w:eastAsia="en-US"/>
    </w:rPr>
  </w:style>
  <w:style w:type="paragraph" w:customStyle="1" w:styleId="574E8610E1E54F2984926DDB2DC99E572">
    <w:name w:val="574E8610E1E54F2984926DDB2DC99E572"/>
    <w:rsid w:val="00FB4689"/>
    <w:pPr>
      <w:spacing w:after="120" w:line="240" w:lineRule="auto"/>
      <w:jc w:val="both"/>
    </w:pPr>
    <w:rPr>
      <w:rFonts w:ascii="Tahoma" w:eastAsiaTheme="minorHAnsi" w:hAnsi="Tahoma"/>
      <w:sz w:val="20"/>
      <w:szCs w:val="20"/>
      <w:lang w:eastAsia="en-US"/>
    </w:rPr>
  </w:style>
  <w:style w:type="paragraph" w:customStyle="1" w:styleId="BD0B106EA6B74EBEB7F27CA39008455F1">
    <w:name w:val="BD0B106EA6B74EBEB7F27CA39008455F1"/>
    <w:rsid w:val="00FB4689"/>
    <w:pPr>
      <w:spacing w:after="120" w:line="240" w:lineRule="auto"/>
      <w:jc w:val="both"/>
    </w:pPr>
    <w:rPr>
      <w:rFonts w:ascii="Tahoma" w:eastAsiaTheme="minorHAnsi" w:hAnsi="Tahoma"/>
      <w:sz w:val="20"/>
      <w:szCs w:val="20"/>
      <w:lang w:eastAsia="en-US"/>
    </w:rPr>
  </w:style>
  <w:style w:type="paragraph" w:customStyle="1" w:styleId="5D2377B00D58474E8C370B9F951758401">
    <w:name w:val="5D2377B00D58474E8C370B9F951758401"/>
    <w:rsid w:val="00FB4689"/>
    <w:pPr>
      <w:spacing w:after="120" w:line="240" w:lineRule="auto"/>
      <w:jc w:val="both"/>
    </w:pPr>
    <w:rPr>
      <w:rFonts w:ascii="Tahoma" w:eastAsiaTheme="minorHAnsi" w:hAnsi="Tahoma"/>
      <w:sz w:val="20"/>
      <w:szCs w:val="20"/>
      <w:lang w:eastAsia="en-US"/>
    </w:rPr>
  </w:style>
  <w:style w:type="paragraph" w:customStyle="1" w:styleId="A2F9F4F27F32477987F99B4CA740C5E8">
    <w:name w:val="A2F9F4F27F32477987F99B4CA740C5E8"/>
    <w:rsid w:val="00FB4689"/>
    <w:pPr>
      <w:spacing w:after="120" w:line="240" w:lineRule="auto"/>
      <w:jc w:val="both"/>
    </w:pPr>
    <w:rPr>
      <w:rFonts w:ascii="Tahoma" w:eastAsiaTheme="minorHAnsi" w:hAnsi="Tahoma"/>
      <w:sz w:val="20"/>
      <w:szCs w:val="20"/>
      <w:lang w:eastAsia="en-US"/>
    </w:rPr>
  </w:style>
  <w:style w:type="paragraph" w:customStyle="1" w:styleId="AAE14BB867714136A300269038C213E8">
    <w:name w:val="AAE14BB867714136A300269038C213E8"/>
    <w:rsid w:val="00FB4689"/>
    <w:pPr>
      <w:spacing w:after="120" w:line="240" w:lineRule="auto"/>
      <w:jc w:val="both"/>
    </w:pPr>
    <w:rPr>
      <w:rFonts w:ascii="Tahoma" w:eastAsiaTheme="minorHAnsi" w:hAnsi="Tahoma"/>
      <w:sz w:val="20"/>
      <w:szCs w:val="20"/>
      <w:lang w:eastAsia="en-US"/>
    </w:rPr>
  </w:style>
  <w:style w:type="paragraph" w:customStyle="1" w:styleId="849DFA6BEFF84AE5849B93B766BE929A">
    <w:name w:val="849DFA6BEFF84AE5849B93B766BE929A"/>
    <w:rsid w:val="00FB4689"/>
    <w:pPr>
      <w:spacing w:after="120" w:line="240" w:lineRule="auto"/>
      <w:jc w:val="both"/>
    </w:pPr>
    <w:rPr>
      <w:rFonts w:ascii="Tahoma" w:eastAsiaTheme="minorHAnsi" w:hAnsi="Tahoma"/>
      <w:sz w:val="20"/>
      <w:szCs w:val="20"/>
      <w:lang w:eastAsia="en-US"/>
    </w:rPr>
  </w:style>
  <w:style w:type="paragraph" w:customStyle="1" w:styleId="8E5CBAC5B2C4489B87BAFC1F5B9FBBB21">
    <w:name w:val="8E5CBAC5B2C4489B87BAFC1F5B9FBBB21"/>
    <w:rsid w:val="00FB4689"/>
    <w:pPr>
      <w:spacing w:after="120" w:line="240" w:lineRule="auto"/>
      <w:jc w:val="both"/>
    </w:pPr>
    <w:rPr>
      <w:rFonts w:ascii="Tahoma" w:eastAsiaTheme="minorHAnsi" w:hAnsi="Tahoma"/>
      <w:sz w:val="20"/>
      <w:szCs w:val="20"/>
      <w:lang w:eastAsia="en-US"/>
    </w:rPr>
  </w:style>
  <w:style w:type="paragraph" w:customStyle="1" w:styleId="DFFC2DFEA5764131991CFA745E0B4DFC1">
    <w:name w:val="DFFC2DFEA5764131991CFA745E0B4DFC1"/>
    <w:rsid w:val="00FB4689"/>
    <w:pPr>
      <w:spacing w:after="120" w:line="240" w:lineRule="auto"/>
      <w:jc w:val="both"/>
    </w:pPr>
    <w:rPr>
      <w:rFonts w:ascii="Tahoma" w:eastAsiaTheme="minorHAnsi" w:hAnsi="Tahoma"/>
      <w:sz w:val="20"/>
      <w:szCs w:val="20"/>
      <w:lang w:eastAsia="en-US"/>
    </w:rPr>
  </w:style>
  <w:style w:type="paragraph" w:customStyle="1" w:styleId="D929E0EEAD334250B21CF0AA45B668225">
    <w:name w:val="D929E0EEAD334250B21CF0AA45B668225"/>
    <w:rsid w:val="005C121D"/>
    <w:pPr>
      <w:spacing w:after="120" w:line="240" w:lineRule="auto"/>
      <w:jc w:val="both"/>
    </w:pPr>
    <w:rPr>
      <w:rFonts w:ascii="Tahoma" w:eastAsiaTheme="minorHAnsi" w:hAnsi="Tahoma"/>
      <w:sz w:val="20"/>
      <w:szCs w:val="20"/>
      <w:lang w:eastAsia="en-US"/>
    </w:rPr>
  </w:style>
  <w:style w:type="paragraph" w:customStyle="1" w:styleId="84E7337708CD4247B919E316C5F23AE04">
    <w:name w:val="84E7337708CD4247B919E316C5F23AE04"/>
    <w:rsid w:val="005C121D"/>
    <w:pPr>
      <w:spacing w:after="120" w:line="240" w:lineRule="auto"/>
      <w:jc w:val="both"/>
    </w:pPr>
    <w:rPr>
      <w:rFonts w:ascii="Tahoma" w:eastAsiaTheme="minorHAnsi" w:hAnsi="Tahoma"/>
      <w:sz w:val="20"/>
      <w:szCs w:val="20"/>
      <w:lang w:eastAsia="en-US"/>
    </w:rPr>
  </w:style>
  <w:style w:type="paragraph" w:customStyle="1" w:styleId="8E6F1ECEFA584DE78CF5A08E497B59EE4">
    <w:name w:val="8E6F1ECEFA584DE78CF5A08E497B59EE4"/>
    <w:rsid w:val="005C121D"/>
    <w:pPr>
      <w:spacing w:after="120" w:line="240" w:lineRule="auto"/>
      <w:jc w:val="both"/>
    </w:pPr>
    <w:rPr>
      <w:rFonts w:ascii="Tahoma" w:eastAsiaTheme="minorHAnsi" w:hAnsi="Tahoma"/>
      <w:sz w:val="20"/>
      <w:szCs w:val="20"/>
      <w:lang w:eastAsia="en-US"/>
    </w:rPr>
  </w:style>
  <w:style w:type="paragraph" w:customStyle="1" w:styleId="BDA809AFD81F44338CE81EFD0C9309A14">
    <w:name w:val="BDA809AFD81F44338CE81EFD0C9309A14"/>
    <w:rsid w:val="005C121D"/>
    <w:pPr>
      <w:spacing w:after="120" w:line="240" w:lineRule="auto"/>
      <w:jc w:val="both"/>
    </w:pPr>
    <w:rPr>
      <w:rFonts w:ascii="Tahoma" w:eastAsiaTheme="minorHAnsi" w:hAnsi="Tahoma"/>
      <w:sz w:val="20"/>
      <w:szCs w:val="20"/>
      <w:lang w:eastAsia="en-US"/>
    </w:rPr>
  </w:style>
  <w:style w:type="paragraph" w:customStyle="1" w:styleId="04EC7EBB8BC64E879DDC423533E500CF4">
    <w:name w:val="04EC7EBB8BC64E879DDC423533E500CF4"/>
    <w:rsid w:val="005C121D"/>
    <w:pPr>
      <w:spacing w:after="120" w:line="240" w:lineRule="auto"/>
      <w:jc w:val="both"/>
    </w:pPr>
    <w:rPr>
      <w:rFonts w:ascii="Tahoma" w:eastAsiaTheme="minorHAnsi" w:hAnsi="Tahoma"/>
      <w:sz w:val="20"/>
      <w:szCs w:val="20"/>
      <w:lang w:eastAsia="en-US"/>
    </w:rPr>
  </w:style>
  <w:style w:type="paragraph" w:customStyle="1" w:styleId="245A40A2B13E4EA48ECCFEC0BB4D3B2E3">
    <w:name w:val="245A40A2B13E4EA48ECCFEC0BB4D3B2E3"/>
    <w:rsid w:val="005C121D"/>
    <w:pPr>
      <w:spacing w:after="120" w:line="240" w:lineRule="auto"/>
      <w:jc w:val="both"/>
    </w:pPr>
    <w:rPr>
      <w:rFonts w:ascii="Tahoma" w:eastAsiaTheme="minorHAnsi" w:hAnsi="Tahoma"/>
      <w:sz w:val="20"/>
      <w:szCs w:val="20"/>
      <w:lang w:eastAsia="en-US"/>
    </w:rPr>
  </w:style>
  <w:style w:type="paragraph" w:customStyle="1" w:styleId="8FA902430EC04999B736E2B403162EA13">
    <w:name w:val="8FA902430EC04999B736E2B403162EA13"/>
    <w:rsid w:val="005C121D"/>
    <w:pPr>
      <w:spacing w:after="120" w:line="240" w:lineRule="auto"/>
      <w:jc w:val="both"/>
    </w:pPr>
    <w:rPr>
      <w:rFonts w:ascii="Tahoma" w:eastAsiaTheme="minorHAnsi" w:hAnsi="Tahoma"/>
      <w:sz w:val="20"/>
      <w:szCs w:val="20"/>
      <w:lang w:eastAsia="en-US"/>
    </w:rPr>
  </w:style>
  <w:style w:type="paragraph" w:customStyle="1" w:styleId="574E8610E1E54F2984926DDB2DC99E573">
    <w:name w:val="574E8610E1E54F2984926DDB2DC99E573"/>
    <w:rsid w:val="005C121D"/>
    <w:pPr>
      <w:spacing w:after="120" w:line="240" w:lineRule="auto"/>
      <w:jc w:val="both"/>
    </w:pPr>
    <w:rPr>
      <w:rFonts w:ascii="Tahoma" w:eastAsiaTheme="minorHAnsi" w:hAnsi="Tahoma"/>
      <w:sz w:val="20"/>
      <w:szCs w:val="20"/>
      <w:lang w:eastAsia="en-US"/>
    </w:rPr>
  </w:style>
  <w:style w:type="paragraph" w:customStyle="1" w:styleId="F09FE4A3E97346119863EBC776F3701D">
    <w:name w:val="F09FE4A3E97346119863EBC776F3701D"/>
    <w:rsid w:val="005C121D"/>
    <w:pPr>
      <w:spacing w:after="120" w:line="240" w:lineRule="auto"/>
      <w:jc w:val="both"/>
    </w:pPr>
    <w:rPr>
      <w:rFonts w:ascii="Tahoma" w:eastAsiaTheme="minorHAnsi" w:hAnsi="Tahoma"/>
      <w:sz w:val="20"/>
      <w:szCs w:val="20"/>
      <w:lang w:eastAsia="en-US"/>
    </w:rPr>
  </w:style>
  <w:style w:type="paragraph" w:customStyle="1" w:styleId="6F7ABE0BBB284774BBF662C8ED873122">
    <w:name w:val="6F7ABE0BBB284774BBF662C8ED873122"/>
    <w:rsid w:val="005C121D"/>
    <w:pPr>
      <w:spacing w:after="120" w:line="240" w:lineRule="auto"/>
      <w:jc w:val="both"/>
    </w:pPr>
    <w:rPr>
      <w:rFonts w:ascii="Tahoma" w:eastAsiaTheme="minorHAnsi" w:hAnsi="Tahoma"/>
      <w:sz w:val="20"/>
      <w:szCs w:val="20"/>
      <w:lang w:eastAsia="en-US"/>
    </w:rPr>
  </w:style>
  <w:style w:type="paragraph" w:customStyle="1" w:styleId="779F2B4FFB20460BABDE081FE93BD09C">
    <w:name w:val="779F2B4FFB20460BABDE081FE93BD09C"/>
    <w:rsid w:val="005C121D"/>
    <w:pPr>
      <w:spacing w:after="120" w:line="240" w:lineRule="auto"/>
      <w:jc w:val="both"/>
    </w:pPr>
    <w:rPr>
      <w:rFonts w:ascii="Tahoma" w:eastAsiaTheme="minorHAnsi" w:hAnsi="Tahoma"/>
      <w:sz w:val="20"/>
      <w:szCs w:val="20"/>
      <w:lang w:eastAsia="en-US"/>
    </w:rPr>
  </w:style>
  <w:style w:type="paragraph" w:customStyle="1" w:styleId="2B38163517804DA086101F401AF51312">
    <w:name w:val="2B38163517804DA086101F401AF51312"/>
    <w:rsid w:val="005C121D"/>
    <w:pPr>
      <w:spacing w:after="120" w:line="240" w:lineRule="auto"/>
      <w:jc w:val="both"/>
    </w:pPr>
    <w:rPr>
      <w:rFonts w:ascii="Tahoma" w:eastAsiaTheme="minorHAnsi" w:hAnsi="Tahoma"/>
      <w:sz w:val="20"/>
      <w:szCs w:val="20"/>
      <w:lang w:eastAsia="en-US"/>
    </w:rPr>
  </w:style>
  <w:style w:type="paragraph" w:customStyle="1" w:styleId="279AC7F4C7BB43D4983EA92BDA54B323">
    <w:name w:val="279AC7F4C7BB43D4983EA92BDA54B323"/>
    <w:rsid w:val="005C121D"/>
    <w:pPr>
      <w:spacing w:after="120" w:line="240" w:lineRule="auto"/>
      <w:jc w:val="both"/>
    </w:pPr>
    <w:rPr>
      <w:rFonts w:ascii="Tahoma" w:eastAsiaTheme="minorHAnsi" w:hAnsi="Tahoma"/>
      <w:sz w:val="20"/>
      <w:szCs w:val="20"/>
      <w:lang w:eastAsia="en-US"/>
    </w:rPr>
  </w:style>
  <w:style w:type="paragraph" w:customStyle="1" w:styleId="1A3B2B92521A4C9BADE7F3E8DB295D2F">
    <w:name w:val="1A3B2B92521A4C9BADE7F3E8DB295D2F"/>
    <w:rsid w:val="005C121D"/>
    <w:pPr>
      <w:spacing w:after="120" w:line="240" w:lineRule="auto"/>
      <w:jc w:val="both"/>
    </w:pPr>
    <w:rPr>
      <w:rFonts w:ascii="Tahoma" w:eastAsiaTheme="minorHAnsi" w:hAnsi="Tahoma"/>
      <w:sz w:val="20"/>
      <w:szCs w:val="20"/>
      <w:lang w:eastAsia="en-US"/>
    </w:rPr>
  </w:style>
  <w:style w:type="paragraph" w:customStyle="1" w:styleId="A80D28BA26FB4478B24D37BD5D922A03">
    <w:name w:val="A80D28BA26FB4478B24D37BD5D922A03"/>
    <w:rsid w:val="005C121D"/>
    <w:pPr>
      <w:spacing w:after="120" w:line="240" w:lineRule="auto"/>
      <w:jc w:val="both"/>
    </w:pPr>
    <w:rPr>
      <w:rFonts w:ascii="Tahoma" w:eastAsiaTheme="minorHAnsi" w:hAnsi="Tahoma"/>
      <w:sz w:val="20"/>
      <w:szCs w:val="20"/>
      <w:lang w:eastAsia="en-US"/>
    </w:rPr>
  </w:style>
  <w:style w:type="paragraph" w:customStyle="1" w:styleId="C0F15B458B7D4FE99A7B047F3951C186">
    <w:name w:val="C0F15B458B7D4FE99A7B047F3951C186"/>
    <w:rsid w:val="005C121D"/>
    <w:pPr>
      <w:spacing w:after="120" w:line="240" w:lineRule="auto"/>
      <w:jc w:val="both"/>
    </w:pPr>
    <w:rPr>
      <w:rFonts w:ascii="Tahoma" w:eastAsiaTheme="minorHAnsi" w:hAnsi="Tahoma"/>
      <w:sz w:val="20"/>
      <w:szCs w:val="20"/>
      <w:lang w:eastAsia="en-US"/>
    </w:rPr>
  </w:style>
  <w:style w:type="paragraph" w:customStyle="1" w:styleId="CBD3E27E27204061A0AF4447C4099EEA">
    <w:name w:val="CBD3E27E27204061A0AF4447C4099EEA"/>
    <w:rsid w:val="005C121D"/>
    <w:pPr>
      <w:spacing w:after="120" w:line="240" w:lineRule="auto"/>
      <w:jc w:val="both"/>
    </w:pPr>
    <w:rPr>
      <w:rFonts w:ascii="Tahoma" w:eastAsiaTheme="minorHAnsi" w:hAnsi="Tahoma"/>
      <w:sz w:val="20"/>
      <w:szCs w:val="20"/>
      <w:lang w:eastAsia="en-US"/>
    </w:rPr>
  </w:style>
  <w:style w:type="paragraph" w:customStyle="1" w:styleId="CD00DFBF7B144700B497A00736A0E0EA">
    <w:name w:val="CD00DFBF7B144700B497A00736A0E0EA"/>
    <w:rsid w:val="005C121D"/>
    <w:pPr>
      <w:spacing w:after="120" w:line="240" w:lineRule="auto"/>
      <w:jc w:val="both"/>
    </w:pPr>
    <w:rPr>
      <w:rFonts w:ascii="Tahoma" w:eastAsiaTheme="minorHAnsi" w:hAnsi="Tahoma"/>
      <w:sz w:val="20"/>
      <w:szCs w:val="20"/>
      <w:lang w:eastAsia="en-US"/>
    </w:rPr>
  </w:style>
  <w:style w:type="paragraph" w:customStyle="1" w:styleId="3A4F350439A84FBB9E4EC07CB548EED0">
    <w:name w:val="3A4F350439A84FBB9E4EC07CB548EED0"/>
    <w:rsid w:val="005C121D"/>
    <w:pPr>
      <w:spacing w:after="120" w:line="240" w:lineRule="auto"/>
      <w:jc w:val="both"/>
    </w:pPr>
    <w:rPr>
      <w:rFonts w:ascii="Tahoma" w:eastAsiaTheme="minorHAnsi" w:hAnsi="Tahoma"/>
      <w:sz w:val="20"/>
      <w:szCs w:val="20"/>
      <w:lang w:eastAsia="en-US"/>
    </w:rPr>
  </w:style>
  <w:style w:type="paragraph" w:customStyle="1" w:styleId="63C08F1F6C1B44A1A820C81F8E42247D">
    <w:name w:val="63C08F1F6C1B44A1A820C81F8E42247D"/>
    <w:rsid w:val="005C121D"/>
    <w:pPr>
      <w:spacing w:after="120" w:line="240" w:lineRule="auto"/>
      <w:jc w:val="both"/>
    </w:pPr>
    <w:rPr>
      <w:rFonts w:ascii="Tahoma" w:eastAsiaTheme="minorHAnsi" w:hAnsi="Tahoma"/>
      <w:sz w:val="20"/>
      <w:szCs w:val="20"/>
      <w:lang w:eastAsia="en-US"/>
    </w:rPr>
  </w:style>
  <w:style w:type="paragraph" w:customStyle="1" w:styleId="D929E0EEAD334250B21CF0AA45B668226">
    <w:name w:val="D929E0EEAD334250B21CF0AA45B668226"/>
    <w:rsid w:val="005C121D"/>
    <w:pPr>
      <w:spacing w:after="120" w:line="240" w:lineRule="auto"/>
      <w:jc w:val="both"/>
    </w:pPr>
    <w:rPr>
      <w:rFonts w:ascii="Tahoma" w:eastAsiaTheme="minorHAnsi" w:hAnsi="Tahoma"/>
      <w:sz w:val="20"/>
      <w:szCs w:val="20"/>
      <w:lang w:eastAsia="en-US"/>
    </w:rPr>
  </w:style>
  <w:style w:type="paragraph" w:customStyle="1" w:styleId="84E7337708CD4247B919E316C5F23AE05">
    <w:name w:val="84E7337708CD4247B919E316C5F23AE05"/>
    <w:rsid w:val="005C121D"/>
    <w:pPr>
      <w:spacing w:after="120" w:line="240" w:lineRule="auto"/>
      <w:jc w:val="both"/>
    </w:pPr>
    <w:rPr>
      <w:rFonts w:ascii="Tahoma" w:eastAsiaTheme="minorHAnsi" w:hAnsi="Tahoma"/>
      <w:sz w:val="20"/>
      <w:szCs w:val="20"/>
      <w:lang w:eastAsia="en-US"/>
    </w:rPr>
  </w:style>
  <w:style w:type="paragraph" w:customStyle="1" w:styleId="8E6F1ECEFA584DE78CF5A08E497B59EE5">
    <w:name w:val="8E6F1ECEFA584DE78CF5A08E497B59EE5"/>
    <w:rsid w:val="005C121D"/>
    <w:pPr>
      <w:spacing w:after="120" w:line="240" w:lineRule="auto"/>
      <w:jc w:val="both"/>
    </w:pPr>
    <w:rPr>
      <w:rFonts w:ascii="Tahoma" w:eastAsiaTheme="minorHAnsi" w:hAnsi="Tahoma"/>
      <w:sz w:val="20"/>
      <w:szCs w:val="20"/>
      <w:lang w:eastAsia="en-US"/>
    </w:rPr>
  </w:style>
  <w:style w:type="paragraph" w:customStyle="1" w:styleId="BDA809AFD81F44338CE81EFD0C9309A15">
    <w:name w:val="BDA809AFD81F44338CE81EFD0C9309A15"/>
    <w:rsid w:val="005C121D"/>
    <w:pPr>
      <w:spacing w:after="120" w:line="240" w:lineRule="auto"/>
      <w:jc w:val="both"/>
    </w:pPr>
    <w:rPr>
      <w:rFonts w:ascii="Tahoma" w:eastAsiaTheme="minorHAnsi" w:hAnsi="Tahoma"/>
      <w:sz w:val="20"/>
      <w:szCs w:val="20"/>
      <w:lang w:eastAsia="en-US"/>
    </w:rPr>
  </w:style>
  <w:style w:type="paragraph" w:customStyle="1" w:styleId="04EC7EBB8BC64E879DDC423533E500CF5">
    <w:name w:val="04EC7EBB8BC64E879DDC423533E500CF5"/>
    <w:rsid w:val="005C121D"/>
    <w:pPr>
      <w:spacing w:after="120" w:line="240" w:lineRule="auto"/>
      <w:jc w:val="both"/>
    </w:pPr>
    <w:rPr>
      <w:rFonts w:ascii="Tahoma" w:eastAsiaTheme="minorHAnsi" w:hAnsi="Tahoma"/>
      <w:sz w:val="20"/>
      <w:szCs w:val="20"/>
      <w:lang w:eastAsia="en-US"/>
    </w:rPr>
  </w:style>
  <w:style w:type="paragraph" w:customStyle="1" w:styleId="245A40A2B13E4EA48ECCFEC0BB4D3B2E4">
    <w:name w:val="245A40A2B13E4EA48ECCFEC0BB4D3B2E4"/>
    <w:rsid w:val="005C121D"/>
    <w:pPr>
      <w:spacing w:after="120" w:line="240" w:lineRule="auto"/>
      <w:jc w:val="both"/>
    </w:pPr>
    <w:rPr>
      <w:rFonts w:ascii="Tahoma" w:eastAsiaTheme="minorHAnsi" w:hAnsi="Tahoma"/>
      <w:sz w:val="20"/>
      <w:szCs w:val="20"/>
      <w:lang w:eastAsia="en-US"/>
    </w:rPr>
  </w:style>
  <w:style w:type="paragraph" w:customStyle="1" w:styleId="8FA902430EC04999B736E2B403162EA14">
    <w:name w:val="8FA902430EC04999B736E2B403162EA14"/>
    <w:rsid w:val="005C121D"/>
    <w:pPr>
      <w:spacing w:after="120" w:line="240" w:lineRule="auto"/>
      <w:jc w:val="both"/>
    </w:pPr>
    <w:rPr>
      <w:rFonts w:ascii="Tahoma" w:eastAsiaTheme="minorHAnsi" w:hAnsi="Tahoma"/>
      <w:sz w:val="20"/>
      <w:szCs w:val="20"/>
      <w:lang w:eastAsia="en-US"/>
    </w:rPr>
  </w:style>
  <w:style w:type="paragraph" w:customStyle="1" w:styleId="574E8610E1E54F2984926DDB2DC99E574">
    <w:name w:val="574E8610E1E54F2984926DDB2DC99E574"/>
    <w:rsid w:val="005C121D"/>
    <w:pPr>
      <w:spacing w:after="120" w:line="240" w:lineRule="auto"/>
      <w:jc w:val="both"/>
    </w:pPr>
    <w:rPr>
      <w:rFonts w:ascii="Tahoma" w:eastAsiaTheme="minorHAnsi" w:hAnsi="Tahoma"/>
      <w:sz w:val="20"/>
      <w:szCs w:val="20"/>
      <w:lang w:eastAsia="en-US"/>
    </w:rPr>
  </w:style>
  <w:style w:type="paragraph" w:customStyle="1" w:styleId="F09FE4A3E97346119863EBC776F3701D1">
    <w:name w:val="F09FE4A3E97346119863EBC776F3701D1"/>
    <w:rsid w:val="005C121D"/>
    <w:pPr>
      <w:spacing w:after="120" w:line="240" w:lineRule="auto"/>
      <w:jc w:val="both"/>
    </w:pPr>
    <w:rPr>
      <w:rFonts w:ascii="Tahoma" w:eastAsiaTheme="minorHAnsi" w:hAnsi="Tahoma"/>
      <w:sz w:val="20"/>
      <w:szCs w:val="20"/>
      <w:lang w:eastAsia="en-US"/>
    </w:rPr>
  </w:style>
  <w:style w:type="paragraph" w:customStyle="1" w:styleId="6F7ABE0BBB284774BBF662C8ED8731221">
    <w:name w:val="6F7ABE0BBB284774BBF662C8ED8731221"/>
    <w:rsid w:val="005C121D"/>
    <w:pPr>
      <w:spacing w:after="120" w:line="240" w:lineRule="auto"/>
      <w:jc w:val="both"/>
    </w:pPr>
    <w:rPr>
      <w:rFonts w:ascii="Tahoma" w:eastAsiaTheme="minorHAnsi" w:hAnsi="Tahoma"/>
      <w:sz w:val="20"/>
      <w:szCs w:val="20"/>
      <w:lang w:eastAsia="en-US"/>
    </w:rPr>
  </w:style>
  <w:style w:type="paragraph" w:customStyle="1" w:styleId="779F2B4FFB20460BABDE081FE93BD09C1">
    <w:name w:val="779F2B4FFB20460BABDE081FE93BD09C1"/>
    <w:rsid w:val="005C121D"/>
    <w:pPr>
      <w:spacing w:after="120" w:line="240" w:lineRule="auto"/>
      <w:jc w:val="both"/>
    </w:pPr>
    <w:rPr>
      <w:rFonts w:ascii="Tahoma" w:eastAsiaTheme="minorHAnsi" w:hAnsi="Tahoma"/>
      <w:sz w:val="20"/>
      <w:szCs w:val="20"/>
      <w:lang w:eastAsia="en-US"/>
    </w:rPr>
  </w:style>
  <w:style w:type="paragraph" w:customStyle="1" w:styleId="2B38163517804DA086101F401AF513121">
    <w:name w:val="2B38163517804DA086101F401AF513121"/>
    <w:rsid w:val="005C121D"/>
    <w:pPr>
      <w:spacing w:after="120" w:line="240" w:lineRule="auto"/>
      <w:jc w:val="both"/>
    </w:pPr>
    <w:rPr>
      <w:rFonts w:ascii="Tahoma" w:eastAsiaTheme="minorHAnsi" w:hAnsi="Tahoma"/>
      <w:sz w:val="20"/>
      <w:szCs w:val="20"/>
      <w:lang w:eastAsia="en-US"/>
    </w:rPr>
  </w:style>
  <w:style w:type="paragraph" w:customStyle="1" w:styleId="279AC7F4C7BB43D4983EA92BDA54B3231">
    <w:name w:val="279AC7F4C7BB43D4983EA92BDA54B3231"/>
    <w:rsid w:val="005C121D"/>
    <w:pPr>
      <w:spacing w:after="120" w:line="240" w:lineRule="auto"/>
      <w:jc w:val="both"/>
    </w:pPr>
    <w:rPr>
      <w:rFonts w:ascii="Tahoma" w:eastAsiaTheme="minorHAnsi" w:hAnsi="Tahoma"/>
      <w:sz w:val="20"/>
      <w:szCs w:val="20"/>
      <w:lang w:eastAsia="en-US"/>
    </w:rPr>
  </w:style>
  <w:style w:type="paragraph" w:customStyle="1" w:styleId="1A3B2B92521A4C9BADE7F3E8DB295D2F1">
    <w:name w:val="1A3B2B92521A4C9BADE7F3E8DB295D2F1"/>
    <w:rsid w:val="005C121D"/>
    <w:pPr>
      <w:spacing w:after="120" w:line="240" w:lineRule="auto"/>
      <w:jc w:val="both"/>
    </w:pPr>
    <w:rPr>
      <w:rFonts w:ascii="Tahoma" w:eastAsiaTheme="minorHAnsi" w:hAnsi="Tahoma"/>
      <w:sz w:val="20"/>
      <w:szCs w:val="20"/>
      <w:lang w:eastAsia="en-US"/>
    </w:rPr>
  </w:style>
  <w:style w:type="paragraph" w:customStyle="1" w:styleId="A80D28BA26FB4478B24D37BD5D922A031">
    <w:name w:val="A80D28BA26FB4478B24D37BD5D922A031"/>
    <w:rsid w:val="005C121D"/>
    <w:pPr>
      <w:spacing w:after="120" w:line="240" w:lineRule="auto"/>
      <w:jc w:val="both"/>
    </w:pPr>
    <w:rPr>
      <w:rFonts w:ascii="Tahoma" w:eastAsiaTheme="minorHAnsi" w:hAnsi="Tahoma"/>
      <w:sz w:val="20"/>
      <w:szCs w:val="20"/>
      <w:lang w:eastAsia="en-US"/>
    </w:rPr>
  </w:style>
  <w:style w:type="paragraph" w:customStyle="1" w:styleId="C0F15B458B7D4FE99A7B047F3951C1861">
    <w:name w:val="C0F15B458B7D4FE99A7B047F3951C1861"/>
    <w:rsid w:val="005C121D"/>
    <w:pPr>
      <w:spacing w:after="120" w:line="240" w:lineRule="auto"/>
      <w:jc w:val="both"/>
    </w:pPr>
    <w:rPr>
      <w:rFonts w:ascii="Tahoma" w:eastAsiaTheme="minorHAnsi" w:hAnsi="Tahoma"/>
      <w:sz w:val="20"/>
      <w:szCs w:val="20"/>
      <w:lang w:eastAsia="en-US"/>
    </w:rPr>
  </w:style>
  <w:style w:type="paragraph" w:customStyle="1" w:styleId="CBD3E27E27204061A0AF4447C4099EEA1">
    <w:name w:val="CBD3E27E27204061A0AF4447C4099EEA1"/>
    <w:rsid w:val="005C121D"/>
    <w:pPr>
      <w:spacing w:after="120" w:line="240" w:lineRule="auto"/>
      <w:jc w:val="both"/>
    </w:pPr>
    <w:rPr>
      <w:rFonts w:ascii="Tahoma" w:eastAsiaTheme="minorHAnsi" w:hAnsi="Tahoma"/>
      <w:sz w:val="20"/>
      <w:szCs w:val="20"/>
      <w:lang w:eastAsia="en-US"/>
    </w:rPr>
  </w:style>
  <w:style w:type="paragraph" w:customStyle="1" w:styleId="CD00DFBF7B144700B497A00736A0E0EA1">
    <w:name w:val="CD00DFBF7B144700B497A00736A0E0EA1"/>
    <w:rsid w:val="005C121D"/>
    <w:pPr>
      <w:spacing w:after="120" w:line="240" w:lineRule="auto"/>
      <w:jc w:val="both"/>
    </w:pPr>
    <w:rPr>
      <w:rFonts w:ascii="Tahoma" w:eastAsiaTheme="minorHAnsi" w:hAnsi="Tahoma"/>
      <w:sz w:val="20"/>
      <w:szCs w:val="20"/>
      <w:lang w:eastAsia="en-US"/>
    </w:rPr>
  </w:style>
  <w:style w:type="paragraph" w:customStyle="1" w:styleId="3A4F350439A84FBB9E4EC07CB548EED01">
    <w:name w:val="3A4F350439A84FBB9E4EC07CB548EED01"/>
    <w:rsid w:val="005C121D"/>
    <w:pPr>
      <w:spacing w:after="120" w:line="240" w:lineRule="auto"/>
      <w:jc w:val="both"/>
    </w:pPr>
    <w:rPr>
      <w:rFonts w:ascii="Tahoma" w:eastAsiaTheme="minorHAnsi" w:hAnsi="Tahoma"/>
      <w:sz w:val="20"/>
      <w:szCs w:val="20"/>
      <w:lang w:eastAsia="en-US"/>
    </w:rPr>
  </w:style>
  <w:style w:type="paragraph" w:customStyle="1" w:styleId="63C08F1F6C1B44A1A820C81F8E42247D1">
    <w:name w:val="63C08F1F6C1B44A1A820C81F8E42247D1"/>
    <w:rsid w:val="005C121D"/>
    <w:pPr>
      <w:spacing w:after="120" w:line="240" w:lineRule="auto"/>
      <w:jc w:val="both"/>
    </w:pPr>
    <w:rPr>
      <w:rFonts w:ascii="Tahoma" w:eastAsiaTheme="minorHAnsi" w:hAnsi="Tahoma"/>
      <w:sz w:val="20"/>
      <w:szCs w:val="20"/>
      <w:lang w:eastAsia="en-US"/>
    </w:rPr>
  </w:style>
  <w:style w:type="paragraph" w:customStyle="1" w:styleId="72CBD7BAA1B94B11AEA44818EEA8DE0C">
    <w:name w:val="72CBD7BAA1B94B11AEA44818EEA8DE0C"/>
    <w:rsid w:val="005C121D"/>
  </w:style>
  <w:style w:type="paragraph" w:customStyle="1" w:styleId="0B4DEDE78227492DA514C516D4FBB145">
    <w:name w:val="0B4DEDE78227492DA514C516D4FBB145"/>
    <w:rsid w:val="005C121D"/>
  </w:style>
  <w:style w:type="paragraph" w:customStyle="1" w:styleId="932D237C1ED549D78313EF01C3B8506B">
    <w:name w:val="932D237C1ED549D78313EF01C3B8506B"/>
    <w:rsid w:val="005C121D"/>
  </w:style>
  <w:style w:type="paragraph" w:customStyle="1" w:styleId="1F2D1C50B32C4E86BA476FA6FB8A37E8">
    <w:name w:val="1F2D1C50B32C4E86BA476FA6FB8A37E8"/>
    <w:rsid w:val="005C121D"/>
  </w:style>
  <w:style w:type="paragraph" w:customStyle="1" w:styleId="0676879731C1489E99C0FEFAF58B8FC0">
    <w:name w:val="0676879731C1489E99C0FEFAF58B8FC0"/>
    <w:rsid w:val="005C121D"/>
  </w:style>
  <w:style w:type="paragraph" w:customStyle="1" w:styleId="4645999DF7224A939E53F5194B886776">
    <w:name w:val="4645999DF7224A939E53F5194B886776"/>
    <w:rsid w:val="005C121D"/>
  </w:style>
  <w:style w:type="paragraph" w:customStyle="1" w:styleId="98144D3415864D06B75C619D516E49EE">
    <w:name w:val="98144D3415864D06B75C619D516E49EE"/>
    <w:rsid w:val="005C121D"/>
  </w:style>
  <w:style w:type="paragraph" w:customStyle="1" w:styleId="9412C3A2CF564EB7A86E2C8E527809FA">
    <w:name w:val="9412C3A2CF564EB7A86E2C8E527809FA"/>
    <w:rsid w:val="005C121D"/>
  </w:style>
  <w:style w:type="paragraph" w:customStyle="1" w:styleId="CD7BF35B71D545E6A3F9DDA96BBED4E4">
    <w:name w:val="CD7BF35B71D545E6A3F9DDA96BBED4E4"/>
    <w:rsid w:val="005C121D"/>
  </w:style>
  <w:style w:type="paragraph" w:customStyle="1" w:styleId="B7D1414B938C4D6EBD25770D504CDB14">
    <w:name w:val="B7D1414B938C4D6EBD25770D504CDB14"/>
    <w:rsid w:val="005C121D"/>
  </w:style>
  <w:style w:type="paragraph" w:customStyle="1" w:styleId="4576C1C825834A598E8268B7C2BA472C">
    <w:name w:val="4576C1C825834A598E8268B7C2BA472C"/>
    <w:rsid w:val="005C121D"/>
  </w:style>
  <w:style w:type="paragraph" w:customStyle="1" w:styleId="A59DC840E1D14311A952A087C1995E9C">
    <w:name w:val="A59DC840E1D14311A952A087C1995E9C"/>
    <w:rsid w:val="005C121D"/>
  </w:style>
  <w:style w:type="paragraph" w:customStyle="1" w:styleId="243BDD39C36B4819B9C4EE2F617DA35F">
    <w:name w:val="243BDD39C36B4819B9C4EE2F617DA35F"/>
    <w:rsid w:val="005C121D"/>
  </w:style>
  <w:style w:type="paragraph" w:customStyle="1" w:styleId="52620D2109204E64864DFBD5C66E3176">
    <w:name w:val="52620D2109204E64864DFBD5C66E3176"/>
    <w:rsid w:val="005C121D"/>
  </w:style>
  <w:style w:type="paragraph" w:customStyle="1" w:styleId="D929E0EEAD334250B21CF0AA45B668227">
    <w:name w:val="D929E0EEAD334250B21CF0AA45B668227"/>
    <w:rsid w:val="005C121D"/>
    <w:pPr>
      <w:spacing w:after="120" w:line="240" w:lineRule="auto"/>
      <w:jc w:val="both"/>
    </w:pPr>
    <w:rPr>
      <w:rFonts w:ascii="Tahoma" w:eastAsiaTheme="minorHAnsi" w:hAnsi="Tahoma"/>
      <w:sz w:val="20"/>
      <w:szCs w:val="20"/>
      <w:lang w:eastAsia="en-US"/>
    </w:rPr>
  </w:style>
  <w:style w:type="paragraph" w:customStyle="1" w:styleId="84E7337708CD4247B919E316C5F23AE06">
    <w:name w:val="84E7337708CD4247B919E316C5F23AE06"/>
    <w:rsid w:val="005C121D"/>
    <w:pPr>
      <w:spacing w:after="120" w:line="240" w:lineRule="auto"/>
      <w:jc w:val="both"/>
    </w:pPr>
    <w:rPr>
      <w:rFonts w:ascii="Tahoma" w:eastAsiaTheme="minorHAnsi" w:hAnsi="Tahoma"/>
      <w:sz w:val="20"/>
      <w:szCs w:val="20"/>
      <w:lang w:eastAsia="en-US"/>
    </w:rPr>
  </w:style>
  <w:style w:type="paragraph" w:customStyle="1" w:styleId="8E6F1ECEFA584DE78CF5A08E497B59EE6">
    <w:name w:val="8E6F1ECEFA584DE78CF5A08E497B59EE6"/>
    <w:rsid w:val="005C121D"/>
    <w:pPr>
      <w:spacing w:after="120" w:line="240" w:lineRule="auto"/>
      <w:jc w:val="both"/>
    </w:pPr>
    <w:rPr>
      <w:rFonts w:ascii="Tahoma" w:eastAsiaTheme="minorHAnsi" w:hAnsi="Tahoma"/>
      <w:sz w:val="20"/>
      <w:szCs w:val="20"/>
      <w:lang w:eastAsia="en-US"/>
    </w:rPr>
  </w:style>
  <w:style w:type="paragraph" w:customStyle="1" w:styleId="BDA809AFD81F44338CE81EFD0C9309A16">
    <w:name w:val="BDA809AFD81F44338CE81EFD0C9309A16"/>
    <w:rsid w:val="005C121D"/>
    <w:pPr>
      <w:spacing w:after="120" w:line="240" w:lineRule="auto"/>
      <w:jc w:val="both"/>
    </w:pPr>
    <w:rPr>
      <w:rFonts w:ascii="Tahoma" w:eastAsiaTheme="minorHAnsi" w:hAnsi="Tahoma"/>
      <w:sz w:val="20"/>
      <w:szCs w:val="20"/>
      <w:lang w:eastAsia="en-US"/>
    </w:rPr>
  </w:style>
  <w:style w:type="paragraph" w:customStyle="1" w:styleId="04EC7EBB8BC64E879DDC423533E500CF6">
    <w:name w:val="04EC7EBB8BC64E879DDC423533E500CF6"/>
    <w:rsid w:val="005C121D"/>
    <w:pPr>
      <w:spacing w:after="120" w:line="240" w:lineRule="auto"/>
      <w:jc w:val="both"/>
    </w:pPr>
    <w:rPr>
      <w:rFonts w:ascii="Tahoma" w:eastAsiaTheme="minorHAnsi" w:hAnsi="Tahoma"/>
      <w:sz w:val="20"/>
      <w:szCs w:val="20"/>
      <w:lang w:eastAsia="en-US"/>
    </w:rPr>
  </w:style>
  <w:style w:type="paragraph" w:customStyle="1" w:styleId="245A40A2B13E4EA48ECCFEC0BB4D3B2E5">
    <w:name w:val="245A40A2B13E4EA48ECCFEC0BB4D3B2E5"/>
    <w:rsid w:val="005C121D"/>
    <w:pPr>
      <w:spacing w:after="120" w:line="240" w:lineRule="auto"/>
      <w:jc w:val="both"/>
    </w:pPr>
    <w:rPr>
      <w:rFonts w:ascii="Tahoma" w:eastAsiaTheme="minorHAnsi" w:hAnsi="Tahoma"/>
      <w:sz w:val="20"/>
      <w:szCs w:val="20"/>
      <w:lang w:eastAsia="en-US"/>
    </w:rPr>
  </w:style>
  <w:style w:type="paragraph" w:customStyle="1" w:styleId="8FA902430EC04999B736E2B403162EA15">
    <w:name w:val="8FA902430EC04999B736E2B403162EA15"/>
    <w:rsid w:val="005C121D"/>
    <w:pPr>
      <w:spacing w:after="120" w:line="240" w:lineRule="auto"/>
      <w:jc w:val="both"/>
    </w:pPr>
    <w:rPr>
      <w:rFonts w:ascii="Tahoma" w:eastAsiaTheme="minorHAnsi" w:hAnsi="Tahoma"/>
      <w:sz w:val="20"/>
      <w:szCs w:val="20"/>
      <w:lang w:eastAsia="en-US"/>
    </w:rPr>
  </w:style>
  <w:style w:type="paragraph" w:customStyle="1" w:styleId="574E8610E1E54F2984926DDB2DC99E575">
    <w:name w:val="574E8610E1E54F2984926DDB2DC99E575"/>
    <w:rsid w:val="005C121D"/>
    <w:pPr>
      <w:spacing w:after="120" w:line="240" w:lineRule="auto"/>
      <w:jc w:val="both"/>
    </w:pPr>
    <w:rPr>
      <w:rFonts w:ascii="Tahoma" w:eastAsiaTheme="minorHAnsi" w:hAnsi="Tahoma"/>
      <w:sz w:val="20"/>
      <w:szCs w:val="20"/>
      <w:lang w:eastAsia="en-US"/>
    </w:rPr>
  </w:style>
  <w:style w:type="paragraph" w:customStyle="1" w:styleId="F09FE4A3E97346119863EBC776F3701D2">
    <w:name w:val="F09FE4A3E97346119863EBC776F3701D2"/>
    <w:rsid w:val="005C121D"/>
    <w:pPr>
      <w:spacing w:after="120" w:line="240" w:lineRule="auto"/>
      <w:jc w:val="both"/>
    </w:pPr>
    <w:rPr>
      <w:rFonts w:ascii="Tahoma" w:eastAsiaTheme="minorHAnsi" w:hAnsi="Tahoma"/>
      <w:sz w:val="20"/>
      <w:szCs w:val="20"/>
      <w:lang w:eastAsia="en-US"/>
    </w:rPr>
  </w:style>
  <w:style w:type="paragraph" w:customStyle="1" w:styleId="6F7ABE0BBB284774BBF662C8ED8731222">
    <w:name w:val="6F7ABE0BBB284774BBF662C8ED8731222"/>
    <w:rsid w:val="005C121D"/>
    <w:pPr>
      <w:spacing w:after="120" w:line="240" w:lineRule="auto"/>
      <w:jc w:val="both"/>
    </w:pPr>
    <w:rPr>
      <w:rFonts w:ascii="Tahoma" w:eastAsiaTheme="minorHAnsi" w:hAnsi="Tahoma"/>
      <w:sz w:val="20"/>
      <w:szCs w:val="20"/>
      <w:lang w:eastAsia="en-US"/>
    </w:rPr>
  </w:style>
  <w:style w:type="paragraph" w:customStyle="1" w:styleId="779F2B4FFB20460BABDE081FE93BD09C2">
    <w:name w:val="779F2B4FFB20460BABDE081FE93BD09C2"/>
    <w:rsid w:val="005C121D"/>
    <w:pPr>
      <w:spacing w:after="120" w:line="240" w:lineRule="auto"/>
      <w:jc w:val="both"/>
    </w:pPr>
    <w:rPr>
      <w:rFonts w:ascii="Tahoma" w:eastAsiaTheme="minorHAnsi" w:hAnsi="Tahoma"/>
      <w:sz w:val="20"/>
      <w:szCs w:val="20"/>
      <w:lang w:eastAsia="en-US"/>
    </w:rPr>
  </w:style>
  <w:style w:type="paragraph" w:customStyle="1" w:styleId="2B38163517804DA086101F401AF513122">
    <w:name w:val="2B38163517804DA086101F401AF513122"/>
    <w:rsid w:val="005C121D"/>
    <w:pPr>
      <w:spacing w:after="120" w:line="240" w:lineRule="auto"/>
      <w:jc w:val="both"/>
    </w:pPr>
    <w:rPr>
      <w:rFonts w:ascii="Tahoma" w:eastAsiaTheme="minorHAnsi" w:hAnsi="Tahoma"/>
      <w:sz w:val="20"/>
      <w:szCs w:val="20"/>
      <w:lang w:eastAsia="en-US"/>
    </w:rPr>
  </w:style>
  <w:style w:type="paragraph" w:customStyle="1" w:styleId="279AC7F4C7BB43D4983EA92BDA54B3232">
    <w:name w:val="279AC7F4C7BB43D4983EA92BDA54B3232"/>
    <w:rsid w:val="005C121D"/>
    <w:pPr>
      <w:spacing w:after="120" w:line="240" w:lineRule="auto"/>
      <w:jc w:val="both"/>
    </w:pPr>
    <w:rPr>
      <w:rFonts w:ascii="Tahoma" w:eastAsiaTheme="minorHAnsi" w:hAnsi="Tahoma"/>
      <w:sz w:val="20"/>
      <w:szCs w:val="20"/>
      <w:lang w:eastAsia="en-US"/>
    </w:rPr>
  </w:style>
  <w:style w:type="paragraph" w:customStyle="1" w:styleId="1A3B2B92521A4C9BADE7F3E8DB295D2F2">
    <w:name w:val="1A3B2B92521A4C9BADE7F3E8DB295D2F2"/>
    <w:rsid w:val="005C121D"/>
    <w:pPr>
      <w:spacing w:after="120" w:line="240" w:lineRule="auto"/>
      <w:jc w:val="both"/>
    </w:pPr>
    <w:rPr>
      <w:rFonts w:ascii="Tahoma" w:eastAsiaTheme="minorHAnsi" w:hAnsi="Tahoma"/>
      <w:sz w:val="20"/>
      <w:szCs w:val="20"/>
      <w:lang w:eastAsia="en-US"/>
    </w:rPr>
  </w:style>
  <w:style w:type="paragraph" w:customStyle="1" w:styleId="A80D28BA26FB4478B24D37BD5D922A032">
    <w:name w:val="A80D28BA26FB4478B24D37BD5D922A032"/>
    <w:rsid w:val="005C121D"/>
    <w:pPr>
      <w:spacing w:after="120" w:line="240" w:lineRule="auto"/>
      <w:jc w:val="both"/>
    </w:pPr>
    <w:rPr>
      <w:rFonts w:ascii="Tahoma" w:eastAsiaTheme="minorHAnsi" w:hAnsi="Tahoma"/>
      <w:sz w:val="20"/>
      <w:szCs w:val="20"/>
      <w:lang w:eastAsia="en-US"/>
    </w:rPr>
  </w:style>
  <w:style w:type="paragraph" w:customStyle="1" w:styleId="C0F15B458B7D4FE99A7B047F3951C1862">
    <w:name w:val="C0F15B458B7D4FE99A7B047F3951C1862"/>
    <w:rsid w:val="005C121D"/>
    <w:pPr>
      <w:spacing w:after="120" w:line="240" w:lineRule="auto"/>
      <w:jc w:val="both"/>
    </w:pPr>
    <w:rPr>
      <w:rFonts w:ascii="Tahoma" w:eastAsiaTheme="minorHAnsi" w:hAnsi="Tahoma"/>
      <w:sz w:val="20"/>
      <w:szCs w:val="20"/>
      <w:lang w:eastAsia="en-US"/>
    </w:rPr>
  </w:style>
  <w:style w:type="paragraph" w:customStyle="1" w:styleId="CBD3E27E27204061A0AF4447C4099EEA2">
    <w:name w:val="CBD3E27E27204061A0AF4447C4099EEA2"/>
    <w:rsid w:val="005C121D"/>
    <w:pPr>
      <w:spacing w:after="120" w:line="240" w:lineRule="auto"/>
      <w:jc w:val="both"/>
    </w:pPr>
    <w:rPr>
      <w:rFonts w:ascii="Tahoma" w:eastAsiaTheme="minorHAnsi" w:hAnsi="Tahoma"/>
      <w:sz w:val="20"/>
      <w:szCs w:val="20"/>
      <w:lang w:eastAsia="en-US"/>
    </w:rPr>
  </w:style>
  <w:style w:type="paragraph" w:customStyle="1" w:styleId="CD00DFBF7B144700B497A00736A0E0EA2">
    <w:name w:val="CD00DFBF7B144700B497A00736A0E0EA2"/>
    <w:rsid w:val="005C121D"/>
    <w:pPr>
      <w:spacing w:after="120" w:line="240" w:lineRule="auto"/>
      <w:jc w:val="both"/>
    </w:pPr>
    <w:rPr>
      <w:rFonts w:ascii="Tahoma" w:eastAsiaTheme="minorHAnsi" w:hAnsi="Tahoma"/>
      <w:sz w:val="20"/>
      <w:szCs w:val="20"/>
      <w:lang w:eastAsia="en-US"/>
    </w:rPr>
  </w:style>
  <w:style w:type="paragraph" w:customStyle="1" w:styleId="3A4F350439A84FBB9E4EC07CB548EED02">
    <w:name w:val="3A4F350439A84FBB9E4EC07CB548EED02"/>
    <w:rsid w:val="005C121D"/>
    <w:pPr>
      <w:spacing w:after="120" w:line="240" w:lineRule="auto"/>
      <w:jc w:val="both"/>
    </w:pPr>
    <w:rPr>
      <w:rFonts w:ascii="Tahoma" w:eastAsiaTheme="minorHAnsi" w:hAnsi="Tahoma"/>
      <w:sz w:val="20"/>
      <w:szCs w:val="20"/>
      <w:lang w:eastAsia="en-US"/>
    </w:rPr>
  </w:style>
  <w:style w:type="paragraph" w:customStyle="1" w:styleId="63C08F1F6C1B44A1A820C81F8E42247D2">
    <w:name w:val="63C08F1F6C1B44A1A820C81F8E42247D2"/>
    <w:rsid w:val="005C121D"/>
    <w:pPr>
      <w:spacing w:after="120" w:line="240" w:lineRule="auto"/>
      <w:jc w:val="both"/>
    </w:pPr>
    <w:rPr>
      <w:rFonts w:ascii="Tahoma" w:eastAsiaTheme="minorHAnsi" w:hAnsi="Tahoma"/>
      <w:sz w:val="20"/>
      <w:szCs w:val="20"/>
      <w:lang w:eastAsia="en-US"/>
    </w:rPr>
  </w:style>
  <w:style w:type="paragraph" w:customStyle="1" w:styleId="C4ED4C4F21654D37B72DC1D725453BF4">
    <w:name w:val="C4ED4C4F21654D37B72DC1D725453BF4"/>
    <w:rsid w:val="005C121D"/>
    <w:pPr>
      <w:spacing w:after="120" w:line="240" w:lineRule="auto"/>
      <w:jc w:val="both"/>
    </w:pPr>
    <w:rPr>
      <w:rFonts w:ascii="Tahoma" w:eastAsiaTheme="minorHAnsi" w:hAnsi="Tahoma"/>
      <w:sz w:val="20"/>
      <w:szCs w:val="20"/>
      <w:lang w:eastAsia="en-US"/>
    </w:rPr>
  </w:style>
  <w:style w:type="paragraph" w:customStyle="1" w:styleId="0B4DEDE78227492DA514C516D4FBB1451">
    <w:name w:val="0B4DEDE78227492DA514C516D4FBB1451"/>
    <w:rsid w:val="005C121D"/>
    <w:pPr>
      <w:spacing w:after="120" w:line="240" w:lineRule="auto"/>
      <w:jc w:val="both"/>
    </w:pPr>
    <w:rPr>
      <w:rFonts w:ascii="Tahoma" w:eastAsiaTheme="minorHAnsi" w:hAnsi="Tahoma"/>
      <w:sz w:val="20"/>
      <w:szCs w:val="20"/>
      <w:lang w:eastAsia="en-US"/>
    </w:rPr>
  </w:style>
  <w:style w:type="paragraph" w:customStyle="1" w:styleId="932D237C1ED549D78313EF01C3B8506B1">
    <w:name w:val="932D237C1ED549D78313EF01C3B8506B1"/>
    <w:rsid w:val="005C121D"/>
    <w:pPr>
      <w:spacing w:after="120" w:line="240" w:lineRule="auto"/>
      <w:jc w:val="both"/>
    </w:pPr>
    <w:rPr>
      <w:rFonts w:ascii="Tahoma" w:eastAsiaTheme="minorHAnsi" w:hAnsi="Tahoma"/>
      <w:sz w:val="20"/>
      <w:szCs w:val="20"/>
      <w:lang w:eastAsia="en-US"/>
    </w:rPr>
  </w:style>
  <w:style w:type="paragraph" w:customStyle="1" w:styleId="0676879731C1489E99C0FEFAF58B8FC01">
    <w:name w:val="0676879731C1489E99C0FEFAF58B8FC01"/>
    <w:rsid w:val="005C121D"/>
    <w:pPr>
      <w:spacing w:after="120" w:line="240" w:lineRule="auto"/>
      <w:jc w:val="both"/>
    </w:pPr>
    <w:rPr>
      <w:rFonts w:ascii="Tahoma" w:eastAsiaTheme="minorHAnsi" w:hAnsi="Tahoma"/>
      <w:sz w:val="20"/>
      <w:szCs w:val="20"/>
      <w:lang w:eastAsia="en-US"/>
    </w:rPr>
  </w:style>
  <w:style w:type="paragraph" w:customStyle="1" w:styleId="4645999DF7224A939E53F5194B8867761">
    <w:name w:val="4645999DF7224A939E53F5194B8867761"/>
    <w:rsid w:val="005C121D"/>
    <w:pPr>
      <w:spacing w:after="120" w:line="240" w:lineRule="auto"/>
      <w:jc w:val="both"/>
    </w:pPr>
    <w:rPr>
      <w:rFonts w:ascii="Tahoma" w:eastAsiaTheme="minorHAnsi" w:hAnsi="Tahoma"/>
      <w:sz w:val="20"/>
      <w:szCs w:val="20"/>
      <w:lang w:eastAsia="en-US"/>
    </w:rPr>
  </w:style>
  <w:style w:type="paragraph" w:customStyle="1" w:styleId="98144D3415864D06B75C619D516E49EE1">
    <w:name w:val="98144D3415864D06B75C619D516E49EE1"/>
    <w:rsid w:val="005C121D"/>
    <w:pPr>
      <w:spacing w:after="120" w:line="240" w:lineRule="auto"/>
      <w:jc w:val="both"/>
    </w:pPr>
    <w:rPr>
      <w:rFonts w:ascii="Tahoma" w:eastAsiaTheme="minorHAnsi" w:hAnsi="Tahoma"/>
      <w:sz w:val="20"/>
      <w:szCs w:val="20"/>
      <w:lang w:eastAsia="en-US"/>
    </w:rPr>
  </w:style>
  <w:style w:type="paragraph" w:customStyle="1" w:styleId="9412C3A2CF564EB7A86E2C8E527809FA1">
    <w:name w:val="9412C3A2CF564EB7A86E2C8E527809FA1"/>
    <w:rsid w:val="005C121D"/>
    <w:pPr>
      <w:spacing w:after="120" w:line="240" w:lineRule="auto"/>
      <w:jc w:val="both"/>
    </w:pPr>
    <w:rPr>
      <w:rFonts w:ascii="Tahoma" w:eastAsiaTheme="minorHAnsi" w:hAnsi="Tahoma"/>
      <w:sz w:val="20"/>
      <w:szCs w:val="20"/>
      <w:lang w:eastAsia="en-US"/>
    </w:rPr>
  </w:style>
  <w:style w:type="paragraph" w:customStyle="1" w:styleId="CD7BF35B71D545E6A3F9DDA96BBED4E41">
    <w:name w:val="CD7BF35B71D545E6A3F9DDA96BBED4E41"/>
    <w:rsid w:val="005C121D"/>
    <w:pPr>
      <w:spacing w:after="120" w:line="240" w:lineRule="auto"/>
      <w:jc w:val="both"/>
    </w:pPr>
    <w:rPr>
      <w:rFonts w:ascii="Tahoma" w:eastAsiaTheme="minorHAnsi" w:hAnsi="Tahoma"/>
      <w:sz w:val="20"/>
      <w:szCs w:val="20"/>
      <w:lang w:eastAsia="en-US"/>
    </w:rPr>
  </w:style>
  <w:style w:type="paragraph" w:customStyle="1" w:styleId="B7D1414B938C4D6EBD25770D504CDB141">
    <w:name w:val="B7D1414B938C4D6EBD25770D504CDB141"/>
    <w:rsid w:val="005C121D"/>
    <w:pPr>
      <w:spacing w:after="120" w:line="240" w:lineRule="auto"/>
      <w:jc w:val="both"/>
    </w:pPr>
    <w:rPr>
      <w:rFonts w:ascii="Tahoma" w:eastAsiaTheme="minorHAnsi" w:hAnsi="Tahoma"/>
      <w:sz w:val="20"/>
      <w:szCs w:val="20"/>
      <w:lang w:eastAsia="en-US"/>
    </w:rPr>
  </w:style>
  <w:style w:type="paragraph" w:customStyle="1" w:styleId="4576C1C825834A598E8268B7C2BA472C1">
    <w:name w:val="4576C1C825834A598E8268B7C2BA472C1"/>
    <w:rsid w:val="005C121D"/>
    <w:pPr>
      <w:spacing w:after="120" w:line="240" w:lineRule="auto"/>
      <w:jc w:val="both"/>
    </w:pPr>
    <w:rPr>
      <w:rFonts w:ascii="Tahoma" w:eastAsiaTheme="minorHAnsi" w:hAnsi="Tahoma"/>
      <w:sz w:val="20"/>
      <w:szCs w:val="20"/>
      <w:lang w:eastAsia="en-US"/>
    </w:rPr>
  </w:style>
  <w:style w:type="paragraph" w:customStyle="1" w:styleId="A59DC840E1D14311A952A087C1995E9C1">
    <w:name w:val="A59DC840E1D14311A952A087C1995E9C1"/>
    <w:rsid w:val="005C121D"/>
    <w:pPr>
      <w:spacing w:after="120" w:line="240" w:lineRule="auto"/>
      <w:jc w:val="both"/>
    </w:pPr>
    <w:rPr>
      <w:rFonts w:ascii="Tahoma" w:eastAsiaTheme="minorHAnsi" w:hAnsi="Tahoma"/>
      <w:sz w:val="20"/>
      <w:szCs w:val="20"/>
      <w:lang w:eastAsia="en-US"/>
    </w:rPr>
  </w:style>
  <w:style w:type="paragraph" w:customStyle="1" w:styleId="243BDD39C36B4819B9C4EE2F617DA35F1">
    <w:name w:val="243BDD39C36B4819B9C4EE2F617DA35F1"/>
    <w:rsid w:val="005C121D"/>
    <w:pPr>
      <w:spacing w:after="120" w:line="240" w:lineRule="auto"/>
      <w:jc w:val="both"/>
    </w:pPr>
    <w:rPr>
      <w:rFonts w:ascii="Tahoma" w:eastAsiaTheme="minorHAnsi" w:hAnsi="Tahoma"/>
      <w:sz w:val="20"/>
      <w:szCs w:val="20"/>
      <w:lang w:eastAsia="en-US"/>
    </w:rPr>
  </w:style>
  <w:style w:type="paragraph" w:customStyle="1" w:styleId="52620D2109204E64864DFBD5C66E31761">
    <w:name w:val="52620D2109204E64864DFBD5C66E31761"/>
    <w:rsid w:val="005C121D"/>
    <w:pPr>
      <w:spacing w:after="120" w:line="240" w:lineRule="auto"/>
      <w:jc w:val="both"/>
    </w:pPr>
    <w:rPr>
      <w:rFonts w:ascii="Tahoma" w:eastAsiaTheme="minorHAnsi" w:hAnsi="Tahoma"/>
      <w:sz w:val="20"/>
      <w:szCs w:val="20"/>
      <w:lang w:eastAsia="en-US"/>
    </w:rPr>
  </w:style>
  <w:style w:type="paragraph" w:customStyle="1" w:styleId="D70B456E5CD74B63AE3EF0C93C887E7B">
    <w:name w:val="D70B456E5CD74B63AE3EF0C93C887E7B"/>
    <w:rsid w:val="005C121D"/>
  </w:style>
  <w:style w:type="paragraph" w:customStyle="1" w:styleId="F5125BAB8B97464181AC7E54F4515D14">
    <w:name w:val="F5125BAB8B97464181AC7E54F4515D14"/>
    <w:rsid w:val="005C121D"/>
  </w:style>
  <w:style w:type="paragraph" w:customStyle="1" w:styleId="94D2FF39F80244E6B328EA7C92204356">
    <w:name w:val="94D2FF39F80244E6B328EA7C92204356"/>
    <w:rsid w:val="005C121D"/>
  </w:style>
  <w:style w:type="paragraph" w:customStyle="1" w:styleId="79D32415DCF3488293EDEE4374628FF2">
    <w:name w:val="79D32415DCF3488293EDEE4374628FF2"/>
    <w:rsid w:val="005C121D"/>
  </w:style>
  <w:style w:type="paragraph" w:customStyle="1" w:styleId="2AD5FAAE253244BFAC47D7CFFD4E810B">
    <w:name w:val="2AD5FAAE253244BFAC47D7CFFD4E810B"/>
    <w:rsid w:val="005C121D"/>
  </w:style>
  <w:style w:type="paragraph" w:customStyle="1" w:styleId="AFEADE4D01AF4B369A72620A0427B633">
    <w:name w:val="AFEADE4D01AF4B369A72620A0427B633"/>
    <w:rsid w:val="005C121D"/>
  </w:style>
  <w:style w:type="paragraph" w:customStyle="1" w:styleId="27C797042A724B17B65AE027A4E7EB98">
    <w:name w:val="27C797042A724B17B65AE027A4E7EB98"/>
    <w:rsid w:val="005C121D"/>
  </w:style>
  <w:style w:type="paragraph" w:customStyle="1" w:styleId="9D2A0ABFDF1B40D799B56B19690C9A61">
    <w:name w:val="9D2A0ABFDF1B40D799B56B19690C9A61"/>
    <w:rsid w:val="005C121D"/>
  </w:style>
  <w:style w:type="paragraph" w:customStyle="1" w:styleId="1A6A4FE95E384BC8970690FDBA5FC99C">
    <w:name w:val="1A6A4FE95E384BC8970690FDBA5FC99C"/>
    <w:rsid w:val="005C121D"/>
  </w:style>
  <w:style w:type="paragraph" w:customStyle="1" w:styleId="9108E88CEC4E4549BFDB0F18010A7144">
    <w:name w:val="9108E88CEC4E4549BFDB0F18010A7144"/>
    <w:rsid w:val="005C121D"/>
  </w:style>
  <w:style w:type="paragraph" w:customStyle="1" w:styleId="297EB50B07264C3F8BC411B13A6EFD32">
    <w:name w:val="297EB50B07264C3F8BC411B13A6EFD32"/>
    <w:rsid w:val="005C121D"/>
  </w:style>
  <w:style w:type="paragraph" w:customStyle="1" w:styleId="420F33F7881F4E8D8537061C8A1D767A">
    <w:name w:val="420F33F7881F4E8D8537061C8A1D767A"/>
    <w:rsid w:val="005C121D"/>
  </w:style>
  <w:style w:type="paragraph" w:customStyle="1" w:styleId="15AF1729FC6D4E2CA93F5B90FEAA2FCD">
    <w:name w:val="15AF1729FC6D4E2CA93F5B90FEAA2FCD"/>
    <w:rsid w:val="005C121D"/>
  </w:style>
  <w:style w:type="paragraph" w:customStyle="1" w:styleId="3C8B00E322CA4668B2AEB52DF9A38180">
    <w:name w:val="3C8B00E322CA4668B2AEB52DF9A38180"/>
    <w:rsid w:val="005C121D"/>
  </w:style>
  <w:style w:type="paragraph" w:customStyle="1" w:styleId="B5E86460B3E24411A5BF18EB1DDE2B88">
    <w:name w:val="B5E86460B3E24411A5BF18EB1DDE2B88"/>
    <w:rsid w:val="005C121D"/>
  </w:style>
  <w:style w:type="paragraph" w:customStyle="1" w:styleId="D627C774909C4AC6B22CCDB99ADDAAD3">
    <w:name w:val="D627C774909C4AC6B22CCDB99ADDAAD3"/>
    <w:rsid w:val="005C121D"/>
  </w:style>
  <w:style w:type="paragraph" w:customStyle="1" w:styleId="DE9B7DC16235429BBED85275F4C54110">
    <w:name w:val="DE9B7DC16235429BBED85275F4C54110"/>
    <w:rsid w:val="005C121D"/>
  </w:style>
  <w:style w:type="paragraph" w:customStyle="1" w:styleId="361940CC2800458B872C0D8D4300E975">
    <w:name w:val="361940CC2800458B872C0D8D4300E975"/>
    <w:rsid w:val="005C121D"/>
  </w:style>
  <w:style w:type="paragraph" w:customStyle="1" w:styleId="0C9F1B6CCEBA4739A3F10A9FCE733BD5">
    <w:name w:val="0C9F1B6CCEBA4739A3F10A9FCE733BD5"/>
    <w:rsid w:val="005C121D"/>
  </w:style>
  <w:style w:type="paragraph" w:customStyle="1" w:styleId="B02B522950E54E20AB1E60EC9F20EC0D">
    <w:name w:val="B02B522950E54E20AB1E60EC9F20EC0D"/>
    <w:rsid w:val="005C121D"/>
  </w:style>
  <w:style w:type="paragraph" w:customStyle="1" w:styleId="DD54E39591234366BA0F1DD9A449CA35">
    <w:name w:val="DD54E39591234366BA0F1DD9A449CA35"/>
    <w:rsid w:val="005C121D"/>
  </w:style>
  <w:style w:type="paragraph" w:customStyle="1" w:styleId="014D33AFB0DA45C18E2071A13F2B0757">
    <w:name w:val="014D33AFB0DA45C18E2071A13F2B0757"/>
    <w:rsid w:val="005C121D"/>
  </w:style>
  <w:style w:type="paragraph" w:customStyle="1" w:styleId="424ECD38442E42B2A137E68945B2BFA8">
    <w:name w:val="424ECD38442E42B2A137E68945B2BFA8"/>
    <w:rsid w:val="005C121D"/>
  </w:style>
  <w:style w:type="paragraph" w:customStyle="1" w:styleId="E6365F9B97E6492492BAB28E7EAE85A0">
    <w:name w:val="E6365F9B97E6492492BAB28E7EAE85A0"/>
    <w:rsid w:val="005C121D"/>
  </w:style>
  <w:style w:type="paragraph" w:customStyle="1" w:styleId="432461B8B3074D18918432D371192C38">
    <w:name w:val="432461B8B3074D18918432D371192C38"/>
    <w:rsid w:val="005C121D"/>
  </w:style>
  <w:style w:type="paragraph" w:customStyle="1" w:styleId="74FE56E68EB64F5DB24328DD2207FE86">
    <w:name w:val="74FE56E68EB64F5DB24328DD2207FE86"/>
    <w:rsid w:val="005C121D"/>
  </w:style>
  <w:style w:type="paragraph" w:customStyle="1" w:styleId="2C88B92721FB4FEB963D70D86452D501">
    <w:name w:val="2C88B92721FB4FEB963D70D86452D501"/>
    <w:rsid w:val="005C121D"/>
  </w:style>
  <w:style w:type="paragraph" w:customStyle="1" w:styleId="F828F6E8C8D548FFB11DC15C5889A253">
    <w:name w:val="F828F6E8C8D548FFB11DC15C5889A253"/>
    <w:rsid w:val="005C121D"/>
  </w:style>
  <w:style w:type="paragraph" w:customStyle="1" w:styleId="6DF85E21DC2A4A58ADF90A5C3DD95B24">
    <w:name w:val="6DF85E21DC2A4A58ADF90A5C3DD95B24"/>
    <w:rsid w:val="005C121D"/>
  </w:style>
  <w:style w:type="paragraph" w:customStyle="1" w:styleId="09300A05E42844C483E04607744B6A05">
    <w:name w:val="09300A05E42844C483E04607744B6A05"/>
    <w:rsid w:val="005C121D"/>
  </w:style>
  <w:style w:type="paragraph" w:customStyle="1" w:styleId="955B596A43D34240AD1A2EAAA945FB47">
    <w:name w:val="955B596A43D34240AD1A2EAAA945FB47"/>
    <w:rsid w:val="005C121D"/>
  </w:style>
  <w:style w:type="paragraph" w:customStyle="1" w:styleId="DD852B731FEB4D3E97F5D611E38D0D86">
    <w:name w:val="DD852B731FEB4D3E97F5D611E38D0D86"/>
    <w:rsid w:val="005C121D"/>
  </w:style>
  <w:style w:type="paragraph" w:customStyle="1" w:styleId="2D0CD3F470D547EC9BD9DB253E843614">
    <w:name w:val="2D0CD3F470D547EC9BD9DB253E843614"/>
    <w:rsid w:val="005C121D"/>
  </w:style>
  <w:style w:type="paragraph" w:customStyle="1" w:styleId="67FAE25A521E479BB2ABAD688DDFB952">
    <w:name w:val="67FAE25A521E479BB2ABAD688DDFB952"/>
    <w:rsid w:val="005C121D"/>
  </w:style>
  <w:style w:type="paragraph" w:customStyle="1" w:styleId="73236DEE0716490CAD65B6E99847B5C0">
    <w:name w:val="73236DEE0716490CAD65B6E99847B5C0"/>
    <w:rsid w:val="005C121D"/>
  </w:style>
  <w:style w:type="paragraph" w:customStyle="1" w:styleId="5D4ADFCEEFC44F56B27E9D3A47ED37F4">
    <w:name w:val="5D4ADFCEEFC44F56B27E9D3A47ED37F4"/>
    <w:rsid w:val="005C121D"/>
  </w:style>
  <w:style w:type="paragraph" w:customStyle="1" w:styleId="A415AAA361FB4848AFC2ACCB55FA7758">
    <w:name w:val="A415AAA361FB4848AFC2ACCB55FA7758"/>
    <w:rsid w:val="005C121D"/>
  </w:style>
  <w:style w:type="paragraph" w:customStyle="1" w:styleId="8113B28B07FB4E52A62CE94D91575662">
    <w:name w:val="8113B28B07FB4E52A62CE94D91575662"/>
    <w:rsid w:val="005C121D"/>
  </w:style>
  <w:style w:type="paragraph" w:customStyle="1" w:styleId="0F331AD821614B0782A96A68F585002B">
    <w:name w:val="0F331AD821614B0782A96A68F585002B"/>
    <w:rsid w:val="005C121D"/>
  </w:style>
  <w:style w:type="paragraph" w:customStyle="1" w:styleId="3C215B32EBC3445FA6FF1A95DD3BC482">
    <w:name w:val="3C215B32EBC3445FA6FF1A95DD3BC482"/>
    <w:rsid w:val="005C121D"/>
  </w:style>
  <w:style w:type="paragraph" w:customStyle="1" w:styleId="8A2D32783E57415C897AFAB020AEA5E5">
    <w:name w:val="8A2D32783E57415C897AFAB020AEA5E5"/>
    <w:rsid w:val="005C121D"/>
  </w:style>
  <w:style w:type="paragraph" w:customStyle="1" w:styleId="12B842306D454F9E9DE06705BFC3529D">
    <w:name w:val="12B842306D454F9E9DE06705BFC3529D"/>
    <w:rsid w:val="005C121D"/>
  </w:style>
  <w:style w:type="paragraph" w:customStyle="1" w:styleId="5DDCA8800E2941FC9264889E11D350CF">
    <w:name w:val="5DDCA8800E2941FC9264889E11D350CF"/>
    <w:rsid w:val="005C121D"/>
  </w:style>
  <w:style w:type="paragraph" w:customStyle="1" w:styleId="1DB8265E31134EF3B353AF6FF218C9E8">
    <w:name w:val="1DB8265E31134EF3B353AF6FF218C9E8"/>
    <w:rsid w:val="005C121D"/>
  </w:style>
  <w:style w:type="paragraph" w:customStyle="1" w:styleId="81D6C3B1E26140989FB21E0C89D14A2A">
    <w:name w:val="81D6C3B1E26140989FB21E0C89D14A2A"/>
    <w:rsid w:val="005C121D"/>
  </w:style>
  <w:style w:type="paragraph" w:customStyle="1" w:styleId="23F8D6A9528246D78AEFC228F6ACB0C3">
    <w:name w:val="23F8D6A9528246D78AEFC228F6ACB0C3"/>
    <w:rsid w:val="005C121D"/>
  </w:style>
  <w:style w:type="paragraph" w:customStyle="1" w:styleId="492DEC0848784670A96814325D156285">
    <w:name w:val="492DEC0848784670A96814325D156285"/>
    <w:rsid w:val="005C121D"/>
  </w:style>
  <w:style w:type="paragraph" w:customStyle="1" w:styleId="30389C3A5455400D95FBA61EC13A772E">
    <w:name w:val="30389C3A5455400D95FBA61EC13A772E"/>
    <w:rsid w:val="005C121D"/>
  </w:style>
  <w:style w:type="paragraph" w:customStyle="1" w:styleId="B8098FE498864DAAB2C742DEB87A3545">
    <w:name w:val="B8098FE498864DAAB2C742DEB87A3545"/>
    <w:rsid w:val="005C121D"/>
  </w:style>
  <w:style w:type="paragraph" w:customStyle="1" w:styleId="B028F9E0C72E4CC1A95496410DAAC0E1">
    <w:name w:val="B028F9E0C72E4CC1A95496410DAAC0E1"/>
    <w:rsid w:val="005C121D"/>
  </w:style>
  <w:style w:type="paragraph" w:customStyle="1" w:styleId="D02104221CA14364942D44CFB67A075B">
    <w:name w:val="D02104221CA14364942D44CFB67A075B"/>
    <w:rsid w:val="005C121D"/>
  </w:style>
  <w:style w:type="paragraph" w:customStyle="1" w:styleId="E7F38378FAEB4B049F9B9A4D72780B98">
    <w:name w:val="E7F38378FAEB4B049F9B9A4D72780B98"/>
    <w:rsid w:val="005C121D"/>
  </w:style>
  <w:style w:type="paragraph" w:customStyle="1" w:styleId="D27E25B88FA347E2AD6B16F5456A0AFB">
    <w:name w:val="D27E25B88FA347E2AD6B16F5456A0AFB"/>
    <w:rsid w:val="005C121D"/>
  </w:style>
  <w:style w:type="paragraph" w:customStyle="1" w:styleId="8A45F756596E4C09855A50ED05F97460">
    <w:name w:val="8A45F756596E4C09855A50ED05F97460"/>
    <w:rsid w:val="005C121D"/>
  </w:style>
  <w:style w:type="paragraph" w:customStyle="1" w:styleId="BC9B47343DC349CD92670BA56851CF69">
    <w:name w:val="BC9B47343DC349CD92670BA56851CF69"/>
    <w:rsid w:val="005C121D"/>
  </w:style>
  <w:style w:type="paragraph" w:customStyle="1" w:styleId="4E9D41441E384EED87DDEC87EB5C3B43">
    <w:name w:val="4E9D41441E384EED87DDEC87EB5C3B43"/>
    <w:rsid w:val="005C121D"/>
  </w:style>
  <w:style w:type="paragraph" w:customStyle="1" w:styleId="36092F5570FF46FBB499CD317D192C53">
    <w:name w:val="36092F5570FF46FBB499CD317D192C53"/>
    <w:rsid w:val="005C121D"/>
  </w:style>
  <w:style w:type="paragraph" w:customStyle="1" w:styleId="A2F96FABA6744617ADBB3A6E8C005DDD">
    <w:name w:val="A2F96FABA6744617ADBB3A6E8C005DDD"/>
    <w:rsid w:val="005C121D"/>
  </w:style>
  <w:style w:type="paragraph" w:customStyle="1" w:styleId="1FB6B360F0FE4B3F8B79E7F5559CFEDA">
    <w:name w:val="1FB6B360F0FE4B3F8B79E7F5559CFEDA"/>
    <w:rsid w:val="005C121D"/>
  </w:style>
  <w:style w:type="paragraph" w:customStyle="1" w:styleId="98B63323F25F465BA4D8D186FA421603">
    <w:name w:val="98B63323F25F465BA4D8D186FA421603"/>
    <w:rsid w:val="005C121D"/>
  </w:style>
  <w:style w:type="paragraph" w:customStyle="1" w:styleId="313B51BDC66A47D6A7A03C0BDC4EF8EE">
    <w:name w:val="313B51BDC66A47D6A7A03C0BDC4EF8EE"/>
    <w:rsid w:val="005C121D"/>
  </w:style>
  <w:style w:type="paragraph" w:customStyle="1" w:styleId="7E1BC1A792C74C34AF2CE6FF9A96AC5D">
    <w:name w:val="7E1BC1A792C74C34AF2CE6FF9A96AC5D"/>
    <w:rsid w:val="005C121D"/>
  </w:style>
  <w:style w:type="paragraph" w:customStyle="1" w:styleId="ED55ADB6473A4AA4A86E6D74E6B13A72">
    <w:name w:val="ED55ADB6473A4AA4A86E6D74E6B13A72"/>
    <w:rsid w:val="005C121D"/>
  </w:style>
  <w:style w:type="paragraph" w:customStyle="1" w:styleId="2C66CDDCB19A46BDA8E42BAE1328BCAE">
    <w:name w:val="2C66CDDCB19A46BDA8E42BAE1328BCAE"/>
    <w:rsid w:val="005C121D"/>
  </w:style>
  <w:style w:type="paragraph" w:customStyle="1" w:styleId="E3D93BF53CDA4A8D9846D7392C20583B">
    <w:name w:val="E3D93BF53CDA4A8D9846D7392C20583B"/>
    <w:rsid w:val="005C121D"/>
  </w:style>
  <w:style w:type="paragraph" w:customStyle="1" w:styleId="8D25AD0D8E9E43CB91814CE58E5357C4">
    <w:name w:val="8D25AD0D8E9E43CB91814CE58E5357C4"/>
    <w:rsid w:val="005C121D"/>
  </w:style>
  <w:style w:type="paragraph" w:customStyle="1" w:styleId="752E9317AB0C492F926FFF1432E01D86">
    <w:name w:val="752E9317AB0C492F926FFF1432E01D86"/>
    <w:rsid w:val="005C121D"/>
  </w:style>
  <w:style w:type="paragraph" w:customStyle="1" w:styleId="D5BBAA8F762B4B06B19E4E889DAA18EE">
    <w:name w:val="D5BBAA8F762B4B06B19E4E889DAA18EE"/>
    <w:rsid w:val="001D463B"/>
  </w:style>
  <w:style w:type="paragraph" w:customStyle="1" w:styleId="247E9741F5D540D69A62D3D875AD58C9">
    <w:name w:val="247E9741F5D540D69A62D3D875AD58C9"/>
    <w:rsid w:val="001D463B"/>
  </w:style>
  <w:style w:type="paragraph" w:customStyle="1" w:styleId="49DB7D60F8054A4AB8F26833F04DDB7D">
    <w:name w:val="49DB7D60F8054A4AB8F26833F04DDB7D"/>
    <w:rsid w:val="001D463B"/>
  </w:style>
  <w:style w:type="paragraph" w:customStyle="1" w:styleId="68EA49E1F56A43EE81F178244F2DB51D">
    <w:name w:val="68EA49E1F56A43EE81F178244F2DB51D"/>
    <w:rsid w:val="001D463B"/>
  </w:style>
  <w:style w:type="paragraph" w:customStyle="1" w:styleId="646E2D5E2DC14A239EC6AD758D7DB925">
    <w:name w:val="646E2D5E2DC14A239EC6AD758D7DB925"/>
    <w:rsid w:val="001D463B"/>
  </w:style>
  <w:style w:type="paragraph" w:customStyle="1" w:styleId="17ED8446B6E049CF80650C2828D5D92B">
    <w:name w:val="17ED8446B6E049CF80650C2828D5D92B"/>
    <w:rsid w:val="001D463B"/>
  </w:style>
  <w:style w:type="paragraph" w:customStyle="1" w:styleId="D929E0EEAD334250B21CF0AA45B668228">
    <w:name w:val="D929E0EEAD334250B21CF0AA45B668228"/>
    <w:rsid w:val="001D463B"/>
    <w:pPr>
      <w:spacing w:after="120" w:line="240" w:lineRule="auto"/>
      <w:jc w:val="both"/>
    </w:pPr>
    <w:rPr>
      <w:rFonts w:ascii="Tahoma" w:eastAsiaTheme="minorHAnsi" w:hAnsi="Tahoma"/>
      <w:sz w:val="20"/>
      <w:szCs w:val="20"/>
      <w:lang w:eastAsia="en-US"/>
    </w:rPr>
  </w:style>
  <w:style w:type="paragraph" w:customStyle="1" w:styleId="84E7337708CD4247B919E316C5F23AE07">
    <w:name w:val="84E7337708CD4247B919E316C5F23AE07"/>
    <w:rsid w:val="001D463B"/>
    <w:pPr>
      <w:spacing w:after="120" w:line="240" w:lineRule="auto"/>
      <w:jc w:val="both"/>
    </w:pPr>
    <w:rPr>
      <w:rFonts w:ascii="Tahoma" w:eastAsiaTheme="minorHAnsi" w:hAnsi="Tahoma"/>
      <w:sz w:val="20"/>
      <w:szCs w:val="20"/>
      <w:lang w:eastAsia="en-US"/>
    </w:rPr>
  </w:style>
  <w:style w:type="paragraph" w:customStyle="1" w:styleId="8E6F1ECEFA584DE78CF5A08E497B59EE7">
    <w:name w:val="8E6F1ECEFA584DE78CF5A08E497B59EE7"/>
    <w:rsid w:val="001D463B"/>
    <w:pPr>
      <w:spacing w:after="120" w:line="240" w:lineRule="auto"/>
      <w:jc w:val="both"/>
    </w:pPr>
    <w:rPr>
      <w:rFonts w:ascii="Tahoma" w:eastAsiaTheme="minorHAnsi" w:hAnsi="Tahoma"/>
      <w:sz w:val="20"/>
      <w:szCs w:val="20"/>
      <w:lang w:eastAsia="en-US"/>
    </w:rPr>
  </w:style>
  <w:style w:type="paragraph" w:customStyle="1" w:styleId="BDA809AFD81F44338CE81EFD0C9309A17">
    <w:name w:val="BDA809AFD81F44338CE81EFD0C9309A17"/>
    <w:rsid w:val="001D463B"/>
    <w:pPr>
      <w:spacing w:after="120" w:line="240" w:lineRule="auto"/>
      <w:jc w:val="both"/>
    </w:pPr>
    <w:rPr>
      <w:rFonts w:ascii="Tahoma" w:eastAsiaTheme="minorHAnsi" w:hAnsi="Tahoma"/>
      <w:sz w:val="20"/>
      <w:szCs w:val="20"/>
      <w:lang w:eastAsia="en-US"/>
    </w:rPr>
  </w:style>
  <w:style w:type="paragraph" w:customStyle="1" w:styleId="04EC7EBB8BC64E879DDC423533E500CF7">
    <w:name w:val="04EC7EBB8BC64E879DDC423533E500CF7"/>
    <w:rsid w:val="001D463B"/>
    <w:pPr>
      <w:spacing w:after="120" w:line="240" w:lineRule="auto"/>
      <w:jc w:val="both"/>
    </w:pPr>
    <w:rPr>
      <w:rFonts w:ascii="Tahoma" w:eastAsiaTheme="minorHAnsi" w:hAnsi="Tahoma"/>
      <w:sz w:val="20"/>
      <w:szCs w:val="20"/>
      <w:lang w:eastAsia="en-US"/>
    </w:rPr>
  </w:style>
  <w:style w:type="paragraph" w:customStyle="1" w:styleId="245A40A2B13E4EA48ECCFEC0BB4D3B2E6">
    <w:name w:val="245A40A2B13E4EA48ECCFEC0BB4D3B2E6"/>
    <w:rsid w:val="001D463B"/>
    <w:pPr>
      <w:spacing w:after="120" w:line="240" w:lineRule="auto"/>
      <w:jc w:val="both"/>
    </w:pPr>
    <w:rPr>
      <w:rFonts w:ascii="Tahoma" w:eastAsiaTheme="minorHAnsi" w:hAnsi="Tahoma"/>
      <w:sz w:val="20"/>
      <w:szCs w:val="20"/>
      <w:lang w:eastAsia="en-US"/>
    </w:rPr>
  </w:style>
  <w:style w:type="paragraph" w:customStyle="1" w:styleId="8FA902430EC04999B736E2B403162EA16">
    <w:name w:val="8FA902430EC04999B736E2B403162EA16"/>
    <w:rsid w:val="001D463B"/>
    <w:pPr>
      <w:spacing w:after="120" w:line="240" w:lineRule="auto"/>
      <w:jc w:val="both"/>
    </w:pPr>
    <w:rPr>
      <w:rFonts w:ascii="Tahoma" w:eastAsiaTheme="minorHAnsi" w:hAnsi="Tahoma"/>
      <w:sz w:val="20"/>
      <w:szCs w:val="20"/>
      <w:lang w:eastAsia="en-US"/>
    </w:rPr>
  </w:style>
  <w:style w:type="paragraph" w:customStyle="1" w:styleId="574E8610E1E54F2984926DDB2DC99E576">
    <w:name w:val="574E8610E1E54F2984926DDB2DC99E576"/>
    <w:rsid w:val="001D463B"/>
    <w:pPr>
      <w:spacing w:after="120" w:line="240" w:lineRule="auto"/>
      <w:jc w:val="both"/>
    </w:pPr>
    <w:rPr>
      <w:rFonts w:ascii="Tahoma" w:eastAsiaTheme="minorHAnsi" w:hAnsi="Tahoma"/>
      <w:sz w:val="20"/>
      <w:szCs w:val="20"/>
      <w:lang w:eastAsia="en-US"/>
    </w:rPr>
  </w:style>
  <w:style w:type="paragraph" w:customStyle="1" w:styleId="F09FE4A3E97346119863EBC776F3701D3">
    <w:name w:val="F09FE4A3E97346119863EBC776F3701D3"/>
    <w:rsid w:val="001D463B"/>
    <w:pPr>
      <w:spacing w:after="120" w:line="240" w:lineRule="auto"/>
      <w:jc w:val="both"/>
    </w:pPr>
    <w:rPr>
      <w:rFonts w:ascii="Tahoma" w:eastAsiaTheme="minorHAnsi" w:hAnsi="Tahoma"/>
      <w:sz w:val="20"/>
      <w:szCs w:val="20"/>
      <w:lang w:eastAsia="en-US"/>
    </w:rPr>
  </w:style>
  <w:style w:type="paragraph" w:customStyle="1" w:styleId="6F7ABE0BBB284774BBF662C8ED8731223">
    <w:name w:val="6F7ABE0BBB284774BBF662C8ED8731223"/>
    <w:rsid w:val="001D463B"/>
    <w:pPr>
      <w:spacing w:after="120" w:line="240" w:lineRule="auto"/>
      <w:jc w:val="both"/>
    </w:pPr>
    <w:rPr>
      <w:rFonts w:ascii="Tahoma" w:eastAsiaTheme="minorHAnsi" w:hAnsi="Tahoma"/>
      <w:sz w:val="20"/>
      <w:szCs w:val="20"/>
      <w:lang w:eastAsia="en-US"/>
    </w:rPr>
  </w:style>
  <w:style w:type="paragraph" w:customStyle="1" w:styleId="779F2B4FFB20460BABDE081FE93BD09C3">
    <w:name w:val="779F2B4FFB20460BABDE081FE93BD09C3"/>
    <w:rsid w:val="001D463B"/>
    <w:pPr>
      <w:spacing w:after="120" w:line="240" w:lineRule="auto"/>
      <w:jc w:val="both"/>
    </w:pPr>
    <w:rPr>
      <w:rFonts w:ascii="Tahoma" w:eastAsiaTheme="minorHAnsi" w:hAnsi="Tahoma"/>
      <w:sz w:val="20"/>
      <w:szCs w:val="20"/>
      <w:lang w:eastAsia="en-US"/>
    </w:rPr>
  </w:style>
  <w:style w:type="paragraph" w:customStyle="1" w:styleId="2B38163517804DA086101F401AF513123">
    <w:name w:val="2B38163517804DA086101F401AF513123"/>
    <w:rsid w:val="001D463B"/>
    <w:pPr>
      <w:spacing w:after="120" w:line="240" w:lineRule="auto"/>
      <w:jc w:val="both"/>
    </w:pPr>
    <w:rPr>
      <w:rFonts w:ascii="Tahoma" w:eastAsiaTheme="minorHAnsi" w:hAnsi="Tahoma"/>
      <w:sz w:val="20"/>
      <w:szCs w:val="20"/>
      <w:lang w:eastAsia="en-US"/>
    </w:rPr>
  </w:style>
  <w:style w:type="paragraph" w:customStyle="1" w:styleId="279AC7F4C7BB43D4983EA92BDA54B3233">
    <w:name w:val="279AC7F4C7BB43D4983EA92BDA54B3233"/>
    <w:rsid w:val="001D463B"/>
    <w:pPr>
      <w:spacing w:after="120" w:line="240" w:lineRule="auto"/>
      <w:jc w:val="both"/>
    </w:pPr>
    <w:rPr>
      <w:rFonts w:ascii="Tahoma" w:eastAsiaTheme="minorHAnsi" w:hAnsi="Tahoma"/>
      <w:sz w:val="20"/>
      <w:szCs w:val="20"/>
      <w:lang w:eastAsia="en-US"/>
    </w:rPr>
  </w:style>
  <w:style w:type="paragraph" w:customStyle="1" w:styleId="1A3B2B92521A4C9BADE7F3E8DB295D2F3">
    <w:name w:val="1A3B2B92521A4C9BADE7F3E8DB295D2F3"/>
    <w:rsid w:val="001D463B"/>
    <w:pPr>
      <w:spacing w:after="120" w:line="240" w:lineRule="auto"/>
      <w:jc w:val="both"/>
    </w:pPr>
    <w:rPr>
      <w:rFonts w:ascii="Tahoma" w:eastAsiaTheme="minorHAnsi" w:hAnsi="Tahoma"/>
      <w:sz w:val="20"/>
      <w:szCs w:val="20"/>
      <w:lang w:eastAsia="en-US"/>
    </w:rPr>
  </w:style>
  <w:style w:type="paragraph" w:customStyle="1" w:styleId="A80D28BA26FB4478B24D37BD5D922A033">
    <w:name w:val="A80D28BA26FB4478B24D37BD5D922A033"/>
    <w:rsid w:val="001D463B"/>
    <w:pPr>
      <w:spacing w:after="120" w:line="240" w:lineRule="auto"/>
      <w:jc w:val="both"/>
    </w:pPr>
    <w:rPr>
      <w:rFonts w:ascii="Tahoma" w:eastAsiaTheme="minorHAnsi" w:hAnsi="Tahoma"/>
      <w:sz w:val="20"/>
      <w:szCs w:val="20"/>
      <w:lang w:eastAsia="en-US"/>
    </w:rPr>
  </w:style>
  <w:style w:type="paragraph" w:customStyle="1" w:styleId="C0F15B458B7D4FE99A7B047F3951C1863">
    <w:name w:val="C0F15B458B7D4FE99A7B047F3951C1863"/>
    <w:rsid w:val="001D463B"/>
    <w:pPr>
      <w:spacing w:after="120" w:line="240" w:lineRule="auto"/>
      <w:jc w:val="both"/>
    </w:pPr>
    <w:rPr>
      <w:rFonts w:ascii="Tahoma" w:eastAsiaTheme="minorHAnsi" w:hAnsi="Tahoma"/>
      <w:sz w:val="20"/>
      <w:szCs w:val="20"/>
      <w:lang w:eastAsia="en-US"/>
    </w:rPr>
  </w:style>
  <w:style w:type="paragraph" w:customStyle="1" w:styleId="CBD3E27E27204061A0AF4447C4099EEA3">
    <w:name w:val="CBD3E27E27204061A0AF4447C4099EEA3"/>
    <w:rsid w:val="001D463B"/>
    <w:pPr>
      <w:spacing w:after="120" w:line="240" w:lineRule="auto"/>
      <w:jc w:val="both"/>
    </w:pPr>
    <w:rPr>
      <w:rFonts w:ascii="Tahoma" w:eastAsiaTheme="minorHAnsi" w:hAnsi="Tahoma"/>
      <w:sz w:val="20"/>
      <w:szCs w:val="20"/>
      <w:lang w:eastAsia="en-US"/>
    </w:rPr>
  </w:style>
  <w:style w:type="paragraph" w:customStyle="1" w:styleId="CD00DFBF7B144700B497A00736A0E0EA3">
    <w:name w:val="CD00DFBF7B144700B497A00736A0E0EA3"/>
    <w:rsid w:val="001D463B"/>
    <w:pPr>
      <w:spacing w:after="120" w:line="240" w:lineRule="auto"/>
      <w:jc w:val="both"/>
    </w:pPr>
    <w:rPr>
      <w:rFonts w:ascii="Tahoma" w:eastAsiaTheme="minorHAnsi" w:hAnsi="Tahoma"/>
      <w:sz w:val="20"/>
      <w:szCs w:val="20"/>
      <w:lang w:eastAsia="en-US"/>
    </w:rPr>
  </w:style>
  <w:style w:type="paragraph" w:customStyle="1" w:styleId="3A4F350439A84FBB9E4EC07CB548EED03">
    <w:name w:val="3A4F350439A84FBB9E4EC07CB548EED03"/>
    <w:rsid w:val="001D463B"/>
    <w:pPr>
      <w:spacing w:after="120" w:line="240" w:lineRule="auto"/>
      <w:jc w:val="both"/>
    </w:pPr>
    <w:rPr>
      <w:rFonts w:ascii="Tahoma" w:eastAsiaTheme="minorHAnsi" w:hAnsi="Tahoma"/>
      <w:sz w:val="20"/>
      <w:szCs w:val="20"/>
      <w:lang w:eastAsia="en-US"/>
    </w:rPr>
  </w:style>
  <w:style w:type="paragraph" w:customStyle="1" w:styleId="63C08F1F6C1B44A1A820C81F8E42247D3">
    <w:name w:val="63C08F1F6C1B44A1A820C81F8E42247D3"/>
    <w:rsid w:val="001D463B"/>
    <w:pPr>
      <w:spacing w:after="120" w:line="240" w:lineRule="auto"/>
      <w:jc w:val="both"/>
    </w:pPr>
    <w:rPr>
      <w:rFonts w:ascii="Tahoma" w:eastAsiaTheme="minorHAnsi" w:hAnsi="Tahoma"/>
      <w:sz w:val="20"/>
      <w:szCs w:val="20"/>
      <w:lang w:eastAsia="en-US"/>
    </w:rPr>
  </w:style>
  <w:style w:type="paragraph" w:customStyle="1" w:styleId="581363B6829546C880EE20461D71BB10">
    <w:name w:val="581363B6829546C880EE20461D71BB10"/>
    <w:rsid w:val="001D463B"/>
    <w:pPr>
      <w:spacing w:after="120" w:line="240" w:lineRule="auto"/>
      <w:jc w:val="both"/>
    </w:pPr>
    <w:rPr>
      <w:rFonts w:ascii="Tahoma" w:eastAsiaTheme="minorHAnsi" w:hAnsi="Tahoma"/>
      <w:sz w:val="20"/>
      <w:szCs w:val="20"/>
      <w:lang w:eastAsia="en-US"/>
    </w:rPr>
  </w:style>
  <w:style w:type="paragraph" w:customStyle="1" w:styleId="D5BBAA8F762B4B06B19E4E889DAA18EE1">
    <w:name w:val="D5BBAA8F762B4B06B19E4E889DAA18EE1"/>
    <w:rsid w:val="001D463B"/>
    <w:pPr>
      <w:spacing w:after="120" w:line="240" w:lineRule="auto"/>
      <w:jc w:val="both"/>
    </w:pPr>
    <w:rPr>
      <w:rFonts w:ascii="Tahoma" w:eastAsiaTheme="minorHAnsi" w:hAnsi="Tahoma"/>
      <w:sz w:val="20"/>
      <w:szCs w:val="20"/>
      <w:lang w:eastAsia="en-US"/>
    </w:rPr>
  </w:style>
  <w:style w:type="paragraph" w:customStyle="1" w:styleId="49DB7D60F8054A4AB8F26833F04DDB7D1">
    <w:name w:val="49DB7D60F8054A4AB8F26833F04DDB7D1"/>
    <w:rsid w:val="001D463B"/>
    <w:pPr>
      <w:spacing w:after="120" w:line="240" w:lineRule="auto"/>
      <w:jc w:val="both"/>
    </w:pPr>
    <w:rPr>
      <w:rFonts w:ascii="Tahoma" w:eastAsiaTheme="minorHAnsi" w:hAnsi="Tahoma"/>
      <w:sz w:val="20"/>
      <w:szCs w:val="20"/>
      <w:lang w:eastAsia="en-US"/>
    </w:rPr>
  </w:style>
  <w:style w:type="paragraph" w:customStyle="1" w:styleId="29FD08784CB0456680FCA0504BDC8B1C">
    <w:name w:val="29FD08784CB0456680FCA0504BDC8B1C"/>
    <w:rsid w:val="001D463B"/>
    <w:pPr>
      <w:spacing w:after="120" w:line="240" w:lineRule="auto"/>
      <w:jc w:val="both"/>
    </w:pPr>
    <w:rPr>
      <w:rFonts w:ascii="Tahoma" w:eastAsiaTheme="minorHAnsi" w:hAnsi="Tahoma"/>
      <w:sz w:val="20"/>
      <w:szCs w:val="20"/>
      <w:lang w:eastAsia="en-US"/>
    </w:rPr>
  </w:style>
  <w:style w:type="paragraph" w:customStyle="1" w:styleId="68EA49E1F56A43EE81F178244F2DB51D1">
    <w:name w:val="68EA49E1F56A43EE81F178244F2DB51D1"/>
    <w:rsid w:val="001D463B"/>
    <w:pPr>
      <w:spacing w:after="120" w:line="240" w:lineRule="auto"/>
      <w:jc w:val="both"/>
    </w:pPr>
    <w:rPr>
      <w:rFonts w:ascii="Tahoma" w:eastAsiaTheme="minorHAnsi" w:hAnsi="Tahoma"/>
      <w:sz w:val="20"/>
      <w:szCs w:val="20"/>
      <w:lang w:eastAsia="en-US"/>
    </w:rPr>
  </w:style>
  <w:style w:type="paragraph" w:customStyle="1" w:styleId="2A1F02C132F74A2BA50BCBA38CA74C41">
    <w:name w:val="2A1F02C132F74A2BA50BCBA38CA74C41"/>
    <w:rsid w:val="001D463B"/>
    <w:pPr>
      <w:spacing w:after="120" w:line="240" w:lineRule="auto"/>
      <w:jc w:val="both"/>
    </w:pPr>
    <w:rPr>
      <w:rFonts w:ascii="Tahoma" w:eastAsiaTheme="minorHAnsi" w:hAnsi="Tahoma"/>
      <w:sz w:val="20"/>
      <w:szCs w:val="20"/>
      <w:lang w:eastAsia="en-US"/>
    </w:rPr>
  </w:style>
  <w:style w:type="paragraph" w:customStyle="1" w:styleId="646E2D5E2DC14A239EC6AD758D7DB9251">
    <w:name w:val="646E2D5E2DC14A239EC6AD758D7DB9251"/>
    <w:rsid w:val="001D463B"/>
    <w:pPr>
      <w:spacing w:after="120" w:line="240" w:lineRule="auto"/>
      <w:jc w:val="both"/>
    </w:pPr>
    <w:rPr>
      <w:rFonts w:ascii="Tahoma" w:eastAsiaTheme="minorHAnsi" w:hAnsi="Tahoma"/>
      <w:sz w:val="20"/>
      <w:szCs w:val="20"/>
      <w:lang w:eastAsia="en-US"/>
    </w:rPr>
  </w:style>
  <w:style w:type="paragraph" w:customStyle="1" w:styleId="8973FCAFC1D944C7B130A4A57159AF9F">
    <w:name w:val="8973FCAFC1D944C7B130A4A57159AF9F"/>
    <w:rsid w:val="001D463B"/>
    <w:pPr>
      <w:spacing w:after="120" w:line="240" w:lineRule="auto"/>
      <w:jc w:val="both"/>
    </w:pPr>
    <w:rPr>
      <w:rFonts w:ascii="Tahoma" w:eastAsiaTheme="minorHAnsi" w:hAnsi="Tahoma"/>
      <w:sz w:val="20"/>
      <w:szCs w:val="20"/>
      <w:lang w:eastAsia="en-US"/>
    </w:rPr>
  </w:style>
  <w:style w:type="paragraph" w:customStyle="1" w:styleId="D975A323CE9F4486A47CAA32BD33494A">
    <w:name w:val="D975A323CE9F4486A47CAA32BD33494A"/>
    <w:rsid w:val="001D463B"/>
    <w:pPr>
      <w:spacing w:after="120" w:line="240" w:lineRule="auto"/>
      <w:jc w:val="both"/>
    </w:pPr>
    <w:rPr>
      <w:rFonts w:ascii="Tahoma" w:eastAsiaTheme="minorHAnsi" w:hAnsi="Tahoma"/>
      <w:sz w:val="20"/>
      <w:szCs w:val="20"/>
      <w:lang w:eastAsia="en-US"/>
    </w:rPr>
  </w:style>
  <w:style w:type="paragraph" w:customStyle="1" w:styleId="17ED8446B6E049CF80650C2828D5D92B1">
    <w:name w:val="17ED8446B6E049CF80650C2828D5D92B1"/>
    <w:rsid w:val="001D463B"/>
    <w:pPr>
      <w:spacing w:after="120" w:line="240" w:lineRule="auto"/>
      <w:jc w:val="both"/>
    </w:pPr>
    <w:rPr>
      <w:rFonts w:ascii="Tahoma" w:eastAsiaTheme="minorHAnsi" w:hAnsi="Tahoma"/>
      <w:sz w:val="20"/>
      <w:szCs w:val="20"/>
      <w:lang w:eastAsia="en-US"/>
    </w:rPr>
  </w:style>
  <w:style w:type="paragraph" w:customStyle="1" w:styleId="4645999DF7224A939E53F5194B8867762">
    <w:name w:val="4645999DF7224A939E53F5194B8867762"/>
    <w:rsid w:val="001D463B"/>
    <w:pPr>
      <w:spacing w:after="120" w:line="240" w:lineRule="auto"/>
      <w:jc w:val="both"/>
    </w:pPr>
    <w:rPr>
      <w:rFonts w:ascii="Tahoma" w:eastAsiaTheme="minorHAnsi" w:hAnsi="Tahoma"/>
      <w:sz w:val="20"/>
      <w:szCs w:val="20"/>
      <w:lang w:eastAsia="en-US"/>
    </w:rPr>
  </w:style>
  <w:style w:type="paragraph" w:customStyle="1" w:styleId="98144D3415864D06B75C619D516E49EE2">
    <w:name w:val="98144D3415864D06B75C619D516E49EE2"/>
    <w:rsid w:val="001D463B"/>
    <w:pPr>
      <w:spacing w:after="120" w:line="240" w:lineRule="auto"/>
      <w:jc w:val="both"/>
    </w:pPr>
    <w:rPr>
      <w:rFonts w:ascii="Tahoma" w:eastAsiaTheme="minorHAnsi" w:hAnsi="Tahoma"/>
      <w:sz w:val="20"/>
      <w:szCs w:val="20"/>
      <w:lang w:eastAsia="en-US"/>
    </w:rPr>
  </w:style>
  <w:style w:type="paragraph" w:customStyle="1" w:styleId="9412C3A2CF564EB7A86E2C8E527809FA2">
    <w:name w:val="9412C3A2CF564EB7A86E2C8E527809FA2"/>
    <w:rsid w:val="001D463B"/>
    <w:pPr>
      <w:spacing w:after="120" w:line="240" w:lineRule="auto"/>
      <w:jc w:val="both"/>
    </w:pPr>
    <w:rPr>
      <w:rFonts w:ascii="Tahoma" w:eastAsiaTheme="minorHAnsi" w:hAnsi="Tahoma"/>
      <w:sz w:val="20"/>
      <w:szCs w:val="20"/>
      <w:lang w:eastAsia="en-US"/>
    </w:rPr>
  </w:style>
  <w:style w:type="paragraph" w:customStyle="1" w:styleId="CD7BF35B71D545E6A3F9DDA96BBED4E42">
    <w:name w:val="CD7BF35B71D545E6A3F9DDA96BBED4E42"/>
    <w:rsid w:val="001D463B"/>
    <w:pPr>
      <w:spacing w:after="120" w:line="240" w:lineRule="auto"/>
      <w:jc w:val="both"/>
    </w:pPr>
    <w:rPr>
      <w:rFonts w:ascii="Tahoma" w:eastAsiaTheme="minorHAnsi" w:hAnsi="Tahoma"/>
      <w:sz w:val="20"/>
      <w:szCs w:val="20"/>
      <w:lang w:eastAsia="en-US"/>
    </w:rPr>
  </w:style>
  <w:style w:type="paragraph" w:customStyle="1" w:styleId="B7D1414B938C4D6EBD25770D504CDB142">
    <w:name w:val="B7D1414B938C4D6EBD25770D504CDB142"/>
    <w:rsid w:val="001D463B"/>
    <w:pPr>
      <w:spacing w:after="120" w:line="240" w:lineRule="auto"/>
      <w:jc w:val="both"/>
    </w:pPr>
    <w:rPr>
      <w:rFonts w:ascii="Tahoma" w:eastAsiaTheme="minorHAnsi" w:hAnsi="Tahoma"/>
      <w:sz w:val="20"/>
      <w:szCs w:val="20"/>
      <w:lang w:eastAsia="en-US"/>
    </w:rPr>
  </w:style>
  <w:style w:type="paragraph" w:customStyle="1" w:styleId="4576C1C825834A598E8268B7C2BA472C2">
    <w:name w:val="4576C1C825834A598E8268B7C2BA472C2"/>
    <w:rsid w:val="001D463B"/>
    <w:pPr>
      <w:spacing w:after="120" w:line="240" w:lineRule="auto"/>
      <w:jc w:val="both"/>
    </w:pPr>
    <w:rPr>
      <w:rFonts w:ascii="Tahoma" w:eastAsiaTheme="minorHAnsi" w:hAnsi="Tahoma"/>
      <w:sz w:val="20"/>
      <w:szCs w:val="20"/>
      <w:lang w:eastAsia="en-US"/>
    </w:rPr>
  </w:style>
  <w:style w:type="paragraph" w:customStyle="1" w:styleId="A59DC840E1D14311A952A087C1995E9C2">
    <w:name w:val="A59DC840E1D14311A952A087C1995E9C2"/>
    <w:rsid w:val="001D463B"/>
    <w:pPr>
      <w:spacing w:after="120" w:line="240" w:lineRule="auto"/>
      <w:jc w:val="both"/>
    </w:pPr>
    <w:rPr>
      <w:rFonts w:ascii="Tahoma" w:eastAsiaTheme="minorHAnsi" w:hAnsi="Tahoma"/>
      <w:sz w:val="20"/>
      <w:szCs w:val="20"/>
      <w:lang w:eastAsia="en-US"/>
    </w:rPr>
  </w:style>
  <w:style w:type="paragraph" w:customStyle="1" w:styleId="243BDD39C36B4819B9C4EE2F617DA35F2">
    <w:name w:val="243BDD39C36B4819B9C4EE2F617DA35F2"/>
    <w:rsid w:val="001D463B"/>
    <w:pPr>
      <w:spacing w:after="120" w:line="240" w:lineRule="auto"/>
      <w:jc w:val="both"/>
    </w:pPr>
    <w:rPr>
      <w:rFonts w:ascii="Tahoma" w:eastAsiaTheme="minorHAnsi" w:hAnsi="Tahoma"/>
      <w:sz w:val="20"/>
      <w:szCs w:val="20"/>
      <w:lang w:eastAsia="en-US"/>
    </w:rPr>
  </w:style>
  <w:style w:type="paragraph" w:customStyle="1" w:styleId="52620D2109204E64864DFBD5C66E31762">
    <w:name w:val="52620D2109204E64864DFBD5C66E31762"/>
    <w:rsid w:val="001D463B"/>
    <w:pPr>
      <w:spacing w:after="120" w:line="240" w:lineRule="auto"/>
      <w:jc w:val="both"/>
    </w:pPr>
    <w:rPr>
      <w:rFonts w:ascii="Tahoma" w:eastAsiaTheme="minorHAnsi" w:hAnsi="Tahoma"/>
      <w:sz w:val="20"/>
      <w:szCs w:val="20"/>
      <w:lang w:eastAsia="en-US"/>
    </w:rPr>
  </w:style>
  <w:style w:type="paragraph" w:customStyle="1" w:styleId="D70B456E5CD74B63AE3EF0C93C887E7B1">
    <w:name w:val="D70B456E5CD74B63AE3EF0C93C887E7B1"/>
    <w:rsid w:val="001D463B"/>
    <w:pPr>
      <w:spacing w:after="120" w:line="240" w:lineRule="auto"/>
      <w:jc w:val="both"/>
    </w:pPr>
    <w:rPr>
      <w:rFonts w:ascii="Tahoma" w:eastAsiaTheme="minorHAnsi" w:hAnsi="Tahoma"/>
      <w:sz w:val="20"/>
      <w:szCs w:val="20"/>
      <w:lang w:eastAsia="en-US"/>
    </w:rPr>
  </w:style>
  <w:style w:type="paragraph" w:customStyle="1" w:styleId="F5125BAB8B97464181AC7E54F4515D141">
    <w:name w:val="F5125BAB8B97464181AC7E54F4515D141"/>
    <w:rsid w:val="001D463B"/>
    <w:pPr>
      <w:spacing w:after="120" w:line="240" w:lineRule="auto"/>
      <w:jc w:val="both"/>
    </w:pPr>
    <w:rPr>
      <w:rFonts w:ascii="Tahoma" w:eastAsiaTheme="minorHAnsi" w:hAnsi="Tahoma"/>
      <w:sz w:val="20"/>
      <w:szCs w:val="20"/>
      <w:lang w:eastAsia="en-US"/>
    </w:rPr>
  </w:style>
  <w:style w:type="paragraph" w:customStyle="1" w:styleId="94D2FF39F80244E6B328EA7C922043561">
    <w:name w:val="94D2FF39F80244E6B328EA7C922043561"/>
    <w:rsid w:val="001D463B"/>
    <w:pPr>
      <w:spacing w:after="120" w:line="240" w:lineRule="auto"/>
      <w:jc w:val="both"/>
    </w:pPr>
    <w:rPr>
      <w:rFonts w:ascii="Tahoma" w:eastAsiaTheme="minorHAnsi" w:hAnsi="Tahoma"/>
      <w:sz w:val="20"/>
      <w:szCs w:val="20"/>
      <w:lang w:eastAsia="en-US"/>
    </w:rPr>
  </w:style>
  <w:style w:type="paragraph" w:customStyle="1" w:styleId="79D32415DCF3488293EDEE4374628FF21">
    <w:name w:val="79D32415DCF3488293EDEE4374628FF21"/>
    <w:rsid w:val="001D463B"/>
    <w:pPr>
      <w:spacing w:after="120" w:line="240" w:lineRule="auto"/>
      <w:jc w:val="both"/>
    </w:pPr>
    <w:rPr>
      <w:rFonts w:ascii="Tahoma" w:eastAsiaTheme="minorHAnsi" w:hAnsi="Tahoma"/>
      <w:sz w:val="20"/>
      <w:szCs w:val="20"/>
      <w:lang w:eastAsia="en-US"/>
    </w:rPr>
  </w:style>
  <w:style w:type="paragraph" w:customStyle="1" w:styleId="2AD5FAAE253244BFAC47D7CFFD4E810B1">
    <w:name w:val="2AD5FAAE253244BFAC47D7CFFD4E810B1"/>
    <w:rsid w:val="001D463B"/>
    <w:pPr>
      <w:spacing w:after="120" w:line="240" w:lineRule="auto"/>
      <w:jc w:val="both"/>
    </w:pPr>
    <w:rPr>
      <w:rFonts w:ascii="Tahoma" w:eastAsiaTheme="minorHAnsi" w:hAnsi="Tahoma"/>
      <w:sz w:val="20"/>
      <w:szCs w:val="20"/>
      <w:lang w:eastAsia="en-US"/>
    </w:rPr>
  </w:style>
  <w:style w:type="paragraph" w:customStyle="1" w:styleId="AFEADE4D01AF4B369A72620A0427B6331">
    <w:name w:val="AFEADE4D01AF4B369A72620A0427B6331"/>
    <w:rsid w:val="001D463B"/>
    <w:pPr>
      <w:spacing w:after="120" w:line="240" w:lineRule="auto"/>
      <w:jc w:val="both"/>
    </w:pPr>
    <w:rPr>
      <w:rFonts w:ascii="Tahoma" w:eastAsiaTheme="minorHAnsi" w:hAnsi="Tahoma"/>
      <w:sz w:val="20"/>
      <w:szCs w:val="20"/>
      <w:lang w:eastAsia="en-US"/>
    </w:rPr>
  </w:style>
  <w:style w:type="paragraph" w:customStyle="1" w:styleId="27C797042A724B17B65AE027A4E7EB981">
    <w:name w:val="27C797042A724B17B65AE027A4E7EB981"/>
    <w:rsid w:val="001D463B"/>
    <w:pPr>
      <w:spacing w:after="120" w:line="240" w:lineRule="auto"/>
      <w:jc w:val="both"/>
    </w:pPr>
    <w:rPr>
      <w:rFonts w:ascii="Tahoma" w:eastAsiaTheme="minorHAnsi" w:hAnsi="Tahoma"/>
      <w:sz w:val="20"/>
      <w:szCs w:val="20"/>
      <w:lang w:eastAsia="en-US"/>
    </w:rPr>
  </w:style>
  <w:style w:type="paragraph" w:customStyle="1" w:styleId="9D2A0ABFDF1B40D799B56B19690C9A611">
    <w:name w:val="9D2A0ABFDF1B40D799B56B19690C9A611"/>
    <w:rsid w:val="001D463B"/>
    <w:pPr>
      <w:spacing w:after="120" w:line="240" w:lineRule="auto"/>
      <w:jc w:val="both"/>
    </w:pPr>
    <w:rPr>
      <w:rFonts w:ascii="Tahoma" w:eastAsiaTheme="minorHAnsi" w:hAnsi="Tahoma"/>
      <w:sz w:val="20"/>
      <w:szCs w:val="20"/>
      <w:lang w:eastAsia="en-US"/>
    </w:rPr>
  </w:style>
  <w:style w:type="paragraph" w:customStyle="1" w:styleId="1A6A4FE95E384BC8970690FDBA5FC99C1">
    <w:name w:val="1A6A4FE95E384BC8970690FDBA5FC99C1"/>
    <w:rsid w:val="001D463B"/>
    <w:pPr>
      <w:spacing w:after="120" w:line="240" w:lineRule="auto"/>
      <w:jc w:val="both"/>
    </w:pPr>
    <w:rPr>
      <w:rFonts w:ascii="Tahoma" w:eastAsiaTheme="minorHAnsi" w:hAnsi="Tahoma"/>
      <w:sz w:val="20"/>
      <w:szCs w:val="20"/>
      <w:lang w:eastAsia="en-US"/>
    </w:rPr>
  </w:style>
  <w:style w:type="paragraph" w:customStyle="1" w:styleId="9108E88CEC4E4549BFDB0F18010A71441">
    <w:name w:val="9108E88CEC4E4549BFDB0F18010A71441"/>
    <w:rsid w:val="001D463B"/>
    <w:pPr>
      <w:spacing w:after="120" w:line="240" w:lineRule="auto"/>
      <w:jc w:val="both"/>
    </w:pPr>
    <w:rPr>
      <w:rFonts w:ascii="Tahoma" w:eastAsiaTheme="minorHAnsi" w:hAnsi="Tahoma"/>
      <w:sz w:val="20"/>
      <w:szCs w:val="20"/>
      <w:lang w:eastAsia="en-US"/>
    </w:rPr>
  </w:style>
  <w:style w:type="paragraph" w:customStyle="1" w:styleId="297EB50B07264C3F8BC411B13A6EFD321">
    <w:name w:val="297EB50B07264C3F8BC411B13A6EFD321"/>
    <w:rsid w:val="001D463B"/>
    <w:pPr>
      <w:spacing w:after="120" w:line="240" w:lineRule="auto"/>
      <w:jc w:val="both"/>
    </w:pPr>
    <w:rPr>
      <w:rFonts w:ascii="Tahoma" w:eastAsiaTheme="minorHAnsi" w:hAnsi="Tahoma"/>
      <w:sz w:val="20"/>
      <w:szCs w:val="20"/>
      <w:lang w:eastAsia="en-US"/>
    </w:rPr>
  </w:style>
  <w:style w:type="paragraph" w:customStyle="1" w:styleId="420F33F7881F4E8D8537061C8A1D767A1">
    <w:name w:val="420F33F7881F4E8D8537061C8A1D767A1"/>
    <w:rsid w:val="001D463B"/>
    <w:pPr>
      <w:spacing w:after="120" w:line="240" w:lineRule="auto"/>
      <w:jc w:val="both"/>
    </w:pPr>
    <w:rPr>
      <w:rFonts w:ascii="Tahoma" w:eastAsiaTheme="minorHAnsi" w:hAnsi="Tahoma"/>
      <w:sz w:val="20"/>
      <w:szCs w:val="20"/>
      <w:lang w:eastAsia="en-US"/>
    </w:rPr>
  </w:style>
  <w:style w:type="paragraph" w:customStyle="1" w:styleId="15AF1729FC6D4E2CA93F5B90FEAA2FCD1">
    <w:name w:val="15AF1729FC6D4E2CA93F5B90FEAA2FCD1"/>
    <w:rsid w:val="001D463B"/>
    <w:pPr>
      <w:spacing w:after="120" w:line="240" w:lineRule="auto"/>
      <w:jc w:val="both"/>
    </w:pPr>
    <w:rPr>
      <w:rFonts w:ascii="Tahoma" w:eastAsiaTheme="minorHAnsi" w:hAnsi="Tahoma"/>
      <w:sz w:val="20"/>
      <w:szCs w:val="20"/>
      <w:lang w:eastAsia="en-US"/>
    </w:rPr>
  </w:style>
  <w:style w:type="paragraph" w:customStyle="1" w:styleId="3C8B00E322CA4668B2AEB52DF9A381801">
    <w:name w:val="3C8B00E322CA4668B2AEB52DF9A381801"/>
    <w:rsid w:val="001D463B"/>
    <w:pPr>
      <w:spacing w:after="120" w:line="240" w:lineRule="auto"/>
      <w:jc w:val="both"/>
    </w:pPr>
    <w:rPr>
      <w:rFonts w:ascii="Tahoma" w:eastAsiaTheme="minorHAnsi" w:hAnsi="Tahoma"/>
      <w:sz w:val="20"/>
      <w:szCs w:val="20"/>
      <w:lang w:eastAsia="en-US"/>
    </w:rPr>
  </w:style>
  <w:style w:type="paragraph" w:customStyle="1" w:styleId="B5E86460B3E24411A5BF18EB1DDE2B881">
    <w:name w:val="B5E86460B3E24411A5BF18EB1DDE2B881"/>
    <w:rsid w:val="001D463B"/>
    <w:pPr>
      <w:spacing w:after="120" w:line="240" w:lineRule="auto"/>
      <w:jc w:val="both"/>
    </w:pPr>
    <w:rPr>
      <w:rFonts w:ascii="Tahoma" w:eastAsiaTheme="minorHAnsi" w:hAnsi="Tahoma"/>
      <w:sz w:val="20"/>
      <w:szCs w:val="20"/>
      <w:lang w:eastAsia="en-US"/>
    </w:rPr>
  </w:style>
  <w:style w:type="paragraph" w:customStyle="1" w:styleId="D627C774909C4AC6B22CCDB99ADDAAD31">
    <w:name w:val="D627C774909C4AC6B22CCDB99ADDAAD31"/>
    <w:rsid w:val="001D463B"/>
    <w:pPr>
      <w:spacing w:after="120" w:line="240" w:lineRule="auto"/>
      <w:jc w:val="both"/>
    </w:pPr>
    <w:rPr>
      <w:rFonts w:ascii="Tahoma" w:eastAsiaTheme="minorHAnsi" w:hAnsi="Tahoma"/>
      <w:sz w:val="20"/>
      <w:szCs w:val="20"/>
      <w:lang w:eastAsia="en-US"/>
    </w:rPr>
  </w:style>
  <w:style w:type="paragraph" w:customStyle="1" w:styleId="DE9B7DC16235429BBED85275F4C541101">
    <w:name w:val="DE9B7DC16235429BBED85275F4C541101"/>
    <w:rsid w:val="001D463B"/>
    <w:pPr>
      <w:spacing w:after="120" w:line="240" w:lineRule="auto"/>
      <w:jc w:val="both"/>
    </w:pPr>
    <w:rPr>
      <w:rFonts w:ascii="Tahoma" w:eastAsiaTheme="minorHAnsi" w:hAnsi="Tahoma"/>
      <w:sz w:val="20"/>
      <w:szCs w:val="20"/>
      <w:lang w:eastAsia="en-US"/>
    </w:rPr>
  </w:style>
  <w:style w:type="paragraph" w:customStyle="1" w:styleId="361940CC2800458B872C0D8D4300E9751">
    <w:name w:val="361940CC2800458B872C0D8D4300E9751"/>
    <w:rsid w:val="001D463B"/>
    <w:pPr>
      <w:spacing w:after="120" w:line="240" w:lineRule="auto"/>
      <w:jc w:val="both"/>
    </w:pPr>
    <w:rPr>
      <w:rFonts w:ascii="Tahoma" w:eastAsiaTheme="minorHAnsi" w:hAnsi="Tahoma"/>
      <w:sz w:val="20"/>
      <w:szCs w:val="20"/>
      <w:lang w:eastAsia="en-US"/>
    </w:rPr>
  </w:style>
  <w:style w:type="paragraph" w:customStyle="1" w:styleId="0C9F1B6CCEBA4739A3F10A9FCE733BD51">
    <w:name w:val="0C9F1B6CCEBA4739A3F10A9FCE733BD51"/>
    <w:rsid w:val="001D463B"/>
    <w:pPr>
      <w:spacing w:after="120" w:line="240" w:lineRule="auto"/>
      <w:jc w:val="both"/>
    </w:pPr>
    <w:rPr>
      <w:rFonts w:ascii="Tahoma" w:eastAsiaTheme="minorHAnsi" w:hAnsi="Tahoma"/>
      <w:sz w:val="20"/>
      <w:szCs w:val="20"/>
      <w:lang w:eastAsia="en-US"/>
    </w:rPr>
  </w:style>
  <w:style w:type="paragraph" w:customStyle="1" w:styleId="B02B522950E54E20AB1E60EC9F20EC0D1">
    <w:name w:val="B02B522950E54E20AB1E60EC9F20EC0D1"/>
    <w:rsid w:val="001D463B"/>
    <w:pPr>
      <w:spacing w:after="120" w:line="240" w:lineRule="auto"/>
      <w:jc w:val="both"/>
    </w:pPr>
    <w:rPr>
      <w:rFonts w:ascii="Tahoma" w:eastAsiaTheme="minorHAnsi" w:hAnsi="Tahoma"/>
      <w:sz w:val="20"/>
      <w:szCs w:val="20"/>
      <w:lang w:eastAsia="en-US"/>
    </w:rPr>
  </w:style>
  <w:style w:type="paragraph" w:customStyle="1" w:styleId="DD54E39591234366BA0F1DD9A449CA351">
    <w:name w:val="DD54E39591234366BA0F1DD9A449CA351"/>
    <w:rsid w:val="001D463B"/>
    <w:pPr>
      <w:spacing w:after="120" w:line="240" w:lineRule="auto"/>
      <w:jc w:val="both"/>
    </w:pPr>
    <w:rPr>
      <w:rFonts w:ascii="Tahoma" w:eastAsiaTheme="minorHAnsi" w:hAnsi="Tahoma"/>
      <w:sz w:val="20"/>
      <w:szCs w:val="20"/>
      <w:lang w:eastAsia="en-US"/>
    </w:rPr>
  </w:style>
  <w:style w:type="paragraph" w:customStyle="1" w:styleId="014D33AFB0DA45C18E2071A13F2B07571">
    <w:name w:val="014D33AFB0DA45C18E2071A13F2B07571"/>
    <w:rsid w:val="001D463B"/>
    <w:pPr>
      <w:spacing w:after="120" w:line="240" w:lineRule="auto"/>
      <w:jc w:val="both"/>
    </w:pPr>
    <w:rPr>
      <w:rFonts w:ascii="Tahoma" w:eastAsiaTheme="minorHAnsi" w:hAnsi="Tahoma"/>
      <w:sz w:val="20"/>
      <w:szCs w:val="20"/>
      <w:lang w:eastAsia="en-US"/>
    </w:rPr>
  </w:style>
  <w:style w:type="paragraph" w:customStyle="1" w:styleId="424ECD38442E42B2A137E68945B2BFA81">
    <w:name w:val="424ECD38442E42B2A137E68945B2BFA81"/>
    <w:rsid w:val="001D463B"/>
    <w:pPr>
      <w:spacing w:after="120" w:line="240" w:lineRule="auto"/>
      <w:jc w:val="both"/>
    </w:pPr>
    <w:rPr>
      <w:rFonts w:ascii="Tahoma" w:eastAsiaTheme="minorHAnsi" w:hAnsi="Tahoma"/>
      <w:sz w:val="20"/>
      <w:szCs w:val="20"/>
      <w:lang w:eastAsia="en-US"/>
    </w:rPr>
  </w:style>
  <w:style w:type="paragraph" w:customStyle="1" w:styleId="E6365F9B97E6492492BAB28E7EAE85A01">
    <w:name w:val="E6365F9B97E6492492BAB28E7EAE85A01"/>
    <w:rsid w:val="001D463B"/>
    <w:pPr>
      <w:spacing w:after="120" w:line="240" w:lineRule="auto"/>
      <w:jc w:val="both"/>
    </w:pPr>
    <w:rPr>
      <w:rFonts w:ascii="Tahoma" w:eastAsiaTheme="minorHAnsi" w:hAnsi="Tahoma"/>
      <w:sz w:val="20"/>
      <w:szCs w:val="20"/>
      <w:lang w:eastAsia="en-US"/>
    </w:rPr>
  </w:style>
  <w:style w:type="paragraph" w:customStyle="1" w:styleId="432461B8B3074D18918432D371192C381">
    <w:name w:val="432461B8B3074D18918432D371192C381"/>
    <w:rsid w:val="001D463B"/>
    <w:pPr>
      <w:spacing w:after="120" w:line="240" w:lineRule="auto"/>
      <w:jc w:val="both"/>
    </w:pPr>
    <w:rPr>
      <w:rFonts w:ascii="Tahoma" w:eastAsiaTheme="minorHAnsi" w:hAnsi="Tahoma"/>
      <w:sz w:val="20"/>
      <w:szCs w:val="20"/>
      <w:lang w:eastAsia="en-US"/>
    </w:rPr>
  </w:style>
  <w:style w:type="paragraph" w:customStyle="1" w:styleId="74FE56E68EB64F5DB24328DD2207FE861">
    <w:name w:val="74FE56E68EB64F5DB24328DD2207FE861"/>
    <w:rsid w:val="001D463B"/>
    <w:pPr>
      <w:spacing w:after="120" w:line="240" w:lineRule="auto"/>
      <w:jc w:val="both"/>
    </w:pPr>
    <w:rPr>
      <w:rFonts w:ascii="Tahoma" w:eastAsiaTheme="minorHAnsi" w:hAnsi="Tahoma"/>
      <w:sz w:val="20"/>
      <w:szCs w:val="20"/>
      <w:lang w:eastAsia="en-US"/>
    </w:rPr>
  </w:style>
  <w:style w:type="paragraph" w:customStyle="1" w:styleId="2C88B92721FB4FEB963D70D86452D5011">
    <w:name w:val="2C88B92721FB4FEB963D70D86452D5011"/>
    <w:rsid w:val="001D463B"/>
    <w:pPr>
      <w:spacing w:after="120" w:line="240" w:lineRule="auto"/>
      <w:jc w:val="both"/>
    </w:pPr>
    <w:rPr>
      <w:rFonts w:ascii="Tahoma" w:eastAsiaTheme="minorHAnsi" w:hAnsi="Tahoma"/>
      <w:sz w:val="20"/>
      <w:szCs w:val="20"/>
      <w:lang w:eastAsia="en-US"/>
    </w:rPr>
  </w:style>
  <w:style w:type="paragraph" w:customStyle="1" w:styleId="F828F6E8C8D548FFB11DC15C5889A2531">
    <w:name w:val="F828F6E8C8D548FFB11DC15C5889A2531"/>
    <w:rsid w:val="001D463B"/>
    <w:pPr>
      <w:spacing w:after="120" w:line="240" w:lineRule="auto"/>
      <w:jc w:val="both"/>
    </w:pPr>
    <w:rPr>
      <w:rFonts w:ascii="Tahoma" w:eastAsiaTheme="minorHAnsi" w:hAnsi="Tahoma"/>
      <w:sz w:val="20"/>
      <w:szCs w:val="20"/>
      <w:lang w:eastAsia="en-US"/>
    </w:rPr>
  </w:style>
  <w:style w:type="paragraph" w:customStyle="1" w:styleId="6DF85E21DC2A4A58ADF90A5C3DD95B241">
    <w:name w:val="6DF85E21DC2A4A58ADF90A5C3DD95B241"/>
    <w:rsid w:val="001D463B"/>
    <w:pPr>
      <w:spacing w:after="120" w:line="240" w:lineRule="auto"/>
      <w:jc w:val="both"/>
    </w:pPr>
    <w:rPr>
      <w:rFonts w:ascii="Tahoma" w:eastAsiaTheme="minorHAnsi" w:hAnsi="Tahoma"/>
      <w:sz w:val="20"/>
      <w:szCs w:val="20"/>
      <w:lang w:eastAsia="en-US"/>
    </w:rPr>
  </w:style>
  <w:style w:type="paragraph" w:customStyle="1" w:styleId="09300A05E42844C483E04607744B6A051">
    <w:name w:val="09300A05E42844C483E04607744B6A051"/>
    <w:rsid w:val="001D463B"/>
    <w:pPr>
      <w:spacing w:after="120" w:line="240" w:lineRule="auto"/>
      <w:jc w:val="both"/>
    </w:pPr>
    <w:rPr>
      <w:rFonts w:ascii="Tahoma" w:eastAsiaTheme="minorHAnsi" w:hAnsi="Tahoma"/>
      <w:sz w:val="20"/>
      <w:szCs w:val="20"/>
      <w:lang w:eastAsia="en-US"/>
    </w:rPr>
  </w:style>
  <w:style w:type="paragraph" w:customStyle="1" w:styleId="955B596A43D34240AD1A2EAAA945FB471">
    <w:name w:val="955B596A43D34240AD1A2EAAA945FB471"/>
    <w:rsid w:val="001D463B"/>
    <w:pPr>
      <w:spacing w:after="120" w:line="240" w:lineRule="auto"/>
      <w:jc w:val="both"/>
    </w:pPr>
    <w:rPr>
      <w:rFonts w:ascii="Tahoma" w:eastAsiaTheme="minorHAnsi" w:hAnsi="Tahoma"/>
      <w:sz w:val="20"/>
      <w:szCs w:val="20"/>
      <w:lang w:eastAsia="en-US"/>
    </w:rPr>
  </w:style>
  <w:style w:type="paragraph" w:customStyle="1" w:styleId="DD852B731FEB4D3E97F5D611E38D0D861">
    <w:name w:val="DD852B731FEB4D3E97F5D611E38D0D861"/>
    <w:rsid w:val="001D463B"/>
    <w:pPr>
      <w:spacing w:after="120" w:line="240" w:lineRule="auto"/>
      <w:jc w:val="both"/>
    </w:pPr>
    <w:rPr>
      <w:rFonts w:ascii="Tahoma" w:eastAsiaTheme="minorHAnsi" w:hAnsi="Tahoma"/>
      <w:sz w:val="20"/>
      <w:szCs w:val="20"/>
      <w:lang w:eastAsia="en-US"/>
    </w:rPr>
  </w:style>
  <w:style w:type="paragraph" w:customStyle="1" w:styleId="2D0CD3F470D547EC9BD9DB253E8436141">
    <w:name w:val="2D0CD3F470D547EC9BD9DB253E8436141"/>
    <w:rsid w:val="001D463B"/>
    <w:pPr>
      <w:spacing w:after="120" w:line="240" w:lineRule="auto"/>
      <w:jc w:val="both"/>
    </w:pPr>
    <w:rPr>
      <w:rFonts w:ascii="Tahoma" w:eastAsiaTheme="minorHAnsi" w:hAnsi="Tahoma"/>
      <w:sz w:val="20"/>
      <w:szCs w:val="20"/>
      <w:lang w:eastAsia="en-US"/>
    </w:rPr>
  </w:style>
  <w:style w:type="paragraph" w:customStyle="1" w:styleId="55BC43B900B14E2C89ADEFD741C48E2D">
    <w:name w:val="55BC43B900B14E2C89ADEFD741C48E2D"/>
    <w:rsid w:val="001D463B"/>
    <w:pPr>
      <w:spacing w:after="120" w:line="240" w:lineRule="auto"/>
      <w:jc w:val="both"/>
    </w:pPr>
    <w:rPr>
      <w:rFonts w:ascii="Tahoma" w:eastAsiaTheme="minorHAnsi" w:hAnsi="Tahoma"/>
      <w:sz w:val="20"/>
      <w:szCs w:val="20"/>
      <w:lang w:eastAsia="en-US"/>
    </w:rPr>
  </w:style>
  <w:style w:type="paragraph" w:customStyle="1" w:styleId="DB93402CDA834D18A296687E7E0E2EF1">
    <w:name w:val="DB93402CDA834D18A296687E7E0E2EF1"/>
    <w:rsid w:val="001D463B"/>
    <w:pPr>
      <w:spacing w:after="120" w:line="240" w:lineRule="auto"/>
      <w:jc w:val="both"/>
    </w:pPr>
    <w:rPr>
      <w:rFonts w:ascii="Tahoma" w:eastAsiaTheme="minorHAnsi" w:hAnsi="Tahoma"/>
      <w:sz w:val="20"/>
      <w:szCs w:val="20"/>
      <w:lang w:eastAsia="en-US"/>
    </w:rPr>
  </w:style>
  <w:style w:type="paragraph" w:customStyle="1" w:styleId="A6DB5A2A27C34FEC8A04B2C4FF86A0C4">
    <w:name w:val="A6DB5A2A27C34FEC8A04B2C4FF86A0C4"/>
    <w:rsid w:val="001D463B"/>
    <w:pPr>
      <w:spacing w:after="120" w:line="240" w:lineRule="auto"/>
      <w:jc w:val="both"/>
    </w:pPr>
    <w:rPr>
      <w:rFonts w:ascii="Tahoma" w:eastAsiaTheme="minorHAnsi" w:hAnsi="Tahoma"/>
      <w:sz w:val="20"/>
      <w:szCs w:val="20"/>
      <w:lang w:eastAsia="en-US"/>
    </w:rPr>
  </w:style>
  <w:style w:type="paragraph" w:customStyle="1" w:styleId="81371841E0B14CE599AEE41E7403E53A">
    <w:name w:val="81371841E0B14CE599AEE41E7403E53A"/>
    <w:rsid w:val="001D463B"/>
    <w:pPr>
      <w:spacing w:after="120" w:line="240" w:lineRule="auto"/>
      <w:jc w:val="both"/>
    </w:pPr>
    <w:rPr>
      <w:rFonts w:ascii="Tahoma" w:eastAsiaTheme="minorHAnsi" w:hAnsi="Tahoma"/>
      <w:sz w:val="20"/>
      <w:szCs w:val="20"/>
      <w:lang w:eastAsia="en-US"/>
    </w:rPr>
  </w:style>
  <w:style w:type="paragraph" w:customStyle="1" w:styleId="C4A8B0F3162145BB9C02F56AD8771451">
    <w:name w:val="C4A8B0F3162145BB9C02F56AD8771451"/>
    <w:rsid w:val="001D463B"/>
    <w:pPr>
      <w:spacing w:after="120" w:line="240" w:lineRule="auto"/>
      <w:jc w:val="both"/>
    </w:pPr>
    <w:rPr>
      <w:rFonts w:ascii="Tahoma" w:eastAsiaTheme="minorHAnsi" w:hAnsi="Tahoma"/>
      <w:sz w:val="20"/>
      <w:szCs w:val="20"/>
      <w:lang w:eastAsia="en-US"/>
    </w:rPr>
  </w:style>
  <w:style w:type="paragraph" w:customStyle="1" w:styleId="35C1032F61A3434184A4BD2BA8E8ECF4">
    <w:name w:val="35C1032F61A3434184A4BD2BA8E8ECF4"/>
    <w:rsid w:val="001D463B"/>
    <w:pPr>
      <w:spacing w:after="120" w:line="240" w:lineRule="auto"/>
      <w:jc w:val="both"/>
    </w:pPr>
    <w:rPr>
      <w:rFonts w:ascii="Tahoma" w:eastAsiaTheme="minorHAnsi" w:hAnsi="Tahoma"/>
      <w:sz w:val="20"/>
      <w:szCs w:val="20"/>
      <w:lang w:eastAsia="en-US"/>
    </w:rPr>
  </w:style>
  <w:style w:type="paragraph" w:customStyle="1" w:styleId="EC791A35D141472D99E578EFE469BEF7">
    <w:name w:val="EC791A35D141472D99E578EFE469BEF7"/>
    <w:rsid w:val="001D463B"/>
    <w:pPr>
      <w:spacing w:after="120" w:line="240" w:lineRule="auto"/>
      <w:jc w:val="both"/>
    </w:pPr>
    <w:rPr>
      <w:rFonts w:ascii="Tahoma" w:eastAsiaTheme="minorHAnsi" w:hAnsi="Tahoma"/>
      <w:sz w:val="20"/>
      <w:szCs w:val="20"/>
      <w:lang w:eastAsia="en-US"/>
    </w:rPr>
  </w:style>
  <w:style w:type="paragraph" w:customStyle="1" w:styleId="63A0E835CEB24237BF3148F423CAB283">
    <w:name w:val="63A0E835CEB24237BF3148F423CAB283"/>
    <w:rsid w:val="001D463B"/>
    <w:pPr>
      <w:spacing w:after="120" w:line="240" w:lineRule="auto"/>
      <w:jc w:val="both"/>
    </w:pPr>
    <w:rPr>
      <w:rFonts w:ascii="Tahoma" w:eastAsiaTheme="minorHAnsi" w:hAnsi="Tahoma"/>
      <w:sz w:val="20"/>
      <w:szCs w:val="20"/>
      <w:lang w:eastAsia="en-US"/>
    </w:rPr>
  </w:style>
  <w:style w:type="paragraph" w:customStyle="1" w:styleId="DFFA9960D5D64951A0B085A4E9A4B671">
    <w:name w:val="DFFA9960D5D64951A0B085A4E9A4B671"/>
    <w:rsid w:val="001D463B"/>
    <w:pPr>
      <w:spacing w:after="120" w:line="240" w:lineRule="auto"/>
      <w:jc w:val="both"/>
    </w:pPr>
    <w:rPr>
      <w:rFonts w:ascii="Tahoma" w:eastAsiaTheme="minorHAnsi" w:hAnsi="Tahoma"/>
      <w:sz w:val="20"/>
      <w:szCs w:val="20"/>
      <w:lang w:eastAsia="en-US"/>
    </w:rPr>
  </w:style>
  <w:style w:type="paragraph" w:customStyle="1" w:styleId="5E44315E6BA7463A8BE35628C44397BB">
    <w:name w:val="5E44315E6BA7463A8BE35628C44397BB"/>
    <w:rsid w:val="001D463B"/>
    <w:pPr>
      <w:spacing w:after="120" w:line="240" w:lineRule="auto"/>
      <w:jc w:val="both"/>
    </w:pPr>
    <w:rPr>
      <w:rFonts w:ascii="Tahoma" w:eastAsiaTheme="minorHAnsi" w:hAnsi="Tahoma"/>
      <w:sz w:val="20"/>
      <w:szCs w:val="20"/>
      <w:lang w:eastAsia="en-US"/>
    </w:rPr>
  </w:style>
  <w:style w:type="paragraph" w:customStyle="1" w:styleId="D51D7FEFAA174A078A0264F7AA7D4B3A">
    <w:name w:val="D51D7FEFAA174A078A0264F7AA7D4B3A"/>
    <w:rsid w:val="001D463B"/>
    <w:pPr>
      <w:spacing w:after="120" w:line="240" w:lineRule="auto"/>
      <w:jc w:val="both"/>
    </w:pPr>
    <w:rPr>
      <w:rFonts w:ascii="Tahoma" w:eastAsiaTheme="minorHAnsi" w:hAnsi="Tahoma"/>
      <w:sz w:val="20"/>
      <w:szCs w:val="20"/>
      <w:lang w:eastAsia="en-US"/>
    </w:rPr>
  </w:style>
  <w:style w:type="paragraph" w:customStyle="1" w:styleId="65FAB49B23C34719883AC6836C47200B">
    <w:name w:val="65FAB49B23C34719883AC6836C47200B"/>
    <w:rsid w:val="001D463B"/>
    <w:pPr>
      <w:spacing w:after="120" w:line="240" w:lineRule="auto"/>
      <w:jc w:val="both"/>
    </w:pPr>
    <w:rPr>
      <w:rFonts w:ascii="Tahoma" w:eastAsiaTheme="minorHAnsi" w:hAnsi="Tahoma"/>
      <w:sz w:val="20"/>
      <w:szCs w:val="20"/>
      <w:lang w:eastAsia="en-US"/>
    </w:rPr>
  </w:style>
  <w:style w:type="paragraph" w:customStyle="1" w:styleId="EE5D122E914E42268C8C5A266C96A167">
    <w:name w:val="EE5D122E914E42268C8C5A266C96A167"/>
    <w:rsid w:val="001D463B"/>
    <w:pPr>
      <w:spacing w:after="120" w:line="240" w:lineRule="auto"/>
      <w:jc w:val="both"/>
    </w:pPr>
    <w:rPr>
      <w:rFonts w:ascii="Tahoma" w:eastAsiaTheme="minorHAnsi" w:hAnsi="Tahoma"/>
      <w:sz w:val="20"/>
      <w:szCs w:val="20"/>
      <w:lang w:eastAsia="en-US"/>
    </w:rPr>
  </w:style>
  <w:style w:type="paragraph" w:customStyle="1" w:styleId="2CA683A5549D48D183B010ED9D490956">
    <w:name w:val="2CA683A5549D48D183B010ED9D490956"/>
    <w:rsid w:val="001D463B"/>
    <w:pPr>
      <w:spacing w:after="120" w:line="240" w:lineRule="auto"/>
      <w:jc w:val="both"/>
    </w:pPr>
    <w:rPr>
      <w:rFonts w:ascii="Tahoma" w:eastAsiaTheme="minorHAnsi" w:hAnsi="Tahoma"/>
      <w:sz w:val="20"/>
      <w:szCs w:val="20"/>
      <w:lang w:eastAsia="en-US"/>
    </w:rPr>
  </w:style>
  <w:style w:type="paragraph" w:customStyle="1" w:styleId="D79EF083C67640E281E89A154C476A2B">
    <w:name w:val="D79EF083C67640E281E89A154C476A2B"/>
    <w:rsid w:val="001D463B"/>
    <w:pPr>
      <w:spacing w:after="120" w:line="240" w:lineRule="auto"/>
      <w:jc w:val="both"/>
    </w:pPr>
    <w:rPr>
      <w:rFonts w:ascii="Tahoma" w:eastAsiaTheme="minorHAnsi" w:hAnsi="Tahoma"/>
      <w:sz w:val="20"/>
      <w:szCs w:val="20"/>
      <w:lang w:eastAsia="en-US"/>
    </w:rPr>
  </w:style>
  <w:style w:type="paragraph" w:customStyle="1" w:styleId="F8BBE4FDB09B43FC8A92429C6DFE796B">
    <w:name w:val="F8BBE4FDB09B43FC8A92429C6DFE796B"/>
    <w:rsid w:val="001D463B"/>
    <w:pPr>
      <w:spacing w:after="120" w:line="240" w:lineRule="auto"/>
      <w:jc w:val="both"/>
    </w:pPr>
    <w:rPr>
      <w:rFonts w:ascii="Tahoma" w:eastAsiaTheme="minorHAnsi" w:hAnsi="Tahoma"/>
      <w:sz w:val="20"/>
      <w:szCs w:val="20"/>
      <w:lang w:eastAsia="en-US"/>
    </w:rPr>
  </w:style>
  <w:style w:type="paragraph" w:customStyle="1" w:styleId="70E0698DA3654C418CC9D35E1CB0B1D2">
    <w:name w:val="70E0698DA3654C418CC9D35E1CB0B1D2"/>
    <w:rsid w:val="001D463B"/>
    <w:pPr>
      <w:spacing w:after="120" w:line="240" w:lineRule="auto"/>
      <w:jc w:val="both"/>
    </w:pPr>
    <w:rPr>
      <w:rFonts w:ascii="Tahoma" w:eastAsiaTheme="minorHAnsi" w:hAnsi="Tahoma"/>
      <w:sz w:val="20"/>
      <w:szCs w:val="20"/>
      <w:lang w:eastAsia="en-US"/>
    </w:rPr>
  </w:style>
  <w:style w:type="paragraph" w:customStyle="1" w:styleId="1C9D12B9328245869825DCB45166DFE9">
    <w:name w:val="1C9D12B9328245869825DCB45166DFE9"/>
    <w:rsid w:val="001D463B"/>
    <w:pPr>
      <w:spacing w:after="120" w:line="240" w:lineRule="auto"/>
      <w:jc w:val="both"/>
    </w:pPr>
    <w:rPr>
      <w:rFonts w:ascii="Tahoma" w:eastAsiaTheme="minorHAnsi" w:hAnsi="Tahoma"/>
      <w:sz w:val="20"/>
      <w:szCs w:val="20"/>
      <w:lang w:eastAsia="en-US"/>
    </w:rPr>
  </w:style>
  <w:style w:type="paragraph" w:customStyle="1" w:styleId="A83F49FE60DD4097A2E2781524D76D4C">
    <w:name w:val="A83F49FE60DD4097A2E2781524D76D4C"/>
    <w:rsid w:val="001D463B"/>
    <w:pPr>
      <w:spacing w:after="120" w:line="240" w:lineRule="auto"/>
      <w:jc w:val="both"/>
    </w:pPr>
    <w:rPr>
      <w:rFonts w:ascii="Tahoma" w:eastAsiaTheme="minorHAnsi" w:hAnsi="Tahoma"/>
      <w:sz w:val="20"/>
      <w:szCs w:val="20"/>
      <w:lang w:eastAsia="en-US"/>
    </w:rPr>
  </w:style>
  <w:style w:type="paragraph" w:customStyle="1" w:styleId="551C707C175F4BF88D03558FAB75E8E9">
    <w:name w:val="551C707C175F4BF88D03558FAB75E8E9"/>
    <w:rsid w:val="001D463B"/>
    <w:pPr>
      <w:spacing w:after="120" w:line="240" w:lineRule="auto"/>
      <w:jc w:val="both"/>
    </w:pPr>
    <w:rPr>
      <w:rFonts w:ascii="Tahoma" w:eastAsiaTheme="minorHAnsi" w:hAnsi="Tahoma"/>
      <w:sz w:val="20"/>
      <w:szCs w:val="20"/>
      <w:lang w:eastAsia="en-US"/>
    </w:rPr>
  </w:style>
  <w:style w:type="paragraph" w:customStyle="1" w:styleId="AB5B95B87B6446B896F59DE35BE7D212">
    <w:name w:val="AB5B95B87B6446B896F59DE35BE7D212"/>
    <w:rsid w:val="001D463B"/>
    <w:pPr>
      <w:numPr>
        <w:numId w:val="1"/>
      </w:numPr>
      <w:tabs>
        <w:tab w:val="clear" w:pos="360"/>
        <w:tab w:val="num" w:pos="0"/>
      </w:tabs>
      <w:spacing w:after="120" w:line="240" w:lineRule="auto"/>
      <w:ind w:left="720" w:hanging="360"/>
      <w:jc w:val="both"/>
    </w:pPr>
    <w:rPr>
      <w:rFonts w:ascii="Tahoma" w:eastAsiaTheme="minorHAnsi" w:hAnsi="Tahoma"/>
      <w:sz w:val="20"/>
      <w:szCs w:val="20"/>
      <w:lang w:eastAsia="en-US"/>
    </w:rPr>
  </w:style>
  <w:style w:type="paragraph" w:customStyle="1" w:styleId="91F90DE9D082445590214DCD4ACD69A2">
    <w:name w:val="91F90DE9D082445590214DCD4ACD69A2"/>
    <w:rsid w:val="001D463B"/>
    <w:pPr>
      <w:numPr>
        <w:numId w:val="1"/>
      </w:numPr>
      <w:tabs>
        <w:tab w:val="clear" w:pos="360"/>
        <w:tab w:val="num" w:pos="0"/>
      </w:tabs>
      <w:spacing w:after="120" w:line="240" w:lineRule="auto"/>
      <w:ind w:left="720" w:hanging="360"/>
      <w:jc w:val="both"/>
    </w:pPr>
    <w:rPr>
      <w:rFonts w:ascii="Tahoma" w:eastAsiaTheme="minorHAnsi" w:hAnsi="Tahoma"/>
      <w:sz w:val="20"/>
      <w:szCs w:val="20"/>
      <w:lang w:eastAsia="en-US"/>
    </w:rPr>
  </w:style>
  <w:style w:type="paragraph" w:customStyle="1" w:styleId="5534CAA891914911AA6CC418C18C10C6">
    <w:name w:val="5534CAA891914911AA6CC418C18C10C6"/>
    <w:rsid w:val="001D463B"/>
    <w:pPr>
      <w:spacing w:after="120" w:line="240" w:lineRule="auto"/>
      <w:jc w:val="both"/>
    </w:pPr>
    <w:rPr>
      <w:rFonts w:ascii="Tahoma" w:eastAsiaTheme="minorHAnsi" w:hAnsi="Tahoma"/>
      <w:sz w:val="20"/>
      <w:szCs w:val="20"/>
      <w:lang w:eastAsia="en-US"/>
    </w:rPr>
  </w:style>
  <w:style w:type="paragraph" w:customStyle="1" w:styleId="58FFB03361D04C3AAE069BE85D9170EC">
    <w:name w:val="58FFB03361D04C3AAE069BE85D9170EC"/>
    <w:rsid w:val="001D463B"/>
    <w:pPr>
      <w:spacing w:after="120" w:line="240" w:lineRule="auto"/>
      <w:jc w:val="both"/>
    </w:pPr>
    <w:rPr>
      <w:rFonts w:ascii="Tahoma" w:eastAsiaTheme="minorHAnsi" w:hAnsi="Tahoma"/>
      <w:sz w:val="20"/>
      <w:szCs w:val="20"/>
      <w:lang w:eastAsia="en-US"/>
    </w:rPr>
  </w:style>
  <w:style w:type="paragraph" w:customStyle="1" w:styleId="BE297708310E4DBDB67DB5A4A56217FA">
    <w:name w:val="BE297708310E4DBDB67DB5A4A56217FA"/>
    <w:rsid w:val="001D463B"/>
    <w:pPr>
      <w:spacing w:after="120" w:line="240" w:lineRule="auto"/>
      <w:jc w:val="both"/>
    </w:pPr>
    <w:rPr>
      <w:rFonts w:ascii="Tahoma" w:eastAsiaTheme="minorHAnsi" w:hAnsi="Tahoma"/>
      <w:sz w:val="20"/>
      <w:szCs w:val="20"/>
      <w:lang w:eastAsia="en-US"/>
    </w:rPr>
  </w:style>
  <w:style w:type="paragraph" w:customStyle="1" w:styleId="2E16E13930774B9AA6CACABD9108C2C4">
    <w:name w:val="2E16E13930774B9AA6CACABD9108C2C4"/>
    <w:rsid w:val="001D463B"/>
    <w:pPr>
      <w:spacing w:after="120" w:line="240" w:lineRule="auto"/>
      <w:jc w:val="both"/>
    </w:pPr>
    <w:rPr>
      <w:rFonts w:ascii="Tahoma" w:eastAsiaTheme="minorHAnsi" w:hAnsi="Tahoma"/>
      <w:sz w:val="20"/>
      <w:szCs w:val="20"/>
      <w:lang w:eastAsia="en-US"/>
    </w:rPr>
  </w:style>
  <w:style w:type="paragraph" w:customStyle="1" w:styleId="430860B2D91549CB84FF0C944714A64D">
    <w:name w:val="430860B2D91549CB84FF0C944714A64D"/>
    <w:rsid w:val="001D463B"/>
    <w:pPr>
      <w:spacing w:after="120" w:line="240" w:lineRule="auto"/>
      <w:jc w:val="both"/>
    </w:pPr>
    <w:rPr>
      <w:rFonts w:ascii="Tahoma" w:eastAsiaTheme="minorHAnsi" w:hAnsi="Tahoma"/>
      <w:sz w:val="20"/>
      <w:szCs w:val="20"/>
      <w:lang w:eastAsia="en-US"/>
    </w:rPr>
  </w:style>
  <w:style w:type="paragraph" w:customStyle="1" w:styleId="07AEB6E8A1DA40EB9371FC62701464A5">
    <w:name w:val="07AEB6E8A1DA40EB9371FC62701464A5"/>
    <w:rsid w:val="001D463B"/>
    <w:pPr>
      <w:spacing w:after="120" w:line="240" w:lineRule="auto"/>
      <w:jc w:val="both"/>
    </w:pPr>
    <w:rPr>
      <w:rFonts w:ascii="Tahoma" w:eastAsiaTheme="minorHAnsi" w:hAnsi="Tahoma"/>
      <w:sz w:val="20"/>
      <w:szCs w:val="20"/>
      <w:lang w:eastAsia="en-US"/>
    </w:rPr>
  </w:style>
  <w:style w:type="paragraph" w:customStyle="1" w:styleId="6A7F3E8ED37442DDB4F4755FA98DE19F">
    <w:name w:val="6A7F3E8ED37442DDB4F4755FA98DE19F"/>
    <w:rsid w:val="001D463B"/>
    <w:pPr>
      <w:spacing w:after="120" w:line="240" w:lineRule="auto"/>
      <w:jc w:val="both"/>
    </w:pPr>
    <w:rPr>
      <w:rFonts w:ascii="Tahoma" w:eastAsiaTheme="minorHAnsi" w:hAnsi="Tahoma"/>
      <w:sz w:val="20"/>
      <w:szCs w:val="20"/>
      <w:lang w:eastAsia="en-US"/>
    </w:rPr>
  </w:style>
  <w:style w:type="paragraph" w:customStyle="1" w:styleId="B95A1660089E4139B5B8B3CAA48443E9">
    <w:name w:val="B95A1660089E4139B5B8B3CAA48443E9"/>
    <w:rsid w:val="001D463B"/>
    <w:pPr>
      <w:spacing w:after="120" w:line="240" w:lineRule="auto"/>
      <w:jc w:val="both"/>
    </w:pPr>
    <w:rPr>
      <w:rFonts w:ascii="Tahoma" w:eastAsiaTheme="minorHAnsi" w:hAnsi="Tahoma"/>
      <w:sz w:val="20"/>
      <w:szCs w:val="20"/>
      <w:lang w:eastAsia="en-US"/>
    </w:rPr>
  </w:style>
  <w:style w:type="paragraph" w:customStyle="1" w:styleId="D389AB7F645E4E5FA813BBA4943A693C">
    <w:name w:val="D389AB7F645E4E5FA813BBA4943A693C"/>
    <w:rsid w:val="001D463B"/>
    <w:pPr>
      <w:spacing w:after="120" w:line="240" w:lineRule="auto"/>
      <w:jc w:val="both"/>
    </w:pPr>
    <w:rPr>
      <w:rFonts w:ascii="Tahoma" w:eastAsiaTheme="minorHAnsi" w:hAnsi="Tahoma"/>
      <w:sz w:val="20"/>
      <w:szCs w:val="20"/>
      <w:lang w:eastAsia="en-US"/>
    </w:rPr>
  </w:style>
  <w:style w:type="paragraph" w:customStyle="1" w:styleId="CE480D21980445299507B3D8F812D17C">
    <w:name w:val="CE480D21980445299507B3D8F812D17C"/>
    <w:rsid w:val="001D463B"/>
    <w:pPr>
      <w:spacing w:after="120" w:line="240" w:lineRule="auto"/>
      <w:jc w:val="both"/>
    </w:pPr>
    <w:rPr>
      <w:rFonts w:ascii="Tahoma" w:eastAsiaTheme="minorHAnsi" w:hAnsi="Tahoma"/>
      <w:sz w:val="20"/>
      <w:szCs w:val="20"/>
      <w:lang w:eastAsia="en-US"/>
    </w:rPr>
  </w:style>
  <w:style w:type="paragraph" w:customStyle="1" w:styleId="7139E318DF044205B7F02DCDEC036F1C">
    <w:name w:val="7139E318DF044205B7F02DCDEC036F1C"/>
    <w:rsid w:val="001D463B"/>
    <w:pPr>
      <w:spacing w:after="120" w:line="240" w:lineRule="auto"/>
      <w:jc w:val="both"/>
    </w:pPr>
    <w:rPr>
      <w:rFonts w:ascii="Tahoma" w:eastAsiaTheme="minorHAnsi" w:hAnsi="Tahoma"/>
      <w:sz w:val="20"/>
      <w:szCs w:val="20"/>
      <w:lang w:eastAsia="en-US"/>
    </w:rPr>
  </w:style>
  <w:style w:type="paragraph" w:customStyle="1" w:styleId="BC015C2B55634C0AAABC72BD7B340A35">
    <w:name w:val="BC015C2B55634C0AAABC72BD7B340A35"/>
    <w:rsid w:val="001D463B"/>
    <w:pPr>
      <w:spacing w:after="120" w:line="240" w:lineRule="auto"/>
      <w:jc w:val="both"/>
    </w:pPr>
    <w:rPr>
      <w:rFonts w:ascii="Tahoma" w:eastAsiaTheme="minorHAnsi" w:hAnsi="Tahoma"/>
      <w:sz w:val="20"/>
      <w:szCs w:val="20"/>
      <w:lang w:eastAsia="en-US"/>
    </w:rPr>
  </w:style>
  <w:style w:type="paragraph" w:customStyle="1" w:styleId="6D998FAC24E045F88AFD43ADDA9A173D">
    <w:name w:val="6D998FAC24E045F88AFD43ADDA9A173D"/>
    <w:rsid w:val="001D463B"/>
  </w:style>
  <w:style w:type="paragraph" w:customStyle="1" w:styleId="D0B1D8076556447B84E35F63A4349EC6">
    <w:name w:val="D0B1D8076556447B84E35F63A4349EC6"/>
    <w:rsid w:val="001D463B"/>
  </w:style>
  <w:style w:type="paragraph" w:customStyle="1" w:styleId="1B3DADF75BBA4C6A87D5A7FE5224B0A2">
    <w:name w:val="1B3DADF75BBA4C6A87D5A7FE5224B0A2"/>
    <w:rsid w:val="001D463B"/>
  </w:style>
  <w:style w:type="paragraph" w:customStyle="1" w:styleId="D5B82A47E5874A77B8AC160058D0B7A6">
    <w:name w:val="D5B82A47E5874A77B8AC160058D0B7A6"/>
    <w:rsid w:val="001D463B"/>
  </w:style>
  <w:style w:type="paragraph" w:customStyle="1" w:styleId="035C2939E37F41DD909673E74496623C">
    <w:name w:val="035C2939E37F41DD909673E74496623C"/>
    <w:rsid w:val="00811556"/>
  </w:style>
  <w:style w:type="paragraph" w:customStyle="1" w:styleId="0CD0066F48DE489D8AD7FCC445123917">
    <w:name w:val="0CD0066F48DE489D8AD7FCC445123917"/>
    <w:rsid w:val="00811556"/>
  </w:style>
  <w:style w:type="paragraph" w:customStyle="1" w:styleId="D929E0EEAD334250B21CF0AA45B668229">
    <w:name w:val="D929E0EEAD334250B21CF0AA45B668229"/>
    <w:rsid w:val="00811556"/>
    <w:pPr>
      <w:spacing w:after="120" w:line="240" w:lineRule="auto"/>
      <w:jc w:val="both"/>
    </w:pPr>
    <w:rPr>
      <w:rFonts w:ascii="Tahoma" w:eastAsiaTheme="minorHAnsi" w:hAnsi="Tahoma"/>
      <w:sz w:val="20"/>
      <w:szCs w:val="20"/>
      <w:lang w:eastAsia="en-US"/>
    </w:rPr>
  </w:style>
  <w:style w:type="paragraph" w:customStyle="1" w:styleId="84E7337708CD4247B919E316C5F23AE08">
    <w:name w:val="84E7337708CD4247B919E316C5F23AE08"/>
    <w:rsid w:val="00811556"/>
    <w:pPr>
      <w:spacing w:after="120" w:line="240" w:lineRule="auto"/>
      <w:jc w:val="both"/>
    </w:pPr>
    <w:rPr>
      <w:rFonts w:ascii="Tahoma" w:eastAsiaTheme="minorHAnsi" w:hAnsi="Tahoma"/>
      <w:sz w:val="20"/>
      <w:szCs w:val="20"/>
      <w:lang w:eastAsia="en-US"/>
    </w:rPr>
  </w:style>
  <w:style w:type="paragraph" w:customStyle="1" w:styleId="8E6F1ECEFA584DE78CF5A08E497B59EE8">
    <w:name w:val="8E6F1ECEFA584DE78CF5A08E497B59EE8"/>
    <w:rsid w:val="00811556"/>
    <w:pPr>
      <w:spacing w:after="120" w:line="240" w:lineRule="auto"/>
      <w:jc w:val="both"/>
    </w:pPr>
    <w:rPr>
      <w:rFonts w:ascii="Tahoma" w:eastAsiaTheme="minorHAnsi" w:hAnsi="Tahoma"/>
      <w:sz w:val="20"/>
      <w:szCs w:val="20"/>
      <w:lang w:eastAsia="en-US"/>
    </w:rPr>
  </w:style>
  <w:style w:type="paragraph" w:customStyle="1" w:styleId="BDA809AFD81F44338CE81EFD0C9309A18">
    <w:name w:val="BDA809AFD81F44338CE81EFD0C9309A18"/>
    <w:rsid w:val="00811556"/>
    <w:pPr>
      <w:spacing w:after="120" w:line="240" w:lineRule="auto"/>
      <w:jc w:val="both"/>
    </w:pPr>
    <w:rPr>
      <w:rFonts w:ascii="Tahoma" w:eastAsiaTheme="minorHAnsi" w:hAnsi="Tahoma"/>
      <w:sz w:val="20"/>
      <w:szCs w:val="20"/>
      <w:lang w:eastAsia="en-US"/>
    </w:rPr>
  </w:style>
  <w:style w:type="paragraph" w:customStyle="1" w:styleId="035C2939E37F41DD909673E74496623C1">
    <w:name w:val="035C2939E37F41DD909673E74496623C1"/>
    <w:rsid w:val="00811556"/>
    <w:pPr>
      <w:spacing w:after="120" w:line="240" w:lineRule="auto"/>
      <w:jc w:val="both"/>
    </w:pPr>
    <w:rPr>
      <w:rFonts w:ascii="Tahoma" w:eastAsiaTheme="minorHAnsi" w:hAnsi="Tahoma"/>
      <w:sz w:val="20"/>
      <w:szCs w:val="20"/>
      <w:lang w:eastAsia="en-US"/>
    </w:rPr>
  </w:style>
  <w:style w:type="paragraph" w:customStyle="1" w:styleId="04EC7EBB8BC64E879DDC423533E500CF8">
    <w:name w:val="04EC7EBB8BC64E879DDC423533E500CF8"/>
    <w:rsid w:val="00811556"/>
    <w:pPr>
      <w:spacing w:after="120" w:line="240" w:lineRule="auto"/>
      <w:jc w:val="both"/>
    </w:pPr>
    <w:rPr>
      <w:rFonts w:ascii="Tahoma" w:eastAsiaTheme="minorHAnsi" w:hAnsi="Tahoma"/>
      <w:sz w:val="20"/>
      <w:szCs w:val="20"/>
      <w:lang w:eastAsia="en-US"/>
    </w:rPr>
  </w:style>
  <w:style w:type="paragraph" w:customStyle="1" w:styleId="0CD0066F48DE489D8AD7FCC4451239171">
    <w:name w:val="0CD0066F48DE489D8AD7FCC4451239171"/>
    <w:rsid w:val="00811556"/>
    <w:pPr>
      <w:spacing w:after="120" w:line="240" w:lineRule="auto"/>
      <w:jc w:val="both"/>
    </w:pPr>
    <w:rPr>
      <w:rFonts w:ascii="Tahoma" w:eastAsiaTheme="minorHAnsi" w:hAnsi="Tahoma"/>
      <w:sz w:val="20"/>
      <w:szCs w:val="20"/>
      <w:lang w:eastAsia="en-US"/>
    </w:rPr>
  </w:style>
  <w:style w:type="paragraph" w:customStyle="1" w:styleId="245A40A2B13E4EA48ECCFEC0BB4D3B2E7">
    <w:name w:val="245A40A2B13E4EA48ECCFEC0BB4D3B2E7"/>
    <w:rsid w:val="00811556"/>
    <w:pPr>
      <w:spacing w:after="120" w:line="240" w:lineRule="auto"/>
      <w:jc w:val="both"/>
    </w:pPr>
    <w:rPr>
      <w:rFonts w:ascii="Tahoma" w:eastAsiaTheme="minorHAnsi" w:hAnsi="Tahoma"/>
      <w:sz w:val="20"/>
      <w:szCs w:val="20"/>
      <w:lang w:eastAsia="en-US"/>
    </w:rPr>
  </w:style>
  <w:style w:type="paragraph" w:customStyle="1" w:styleId="8FA902430EC04999B736E2B403162EA17">
    <w:name w:val="8FA902430EC04999B736E2B403162EA17"/>
    <w:rsid w:val="00811556"/>
    <w:pPr>
      <w:spacing w:after="120" w:line="240" w:lineRule="auto"/>
      <w:jc w:val="both"/>
    </w:pPr>
    <w:rPr>
      <w:rFonts w:ascii="Tahoma" w:eastAsiaTheme="minorHAnsi" w:hAnsi="Tahoma"/>
      <w:sz w:val="20"/>
      <w:szCs w:val="20"/>
      <w:lang w:eastAsia="en-US"/>
    </w:rPr>
  </w:style>
  <w:style w:type="paragraph" w:customStyle="1" w:styleId="574E8610E1E54F2984926DDB2DC99E577">
    <w:name w:val="574E8610E1E54F2984926DDB2DC99E577"/>
    <w:rsid w:val="00811556"/>
    <w:pPr>
      <w:spacing w:after="120" w:line="240" w:lineRule="auto"/>
      <w:jc w:val="both"/>
    </w:pPr>
    <w:rPr>
      <w:rFonts w:ascii="Tahoma" w:eastAsiaTheme="minorHAnsi" w:hAnsi="Tahoma"/>
      <w:sz w:val="20"/>
      <w:szCs w:val="20"/>
      <w:lang w:eastAsia="en-US"/>
    </w:rPr>
  </w:style>
  <w:style w:type="paragraph" w:customStyle="1" w:styleId="F09FE4A3E97346119863EBC776F3701D4">
    <w:name w:val="F09FE4A3E97346119863EBC776F3701D4"/>
    <w:rsid w:val="00811556"/>
    <w:pPr>
      <w:spacing w:after="120" w:line="240" w:lineRule="auto"/>
      <w:jc w:val="both"/>
    </w:pPr>
    <w:rPr>
      <w:rFonts w:ascii="Tahoma" w:eastAsiaTheme="minorHAnsi" w:hAnsi="Tahoma"/>
      <w:sz w:val="20"/>
      <w:szCs w:val="20"/>
      <w:lang w:eastAsia="en-US"/>
    </w:rPr>
  </w:style>
  <w:style w:type="paragraph" w:customStyle="1" w:styleId="6F7ABE0BBB284774BBF662C8ED8731224">
    <w:name w:val="6F7ABE0BBB284774BBF662C8ED8731224"/>
    <w:rsid w:val="00811556"/>
    <w:pPr>
      <w:spacing w:after="120" w:line="240" w:lineRule="auto"/>
      <w:jc w:val="both"/>
    </w:pPr>
    <w:rPr>
      <w:rFonts w:ascii="Tahoma" w:eastAsiaTheme="minorHAnsi" w:hAnsi="Tahoma"/>
      <w:sz w:val="20"/>
      <w:szCs w:val="20"/>
      <w:lang w:eastAsia="en-US"/>
    </w:rPr>
  </w:style>
  <w:style w:type="paragraph" w:customStyle="1" w:styleId="779F2B4FFB20460BABDE081FE93BD09C4">
    <w:name w:val="779F2B4FFB20460BABDE081FE93BD09C4"/>
    <w:rsid w:val="00811556"/>
    <w:pPr>
      <w:spacing w:after="120" w:line="240" w:lineRule="auto"/>
      <w:jc w:val="both"/>
    </w:pPr>
    <w:rPr>
      <w:rFonts w:ascii="Tahoma" w:eastAsiaTheme="minorHAnsi" w:hAnsi="Tahoma"/>
      <w:sz w:val="20"/>
      <w:szCs w:val="20"/>
      <w:lang w:eastAsia="en-US"/>
    </w:rPr>
  </w:style>
  <w:style w:type="paragraph" w:customStyle="1" w:styleId="2B38163517804DA086101F401AF513124">
    <w:name w:val="2B38163517804DA086101F401AF513124"/>
    <w:rsid w:val="00811556"/>
    <w:pPr>
      <w:spacing w:after="120" w:line="240" w:lineRule="auto"/>
      <w:jc w:val="both"/>
    </w:pPr>
    <w:rPr>
      <w:rFonts w:ascii="Tahoma" w:eastAsiaTheme="minorHAnsi" w:hAnsi="Tahoma"/>
      <w:sz w:val="20"/>
      <w:szCs w:val="20"/>
      <w:lang w:eastAsia="en-US"/>
    </w:rPr>
  </w:style>
  <w:style w:type="paragraph" w:customStyle="1" w:styleId="279AC7F4C7BB43D4983EA92BDA54B3234">
    <w:name w:val="279AC7F4C7BB43D4983EA92BDA54B3234"/>
    <w:rsid w:val="00811556"/>
    <w:pPr>
      <w:spacing w:after="120" w:line="240" w:lineRule="auto"/>
      <w:jc w:val="both"/>
    </w:pPr>
    <w:rPr>
      <w:rFonts w:ascii="Tahoma" w:eastAsiaTheme="minorHAnsi" w:hAnsi="Tahoma"/>
      <w:sz w:val="20"/>
      <w:szCs w:val="20"/>
      <w:lang w:eastAsia="en-US"/>
    </w:rPr>
  </w:style>
  <w:style w:type="paragraph" w:customStyle="1" w:styleId="1A3B2B92521A4C9BADE7F3E8DB295D2F4">
    <w:name w:val="1A3B2B92521A4C9BADE7F3E8DB295D2F4"/>
    <w:rsid w:val="00811556"/>
    <w:pPr>
      <w:spacing w:after="120" w:line="240" w:lineRule="auto"/>
      <w:jc w:val="both"/>
    </w:pPr>
    <w:rPr>
      <w:rFonts w:ascii="Tahoma" w:eastAsiaTheme="minorHAnsi" w:hAnsi="Tahoma"/>
      <w:sz w:val="20"/>
      <w:szCs w:val="20"/>
      <w:lang w:eastAsia="en-US"/>
    </w:rPr>
  </w:style>
  <w:style w:type="paragraph" w:customStyle="1" w:styleId="A80D28BA26FB4478B24D37BD5D922A034">
    <w:name w:val="A80D28BA26FB4478B24D37BD5D922A034"/>
    <w:rsid w:val="00811556"/>
    <w:pPr>
      <w:spacing w:after="120" w:line="240" w:lineRule="auto"/>
      <w:jc w:val="both"/>
    </w:pPr>
    <w:rPr>
      <w:rFonts w:ascii="Tahoma" w:eastAsiaTheme="minorHAnsi" w:hAnsi="Tahoma"/>
      <w:sz w:val="20"/>
      <w:szCs w:val="20"/>
      <w:lang w:eastAsia="en-US"/>
    </w:rPr>
  </w:style>
  <w:style w:type="paragraph" w:customStyle="1" w:styleId="C0F15B458B7D4FE99A7B047F3951C1864">
    <w:name w:val="C0F15B458B7D4FE99A7B047F3951C1864"/>
    <w:rsid w:val="00811556"/>
    <w:pPr>
      <w:spacing w:after="120" w:line="240" w:lineRule="auto"/>
      <w:jc w:val="both"/>
    </w:pPr>
    <w:rPr>
      <w:rFonts w:ascii="Tahoma" w:eastAsiaTheme="minorHAnsi" w:hAnsi="Tahoma"/>
      <w:sz w:val="20"/>
      <w:szCs w:val="20"/>
      <w:lang w:eastAsia="en-US"/>
    </w:rPr>
  </w:style>
  <w:style w:type="paragraph" w:customStyle="1" w:styleId="CBD3E27E27204061A0AF4447C4099EEA4">
    <w:name w:val="CBD3E27E27204061A0AF4447C4099EEA4"/>
    <w:rsid w:val="00811556"/>
    <w:pPr>
      <w:spacing w:after="120" w:line="240" w:lineRule="auto"/>
      <w:jc w:val="both"/>
    </w:pPr>
    <w:rPr>
      <w:rFonts w:ascii="Tahoma" w:eastAsiaTheme="minorHAnsi" w:hAnsi="Tahoma"/>
      <w:sz w:val="20"/>
      <w:szCs w:val="20"/>
      <w:lang w:eastAsia="en-US"/>
    </w:rPr>
  </w:style>
  <w:style w:type="paragraph" w:customStyle="1" w:styleId="CD00DFBF7B144700B497A00736A0E0EA4">
    <w:name w:val="CD00DFBF7B144700B497A00736A0E0EA4"/>
    <w:rsid w:val="00811556"/>
    <w:pPr>
      <w:spacing w:after="120" w:line="240" w:lineRule="auto"/>
      <w:jc w:val="both"/>
    </w:pPr>
    <w:rPr>
      <w:rFonts w:ascii="Tahoma" w:eastAsiaTheme="minorHAnsi" w:hAnsi="Tahoma"/>
      <w:sz w:val="20"/>
      <w:szCs w:val="20"/>
      <w:lang w:eastAsia="en-US"/>
    </w:rPr>
  </w:style>
  <w:style w:type="paragraph" w:customStyle="1" w:styleId="3A4F350439A84FBB9E4EC07CB548EED04">
    <w:name w:val="3A4F350439A84FBB9E4EC07CB548EED04"/>
    <w:rsid w:val="00811556"/>
    <w:pPr>
      <w:spacing w:after="120" w:line="240" w:lineRule="auto"/>
      <w:jc w:val="both"/>
    </w:pPr>
    <w:rPr>
      <w:rFonts w:ascii="Tahoma" w:eastAsiaTheme="minorHAnsi" w:hAnsi="Tahoma"/>
      <w:sz w:val="20"/>
      <w:szCs w:val="20"/>
      <w:lang w:eastAsia="en-US"/>
    </w:rPr>
  </w:style>
  <w:style w:type="paragraph" w:customStyle="1" w:styleId="6D998FAC24E045F88AFD43ADDA9A173D1">
    <w:name w:val="6D998FAC24E045F88AFD43ADDA9A173D1"/>
    <w:rsid w:val="00811556"/>
    <w:pPr>
      <w:spacing w:after="120" w:line="240" w:lineRule="auto"/>
      <w:jc w:val="both"/>
    </w:pPr>
    <w:rPr>
      <w:rFonts w:ascii="Tahoma" w:eastAsiaTheme="minorHAnsi" w:hAnsi="Tahoma"/>
      <w:sz w:val="20"/>
      <w:szCs w:val="20"/>
      <w:lang w:eastAsia="en-US"/>
    </w:rPr>
  </w:style>
  <w:style w:type="paragraph" w:customStyle="1" w:styleId="D0B1D8076556447B84E35F63A4349EC61">
    <w:name w:val="D0B1D8076556447B84E35F63A4349EC61"/>
    <w:rsid w:val="00811556"/>
    <w:pPr>
      <w:spacing w:after="120" w:line="240" w:lineRule="auto"/>
      <w:jc w:val="both"/>
    </w:pPr>
    <w:rPr>
      <w:rFonts w:ascii="Tahoma" w:eastAsiaTheme="minorHAnsi" w:hAnsi="Tahoma"/>
      <w:sz w:val="20"/>
      <w:szCs w:val="20"/>
      <w:lang w:eastAsia="en-US"/>
    </w:rPr>
  </w:style>
  <w:style w:type="paragraph" w:customStyle="1" w:styleId="1B3DADF75BBA4C6A87D5A7FE5224B0A21">
    <w:name w:val="1B3DADF75BBA4C6A87D5A7FE5224B0A21"/>
    <w:rsid w:val="00811556"/>
    <w:pPr>
      <w:spacing w:after="120" w:line="240" w:lineRule="auto"/>
      <w:jc w:val="both"/>
    </w:pPr>
    <w:rPr>
      <w:rFonts w:ascii="Tahoma" w:eastAsiaTheme="minorHAnsi" w:hAnsi="Tahoma"/>
      <w:sz w:val="20"/>
      <w:szCs w:val="20"/>
      <w:lang w:eastAsia="en-US"/>
    </w:rPr>
  </w:style>
  <w:style w:type="paragraph" w:customStyle="1" w:styleId="D5B82A47E5874A77B8AC160058D0B7A61">
    <w:name w:val="D5B82A47E5874A77B8AC160058D0B7A61"/>
    <w:rsid w:val="00811556"/>
    <w:pPr>
      <w:spacing w:after="120" w:line="240" w:lineRule="auto"/>
      <w:jc w:val="both"/>
    </w:pPr>
    <w:rPr>
      <w:rFonts w:ascii="Tahoma" w:eastAsiaTheme="minorHAnsi" w:hAnsi="Tahoma"/>
      <w:sz w:val="20"/>
      <w:szCs w:val="20"/>
      <w:lang w:eastAsia="en-US"/>
    </w:rPr>
  </w:style>
  <w:style w:type="paragraph" w:customStyle="1" w:styleId="4645999DF7224A939E53F5194B8867763">
    <w:name w:val="4645999DF7224A939E53F5194B8867763"/>
    <w:rsid w:val="00811556"/>
    <w:pPr>
      <w:spacing w:after="120" w:line="240" w:lineRule="auto"/>
      <w:jc w:val="both"/>
    </w:pPr>
    <w:rPr>
      <w:rFonts w:ascii="Tahoma" w:eastAsiaTheme="minorHAnsi" w:hAnsi="Tahoma"/>
      <w:sz w:val="20"/>
      <w:szCs w:val="20"/>
      <w:lang w:eastAsia="en-US"/>
    </w:rPr>
  </w:style>
  <w:style w:type="paragraph" w:customStyle="1" w:styleId="98144D3415864D06B75C619D516E49EE3">
    <w:name w:val="98144D3415864D06B75C619D516E49EE3"/>
    <w:rsid w:val="00811556"/>
    <w:pPr>
      <w:spacing w:after="120" w:line="240" w:lineRule="auto"/>
      <w:jc w:val="both"/>
    </w:pPr>
    <w:rPr>
      <w:rFonts w:ascii="Tahoma" w:eastAsiaTheme="minorHAnsi" w:hAnsi="Tahoma"/>
      <w:sz w:val="20"/>
      <w:szCs w:val="20"/>
      <w:lang w:eastAsia="en-US"/>
    </w:rPr>
  </w:style>
  <w:style w:type="paragraph" w:customStyle="1" w:styleId="9412C3A2CF564EB7A86E2C8E527809FA3">
    <w:name w:val="9412C3A2CF564EB7A86E2C8E527809FA3"/>
    <w:rsid w:val="00811556"/>
    <w:pPr>
      <w:spacing w:after="120" w:line="240" w:lineRule="auto"/>
      <w:jc w:val="both"/>
    </w:pPr>
    <w:rPr>
      <w:rFonts w:ascii="Tahoma" w:eastAsiaTheme="minorHAnsi" w:hAnsi="Tahoma"/>
      <w:sz w:val="20"/>
      <w:szCs w:val="20"/>
      <w:lang w:eastAsia="en-US"/>
    </w:rPr>
  </w:style>
  <w:style w:type="paragraph" w:customStyle="1" w:styleId="CD7BF35B71D545E6A3F9DDA96BBED4E43">
    <w:name w:val="CD7BF35B71D545E6A3F9DDA96BBED4E43"/>
    <w:rsid w:val="00811556"/>
    <w:pPr>
      <w:spacing w:after="120" w:line="240" w:lineRule="auto"/>
      <w:jc w:val="both"/>
    </w:pPr>
    <w:rPr>
      <w:rFonts w:ascii="Tahoma" w:eastAsiaTheme="minorHAnsi" w:hAnsi="Tahoma"/>
      <w:sz w:val="20"/>
      <w:szCs w:val="20"/>
      <w:lang w:eastAsia="en-US"/>
    </w:rPr>
  </w:style>
  <w:style w:type="paragraph" w:customStyle="1" w:styleId="B7D1414B938C4D6EBD25770D504CDB143">
    <w:name w:val="B7D1414B938C4D6EBD25770D504CDB143"/>
    <w:rsid w:val="00811556"/>
    <w:pPr>
      <w:spacing w:after="120" w:line="240" w:lineRule="auto"/>
      <w:jc w:val="both"/>
    </w:pPr>
    <w:rPr>
      <w:rFonts w:ascii="Tahoma" w:eastAsiaTheme="minorHAnsi" w:hAnsi="Tahoma"/>
      <w:sz w:val="20"/>
      <w:szCs w:val="20"/>
      <w:lang w:eastAsia="en-US"/>
    </w:rPr>
  </w:style>
  <w:style w:type="paragraph" w:customStyle="1" w:styleId="4576C1C825834A598E8268B7C2BA472C3">
    <w:name w:val="4576C1C825834A598E8268B7C2BA472C3"/>
    <w:rsid w:val="00811556"/>
    <w:pPr>
      <w:spacing w:after="120" w:line="240" w:lineRule="auto"/>
      <w:jc w:val="both"/>
    </w:pPr>
    <w:rPr>
      <w:rFonts w:ascii="Tahoma" w:eastAsiaTheme="minorHAnsi" w:hAnsi="Tahoma"/>
      <w:sz w:val="20"/>
      <w:szCs w:val="20"/>
      <w:lang w:eastAsia="en-US"/>
    </w:rPr>
  </w:style>
  <w:style w:type="paragraph" w:customStyle="1" w:styleId="A59DC840E1D14311A952A087C1995E9C3">
    <w:name w:val="A59DC840E1D14311A952A087C1995E9C3"/>
    <w:rsid w:val="00811556"/>
    <w:pPr>
      <w:spacing w:after="120" w:line="240" w:lineRule="auto"/>
      <w:jc w:val="both"/>
    </w:pPr>
    <w:rPr>
      <w:rFonts w:ascii="Tahoma" w:eastAsiaTheme="minorHAnsi" w:hAnsi="Tahoma"/>
      <w:sz w:val="20"/>
      <w:szCs w:val="20"/>
      <w:lang w:eastAsia="en-US"/>
    </w:rPr>
  </w:style>
  <w:style w:type="paragraph" w:customStyle="1" w:styleId="243BDD39C36B4819B9C4EE2F617DA35F3">
    <w:name w:val="243BDD39C36B4819B9C4EE2F617DA35F3"/>
    <w:rsid w:val="00811556"/>
    <w:pPr>
      <w:spacing w:after="120" w:line="240" w:lineRule="auto"/>
      <w:jc w:val="both"/>
    </w:pPr>
    <w:rPr>
      <w:rFonts w:ascii="Tahoma" w:eastAsiaTheme="minorHAnsi" w:hAnsi="Tahoma"/>
      <w:sz w:val="20"/>
      <w:szCs w:val="20"/>
      <w:lang w:eastAsia="en-US"/>
    </w:rPr>
  </w:style>
  <w:style w:type="paragraph" w:customStyle="1" w:styleId="52620D2109204E64864DFBD5C66E31763">
    <w:name w:val="52620D2109204E64864DFBD5C66E31763"/>
    <w:rsid w:val="00811556"/>
    <w:pPr>
      <w:spacing w:after="120" w:line="240" w:lineRule="auto"/>
      <w:jc w:val="both"/>
    </w:pPr>
    <w:rPr>
      <w:rFonts w:ascii="Tahoma" w:eastAsiaTheme="minorHAnsi" w:hAnsi="Tahoma"/>
      <w:sz w:val="20"/>
      <w:szCs w:val="20"/>
      <w:lang w:eastAsia="en-US"/>
    </w:rPr>
  </w:style>
  <w:style w:type="paragraph" w:customStyle="1" w:styleId="D70B456E5CD74B63AE3EF0C93C887E7B2">
    <w:name w:val="D70B456E5CD74B63AE3EF0C93C887E7B2"/>
    <w:rsid w:val="00811556"/>
    <w:pPr>
      <w:spacing w:after="120" w:line="240" w:lineRule="auto"/>
      <w:jc w:val="both"/>
    </w:pPr>
    <w:rPr>
      <w:rFonts w:ascii="Tahoma" w:eastAsiaTheme="minorHAnsi" w:hAnsi="Tahoma"/>
      <w:sz w:val="20"/>
      <w:szCs w:val="20"/>
      <w:lang w:eastAsia="en-US"/>
    </w:rPr>
  </w:style>
  <w:style w:type="paragraph" w:customStyle="1" w:styleId="F5125BAB8B97464181AC7E54F4515D142">
    <w:name w:val="F5125BAB8B97464181AC7E54F4515D142"/>
    <w:rsid w:val="00811556"/>
    <w:pPr>
      <w:spacing w:after="120" w:line="240" w:lineRule="auto"/>
      <w:jc w:val="both"/>
    </w:pPr>
    <w:rPr>
      <w:rFonts w:ascii="Tahoma" w:eastAsiaTheme="minorHAnsi" w:hAnsi="Tahoma"/>
      <w:sz w:val="20"/>
      <w:szCs w:val="20"/>
      <w:lang w:eastAsia="en-US"/>
    </w:rPr>
  </w:style>
  <w:style w:type="paragraph" w:customStyle="1" w:styleId="94D2FF39F80244E6B328EA7C922043562">
    <w:name w:val="94D2FF39F80244E6B328EA7C922043562"/>
    <w:rsid w:val="00811556"/>
    <w:pPr>
      <w:spacing w:after="120" w:line="240" w:lineRule="auto"/>
      <w:jc w:val="both"/>
    </w:pPr>
    <w:rPr>
      <w:rFonts w:ascii="Tahoma" w:eastAsiaTheme="minorHAnsi" w:hAnsi="Tahoma"/>
      <w:sz w:val="20"/>
      <w:szCs w:val="20"/>
      <w:lang w:eastAsia="en-US"/>
    </w:rPr>
  </w:style>
  <w:style w:type="paragraph" w:customStyle="1" w:styleId="79D32415DCF3488293EDEE4374628FF22">
    <w:name w:val="79D32415DCF3488293EDEE4374628FF22"/>
    <w:rsid w:val="00811556"/>
    <w:pPr>
      <w:spacing w:after="120" w:line="240" w:lineRule="auto"/>
      <w:jc w:val="both"/>
    </w:pPr>
    <w:rPr>
      <w:rFonts w:ascii="Tahoma" w:eastAsiaTheme="minorHAnsi" w:hAnsi="Tahoma"/>
      <w:sz w:val="20"/>
      <w:szCs w:val="20"/>
      <w:lang w:eastAsia="en-US"/>
    </w:rPr>
  </w:style>
  <w:style w:type="paragraph" w:customStyle="1" w:styleId="2AD5FAAE253244BFAC47D7CFFD4E810B2">
    <w:name w:val="2AD5FAAE253244BFAC47D7CFFD4E810B2"/>
    <w:rsid w:val="00811556"/>
    <w:pPr>
      <w:spacing w:after="120" w:line="240" w:lineRule="auto"/>
      <w:jc w:val="both"/>
    </w:pPr>
    <w:rPr>
      <w:rFonts w:ascii="Tahoma" w:eastAsiaTheme="minorHAnsi" w:hAnsi="Tahoma"/>
      <w:sz w:val="20"/>
      <w:szCs w:val="20"/>
      <w:lang w:eastAsia="en-US"/>
    </w:rPr>
  </w:style>
  <w:style w:type="paragraph" w:customStyle="1" w:styleId="AFEADE4D01AF4B369A72620A0427B6332">
    <w:name w:val="AFEADE4D01AF4B369A72620A0427B6332"/>
    <w:rsid w:val="00811556"/>
    <w:pPr>
      <w:spacing w:after="120" w:line="240" w:lineRule="auto"/>
      <w:jc w:val="both"/>
    </w:pPr>
    <w:rPr>
      <w:rFonts w:ascii="Tahoma" w:eastAsiaTheme="minorHAnsi" w:hAnsi="Tahoma"/>
      <w:sz w:val="20"/>
      <w:szCs w:val="20"/>
      <w:lang w:eastAsia="en-US"/>
    </w:rPr>
  </w:style>
  <w:style w:type="paragraph" w:customStyle="1" w:styleId="27C797042A724B17B65AE027A4E7EB982">
    <w:name w:val="27C797042A724B17B65AE027A4E7EB982"/>
    <w:rsid w:val="00811556"/>
    <w:pPr>
      <w:spacing w:after="120" w:line="240" w:lineRule="auto"/>
      <w:jc w:val="both"/>
    </w:pPr>
    <w:rPr>
      <w:rFonts w:ascii="Tahoma" w:eastAsiaTheme="minorHAnsi" w:hAnsi="Tahoma"/>
      <w:sz w:val="20"/>
      <w:szCs w:val="20"/>
      <w:lang w:eastAsia="en-US"/>
    </w:rPr>
  </w:style>
  <w:style w:type="paragraph" w:customStyle="1" w:styleId="9D2A0ABFDF1B40D799B56B19690C9A612">
    <w:name w:val="9D2A0ABFDF1B40D799B56B19690C9A612"/>
    <w:rsid w:val="00811556"/>
    <w:pPr>
      <w:spacing w:after="120" w:line="240" w:lineRule="auto"/>
      <w:jc w:val="both"/>
    </w:pPr>
    <w:rPr>
      <w:rFonts w:ascii="Tahoma" w:eastAsiaTheme="minorHAnsi" w:hAnsi="Tahoma"/>
      <w:sz w:val="20"/>
      <w:szCs w:val="20"/>
      <w:lang w:eastAsia="en-US"/>
    </w:rPr>
  </w:style>
  <w:style w:type="paragraph" w:customStyle="1" w:styleId="1A6A4FE95E384BC8970690FDBA5FC99C2">
    <w:name w:val="1A6A4FE95E384BC8970690FDBA5FC99C2"/>
    <w:rsid w:val="00811556"/>
    <w:pPr>
      <w:spacing w:after="120" w:line="240" w:lineRule="auto"/>
      <w:jc w:val="both"/>
    </w:pPr>
    <w:rPr>
      <w:rFonts w:ascii="Tahoma" w:eastAsiaTheme="minorHAnsi" w:hAnsi="Tahoma"/>
      <w:sz w:val="20"/>
      <w:szCs w:val="20"/>
      <w:lang w:eastAsia="en-US"/>
    </w:rPr>
  </w:style>
  <w:style w:type="paragraph" w:customStyle="1" w:styleId="9108E88CEC4E4549BFDB0F18010A71442">
    <w:name w:val="9108E88CEC4E4549BFDB0F18010A71442"/>
    <w:rsid w:val="00811556"/>
    <w:pPr>
      <w:spacing w:after="120" w:line="240" w:lineRule="auto"/>
      <w:jc w:val="both"/>
    </w:pPr>
    <w:rPr>
      <w:rFonts w:ascii="Tahoma" w:eastAsiaTheme="minorHAnsi" w:hAnsi="Tahoma"/>
      <w:sz w:val="20"/>
      <w:szCs w:val="20"/>
      <w:lang w:eastAsia="en-US"/>
    </w:rPr>
  </w:style>
  <w:style w:type="paragraph" w:customStyle="1" w:styleId="297EB50B07264C3F8BC411B13A6EFD322">
    <w:name w:val="297EB50B07264C3F8BC411B13A6EFD322"/>
    <w:rsid w:val="00811556"/>
    <w:pPr>
      <w:spacing w:after="120" w:line="240" w:lineRule="auto"/>
      <w:jc w:val="both"/>
    </w:pPr>
    <w:rPr>
      <w:rFonts w:ascii="Tahoma" w:eastAsiaTheme="minorHAnsi" w:hAnsi="Tahoma"/>
      <w:sz w:val="20"/>
      <w:szCs w:val="20"/>
      <w:lang w:eastAsia="en-US"/>
    </w:rPr>
  </w:style>
  <w:style w:type="paragraph" w:customStyle="1" w:styleId="420F33F7881F4E8D8537061C8A1D767A2">
    <w:name w:val="420F33F7881F4E8D8537061C8A1D767A2"/>
    <w:rsid w:val="00811556"/>
    <w:pPr>
      <w:spacing w:after="120" w:line="240" w:lineRule="auto"/>
      <w:jc w:val="both"/>
    </w:pPr>
    <w:rPr>
      <w:rFonts w:ascii="Tahoma" w:eastAsiaTheme="minorHAnsi" w:hAnsi="Tahoma"/>
      <w:sz w:val="20"/>
      <w:szCs w:val="20"/>
      <w:lang w:eastAsia="en-US"/>
    </w:rPr>
  </w:style>
  <w:style w:type="paragraph" w:customStyle="1" w:styleId="15AF1729FC6D4E2CA93F5B90FEAA2FCD2">
    <w:name w:val="15AF1729FC6D4E2CA93F5B90FEAA2FCD2"/>
    <w:rsid w:val="00811556"/>
    <w:pPr>
      <w:spacing w:after="120" w:line="240" w:lineRule="auto"/>
      <w:jc w:val="both"/>
    </w:pPr>
    <w:rPr>
      <w:rFonts w:ascii="Tahoma" w:eastAsiaTheme="minorHAnsi" w:hAnsi="Tahoma"/>
      <w:sz w:val="20"/>
      <w:szCs w:val="20"/>
      <w:lang w:eastAsia="en-US"/>
    </w:rPr>
  </w:style>
  <w:style w:type="paragraph" w:customStyle="1" w:styleId="3C8B00E322CA4668B2AEB52DF9A381802">
    <w:name w:val="3C8B00E322CA4668B2AEB52DF9A381802"/>
    <w:rsid w:val="00811556"/>
    <w:pPr>
      <w:spacing w:after="120" w:line="240" w:lineRule="auto"/>
      <w:jc w:val="both"/>
    </w:pPr>
    <w:rPr>
      <w:rFonts w:ascii="Tahoma" w:eastAsiaTheme="minorHAnsi" w:hAnsi="Tahoma"/>
      <w:sz w:val="20"/>
      <w:szCs w:val="20"/>
      <w:lang w:eastAsia="en-US"/>
    </w:rPr>
  </w:style>
  <w:style w:type="paragraph" w:customStyle="1" w:styleId="B5E86460B3E24411A5BF18EB1DDE2B882">
    <w:name w:val="B5E86460B3E24411A5BF18EB1DDE2B882"/>
    <w:rsid w:val="00811556"/>
    <w:pPr>
      <w:spacing w:after="120" w:line="240" w:lineRule="auto"/>
      <w:jc w:val="both"/>
    </w:pPr>
    <w:rPr>
      <w:rFonts w:ascii="Tahoma" w:eastAsiaTheme="minorHAnsi" w:hAnsi="Tahoma"/>
      <w:sz w:val="20"/>
      <w:szCs w:val="20"/>
      <w:lang w:eastAsia="en-US"/>
    </w:rPr>
  </w:style>
  <w:style w:type="paragraph" w:customStyle="1" w:styleId="D627C774909C4AC6B22CCDB99ADDAAD32">
    <w:name w:val="D627C774909C4AC6B22CCDB99ADDAAD32"/>
    <w:rsid w:val="00811556"/>
    <w:pPr>
      <w:spacing w:after="120" w:line="240" w:lineRule="auto"/>
      <w:jc w:val="both"/>
    </w:pPr>
    <w:rPr>
      <w:rFonts w:ascii="Tahoma" w:eastAsiaTheme="minorHAnsi" w:hAnsi="Tahoma"/>
      <w:sz w:val="20"/>
      <w:szCs w:val="20"/>
      <w:lang w:eastAsia="en-US"/>
    </w:rPr>
  </w:style>
  <w:style w:type="paragraph" w:customStyle="1" w:styleId="DE9B7DC16235429BBED85275F4C541102">
    <w:name w:val="DE9B7DC16235429BBED85275F4C541102"/>
    <w:rsid w:val="00811556"/>
    <w:pPr>
      <w:spacing w:after="120" w:line="240" w:lineRule="auto"/>
      <w:jc w:val="both"/>
    </w:pPr>
    <w:rPr>
      <w:rFonts w:ascii="Tahoma" w:eastAsiaTheme="minorHAnsi" w:hAnsi="Tahoma"/>
      <w:sz w:val="20"/>
      <w:szCs w:val="20"/>
      <w:lang w:eastAsia="en-US"/>
    </w:rPr>
  </w:style>
  <w:style w:type="paragraph" w:customStyle="1" w:styleId="361940CC2800458B872C0D8D4300E9752">
    <w:name w:val="361940CC2800458B872C0D8D4300E9752"/>
    <w:rsid w:val="00811556"/>
    <w:pPr>
      <w:spacing w:after="120" w:line="240" w:lineRule="auto"/>
      <w:jc w:val="both"/>
    </w:pPr>
    <w:rPr>
      <w:rFonts w:ascii="Tahoma" w:eastAsiaTheme="minorHAnsi" w:hAnsi="Tahoma"/>
      <w:sz w:val="20"/>
      <w:szCs w:val="20"/>
      <w:lang w:eastAsia="en-US"/>
    </w:rPr>
  </w:style>
  <w:style w:type="paragraph" w:customStyle="1" w:styleId="0C9F1B6CCEBA4739A3F10A9FCE733BD52">
    <w:name w:val="0C9F1B6CCEBA4739A3F10A9FCE733BD52"/>
    <w:rsid w:val="00811556"/>
    <w:pPr>
      <w:spacing w:after="120" w:line="240" w:lineRule="auto"/>
      <w:jc w:val="both"/>
    </w:pPr>
    <w:rPr>
      <w:rFonts w:ascii="Tahoma" w:eastAsiaTheme="minorHAnsi" w:hAnsi="Tahoma"/>
      <w:sz w:val="20"/>
      <w:szCs w:val="20"/>
      <w:lang w:eastAsia="en-US"/>
    </w:rPr>
  </w:style>
  <w:style w:type="paragraph" w:customStyle="1" w:styleId="B02B522950E54E20AB1E60EC9F20EC0D2">
    <w:name w:val="B02B522950E54E20AB1E60EC9F20EC0D2"/>
    <w:rsid w:val="00811556"/>
    <w:pPr>
      <w:spacing w:after="120" w:line="240" w:lineRule="auto"/>
      <w:jc w:val="both"/>
    </w:pPr>
    <w:rPr>
      <w:rFonts w:ascii="Tahoma" w:eastAsiaTheme="minorHAnsi" w:hAnsi="Tahoma"/>
      <w:sz w:val="20"/>
      <w:szCs w:val="20"/>
      <w:lang w:eastAsia="en-US"/>
    </w:rPr>
  </w:style>
  <w:style w:type="paragraph" w:customStyle="1" w:styleId="DD54E39591234366BA0F1DD9A449CA352">
    <w:name w:val="DD54E39591234366BA0F1DD9A449CA352"/>
    <w:rsid w:val="00811556"/>
    <w:pPr>
      <w:spacing w:after="120" w:line="240" w:lineRule="auto"/>
      <w:jc w:val="both"/>
    </w:pPr>
    <w:rPr>
      <w:rFonts w:ascii="Tahoma" w:eastAsiaTheme="minorHAnsi" w:hAnsi="Tahoma"/>
      <w:sz w:val="20"/>
      <w:szCs w:val="20"/>
      <w:lang w:eastAsia="en-US"/>
    </w:rPr>
  </w:style>
  <w:style w:type="paragraph" w:customStyle="1" w:styleId="014D33AFB0DA45C18E2071A13F2B07572">
    <w:name w:val="014D33AFB0DA45C18E2071A13F2B07572"/>
    <w:rsid w:val="00811556"/>
    <w:pPr>
      <w:spacing w:after="120" w:line="240" w:lineRule="auto"/>
      <w:jc w:val="both"/>
    </w:pPr>
    <w:rPr>
      <w:rFonts w:ascii="Tahoma" w:eastAsiaTheme="minorHAnsi" w:hAnsi="Tahoma"/>
      <w:sz w:val="20"/>
      <w:szCs w:val="20"/>
      <w:lang w:eastAsia="en-US"/>
    </w:rPr>
  </w:style>
  <w:style w:type="paragraph" w:customStyle="1" w:styleId="424ECD38442E42B2A137E68945B2BFA82">
    <w:name w:val="424ECD38442E42B2A137E68945B2BFA82"/>
    <w:rsid w:val="00811556"/>
    <w:pPr>
      <w:spacing w:after="120" w:line="240" w:lineRule="auto"/>
      <w:jc w:val="both"/>
    </w:pPr>
    <w:rPr>
      <w:rFonts w:ascii="Tahoma" w:eastAsiaTheme="minorHAnsi" w:hAnsi="Tahoma"/>
      <w:sz w:val="20"/>
      <w:szCs w:val="20"/>
      <w:lang w:eastAsia="en-US"/>
    </w:rPr>
  </w:style>
  <w:style w:type="paragraph" w:customStyle="1" w:styleId="E6365F9B97E6492492BAB28E7EAE85A02">
    <w:name w:val="E6365F9B97E6492492BAB28E7EAE85A02"/>
    <w:rsid w:val="00811556"/>
    <w:pPr>
      <w:spacing w:after="120" w:line="240" w:lineRule="auto"/>
      <w:jc w:val="both"/>
    </w:pPr>
    <w:rPr>
      <w:rFonts w:ascii="Tahoma" w:eastAsiaTheme="minorHAnsi" w:hAnsi="Tahoma"/>
      <w:sz w:val="20"/>
      <w:szCs w:val="20"/>
      <w:lang w:eastAsia="en-US"/>
    </w:rPr>
  </w:style>
  <w:style w:type="paragraph" w:customStyle="1" w:styleId="432461B8B3074D18918432D371192C382">
    <w:name w:val="432461B8B3074D18918432D371192C382"/>
    <w:rsid w:val="00811556"/>
    <w:pPr>
      <w:spacing w:after="120" w:line="240" w:lineRule="auto"/>
      <w:jc w:val="both"/>
    </w:pPr>
    <w:rPr>
      <w:rFonts w:ascii="Tahoma" w:eastAsiaTheme="minorHAnsi" w:hAnsi="Tahoma"/>
      <w:sz w:val="20"/>
      <w:szCs w:val="20"/>
      <w:lang w:eastAsia="en-US"/>
    </w:rPr>
  </w:style>
  <w:style w:type="paragraph" w:customStyle="1" w:styleId="74FE56E68EB64F5DB24328DD2207FE862">
    <w:name w:val="74FE56E68EB64F5DB24328DD2207FE862"/>
    <w:rsid w:val="00811556"/>
    <w:pPr>
      <w:spacing w:after="120" w:line="240" w:lineRule="auto"/>
      <w:jc w:val="both"/>
    </w:pPr>
    <w:rPr>
      <w:rFonts w:ascii="Tahoma" w:eastAsiaTheme="minorHAnsi" w:hAnsi="Tahoma"/>
      <w:sz w:val="20"/>
      <w:szCs w:val="20"/>
      <w:lang w:eastAsia="en-US"/>
    </w:rPr>
  </w:style>
  <w:style w:type="paragraph" w:customStyle="1" w:styleId="2C88B92721FB4FEB963D70D86452D5012">
    <w:name w:val="2C88B92721FB4FEB963D70D86452D5012"/>
    <w:rsid w:val="00811556"/>
    <w:pPr>
      <w:spacing w:after="120" w:line="240" w:lineRule="auto"/>
      <w:jc w:val="both"/>
    </w:pPr>
    <w:rPr>
      <w:rFonts w:ascii="Tahoma" w:eastAsiaTheme="minorHAnsi" w:hAnsi="Tahoma"/>
      <w:sz w:val="20"/>
      <w:szCs w:val="20"/>
      <w:lang w:eastAsia="en-US"/>
    </w:rPr>
  </w:style>
  <w:style w:type="paragraph" w:customStyle="1" w:styleId="F828F6E8C8D548FFB11DC15C5889A2532">
    <w:name w:val="F828F6E8C8D548FFB11DC15C5889A2532"/>
    <w:rsid w:val="00811556"/>
    <w:pPr>
      <w:spacing w:after="120" w:line="240" w:lineRule="auto"/>
      <w:jc w:val="both"/>
    </w:pPr>
    <w:rPr>
      <w:rFonts w:ascii="Tahoma" w:eastAsiaTheme="minorHAnsi" w:hAnsi="Tahoma"/>
      <w:sz w:val="20"/>
      <w:szCs w:val="20"/>
      <w:lang w:eastAsia="en-US"/>
    </w:rPr>
  </w:style>
  <w:style w:type="paragraph" w:customStyle="1" w:styleId="6DF85E21DC2A4A58ADF90A5C3DD95B242">
    <w:name w:val="6DF85E21DC2A4A58ADF90A5C3DD95B242"/>
    <w:rsid w:val="00811556"/>
    <w:pPr>
      <w:spacing w:after="120" w:line="240" w:lineRule="auto"/>
      <w:jc w:val="both"/>
    </w:pPr>
    <w:rPr>
      <w:rFonts w:ascii="Tahoma" w:eastAsiaTheme="minorHAnsi" w:hAnsi="Tahoma"/>
      <w:sz w:val="20"/>
      <w:szCs w:val="20"/>
      <w:lang w:eastAsia="en-US"/>
    </w:rPr>
  </w:style>
  <w:style w:type="paragraph" w:customStyle="1" w:styleId="09300A05E42844C483E04607744B6A052">
    <w:name w:val="09300A05E42844C483E04607744B6A052"/>
    <w:rsid w:val="00811556"/>
    <w:pPr>
      <w:spacing w:after="120" w:line="240" w:lineRule="auto"/>
      <w:jc w:val="both"/>
    </w:pPr>
    <w:rPr>
      <w:rFonts w:ascii="Tahoma" w:eastAsiaTheme="minorHAnsi" w:hAnsi="Tahoma"/>
      <w:sz w:val="20"/>
      <w:szCs w:val="20"/>
      <w:lang w:eastAsia="en-US"/>
    </w:rPr>
  </w:style>
  <w:style w:type="paragraph" w:customStyle="1" w:styleId="955B596A43D34240AD1A2EAAA945FB472">
    <w:name w:val="955B596A43D34240AD1A2EAAA945FB472"/>
    <w:rsid w:val="00811556"/>
    <w:pPr>
      <w:spacing w:after="120" w:line="240" w:lineRule="auto"/>
      <w:jc w:val="both"/>
    </w:pPr>
    <w:rPr>
      <w:rFonts w:ascii="Tahoma" w:eastAsiaTheme="minorHAnsi" w:hAnsi="Tahoma"/>
      <w:sz w:val="20"/>
      <w:szCs w:val="20"/>
      <w:lang w:eastAsia="en-US"/>
    </w:rPr>
  </w:style>
  <w:style w:type="paragraph" w:customStyle="1" w:styleId="DD852B731FEB4D3E97F5D611E38D0D862">
    <w:name w:val="DD852B731FEB4D3E97F5D611E38D0D862"/>
    <w:rsid w:val="00811556"/>
    <w:pPr>
      <w:spacing w:after="120" w:line="240" w:lineRule="auto"/>
      <w:jc w:val="both"/>
    </w:pPr>
    <w:rPr>
      <w:rFonts w:ascii="Tahoma" w:eastAsiaTheme="minorHAnsi" w:hAnsi="Tahoma"/>
      <w:sz w:val="20"/>
      <w:szCs w:val="20"/>
      <w:lang w:eastAsia="en-US"/>
    </w:rPr>
  </w:style>
  <w:style w:type="paragraph" w:customStyle="1" w:styleId="2D0CD3F470D547EC9BD9DB253E8436142">
    <w:name w:val="2D0CD3F470D547EC9BD9DB253E8436142"/>
    <w:rsid w:val="00811556"/>
    <w:pPr>
      <w:spacing w:after="120" w:line="240" w:lineRule="auto"/>
      <w:jc w:val="both"/>
    </w:pPr>
    <w:rPr>
      <w:rFonts w:ascii="Tahoma" w:eastAsiaTheme="minorHAnsi" w:hAnsi="Tahoma"/>
      <w:sz w:val="20"/>
      <w:szCs w:val="20"/>
      <w:lang w:eastAsia="en-US"/>
    </w:rPr>
  </w:style>
  <w:style w:type="paragraph" w:customStyle="1" w:styleId="55BC43B900B14E2C89ADEFD741C48E2D1">
    <w:name w:val="55BC43B900B14E2C89ADEFD741C48E2D1"/>
    <w:rsid w:val="00811556"/>
    <w:pPr>
      <w:spacing w:after="120" w:line="240" w:lineRule="auto"/>
      <w:jc w:val="both"/>
    </w:pPr>
    <w:rPr>
      <w:rFonts w:ascii="Tahoma" w:eastAsiaTheme="minorHAnsi" w:hAnsi="Tahoma"/>
      <w:sz w:val="20"/>
      <w:szCs w:val="20"/>
      <w:lang w:eastAsia="en-US"/>
    </w:rPr>
  </w:style>
  <w:style w:type="paragraph" w:customStyle="1" w:styleId="DB93402CDA834D18A296687E7E0E2EF11">
    <w:name w:val="DB93402CDA834D18A296687E7E0E2EF11"/>
    <w:rsid w:val="00811556"/>
    <w:pPr>
      <w:spacing w:after="120" w:line="240" w:lineRule="auto"/>
      <w:jc w:val="both"/>
    </w:pPr>
    <w:rPr>
      <w:rFonts w:ascii="Tahoma" w:eastAsiaTheme="minorHAnsi" w:hAnsi="Tahoma"/>
      <w:sz w:val="20"/>
      <w:szCs w:val="20"/>
      <w:lang w:eastAsia="en-US"/>
    </w:rPr>
  </w:style>
  <w:style w:type="paragraph" w:customStyle="1" w:styleId="A6DB5A2A27C34FEC8A04B2C4FF86A0C41">
    <w:name w:val="A6DB5A2A27C34FEC8A04B2C4FF86A0C41"/>
    <w:rsid w:val="00811556"/>
    <w:pPr>
      <w:spacing w:after="120" w:line="240" w:lineRule="auto"/>
      <w:jc w:val="both"/>
    </w:pPr>
    <w:rPr>
      <w:rFonts w:ascii="Tahoma" w:eastAsiaTheme="minorHAnsi" w:hAnsi="Tahoma"/>
      <w:sz w:val="20"/>
      <w:szCs w:val="20"/>
      <w:lang w:eastAsia="en-US"/>
    </w:rPr>
  </w:style>
  <w:style w:type="paragraph" w:customStyle="1" w:styleId="81371841E0B14CE599AEE41E7403E53A1">
    <w:name w:val="81371841E0B14CE599AEE41E7403E53A1"/>
    <w:rsid w:val="00811556"/>
    <w:pPr>
      <w:spacing w:after="120" w:line="240" w:lineRule="auto"/>
      <w:jc w:val="both"/>
    </w:pPr>
    <w:rPr>
      <w:rFonts w:ascii="Tahoma" w:eastAsiaTheme="minorHAnsi" w:hAnsi="Tahoma"/>
      <w:sz w:val="20"/>
      <w:szCs w:val="20"/>
      <w:lang w:eastAsia="en-US"/>
    </w:rPr>
  </w:style>
  <w:style w:type="paragraph" w:customStyle="1" w:styleId="C4A8B0F3162145BB9C02F56AD87714511">
    <w:name w:val="C4A8B0F3162145BB9C02F56AD87714511"/>
    <w:rsid w:val="00811556"/>
    <w:pPr>
      <w:spacing w:after="120" w:line="240" w:lineRule="auto"/>
      <w:jc w:val="both"/>
    </w:pPr>
    <w:rPr>
      <w:rFonts w:ascii="Tahoma" w:eastAsiaTheme="minorHAnsi" w:hAnsi="Tahoma"/>
      <w:sz w:val="20"/>
      <w:szCs w:val="20"/>
      <w:lang w:eastAsia="en-US"/>
    </w:rPr>
  </w:style>
  <w:style w:type="paragraph" w:customStyle="1" w:styleId="35C1032F61A3434184A4BD2BA8E8ECF41">
    <w:name w:val="35C1032F61A3434184A4BD2BA8E8ECF41"/>
    <w:rsid w:val="00811556"/>
    <w:pPr>
      <w:spacing w:after="120" w:line="240" w:lineRule="auto"/>
      <w:jc w:val="both"/>
    </w:pPr>
    <w:rPr>
      <w:rFonts w:ascii="Tahoma" w:eastAsiaTheme="minorHAnsi" w:hAnsi="Tahoma"/>
      <w:sz w:val="20"/>
      <w:szCs w:val="20"/>
      <w:lang w:eastAsia="en-US"/>
    </w:rPr>
  </w:style>
  <w:style w:type="paragraph" w:customStyle="1" w:styleId="EC791A35D141472D99E578EFE469BEF71">
    <w:name w:val="EC791A35D141472D99E578EFE469BEF71"/>
    <w:rsid w:val="00811556"/>
    <w:pPr>
      <w:spacing w:after="120" w:line="240" w:lineRule="auto"/>
      <w:jc w:val="both"/>
    </w:pPr>
    <w:rPr>
      <w:rFonts w:ascii="Tahoma" w:eastAsiaTheme="minorHAnsi" w:hAnsi="Tahoma"/>
      <w:sz w:val="20"/>
      <w:szCs w:val="20"/>
      <w:lang w:eastAsia="en-US"/>
    </w:rPr>
  </w:style>
  <w:style w:type="paragraph" w:customStyle="1" w:styleId="63A0E835CEB24237BF3148F423CAB2831">
    <w:name w:val="63A0E835CEB24237BF3148F423CAB2831"/>
    <w:rsid w:val="00811556"/>
    <w:pPr>
      <w:spacing w:after="120" w:line="240" w:lineRule="auto"/>
      <w:jc w:val="both"/>
    </w:pPr>
    <w:rPr>
      <w:rFonts w:ascii="Tahoma" w:eastAsiaTheme="minorHAnsi" w:hAnsi="Tahoma"/>
      <w:sz w:val="20"/>
      <w:szCs w:val="20"/>
      <w:lang w:eastAsia="en-US"/>
    </w:rPr>
  </w:style>
  <w:style w:type="paragraph" w:customStyle="1" w:styleId="DFFA9960D5D64951A0B085A4E9A4B6711">
    <w:name w:val="DFFA9960D5D64951A0B085A4E9A4B6711"/>
    <w:rsid w:val="00811556"/>
    <w:pPr>
      <w:spacing w:after="120" w:line="240" w:lineRule="auto"/>
      <w:jc w:val="both"/>
    </w:pPr>
    <w:rPr>
      <w:rFonts w:ascii="Tahoma" w:eastAsiaTheme="minorHAnsi" w:hAnsi="Tahoma"/>
      <w:sz w:val="20"/>
      <w:szCs w:val="20"/>
      <w:lang w:eastAsia="en-US"/>
    </w:rPr>
  </w:style>
  <w:style w:type="paragraph" w:customStyle="1" w:styleId="5E44315E6BA7463A8BE35628C44397BB1">
    <w:name w:val="5E44315E6BA7463A8BE35628C44397BB1"/>
    <w:rsid w:val="00811556"/>
    <w:pPr>
      <w:spacing w:after="120" w:line="240" w:lineRule="auto"/>
      <w:jc w:val="both"/>
    </w:pPr>
    <w:rPr>
      <w:rFonts w:ascii="Tahoma" w:eastAsiaTheme="minorHAnsi" w:hAnsi="Tahoma"/>
      <w:sz w:val="20"/>
      <w:szCs w:val="20"/>
      <w:lang w:eastAsia="en-US"/>
    </w:rPr>
  </w:style>
  <w:style w:type="paragraph" w:customStyle="1" w:styleId="D51D7FEFAA174A078A0264F7AA7D4B3A1">
    <w:name w:val="D51D7FEFAA174A078A0264F7AA7D4B3A1"/>
    <w:rsid w:val="00811556"/>
    <w:pPr>
      <w:spacing w:after="120" w:line="240" w:lineRule="auto"/>
      <w:jc w:val="both"/>
    </w:pPr>
    <w:rPr>
      <w:rFonts w:ascii="Tahoma" w:eastAsiaTheme="minorHAnsi" w:hAnsi="Tahoma"/>
      <w:sz w:val="20"/>
      <w:szCs w:val="20"/>
      <w:lang w:eastAsia="en-US"/>
    </w:rPr>
  </w:style>
  <w:style w:type="paragraph" w:customStyle="1" w:styleId="65FAB49B23C34719883AC6836C47200B1">
    <w:name w:val="65FAB49B23C34719883AC6836C47200B1"/>
    <w:rsid w:val="00811556"/>
    <w:pPr>
      <w:spacing w:after="120" w:line="240" w:lineRule="auto"/>
      <w:jc w:val="both"/>
    </w:pPr>
    <w:rPr>
      <w:rFonts w:ascii="Tahoma" w:eastAsiaTheme="minorHAnsi" w:hAnsi="Tahoma"/>
      <w:sz w:val="20"/>
      <w:szCs w:val="20"/>
      <w:lang w:eastAsia="en-US"/>
    </w:rPr>
  </w:style>
  <w:style w:type="paragraph" w:customStyle="1" w:styleId="EE5D122E914E42268C8C5A266C96A1671">
    <w:name w:val="EE5D122E914E42268C8C5A266C96A1671"/>
    <w:rsid w:val="00811556"/>
    <w:pPr>
      <w:spacing w:after="120" w:line="240" w:lineRule="auto"/>
      <w:jc w:val="both"/>
    </w:pPr>
    <w:rPr>
      <w:rFonts w:ascii="Tahoma" w:eastAsiaTheme="minorHAnsi" w:hAnsi="Tahoma"/>
      <w:sz w:val="20"/>
      <w:szCs w:val="20"/>
      <w:lang w:eastAsia="en-US"/>
    </w:rPr>
  </w:style>
  <w:style w:type="paragraph" w:customStyle="1" w:styleId="2CA683A5549D48D183B010ED9D4909561">
    <w:name w:val="2CA683A5549D48D183B010ED9D4909561"/>
    <w:rsid w:val="00811556"/>
    <w:pPr>
      <w:spacing w:after="120" w:line="240" w:lineRule="auto"/>
      <w:jc w:val="both"/>
    </w:pPr>
    <w:rPr>
      <w:rFonts w:ascii="Tahoma" w:eastAsiaTheme="minorHAnsi" w:hAnsi="Tahoma"/>
      <w:sz w:val="20"/>
      <w:szCs w:val="20"/>
      <w:lang w:eastAsia="en-US"/>
    </w:rPr>
  </w:style>
  <w:style w:type="paragraph" w:customStyle="1" w:styleId="D79EF083C67640E281E89A154C476A2B1">
    <w:name w:val="D79EF083C67640E281E89A154C476A2B1"/>
    <w:rsid w:val="00811556"/>
    <w:pPr>
      <w:spacing w:after="120" w:line="240" w:lineRule="auto"/>
      <w:jc w:val="both"/>
    </w:pPr>
    <w:rPr>
      <w:rFonts w:ascii="Tahoma" w:eastAsiaTheme="minorHAnsi" w:hAnsi="Tahoma"/>
      <w:sz w:val="20"/>
      <w:szCs w:val="20"/>
      <w:lang w:eastAsia="en-US"/>
    </w:rPr>
  </w:style>
  <w:style w:type="paragraph" w:customStyle="1" w:styleId="F8BBE4FDB09B43FC8A92429C6DFE796B1">
    <w:name w:val="F8BBE4FDB09B43FC8A92429C6DFE796B1"/>
    <w:rsid w:val="00811556"/>
    <w:pPr>
      <w:spacing w:after="120" w:line="240" w:lineRule="auto"/>
      <w:jc w:val="both"/>
    </w:pPr>
    <w:rPr>
      <w:rFonts w:ascii="Tahoma" w:eastAsiaTheme="minorHAnsi" w:hAnsi="Tahoma"/>
      <w:sz w:val="20"/>
      <w:szCs w:val="20"/>
      <w:lang w:eastAsia="en-US"/>
    </w:rPr>
  </w:style>
  <w:style w:type="paragraph" w:customStyle="1" w:styleId="70E0698DA3654C418CC9D35E1CB0B1D21">
    <w:name w:val="70E0698DA3654C418CC9D35E1CB0B1D21"/>
    <w:rsid w:val="00811556"/>
    <w:pPr>
      <w:spacing w:after="120" w:line="240" w:lineRule="auto"/>
      <w:jc w:val="both"/>
    </w:pPr>
    <w:rPr>
      <w:rFonts w:ascii="Tahoma" w:eastAsiaTheme="minorHAnsi" w:hAnsi="Tahoma"/>
      <w:sz w:val="20"/>
      <w:szCs w:val="20"/>
      <w:lang w:eastAsia="en-US"/>
    </w:rPr>
  </w:style>
  <w:style w:type="paragraph" w:customStyle="1" w:styleId="1C9D12B9328245869825DCB45166DFE91">
    <w:name w:val="1C9D12B9328245869825DCB45166DFE91"/>
    <w:rsid w:val="00811556"/>
    <w:pPr>
      <w:spacing w:after="120" w:line="240" w:lineRule="auto"/>
      <w:jc w:val="both"/>
    </w:pPr>
    <w:rPr>
      <w:rFonts w:ascii="Tahoma" w:eastAsiaTheme="minorHAnsi" w:hAnsi="Tahoma"/>
      <w:sz w:val="20"/>
      <w:szCs w:val="20"/>
      <w:lang w:eastAsia="en-US"/>
    </w:rPr>
  </w:style>
  <w:style w:type="paragraph" w:customStyle="1" w:styleId="A83F49FE60DD4097A2E2781524D76D4C1">
    <w:name w:val="A83F49FE60DD4097A2E2781524D76D4C1"/>
    <w:rsid w:val="00811556"/>
    <w:pPr>
      <w:spacing w:after="120" w:line="240" w:lineRule="auto"/>
      <w:jc w:val="both"/>
    </w:pPr>
    <w:rPr>
      <w:rFonts w:ascii="Tahoma" w:eastAsiaTheme="minorHAnsi" w:hAnsi="Tahoma"/>
      <w:sz w:val="20"/>
      <w:szCs w:val="20"/>
      <w:lang w:eastAsia="en-US"/>
    </w:rPr>
  </w:style>
  <w:style w:type="paragraph" w:customStyle="1" w:styleId="551C707C175F4BF88D03558FAB75E8E91">
    <w:name w:val="551C707C175F4BF88D03558FAB75E8E91"/>
    <w:rsid w:val="00811556"/>
    <w:pPr>
      <w:spacing w:after="120" w:line="240" w:lineRule="auto"/>
      <w:jc w:val="both"/>
    </w:pPr>
    <w:rPr>
      <w:rFonts w:ascii="Tahoma" w:eastAsiaTheme="minorHAnsi" w:hAnsi="Tahoma"/>
      <w:sz w:val="20"/>
      <w:szCs w:val="20"/>
      <w:lang w:eastAsia="en-US"/>
    </w:rPr>
  </w:style>
  <w:style w:type="paragraph" w:customStyle="1" w:styleId="AB5B95B87B6446B896F59DE35BE7D2121">
    <w:name w:val="AB5B95B87B6446B896F59DE35BE7D2121"/>
    <w:rsid w:val="00811556"/>
    <w:pPr>
      <w:numPr>
        <w:numId w:val="2"/>
      </w:numPr>
      <w:tabs>
        <w:tab w:val="clear" w:pos="360"/>
        <w:tab w:val="num" w:pos="0"/>
      </w:tabs>
      <w:spacing w:after="120" w:line="240" w:lineRule="auto"/>
      <w:ind w:left="720" w:hanging="360"/>
      <w:jc w:val="both"/>
    </w:pPr>
    <w:rPr>
      <w:rFonts w:ascii="Tahoma" w:eastAsiaTheme="minorHAnsi" w:hAnsi="Tahoma"/>
      <w:sz w:val="20"/>
      <w:szCs w:val="20"/>
      <w:lang w:eastAsia="en-US"/>
    </w:rPr>
  </w:style>
  <w:style w:type="paragraph" w:customStyle="1" w:styleId="91F90DE9D082445590214DCD4ACD69A21">
    <w:name w:val="91F90DE9D082445590214DCD4ACD69A21"/>
    <w:rsid w:val="00811556"/>
    <w:pPr>
      <w:numPr>
        <w:numId w:val="2"/>
      </w:numPr>
      <w:tabs>
        <w:tab w:val="clear" w:pos="360"/>
        <w:tab w:val="num" w:pos="0"/>
      </w:tabs>
      <w:spacing w:after="120" w:line="240" w:lineRule="auto"/>
      <w:ind w:left="720" w:hanging="360"/>
      <w:jc w:val="both"/>
    </w:pPr>
    <w:rPr>
      <w:rFonts w:ascii="Tahoma" w:eastAsiaTheme="minorHAnsi" w:hAnsi="Tahoma"/>
      <w:sz w:val="20"/>
      <w:szCs w:val="20"/>
      <w:lang w:eastAsia="en-US"/>
    </w:rPr>
  </w:style>
  <w:style w:type="paragraph" w:customStyle="1" w:styleId="5534CAA891914911AA6CC418C18C10C61">
    <w:name w:val="5534CAA891914911AA6CC418C18C10C61"/>
    <w:rsid w:val="00811556"/>
    <w:pPr>
      <w:spacing w:after="120" w:line="240" w:lineRule="auto"/>
      <w:jc w:val="both"/>
    </w:pPr>
    <w:rPr>
      <w:rFonts w:ascii="Tahoma" w:eastAsiaTheme="minorHAnsi" w:hAnsi="Tahoma"/>
      <w:sz w:val="20"/>
      <w:szCs w:val="20"/>
      <w:lang w:eastAsia="en-US"/>
    </w:rPr>
  </w:style>
  <w:style w:type="paragraph" w:customStyle="1" w:styleId="58FFB03361D04C3AAE069BE85D9170EC1">
    <w:name w:val="58FFB03361D04C3AAE069BE85D9170EC1"/>
    <w:rsid w:val="00811556"/>
    <w:pPr>
      <w:spacing w:after="120" w:line="240" w:lineRule="auto"/>
      <w:jc w:val="both"/>
    </w:pPr>
    <w:rPr>
      <w:rFonts w:ascii="Tahoma" w:eastAsiaTheme="minorHAnsi" w:hAnsi="Tahoma"/>
      <w:sz w:val="20"/>
      <w:szCs w:val="20"/>
      <w:lang w:eastAsia="en-US"/>
    </w:rPr>
  </w:style>
  <w:style w:type="paragraph" w:customStyle="1" w:styleId="BE297708310E4DBDB67DB5A4A56217FA1">
    <w:name w:val="BE297708310E4DBDB67DB5A4A56217FA1"/>
    <w:rsid w:val="00811556"/>
    <w:pPr>
      <w:spacing w:after="120" w:line="240" w:lineRule="auto"/>
      <w:jc w:val="both"/>
    </w:pPr>
    <w:rPr>
      <w:rFonts w:ascii="Tahoma" w:eastAsiaTheme="minorHAnsi" w:hAnsi="Tahoma"/>
      <w:sz w:val="20"/>
      <w:szCs w:val="20"/>
      <w:lang w:eastAsia="en-US"/>
    </w:rPr>
  </w:style>
  <w:style w:type="paragraph" w:customStyle="1" w:styleId="2E16E13930774B9AA6CACABD9108C2C41">
    <w:name w:val="2E16E13930774B9AA6CACABD9108C2C41"/>
    <w:rsid w:val="00811556"/>
    <w:pPr>
      <w:spacing w:after="120" w:line="240" w:lineRule="auto"/>
      <w:jc w:val="both"/>
    </w:pPr>
    <w:rPr>
      <w:rFonts w:ascii="Tahoma" w:eastAsiaTheme="minorHAnsi" w:hAnsi="Tahoma"/>
      <w:sz w:val="20"/>
      <w:szCs w:val="20"/>
      <w:lang w:eastAsia="en-US"/>
    </w:rPr>
  </w:style>
  <w:style w:type="paragraph" w:customStyle="1" w:styleId="430860B2D91549CB84FF0C944714A64D1">
    <w:name w:val="430860B2D91549CB84FF0C944714A64D1"/>
    <w:rsid w:val="00811556"/>
    <w:pPr>
      <w:spacing w:after="120" w:line="240" w:lineRule="auto"/>
      <w:jc w:val="both"/>
    </w:pPr>
    <w:rPr>
      <w:rFonts w:ascii="Tahoma" w:eastAsiaTheme="minorHAnsi" w:hAnsi="Tahoma"/>
      <w:sz w:val="20"/>
      <w:szCs w:val="20"/>
      <w:lang w:eastAsia="en-US"/>
    </w:rPr>
  </w:style>
  <w:style w:type="paragraph" w:customStyle="1" w:styleId="07AEB6E8A1DA40EB9371FC62701464A51">
    <w:name w:val="07AEB6E8A1DA40EB9371FC62701464A51"/>
    <w:rsid w:val="00811556"/>
    <w:pPr>
      <w:spacing w:after="120" w:line="240" w:lineRule="auto"/>
      <w:jc w:val="both"/>
    </w:pPr>
    <w:rPr>
      <w:rFonts w:ascii="Tahoma" w:eastAsiaTheme="minorHAnsi" w:hAnsi="Tahoma"/>
      <w:sz w:val="20"/>
      <w:szCs w:val="20"/>
      <w:lang w:eastAsia="en-US"/>
    </w:rPr>
  </w:style>
  <w:style w:type="paragraph" w:customStyle="1" w:styleId="6A7F3E8ED37442DDB4F4755FA98DE19F1">
    <w:name w:val="6A7F3E8ED37442DDB4F4755FA98DE19F1"/>
    <w:rsid w:val="00811556"/>
    <w:pPr>
      <w:spacing w:after="120" w:line="240" w:lineRule="auto"/>
      <w:jc w:val="both"/>
    </w:pPr>
    <w:rPr>
      <w:rFonts w:ascii="Tahoma" w:eastAsiaTheme="minorHAnsi" w:hAnsi="Tahoma"/>
      <w:sz w:val="20"/>
      <w:szCs w:val="20"/>
      <w:lang w:eastAsia="en-US"/>
    </w:rPr>
  </w:style>
  <w:style w:type="paragraph" w:customStyle="1" w:styleId="B95A1660089E4139B5B8B3CAA48443E91">
    <w:name w:val="B95A1660089E4139B5B8B3CAA48443E91"/>
    <w:rsid w:val="00811556"/>
    <w:pPr>
      <w:spacing w:after="120" w:line="240" w:lineRule="auto"/>
      <w:jc w:val="both"/>
    </w:pPr>
    <w:rPr>
      <w:rFonts w:ascii="Tahoma" w:eastAsiaTheme="minorHAnsi" w:hAnsi="Tahoma"/>
      <w:sz w:val="20"/>
      <w:szCs w:val="20"/>
      <w:lang w:eastAsia="en-US"/>
    </w:rPr>
  </w:style>
  <w:style w:type="paragraph" w:customStyle="1" w:styleId="D389AB7F645E4E5FA813BBA4943A693C1">
    <w:name w:val="D389AB7F645E4E5FA813BBA4943A693C1"/>
    <w:rsid w:val="00811556"/>
    <w:pPr>
      <w:spacing w:after="120" w:line="240" w:lineRule="auto"/>
      <w:jc w:val="both"/>
    </w:pPr>
    <w:rPr>
      <w:rFonts w:ascii="Tahoma" w:eastAsiaTheme="minorHAnsi" w:hAnsi="Tahoma"/>
      <w:sz w:val="20"/>
      <w:szCs w:val="20"/>
      <w:lang w:eastAsia="en-US"/>
    </w:rPr>
  </w:style>
  <w:style w:type="paragraph" w:customStyle="1" w:styleId="CE480D21980445299507B3D8F812D17C1">
    <w:name w:val="CE480D21980445299507B3D8F812D17C1"/>
    <w:rsid w:val="00811556"/>
    <w:pPr>
      <w:spacing w:after="120" w:line="240" w:lineRule="auto"/>
      <w:jc w:val="both"/>
    </w:pPr>
    <w:rPr>
      <w:rFonts w:ascii="Tahoma" w:eastAsiaTheme="minorHAnsi" w:hAnsi="Tahoma"/>
      <w:sz w:val="20"/>
      <w:szCs w:val="20"/>
      <w:lang w:eastAsia="en-US"/>
    </w:rPr>
  </w:style>
  <w:style w:type="paragraph" w:customStyle="1" w:styleId="7139E318DF044205B7F02DCDEC036F1C1">
    <w:name w:val="7139E318DF044205B7F02DCDEC036F1C1"/>
    <w:rsid w:val="00811556"/>
    <w:pPr>
      <w:spacing w:after="120" w:line="240" w:lineRule="auto"/>
      <w:jc w:val="both"/>
    </w:pPr>
    <w:rPr>
      <w:rFonts w:ascii="Tahoma" w:eastAsiaTheme="minorHAnsi" w:hAnsi="Tahoma"/>
      <w:sz w:val="20"/>
      <w:szCs w:val="20"/>
      <w:lang w:eastAsia="en-US"/>
    </w:rPr>
  </w:style>
  <w:style w:type="paragraph" w:customStyle="1" w:styleId="BC015C2B55634C0AAABC72BD7B340A351">
    <w:name w:val="BC015C2B55634C0AAABC72BD7B340A351"/>
    <w:rsid w:val="00811556"/>
    <w:pPr>
      <w:spacing w:after="120" w:line="240" w:lineRule="auto"/>
      <w:jc w:val="both"/>
    </w:pPr>
    <w:rPr>
      <w:rFonts w:ascii="Tahoma" w:eastAsiaTheme="minorHAnsi" w:hAnsi="Tahoma"/>
      <w:sz w:val="20"/>
      <w:szCs w:val="20"/>
      <w:lang w:eastAsia="en-US"/>
    </w:rPr>
  </w:style>
  <w:style w:type="paragraph" w:customStyle="1" w:styleId="25298D20FC4741F58540B10124E544AD">
    <w:name w:val="25298D20FC4741F58540B10124E544AD"/>
    <w:rsid w:val="00705A6A"/>
  </w:style>
  <w:style w:type="paragraph" w:customStyle="1" w:styleId="D929E0EEAD334250B21CF0AA45B6682210">
    <w:name w:val="D929E0EEAD334250B21CF0AA45B6682210"/>
    <w:rsid w:val="00705A6A"/>
    <w:pPr>
      <w:spacing w:after="120" w:line="240" w:lineRule="auto"/>
      <w:jc w:val="both"/>
    </w:pPr>
    <w:rPr>
      <w:rFonts w:ascii="Tahoma" w:eastAsiaTheme="minorHAnsi" w:hAnsi="Tahoma"/>
      <w:sz w:val="20"/>
      <w:szCs w:val="20"/>
      <w:lang w:eastAsia="en-US"/>
    </w:rPr>
  </w:style>
  <w:style w:type="paragraph" w:customStyle="1" w:styleId="84E7337708CD4247B919E316C5F23AE09">
    <w:name w:val="84E7337708CD4247B919E316C5F23AE09"/>
    <w:rsid w:val="00705A6A"/>
    <w:pPr>
      <w:spacing w:after="120" w:line="240" w:lineRule="auto"/>
      <w:jc w:val="both"/>
    </w:pPr>
    <w:rPr>
      <w:rFonts w:ascii="Tahoma" w:eastAsiaTheme="minorHAnsi" w:hAnsi="Tahoma"/>
      <w:sz w:val="20"/>
      <w:szCs w:val="20"/>
      <w:lang w:eastAsia="en-US"/>
    </w:rPr>
  </w:style>
  <w:style w:type="paragraph" w:customStyle="1" w:styleId="8E6F1ECEFA584DE78CF5A08E497B59EE9">
    <w:name w:val="8E6F1ECEFA584DE78CF5A08E497B59EE9"/>
    <w:rsid w:val="00705A6A"/>
    <w:pPr>
      <w:spacing w:after="120" w:line="240" w:lineRule="auto"/>
      <w:jc w:val="both"/>
    </w:pPr>
    <w:rPr>
      <w:rFonts w:ascii="Tahoma" w:eastAsiaTheme="minorHAnsi" w:hAnsi="Tahoma"/>
      <w:sz w:val="20"/>
      <w:szCs w:val="20"/>
      <w:lang w:eastAsia="en-US"/>
    </w:rPr>
  </w:style>
  <w:style w:type="paragraph" w:customStyle="1" w:styleId="BDA809AFD81F44338CE81EFD0C9309A19">
    <w:name w:val="BDA809AFD81F44338CE81EFD0C9309A19"/>
    <w:rsid w:val="00705A6A"/>
    <w:pPr>
      <w:spacing w:after="120" w:line="240" w:lineRule="auto"/>
      <w:jc w:val="both"/>
    </w:pPr>
    <w:rPr>
      <w:rFonts w:ascii="Tahoma" w:eastAsiaTheme="minorHAnsi" w:hAnsi="Tahoma"/>
      <w:sz w:val="20"/>
      <w:szCs w:val="20"/>
      <w:lang w:eastAsia="en-US"/>
    </w:rPr>
  </w:style>
  <w:style w:type="paragraph" w:customStyle="1" w:styleId="035C2939E37F41DD909673E74496623C2">
    <w:name w:val="035C2939E37F41DD909673E74496623C2"/>
    <w:rsid w:val="00705A6A"/>
    <w:pPr>
      <w:spacing w:after="120" w:line="240" w:lineRule="auto"/>
      <w:jc w:val="both"/>
    </w:pPr>
    <w:rPr>
      <w:rFonts w:ascii="Tahoma" w:eastAsiaTheme="minorHAnsi" w:hAnsi="Tahoma"/>
      <w:sz w:val="20"/>
      <w:szCs w:val="20"/>
      <w:lang w:eastAsia="en-US"/>
    </w:rPr>
  </w:style>
  <w:style w:type="paragraph" w:customStyle="1" w:styleId="04EC7EBB8BC64E879DDC423533E500CF9">
    <w:name w:val="04EC7EBB8BC64E879DDC423533E500CF9"/>
    <w:rsid w:val="00705A6A"/>
    <w:pPr>
      <w:spacing w:after="120" w:line="240" w:lineRule="auto"/>
      <w:jc w:val="both"/>
    </w:pPr>
    <w:rPr>
      <w:rFonts w:ascii="Tahoma" w:eastAsiaTheme="minorHAnsi" w:hAnsi="Tahoma"/>
      <w:sz w:val="20"/>
      <w:szCs w:val="20"/>
      <w:lang w:eastAsia="en-US"/>
    </w:rPr>
  </w:style>
  <w:style w:type="paragraph" w:customStyle="1" w:styleId="0CD0066F48DE489D8AD7FCC4451239172">
    <w:name w:val="0CD0066F48DE489D8AD7FCC4451239172"/>
    <w:rsid w:val="00705A6A"/>
    <w:pPr>
      <w:spacing w:after="120" w:line="240" w:lineRule="auto"/>
      <w:jc w:val="both"/>
    </w:pPr>
    <w:rPr>
      <w:rFonts w:ascii="Tahoma" w:eastAsiaTheme="minorHAnsi" w:hAnsi="Tahoma"/>
      <w:sz w:val="20"/>
      <w:szCs w:val="20"/>
      <w:lang w:eastAsia="en-US"/>
    </w:rPr>
  </w:style>
  <w:style w:type="paragraph" w:customStyle="1" w:styleId="245A40A2B13E4EA48ECCFEC0BB4D3B2E8">
    <w:name w:val="245A40A2B13E4EA48ECCFEC0BB4D3B2E8"/>
    <w:rsid w:val="00705A6A"/>
    <w:pPr>
      <w:spacing w:after="120" w:line="240" w:lineRule="auto"/>
      <w:jc w:val="both"/>
    </w:pPr>
    <w:rPr>
      <w:rFonts w:ascii="Tahoma" w:eastAsiaTheme="minorHAnsi" w:hAnsi="Tahoma"/>
      <w:sz w:val="20"/>
      <w:szCs w:val="20"/>
      <w:lang w:eastAsia="en-US"/>
    </w:rPr>
  </w:style>
  <w:style w:type="paragraph" w:customStyle="1" w:styleId="8FA902430EC04999B736E2B403162EA18">
    <w:name w:val="8FA902430EC04999B736E2B403162EA18"/>
    <w:rsid w:val="00705A6A"/>
    <w:pPr>
      <w:spacing w:after="120" w:line="240" w:lineRule="auto"/>
      <w:jc w:val="both"/>
    </w:pPr>
    <w:rPr>
      <w:rFonts w:ascii="Tahoma" w:eastAsiaTheme="minorHAnsi" w:hAnsi="Tahoma"/>
      <w:sz w:val="20"/>
      <w:szCs w:val="20"/>
      <w:lang w:eastAsia="en-US"/>
    </w:rPr>
  </w:style>
  <w:style w:type="paragraph" w:customStyle="1" w:styleId="574E8610E1E54F2984926DDB2DC99E578">
    <w:name w:val="574E8610E1E54F2984926DDB2DC99E578"/>
    <w:rsid w:val="00705A6A"/>
    <w:pPr>
      <w:spacing w:after="120" w:line="240" w:lineRule="auto"/>
      <w:jc w:val="both"/>
    </w:pPr>
    <w:rPr>
      <w:rFonts w:ascii="Tahoma" w:eastAsiaTheme="minorHAnsi" w:hAnsi="Tahoma"/>
      <w:sz w:val="20"/>
      <w:szCs w:val="20"/>
      <w:lang w:eastAsia="en-US"/>
    </w:rPr>
  </w:style>
  <w:style w:type="paragraph" w:customStyle="1" w:styleId="F09FE4A3E97346119863EBC776F3701D5">
    <w:name w:val="F09FE4A3E97346119863EBC776F3701D5"/>
    <w:rsid w:val="00705A6A"/>
    <w:pPr>
      <w:spacing w:after="120" w:line="240" w:lineRule="auto"/>
      <w:jc w:val="both"/>
    </w:pPr>
    <w:rPr>
      <w:rFonts w:ascii="Tahoma" w:eastAsiaTheme="minorHAnsi" w:hAnsi="Tahoma"/>
      <w:sz w:val="20"/>
      <w:szCs w:val="20"/>
      <w:lang w:eastAsia="en-US"/>
    </w:rPr>
  </w:style>
  <w:style w:type="paragraph" w:customStyle="1" w:styleId="6F7ABE0BBB284774BBF662C8ED8731225">
    <w:name w:val="6F7ABE0BBB284774BBF662C8ED8731225"/>
    <w:rsid w:val="00705A6A"/>
    <w:pPr>
      <w:spacing w:after="120" w:line="240" w:lineRule="auto"/>
      <w:jc w:val="both"/>
    </w:pPr>
    <w:rPr>
      <w:rFonts w:ascii="Tahoma" w:eastAsiaTheme="minorHAnsi" w:hAnsi="Tahoma"/>
      <w:sz w:val="20"/>
      <w:szCs w:val="20"/>
      <w:lang w:eastAsia="en-US"/>
    </w:rPr>
  </w:style>
  <w:style w:type="paragraph" w:customStyle="1" w:styleId="779F2B4FFB20460BABDE081FE93BD09C5">
    <w:name w:val="779F2B4FFB20460BABDE081FE93BD09C5"/>
    <w:rsid w:val="00705A6A"/>
    <w:pPr>
      <w:spacing w:after="120" w:line="240" w:lineRule="auto"/>
      <w:jc w:val="both"/>
    </w:pPr>
    <w:rPr>
      <w:rFonts w:ascii="Tahoma" w:eastAsiaTheme="minorHAnsi" w:hAnsi="Tahoma"/>
      <w:sz w:val="20"/>
      <w:szCs w:val="20"/>
      <w:lang w:eastAsia="en-US"/>
    </w:rPr>
  </w:style>
  <w:style w:type="paragraph" w:customStyle="1" w:styleId="2B38163517804DA086101F401AF513125">
    <w:name w:val="2B38163517804DA086101F401AF513125"/>
    <w:rsid w:val="00705A6A"/>
    <w:pPr>
      <w:spacing w:after="120" w:line="240" w:lineRule="auto"/>
      <w:jc w:val="both"/>
    </w:pPr>
    <w:rPr>
      <w:rFonts w:ascii="Tahoma" w:eastAsiaTheme="minorHAnsi" w:hAnsi="Tahoma"/>
      <w:sz w:val="20"/>
      <w:szCs w:val="20"/>
      <w:lang w:eastAsia="en-US"/>
    </w:rPr>
  </w:style>
  <w:style w:type="paragraph" w:customStyle="1" w:styleId="279AC7F4C7BB43D4983EA92BDA54B3235">
    <w:name w:val="279AC7F4C7BB43D4983EA92BDA54B3235"/>
    <w:rsid w:val="00705A6A"/>
    <w:pPr>
      <w:spacing w:after="120" w:line="240" w:lineRule="auto"/>
      <w:jc w:val="both"/>
    </w:pPr>
    <w:rPr>
      <w:rFonts w:ascii="Tahoma" w:eastAsiaTheme="minorHAnsi" w:hAnsi="Tahoma"/>
      <w:sz w:val="20"/>
      <w:szCs w:val="20"/>
      <w:lang w:eastAsia="en-US"/>
    </w:rPr>
  </w:style>
  <w:style w:type="paragraph" w:customStyle="1" w:styleId="1A3B2B92521A4C9BADE7F3E8DB295D2F5">
    <w:name w:val="1A3B2B92521A4C9BADE7F3E8DB295D2F5"/>
    <w:rsid w:val="00705A6A"/>
    <w:pPr>
      <w:spacing w:after="120" w:line="240" w:lineRule="auto"/>
      <w:jc w:val="both"/>
    </w:pPr>
    <w:rPr>
      <w:rFonts w:ascii="Tahoma" w:eastAsiaTheme="minorHAnsi" w:hAnsi="Tahoma"/>
      <w:sz w:val="20"/>
      <w:szCs w:val="20"/>
      <w:lang w:eastAsia="en-US"/>
    </w:rPr>
  </w:style>
  <w:style w:type="paragraph" w:customStyle="1" w:styleId="A80D28BA26FB4478B24D37BD5D922A035">
    <w:name w:val="A80D28BA26FB4478B24D37BD5D922A035"/>
    <w:rsid w:val="00705A6A"/>
    <w:pPr>
      <w:spacing w:after="120" w:line="240" w:lineRule="auto"/>
      <w:jc w:val="both"/>
    </w:pPr>
    <w:rPr>
      <w:rFonts w:ascii="Tahoma" w:eastAsiaTheme="minorHAnsi" w:hAnsi="Tahoma"/>
      <w:sz w:val="20"/>
      <w:szCs w:val="20"/>
      <w:lang w:eastAsia="en-US"/>
    </w:rPr>
  </w:style>
  <w:style w:type="paragraph" w:customStyle="1" w:styleId="C0F15B458B7D4FE99A7B047F3951C1865">
    <w:name w:val="C0F15B458B7D4FE99A7B047F3951C1865"/>
    <w:rsid w:val="00705A6A"/>
    <w:pPr>
      <w:spacing w:after="120" w:line="240" w:lineRule="auto"/>
      <w:jc w:val="both"/>
    </w:pPr>
    <w:rPr>
      <w:rFonts w:ascii="Tahoma" w:eastAsiaTheme="minorHAnsi" w:hAnsi="Tahoma"/>
      <w:sz w:val="20"/>
      <w:szCs w:val="20"/>
      <w:lang w:eastAsia="en-US"/>
    </w:rPr>
  </w:style>
  <w:style w:type="paragraph" w:customStyle="1" w:styleId="CBD3E27E27204061A0AF4447C4099EEA5">
    <w:name w:val="CBD3E27E27204061A0AF4447C4099EEA5"/>
    <w:rsid w:val="00705A6A"/>
    <w:pPr>
      <w:spacing w:after="120" w:line="240" w:lineRule="auto"/>
      <w:jc w:val="both"/>
    </w:pPr>
    <w:rPr>
      <w:rFonts w:ascii="Tahoma" w:eastAsiaTheme="minorHAnsi" w:hAnsi="Tahoma"/>
      <w:sz w:val="20"/>
      <w:szCs w:val="20"/>
      <w:lang w:eastAsia="en-US"/>
    </w:rPr>
  </w:style>
  <w:style w:type="paragraph" w:customStyle="1" w:styleId="CD00DFBF7B144700B497A00736A0E0EA5">
    <w:name w:val="CD00DFBF7B144700B497A00736A0E0EA5"/>
    <w:rsid w:val="00705A6A"/>
    <w:pPr>
      <w:spacing w:after="120" w:line="240" w:lineRule="auto"/>
      <w:jc w:val="both"/>
    </w:pPr>
    <w:rPr>
      <w:rFonts w:ascii="Tahoma" w:eastAsiaTheme="minorHAnsi" w:hAnsi="Tahoma"/>
      <w:sz w:val="20"/>
      <w:szCs w:val="20"/>
      <w:lang w:eastAsia="en-US"/>
    </w:rPr>
  </w:style>
  <w:style w:type="paragraph" w:customStyle="1" w:styleId="3A4F350439A84FBB9E4EC07CB548EED05">
    <w:name w:val="3A4F350439A84FBB9E4EC07CB548EED05"/>
    <w:rsid w:val="00705A6A"/>
    <w:pPr>
      <w:spacing w:after="120" w:line="240" w:lineRule="auto"/>
      <w:jc w:val="both"/>
    </w:pPr>
    <w:rPr>
      <w:rFonts w:ascii="Tahoma" w:eastAsiaTheme="minorHAnsi" w:hAnsi="Tahoma"/>
      <w:sz w:val="20"/>
      <w:szCs w:val="20"/>
      <w:lang w:eastAsia="en-US"/>
    </w:rPr>
  </w:style>
  <w:style w:type="paragraph" w:customStyle="1" w:styleId="6D998FAC24E045F88AFD43ADDA9A173D2">
    <w:name w:val="6D998FAC24E045F88AFD43ADDA9A173D2"/>
    <w:rsid w:val="00705A6A"/>
    <w:pPr>
      <w:spacing w:after="120" w:line="240" w:lineRule="auto"/>
      <w:jc w:val="both"/>
    </w:pPr>
    <w:rPr>
      <w:rFonts w:ascii="Tahoma" w:eastAsiaTheme="minorHAnsi" w:hAnsi="Tahoma"/>
      <w:sz w:val="20"/>
      <w:szCs w:val="20"/>
      <w:lang w:eastAsia="en-US"/>
    </w:rPr>
  </w:style>
  <w:style w:type="paragraph" w:customStyle="1" w:styleId="D0B1D8076556447B84E35F63A4349EC62">
    <w:name w:val="D0B1D8076556447B84E35F63A4349EC62"/>
    <w:rsid w:val="00705A6A"/>
    <w:pPr>
      <w:spacing w:after="120" w:line="240" w:lineRule="auto"/>
      <w:jc w:val="both"/>
    </w:pPr>
    <w:rPr>
      <w:rFonts w:ascii="Tahoma" w:eastAsiaTheme="minorHAnsi" w:hAnsi="Tahoma"/>
      <w:sz w:val="20"/>
      <w:szCs w:val="20"/>
      <w:lang w:eastAsia="en-US"/>
    </w:rPr>
  </w:style>
  <w:style w:type="paragraph" w:customStyle="1" w:styleId="1B3DADF75BBA4C6A87D5A7FE5224B0A22">
    <w:name w:val="1B3DADF75BBA4C6A87D5A7FE5224B0A22"/>
    <w:rsid w:val="00705A6A"/>
    <w:pPr>
      <w:spacing w:after="120" w:line="240" w:lineRule="auto"/>
      <w:jc w:val="both"/>
    </w:pPr>
    <w:rPr>
      <w:rFonts w:ascii="Tahoma" w:eastAsiaTheme="minorHAnsi" w:hAnsi="Tahoma"/>
      <w:sz w:val="20"/>
      <w:szCs w:val="20"/>
      <w:lang w:eastAsia="en-US"/>
    </w:rPr>
  </w:style>
  <w:style w:type="paragraph" w:customStyle="1" w:styleId="D5B82A47E5874A77B8AC160058D0B7A62">
    <w:name w:val="D5B82A47E5874A77B8AC160058D0B7A62"/>
    <w:rsid w:val="00705A6A"/>
    <w:pPr>
      <w:spacing w:after="120" w:line="240" w:lineRule="auto"/>
      <w:jc w:val="both"/>
    </w:pPr>
    <w:rPr>
      <w:rFonts w:ascii="Tahoma" w:eastAsiaTheme="minorHAnsi" w:hAnsi="Tahoma"/>
      <w:sz w:val="20"/>
      <w:szCs w:val="20"/>
      <w:lang w:eastAsia="en-US"/>
    </w:rPr>
  </w:style>
  <w:style w:type="paragraph" w:customStyle="1" w:styleId="4645999DF7224A939E53F5194B8867764">
    <w:name w:val="4645999DF7224A939E53F5194B8867764"/>
    <w:rsid w:val="00705A6A"/>
    <w:pPr>
      <w:spacing w:after="120" w:line="240" w:lineRule="auto"/>
      <w:jc w:val="both"/>
    </w:pPr>
    <w:rPr>
      <w:rFonts w:ascii="Tahoma" w:eastAsiaTheme="minorHAnsi" w:hAnsi="Tahoma"/>
      <w:sz w:val="20"/>
      <w:szCs w:val="20"/>
      <w:lang w:eastAsia="en-US"/>
    </w:rPr>
  </w:style>
  <w:style w:type="paragraph" w:customStyle="1" w:styleId="98144D3415864D06B75C619D516E49EE4">
    <w:name w:val="98144D3415864D06B75C619D516E49EE4"/>
    <w:rsid w:val="00705A6A"/>
    <w:pPr>
      <w:spacing w:after="120" w:line="240" w:lineRule="auto"/>
      <w:jc w:val="both"/>
    </w:pPr>
    <w:rPr>
      <w:rFonts w:ascii="Tahoma" w:eastAsiaTheme="minorHAnsi" w:hAnsi="Tahoma"/>
      <w:sz w:val="20"/>
      <w:szCs w:val="20"/>
      <w:lang w:eastAsia="en-US"/>
    </w:rPr>
  </w:style>
  <w:style w:type="paragraph" w:customStyle="1" w:styleId="9412C3A2CF564EB7A86E2C8E527809FA4">
    <w:name w:val="9412C3A2CF564EB7A86E2C8E527809FA4"/>
    <w:rsid w:val="00705A6A"/>
    <w:pPr>
      <w:spacing w:after="120" w:line="240" w:lineRule="auto"/>
      <w:jc w:val="both"/>
    </w:pPr>
    <w:rPr>
      <w:rFonts w:ascii="Tahoma" w:eastAsiaTheme="minorHAnsi" w:hAnsi="Tahoma"/>
      <w:sz w:val="20"/>
      <w:szCs w:val="20"/>
      <w:lang w:eastAsia="en-US"/>
    </w:rPr>
  </w:style>
  <w:style w:type="paragraph" w:customStyle="1" w:styleId="CD7BF35B71D545E6A3F9DDA96BBED4E44">
    <w:name w:val="CD7BF35B71D545E6A3F9DDA96BBED4E44"/>
    <w:rsid w:val="00705A6A"/>
    <w:pPr>
      <w:spacing w:after="120" w:line="240" w:lineRule="auto"/>
      <w:jc w:val="both"/>
    </w:pPr>
    <w:rPr>
      <w:rFonts w:ascii="Tahoma" w:eastAsiaTheme="minorHAnsi" w:hAnsi="Tahoma"/>
      <w:sz w:val="20"/>
      <w:szCs w:val="20"/>
      <w:lang w:eastAsia="en-US"/>
    </w:rPr>
  </w:style>
  <w:style w:type="paragraph" w:customStyle="1" w:styleId="B7D1414B938C4D6EBD25770D504CDB144">
    <w:name w:val="B7D1414B938C4D6EBD25770D504CDB144"/>
    <w:rsid w:val="00705A6A"/>
    <w:pPr>
      <w:spacing w:after="120" w:line="240" w:lineRule="auto"/>
      <w:jc w:val="both"/>
    </w:pPr>
    <w:rPr>
      <w:rFonts w:ascii="Tahoma" w:eastAsiaTheme="minorHAnsi" w:hAnsi="Tahoma"/>
      <w:sz w:val="20"/>
      <w:szCs w:val="20"/>
      <w:lang w:eastAsia="en-US"/>
    </w:rPr>
  </w:style>
  <w:style w:type="paragraph" w:customStyle="1" w:styleId="4576C1C825834A598E8268B7C2BA472C4">
    <w:name w:val="4576C1C825834A598E8268B7C2BA472C4"/>
    <w:rsid w:val="00705A6A"/>
    <w:pPr>
      <w:spacing w:after="120" w:line="240" w:lineRule="auto"/>
      <w:jc w:val="both"/>
    </w:pPr>
    <w:rPr>
      <w:rFonts w:ascii="Tahoma" w:eastAsiaTheme="minorHAnsi" w:hAnsi="Tahoma"/>
      <w:sz w:val="20"/>
      <w:szCs w:val="20"/>
      <w:lang w:eastAsia="en-US"/>
    </w:rPr>
  </w:style>
  <w:style w:type="paragraph" w:customStyle="1" w:styleId="A59DC840E1D14311A952A087C1995E9C4">
    <w:name w:val="A59DC840E1D14311A952A087C1995E9C4"/>
    <w:rsid w:val="00705A6A"/>
    <w:pPr>
      <w:spacing w:after="120" w:line="240" w:lineRule="auto"/>
      <w:jc w:val="both"/>
    </w:pPr>
    <w:rPr>
      <w:rFonts w:ascii="Tahoma" w:eastAsiaTheme="minorHAnsi" w:hAnsi="Tahoma"/>
      <w:sz w:val="20"/>
      <w:szCs w:val="20"/>
      <w:lang w:eastAsia="en-US"/>
    </w:rPr>
  </w:style>
  <w:style w:type="paragraph" w:customStyle="1" w:styleId="243BDD39C36B4819B9C4EE2F617DA35F4">
    <w:name w:val="243BDD39C36B4819B9C4EE2F617DA35F4"/>
    <w:rsid w:val="00705A6A"/>
    <w:pPr>
      <w:spacing w:after="120" w:line="240" w:lineRule="auto"/>
      <w:jc w:val="both"/>
    </w:pPr>
    <w:rPr>
      <w:rFonts w:ascii="Tahoma" w:eastAsiaTheme="minorHAnsi" w:hAnsi="Tahoma"/>
      <w:sz w:val="20"/>
      <w:szCs w:val="20"/>
      <w:lang w:eastAsia="en-US"/>
    </w:rPr>
  </w:style>
  <w:style w:type="paragraph" w:customStyle="1" w:styleId="52620D2109204E64864DFBD5C66E31764">
    <w:name w:val="52620D2109204E64864DFBD5C66E31764"/>
    <w:rsid w:val="00705A6A"/>
    <w:pPr>
      <w:spacing w:after="120" w:line="240" w:lineRule="auto"/>
      <w:jc w:val="both"/>
    </w:pPr>
    <w:rPr>
      <w:rFonts w:ascii="Tahoma" w:eastAsiaTheme="minorHAnsi" w:hAnsi="Tahoma"/>
      <w:sz w:val="20"/>
      <w:szCs w:val="20"/>
      <w:lang w:eastAsia="en-US"/>
    </w:rPr>
  </w:style>
  <w:style w:type="paragraph" w:customStyle="1" w:styleId="D70B456E5CD74B63AE3EF0C93C887E7B3">
    <w:name w:val="D70B456E5CD74B63AE3EF0C93C887E7B3"/>
    <w:rsid w:val="00705A6A"/>
    <w:pPr>
      <w:spacing w:after="120" w:line="240" w:lineRule="auto"/>
      <w:jc w:val="both"/>
    </w:pPr>
    <w:rPr>
      <w:rFonts w:ascii="Tahoma" w:eastAsiaTheme="minorHAnsi" w:hAnsi="Tahoma"/>
      <w:sz w:val="20"/>
      <w:szCs w:val="20"/>
      <w:lang w:eastAsia="en-US"/>
    </w:rPr>
  </w:style>
  <w:style w:type="paragraph" w:customStyle="1" w:styleId="F5125BAB8B97464181AC7E54F4515D143">
    <w:name w:val="F5125BAB8B97464181AC7E54F4515D143"/>
    <w:rsid w:val="00705A6A"/>
    <w:pPr>
      <w:spacing w:after="120" w:line="240" w:lineRule="auto"/>
      <w:jc w:val="both"/>
    </w:pPr>
    <w:rPr>
      <w:rFonts w:ascii="Tahoma" w:eastAsiaTheme="minorHAnsi" w:hAnsi="Tahoma"/>
      <w:sz w:val="20"/>
      <w:szCs w:val="20"/>
      <w:lang w:eastAsia="en-US"/>
    </w:rPr>
  </w:style>
  <w:style w:type="paragraph" w:customStyle="1" w:styleId="94D2FF39F80244E6B328EA7C922043563">
    <w:name w:val="94D2FF39F80244E6B328EA7C922043563"/>
    <w:rsid w:val="00705A6A"/>
    <w:pPr>
      <w:spacing w:after="120" w:line="240" w:lineRule="auto"/>
      <w:jc w:val="both"/>
    </w:pPr>
    <w:rPr>
      <w:rFonts w:ascii="Tahoma" w:eastAsiaTheme="minorHAnsi" w:hAnsi="Tahoma"/>
      <w:sz w:val="20"/>
      <w:szCs w:val="20"/>
      <w:lang w:eastAsia="en-US"/>
    </w:rPr>
  </w:style>
  <w:style w:type="paragraph" w:customStyle="1" w:styleId="79D32415DCF3488293EDEE4374628FF23">
    <w:name w:val="79D32415DCF3488293EDEE4374628FF23"/>
    <w:rsid w:val="00705A6A"/>
    <w:pPr>
      <w:spacing w:after="120" w:line="240" w:lineRule="auto"/>
      <w:jc w:val="both"/>
    </w:pPr>
    <w:rPr>
      <w:rFonts w:ascii="Tahoma" w:eastAsiaTheme="minorHAnsi" w:hAnsi="Tahoma"/>
      <w:sz w:val="20"/>
      <w:szCs w:val="20"/>
      <w:lang w:eastAsia="en-US"/>
    </w:rPr>
  </w:style>
  <w:style w:type="paragraph" w:customStyle="1" w:styleId="2AD5FAAE253244BFAC47D7CFFD4E810B3">
    <w:name w:val="2AD5FAAE253244BFAC47D7CFFD4E810B3"/>
    <w:rsid w:val="00705A6A"/>
    <w:pPr>
      <w:spacing w:after="120" w:line="240" w:lineRule="auto"/>
      <w:jc w:val="both"/>
    </w:pPr>
    <w:rPr>
      <w:rFonts w:ascii="Tahoma" w:eastAsiaTheme="minorHAnsi" w:hAnsi="Tahoma"/>
      <w:sz w:val="20"/>
      <w:szCs w:val="20"/>
      <w:lang w:eastAsia="en-US"/>
    </w:rPr>
  </w:style>
  <w:style w:type="paragraph" w:customStyle="1" w:styleId="AFEADE4D01AF4B369A72620A0427B6333">
    <w:name w:val="AFEADE4D01AF4B369A72620A0427B6333"/>
    <w:rsid w:val="00705A6A"/>
    <w:pPr>
      <w:spacing w:after="120" w:line="240" w:lineRule="auto"/>
      <w:jc w:val="both"/>
    </w:pPr>
    <w:rPr>
      <w:rFonts w:ascii="Tahoma" w:eastAsiaTheme="minorHAnsi" w:hAnsi="Tahoma"/>
      <w:sz w:val="20"/>
      <w:szCs w:val="20"/>
      <w:lang w:eastAsia="en-US"/>
    </w:rPr>
  </w:style>
  <w:style w:type="paragraph" w:customStyle="1" w:styleId="27C797042A724B17B65AE027A4E7EB983">
    <w:name w:val="27C797042A724B17B65AE027A4E7EB983"/>
    <w:rsid w:val="00705A6A"/>
    <w:pPr>
      <w:spacing w:after="120" w:line="240" w:lineRule="auto"/>
      <w:jc w:val="both"/>
    </w:pPr>
    <w:rPr>
      <w:rFonts w:ascii="Tahoma" w:eastAsiaTheme="minorHAnsi" w:hAnsi="Tahoma"/>
      <w:sz w:val="20"/>
      <w:szCs w:val="20"/>
      <w:lang w:eastAsia="en-US"/>
    </w:rPr>
  </w:style>
  <w:style w:type="paragraph" w:customStyle="1" w:styleId="9D2A0ABFDF1B40D799B56B19690C9A613">
    <w:name w:val="9D2A0ABFDF1B40D799B56B19690C9A613"/>
    <w:rsid w:val="00705A6A"/>
    <w:pPr>
      <w:spacing w:after="120" w:line="240" w:lineRule="auto"/>
      <w:jc w:val="both"/>
    </w:pPr>
    <w:rPr>
      <w:rFonts w:ascii="Tahoma" w:eastAsiaTheme="minorHAnsi" w:hAnsi="Tahoma"/>
      <w:sz w:val="20"/>
      <w:szCs w:val="20"/>
      <w:lang w:eastAsia="en-US"/>
    </w:rPr>
  </w:style>
  <w:style w:type="paragraph" w:customStyle="1" w:styleId="1A6A4FE95E384BC8970690FDBA5FC99C3">
    <w:name w:val="1A6A4FE95E384BC8970690FDBA5FC99C3"/>
    <w:rsid w:val="00705A6A"/>
    <w:pPr>
      <w:spacing w:after="120" w:line="240" w:lineRule="auto"/>
      <w:jc w:val="both"/>
    </w:pPr>
    <w:rPr>
      <w:rFonts w:ascii="Tahoma" w:eastAsiaTheme="minorHAnsi" w:hAnsi="Tahoma"/>
      <w:sz w:val="20"/>
      <w:szCs w:val="20"/>
      <w:lang w:eastAsia="en-US"/>
    </w:rPr>
  </w:style>
  <w:style w:type="paragraph" w:customStyle="1" w:styleId="9108E88CEC4E4549BFDB0F18010A71443">
    <w:name w:val="9108E88CEC4E4549BFDB0F18010A71443"/>
    <w:rsid w:val="00705A6A"/>
    <w:pPr>
      <w:spacing w:after="120" w:line="240" w:lineRule="auto"/>
      <w:jc w:val="both"/>
    </w:pPr>
    <w:rPr>
      <w:rFonts w:ascii="Tahoma" w:eastAsiaTheme="minorHAnsi" w:hAnsi="Tahoma"/>
      <w:sz w:val="20"/>
      <w:szCs w:val="20"/>
      <w:lang w:eastAsia="en-US"/>
    </w:rPr>
  </w:style>
  <w:style w:type="paragraph" w:customStyle="1" w:styleId="297EB50B07264C3F8BC411B13A6EFD323">
    <w:name w:val="297EB50B07264C3F8BC411B13A6EFD323"/>
    <w:rsid w:val="00705A6A"/>
    <w:pPr>
      <w:spacing w:after="120" w:line="240" w:lineRule="auto"/>
      <w:jc w:val="both"/>
    </w:pPr>
    <w:rPr>
      <w:rFonts w:ascii="Tahoma" w:eastAsiaTheme="minorHAnsi" w:hAnsi="Tahoma"/>
      <w:sz w:val="20"/>
      <w:szCs w:val="20"/>
      <w:lang w:eastAsia="en-US"/>
    </w:rPr>
  </w:style>
  <w:style w:type="paragraph" w:customStyle="1" w:styleId="420F33F7881F4E8D8537061C8A1D767A3">
    <w:name w:val="420F33F7881F4E8D8537061C8A1D767A3"/>
    <w:rsid w:val="00705A6A"/>
    <w:pPr>
      <w:spacing w:after="120" w:line="240" w:lineRule="auto"/>
      <w:jc w:val="both"/>
    </w:pPr>
    <w:rPr>
      <w:rFonts w:ascii="Tahoma" w:eastAsiaTheme="minorHAnsi" w:hAnsi="Tahoma"/>
      <w:sz w:val="20"/>
      <w:szCs w:val="20"/>
      <w:lang w:eastAsia="en-US"/>
    </w:rPr>
  </w:style>
  <w:style w:type="paragraph" w:customStyle="1" w:styleId="15AF1729FC6D4E2CA93F5B90FEAA2FCD3">
    <w:name w:val="15AF1729FC6D4E2CA93F5B90FEAA2FCD3"/>
    <w:rsid w:val="00705A6A"/>
    <w:pPr>
      <w:spacing w:after="120" w:line="240" w:lineRule="auto"/>
      <w:jc w:val="both"/>
    </w:pPr>
    <w:rPr>
      <w:rFonts w:ascii="Tahoma" w:eastAsiaTheme="minorHAnsi" w:hAnsi="Tahoma"/>
      <w:sz w:val="20"/>
      <w:szCs w:val="20"/>
      <w:lang w:eastAsia="en-US"/>
    </w:rPr>
  </w:style>
  <w:style w:type="paragraph" w:customStyle="1" w:styleId="60005D3F84064309B74801739BBD870F">
    <w:name w:val="60005D3F84064309B74801739BBD870F"/>
    <w:rsid w:val="00705A6A"/>
    <w:pPr>
      <w:spacing w:after="120" w:line="240" w:lineRule="auto"/>
      <w:jc w:val="both"/>
    </w:pPr>
    <w:rPr>
      <w:rFonts w:ascii="Tahoma" w:eastAsiaTheme="minorHAnsi" w:hAnsi="Tahoma"/>
      <w:sz w:val="20"/>
      <w:szCs w:val="20"/>
      <w:lang w:eastAsia="en-US"/>
    </w:rPr>
  </w:style>
  <w:style w:type="paragraph" w:customStyle="1" w:styleId="095E4D38C78846D0BF9259219A8A40D7">
    <w:name w:val="095E4D38C78846D0BF9259219A8A40D7"/>
    <w:rsid w:val="00705A6A"/>
    <w:pPr>
      <w:spacing w:after="120" w:line="240" w:lineRule="auto"/>
      <w:jc w:val="both"/>
    </w:pPr>
    <w:rPr>
      <w:rFonts w:ascii="Tahoma" w:eastAsiaTheme="minorHAnsi" w:hAnsi="Tahoma"/>
      <w:sz w:val="20"/>
      <w:szCs w:val="20"/>
      <w:lang w:eastAsia="en-US"/>
    </w:rPr>
  </w:style>
  <w:style w:type="paragraph" w:customStyle="1" w:styleId="FD49960495B645E7B1C53CF5A340100F">
    <w:name w:val="FD49960495B645E7B1C53CF5A340100F"/>
    <w:rsid w:val="00705A6A"/>
    <w:pPr>
      <w:spacing w:after="120" w:line="240" w:lineRule="auto"/>
      <w:jc w:val="both"/>
    </w:pPr>
    <w:rPr>
      <w:rFonts w:ascii="Tahoma" w:eastAsiaTheme="minorHAnsi" w:hAnsi="Tahoma"/>
      <w:sz w:val="20"/>
      <w:szCs w:val="20"/>
      <w:lang w:eastAsia="en-US"/>
    </w:rPr>
  </w:style>
  <w:style w:type="paragraph" w:customStyle="1" w:styleId="08A35DC366DA482EB23E4FF16A26236E">
    <w:name w:val="08A35DC366DA482EB23E4FF16A26236E"/>
    <w:rsid w:val="00705A6A"/>
    <w:pPr>
      <w:spacing w:after="120" w:line="240" w:lineRule="auto"/>
      <w:jc w:val="both"/>
    </w:pPr>
    <w:rPr>
      <w:rFonts w:ascii="Tahoma" w:eastAsiaTheme="minorHAnsi" w:hAnsi="Tahoma"/>
      <w:sz w:val="20"/>
      <w:szCs w:val="20"/>
      <w:lang w:eastAsia="en-US"/>
    </w:rPr>
  </w:style>
  <w:style w:type="paragraph" w:customStyle="1" w:styleId="B5AC4DE3DDF348EA875785516DC24B79">
    <w:name w:val="B5AC4DE3DDF348EA875785516DC24B79"/>
    <w:rsid w:val="00705A6A"/>
    <w:pPr>
      <w:spacing w:after="120" w:line="240" w:lineRule="auto"/>
      <w:jc w:val="both"/>
    </w:pPr>
    <w:rPr>
      <w:rFonts w:ascii="Tahoma" w:eastAsiaTheme="minorHAnsi" w:hAnsi="Tahoma"/>
      <w:sz w:val="20"/>
      <w:szCs w:val="20"/>
      <w:lang w:eastAsia="en-US"/>
    </w:rPr>
  </w:style>
  <w:style w:type="paragraph" w:customStyle="1" w:styleId="883A73D7B1E54F0BB400318874F5C9AF">
    <w:name w:val="883A73D7B1E54F0BB400318874F5C9AF"/>
    <w:rsid w:val="00705A6A"/>
    <w:pPr>
      <w:spacing w:after="120" w:line="240" w:lineRule="auto"/>
      <w:jc w:val="both"/>
    </w:pPr>
    <w:rPr>
      <w:rFonts w:ascii="Tahoma" w:eastAsiaTheme="minorHAnsi" w:hAnsi="Tahoma"/>
      <w:sz w:val="20"/>
      <w:szCs w:val="20"/>
      <w:lang w:eastAsia="en-US"/>
    </w:rPr>
  </w:style>
  <w:style w:type="paragraph" w:customStyle="1" w:styleId="EF0BD5B1FB394708BA7ECEC07DAAF7C2">
    <w:name w:val="EF0BD5B1FB394708BA7ECEC07DAAF7C2"/>
    <w:rsid w:val="00705A6A"/>
    <w:pPr>
      <w:spacing w:after="120" w:line="240" w:lineRule="auto"/>
      <w:jc w:val="both"/>
    </w:pPr>
    <w:rPr>
      <w:rFonts w:ascii="Tahoma" w:eastAsiaTheme="minorHAnsi" w:hAnsi="Tahoma"/>
      <w:sz w:val="20"/>
      <w:szCs w:val="20"/>
      <w:lang w:eastAsia="en-US"/>
    </w:rPr>
  </w:style>
  <w:style w:type="paragraph" w:customStyle="1" w:styleId="975F57CD56C540A9BE2BD2A953731507">
    <w:name w:val="975F57CD56C540A9BE2BD2A953731507"/>
    <w:rsid w:val="00705A6A"/>
    <w:pPr>
      <w:spacing w:after="120" w:line="240" w:lineRule="auto"/>
      <w:jc w:val="both"/>
    </w:pPr>
    <w:rPr>
      <w:rFonts w:ascii="Tahoma" w:eastAsiaTheme="minorHAnsi" w:hAnsi="Tahoma"/>
      <w:sz w:val="20"/>
      <w:szCs w:val="20"/>
      <w:lang w:eastAsia="en-US"/>
    </w:rPr>
  </w:style>
  <w:style w:type="paragraph" w:customStyle="1" w:styleId="1450C4928D804FB6B98D81D0D218F992">
    <w:name w:val="1450C4928D804FB6B98D81D0D218F992"/>
    <w:rsid w:val="00705A6A"/>
    <w:pPr>
      <w:spacing w:after="120" w:line="240" w:lineRule="auto"/>
      <w:jc w:val="both"/>
    </w:pPr>
    <w:rPr>
      <w:rFonts w:ascii="Tahoma" w:eastAsiaTheme="minorHAnsi" w:hAnsi="Tahoma"/>
      <w:sz w:val="20"/>
      <w:szCs w:val="20"/>
      <w:lang w:eastAsia="en-US"/>
    </w:rPr>
  </w:style>
  <w:style w:type="paragraph" w:customStyle="1" w:styleId="2565CE88B1194103A052938AC143FC3D">
    <w:name w:val="2565CE88B1194103A052938AC143FC3D"/>
    <w:rsid w:val="00705A6A"/>
    <w:pPr>
      <w:spacing w:after="120" w:line="240" w:lineRule="auto"/>
      <w:jc w:val="both"/>
    </w:pPr>
    <w:rPr>
      <w:rFonts w:ascii="Tahoma" w:eastAsiaTheme="minorHAnsi" w:hAnsi="Tahoma"/>
      <w:sz w:val="20"/>
      <w:szCs w:val="20"/>
      <w:lang w:eastAsia="en-US"/>
    </w:rPr>
  </w:style>
  <w:style w:type="paragraph" w:customStyle="1" w:styleId="386717C51346456C8E8DDBA9D8BC299B">
    <w:name w:val="386717C51346456C8E8DDBA9D8BC299B"/>
    <w:rsid w:val="00705A6A"/>
    <w:pPr>
      <w:spacing w:after="120" w:line="240" w:lineRule="auto"/>
      <w:jc w:val="both"/>
    </w:pPr>
    <w:rPr>
      <w:rFonts w:ascii="Tahoma" w:eastAsiaTheme="minorHAnsi" w:hAnsi="Tahoma"/>
      <w:sz w:val="20"/>
      <w:szCs w:val="20"/>
      <w:lang w:eastAsia="en-US"/>
    </w:rPr>
  </w:style>
  <w:style w:type="paragraph" w:customStyle="1" w:styleId="6F16C3B5369941AAB098145A476578AB">
    <w:name w:val="6F16C3B5369941AAB098145A476578AB"/>
    <w:rsid w:val="00705A6A"/>
    <w:pPr>
      <w:spacing w:after="120" w:line="240" w:lineRule="auto"/>
      <w:jc w:val="both"/>
    </w:pPr>
    <w:rPr>
      <w:rFonts w:ascii="Tahoma" w:eastAsiaTheme="minorHAnsi" w:hAnsi="Tahoma"/>
      <w:sz w:val="20"/>
      <w:szCs w:val="20"/>
      <w:lang w:eastAsia="en-US"/>
    </w:rPr>
  </w:style>
  <w:style w:type="paragraph" w:customStyle="1" w:styleId="FFF177B771D144F5B9F71DDB973A71E7">
    <w:name w:val="FFF177B771D144F5B9F71DDB973A71E7"/>
    <w:rsid w:val="00705A6A"/>
    <w:pPr>
      <w:spacing w:after="120" w:line="240" w:lineRule="auto"/>
      <w:jc w:val="both"/>
    </w:pPr>
    <w:rPr>
      <w:rFonts w:ascii="Tahoma" w:eastAsiaTheme="minorHAnsi" w:hAnsi="Tahoma"/>
      <w:sz w:val="20"/>
      <w:szCs w:val="20"/>
      <w:lang w:eastAsia="en-US"/>
    </w:rPr>
  </w:style>
  <w:style w:type="paragraph" w:customStyle="1" w:styleId="F41DA5BE19A64A52B15D1C9D9051CE5E">
    <w:name w:val="F41DA5BE19A64A52B15D1C9D9051CE5E"/>
    <w:rsid w:val="00705A6A"/>
    <w:pPr>
      <w:spacing w:after="120" w:line="240" w:lineRule="auto"/>
      <w:jc w:val="both"/>
    </w:pPr>
    <w:rPr>
      <w:rFonts w:ascii="Tahoma" w:eastAsiaTheme="minorHAnsi" w:hAnsi="Tahoma"/>
      <w:sz w:val="20"/>
      <w:szCs w:val="20"/>
      <w:lang w:eastAsia="en-US"/>
    </w:rPr>
  </w:style>
  <w:style w:type="paragraph" w:customStyle="1" w:styleId="01DDF08396A64DBDA120C955A2AEE276">
    <w:name w:val="01DDF08396A64DBDA120C955A2AEE276"/>
    <w:rsid w:val="00705A6A"/>
    <w:pPr>
      <w:spacing w:after="120" w:line="240" w:lineRule="auto"/>
      <w:jc w:val="both"/>
    </w:pPr>
    <w:rPr>
      <w:rFonts w:ascii="Tahoma" w:eastAsiaTheme="minorHAnsi" w:hAnsi="Tahoma"/>
      <w:sz w:val="20"/>
      <w:szCs w:val="20"/>
      <w:lang w:eastAsia="en-US"/>
    </w:rPr>
  </w:style>
  <w:style w:type="paragraph" w:customStyle="1" w:styleId="9FEAFFCE742A42A0AA863068A9C3697C">
    <w:name w:val="9FEAFFCE742A42A0AA863068A9C3697C"/>
    <w:rsid w:val="00705A6A"/>
    <w:pPr>
      <w:spacing w:after="120" w:line="240" w:lineRule="auto"/>
      <w:jc w:val="both"/>
    </w:pPr>
    <w:rPr>
      <w:rFonts w:ascii="Tahoma" w:eastAsiaTheme="minorHAnsi" w:hAnsi="Tahoma"/>
      <w:sz w:val="20"/>
      <w:szCs w:val="20"/>
      <w:lang w:eastAsia="en-US"/>
    </w:rPr>
  </w:style>
  <w:style w:type="paragraph" w:customStyle="1" w:styleId="478DF48A62C348A3A8B80E7ED350AD54">
    <w:name w:val="478DF48A62C348A3A8B80E7ED350AD54"/>
    <w:rsid w:val="00705A6A"/>
    <w:pPr>
      <w:spacing w:after="120" w:line="240" w:lineRule="auto"/>
      <w:jc w:val="both"/>
    </w:pPr>
    <w:rPr>
      <w:rFonts w:ascii="Tahoma" w:eastAsiaTheme="minorHAnsi" w:hAnsi="Tahoma"/>
      <w:sz w:val="20"/>
      <w:szCs w:val="20"/>
      <w:lang w:eastAsia="en-US"/>
    </w:rPr>
  </w:style>
  <w:style w:type="paragraph" w:customStyle="1" w:styleId="DDA2D22DFADB4C49A37F8446AEC48ABC">
    <w:name w:val="DDA2D22DFADB4C49A37F8446AEC48ABC"/>
    <w:rsid w:val="00705A6A"/>
    <w:pPr>
      <w:spacing w:after="120" w:line="240" w:lineRule="auto"/>
      <w:jc w:val="both"/>
    </w:pPr>
    <w:rPr>
      <w:rFonts w:ascii="Tahoma" w:eastAsiaTheme="minorHAnsi" w:hAnsi="Tahoma"/>
      <w:sz w:val="20"/>
      <w:szCs w:val="20"/>
      <w:lang w:eastAsia="en-US"/>
    </w:rPr>
  </w:style>
  <w:style w:type="paragraph" w:customStyle="1" w:styleId="63DFFCDEDEBC4DD08DEC7601630BC602">
    <w:name w:val="63DFFCDEDEBC4DD08DEC7601630BC602"/>
    <w:rsid w:val="00705A6A"/>
    <w:pPr>
      <w:spacing w:after="120" w:line="240" w:lineRule="auto"/>
      <w:jc w:val="both"/>
    </w:pPr>
    <w:rPr>
      <w:rFonts w:ascii="Tahoma" w:eastAsiaTheme="minorHAnsi" w:hAnsi="Tahoma"/>
      <w:sz w:val="20"/>
      <w:szCs w:val="20"/>
      <w:lang w:eastAsia="en-US"/>
    </w:rPr>
  </w:style>
  <w:style w:type="paragraph" w:customStyle="1" w:styleId="0A6A7CD40E0F45729B23BBBD2A9834D4">
    <w:name w:val="0A6A7CD40E0F45729B23BBBD2A9834D4"/>
    <w:rsid w:val="00705A6A"/>
    <w:pPr>
      <w:spacing w:after="120" w:line="240" w:lineRule="auto"/>
      <w:jc w:val="both"/>
    </w:pPr>
    <w:rPr>
      <w:rFonts w:ascii="Tahoma" w:eastAsiaTheme="minorHAnsi" w:hAnsi="Tahoma"/>
      <w:sz w:val="20"/>
      <w:szCs w:val="20"/>
      <w:lang w:eastAsia="en-US"/>
    </w:rPr>
  </w:style>
  <w:style w:type="paragraph" w:customStyle="1" w:styleId="F06DA5E2C7D3456DADE6C342B96B2F38">
    <w:name w:val="F06DA5E2C7D3456DADE6C342B96B2F38"/>
    <w:rsid w:val="00705A6A"/>
    <w:pPr>
      <w:spacing w:after="120" w:line="240" w:lineRule="auto"/>
      <w:jc w:val="both"/>
    </w:pPr>
    <w:rPr>
      <w:rFonts w:ascii="Tahoma" w:eastAsiaTheme="minorHAnsi" w:hAnsi="Tahoma"/>
      <w:sz w:val="20"/>
      <w:szCs w:val="20"/>
      <w:lang w:eastAsia="en-US"/>
    </w:rPr>
  </w:style>
  <w:style w:type="paragraph" w:customStyle="1" w:styleId="F6D55AFB311F463CBF0F0E388CFD519E">
    <w:name w:val="F6D55AFB311F463CBF0F0E388CFD519E"/>
    <w:rsid w:val="00705A6A"/>
    <w:pPr>
      <w:spacing w:after="120" w:line="240" w:lineRule="auto"/>
      <w:jc w:val="both"/>
    </w:pPr>
    <w:rPr>
      <w:rFonts w:ascii="Tahoma" w:eastAsiaTheme="minorHAnsi" w:hAnsi="Tahoma"/>
      <w:sz w:val="20"/>
      <w:szCs w:val="20"/>
      <w:lang w:eastAsia="en-US"/>
    </w:rPr>
  </w:style>
  <w:style w:type="paragraph" w:customStyle="1" w:styleId="B7705C78CB45468BA3BB3730A0333A2D">
    <w:name w:val="B7705C78CB45468BA3BB3730A0333A2D"/>
    <w:rsid w:val="00705A6A"/>
    <w:pPr>
      <w:spacing w:after="120" w:line="240" w:lineRule="auto"/>
      <w:jc w:val="both"/>
    </w:pPr>
    <w:rPr>
      <w:rFonts w:ascii="Tahoma" w:eastAsiaTheme="minorHAnsi" w:hAnsi="Tahoma"/>
      <w:sz w:val="20"/>
      <w:szCs w:val="20"/>
      <w:lang w:eastAsia="en-US"/>
    </w:rPr>
  </w:style>
  <w:style w:type="paragraph" w:customStyle="1" w:styleId="9C2B15DC08BC462E86EDE23D88C2EB6A">
    <w:name w:val="9C2B15DC08BC462E86EDE23D88C2EB6A"/>
    <w:rsid w:val="00705A6A"/>
    <w:pPr>
      <w:spacing w:after="120" w:line="240" w:lineRule="auto"/>
      <w:jc w:val="both"/>
    </w:pPr>
    <w:rPr>
      <w:rFonts w:ascii="Tahoma" w:eastAsiaTheme="minorHAnsi" w:hAnsi="Tahoma"/>
      <w:sz w:val="20"/>
      <w:szCs w:val="20"/>
      <w:lang w:eastAsia="en-US"/>
    </w:rPr>
  </w:style>
  <w:style w:type="paragraph" w:customStyle="1" w:styleId="6096EEF470334016B07388A09D3E892A">
    <w:name w:val="6096EEF470334016B07388A09D3E892A"/>
    <w:rsid w:val="00705A6A"/>
    <w:pPr>
      <w:spacing w:after="120" w:line="240" w:lineRule="auto"/>
      <w:jc w:val="both"/>
    </w:pPr>
    <w:rPr>
      <w:rFonts w:ascii="Tahoma" w:eastAsiaTheme="minorHAnsi" w:hAnsi="Tahoma"/>
      <w:sz w:val="20"/>
      <w:szCs w:val="20"/>
      <w:lang w:eastAsia="en-US"/>
    </w:rPr>
  </w:style>
  <w:style w:type="paragraph" w:customStyle="1" w:styleId="49D1C9EAE126435CB450A5ECDFE635DB">
    <w:name w:val="49D1C9EAE126435CB450A5ECDFE635DB"/>
    <w:rsid w:val="00705A6A"/>
    <w:pPr>
      <w:spacing w:after="120" w:line="240" w:lineRule="auto"/>
      <w:jc w:val="both"/>
    </w:pPr>
    <w:rPr>
      <w:rFonts w:ascii="Tahoma" w:eastAsiaTheme="minorHAnsi" w:hAnsi="Tahoma"/>
      <w:sz w:val="20"/>
      <w:szCs w:val="20"/>
      <w:lang w:eastAsia="en-US"/>
    </w:rPr>
  </w:style>
  <w:style w:type="paragraph" w:customStyle="1" w:styleId="09A69DE327354F7FBA1FA2C6C412B7FC">
    <w:name w:val="09A69DE327354F7FBA1FA2C6C412B7FC"/>
    <w:rsid w:val="00705A6A"/>
    <w:pPr>
      <w:spacing w:after="120" w:line="240" w:lineRule="auto"/>
      <w:jc w:val="both"/>
    </w:pPr>
    <w:rPr>
      <w:rFonts w:ascii="Tahoma" w:eastAsiaTheme="minorHAnsi" w:hAnsi="Tahoma"/>
      <w:sz w:val="20"/>
      <w:szCs w:val="20"/>
      <w:lang w:eastAsia="en-US"/>
    </w:rPr>
  </w:style>
  <w:style w:type="paragraph" w:customStyle="1" w:styleId="A74EABFE9A1E423995586B85B4566213">
    <w:name w:val="A74EABFE9A1E423995586B85B4566213"/>
    <w:rsid w:val="00705A6A"/>
    <w:pPr>
      <w:spacing w:after="120" w:line="240" w:lineRule="auto"/>
      <w:jc w:val="both"/>
    </w:pPr>
    <w:rPr>
      <w:rFonts w:ascii="Tahoma" w:eastAsiaTheme="minorHAnsi" w:hAnsi="Tahoma"/>
      <w:sz w:val="20"/>
      <w:szCs w:val="20"/>
      <w:lang w:eastAsia="en-US"/>
    </w:rPr>
  </w:style>
  <w:style w:type="paragraph" w:customStyle="1" w:styleId="1BAA2CA675AB43EB96EAD1B0034E8DA3">
    <w:name w:val="1BAA2CA675AB43EB96EAD1B0034E8DA3"/>
    <w:rsid w:val="00705A6A"/>
    <w:pPr>
      <w:spacing w:after="120" w:line="240" w:lineRule="auto"/>
      <w:jc w:val="both"/>
    </w:pPr>
    <w:rPr>
      <w:rFonts w:ascii="Tahoma" w:eastAsiaTheme="minorHAnsi" w:hAnsi="Tahoma"/>
      <w:sz w:val="20"/>
      <w:szCs w:val="20"/>
      <w:lang w:eastAsia="en-US"/>
    </w:rPr>
  </w:style>
  <w:style w:type="paragraph" w:customStyle="1" w:styleId="66F28336579242B09C876D244D8E530B">
    <w:name w:val="66F28336579242B09C876D244D8E530B"/>
    <w:rsid w:val="00705A6A"/>
    <w:pPr>
      <w:spacing w:after="120" w:line="240" w:lineRule="auto"/>
      <w:jc w:val="both"/>
    </w:pPr>
    <w:rPr>
      <w:rFonts w:ascii="Tahoma" w:eastAsiaTheme="minorHAnsi" w:hAnsi="Tahoma"/>
      <w:sz w:val="20"/>
      <w:szCs w:val="20"/>
      <w:lang w:eastAsia="en-US"/>
    </w:rPr>
  </w:style>
  <w:style w:type="paragraph" w:customStyle="1" w:styleId="5EF60C96428E4393B3B4439F05460A66">
    <w:name w:val="5EF60C96428E4393B3B4439F05460A66"/>
    <w:rsid w:val="00705A6A"/>
    <w:pPr>
      <w:spacing w:after="120" w:line="240" w:lineRule="auto"/>
      <w:jc w:val="both"/>
    </w:pPr>
    <w:rPr>
      <w:rFonts w:ascii="Tahoma" w:eastAsiaTheme="minorHAnsi" w:hAnsi="Tahoma"/>
      <w:sz w:val="20"/>
      <w:szCs w:val="20"/>
      <w:lang w:eastAsia="en-US"/>
    </w:rPr>
  </w:style>
  <w:style w:type="paragraph" w:customStyle="1" w:styleId="CAB00109A03B4A659BB08FC30F5A40CE">
    <w:name w:val="CAB00109A03B4A659BB08FC30F5A40CE"/>
    <w:rsid w:val="00705A6A"/>
    <w:pPr>
      <w:spacing w:after="120" w:line="240" w:lineRule="auto"/>
      <w:jc w:val="both"/>
    </w:pPr>
    <w:rPr>
      <w:rFonts w:ascii="Tahoma" w:eastAsiaTheme="minorHAnsi" w:hAnsi="Tahoma"/>
      <w:sz w:val="20"/>
      <w:szCs w:val="20"/>
      <w:lang w:eastAsia="en-US"/>
    </w:rPr>
  </w:style>
  <w:style w:type="paragraph" w:customStyle="1" w:styleId="3645EB203C874D6B863EA637D7712132">
    <w:name w:val="3645EB203C874D6B863EA637D7712132"/>
    <w:rsid w:val="00705A6A"/>
    <w:pPr>
      <w:spacing w:after="120" w:line="240" w:lineRule="auto"/>
      <w:jc w:val="both"/>
    </w:pPr>
    <w:rPr>
      <w:rFonts w:ascii="Tahoma" w:eastAsiaTheme="minorHAnsi" w:hAnsi="Tahoma"/>
      <w:sz w:val="20"/>
      <w:szCs w:val="20"/>
      <w:lang w:eastAsia="en-US"/>
    </w:rPr>
  </w:style>
  <w:style w:type="paragraph" w:customStyle="1" w:styleId="1FBD2BD498264CE388DACB817CE74EDA">
    <w:name w:val="1FBD2BD498264CE388DACB817CE74EDA"/>
    <w:rsid w:val="00705A6A"/>
    <w:pPr>
      <w:spacing w:after="120" w:line="240" w:lineRule="auto"/>
      <w:jc w:val="both"/>
    </w:pPr>
    <w:rPr>
      <w:rFonts w:ascii="Tahoma" w:eastAsiaTheme="minorHAnsi" w:hAnsi="Tahoma"/>
      <w:sz w:val="20"/>
      <w:szCs w:val="20"/>
      <w:lang w:eastAsia="en-US"/>
    </w:rPr>
  </w:style>
  <w:style w:type="paragraph" w:customStyle="1" w:styleId="BF9D920662974F88BE25BC7DA2939899">
    <w:name w:val="BF9D920662974F88BE25BC7DA2939899"/>
    <w:rsid w:val="00705A6A"/>
    <w:pPr>
      <w:spacing w:after="120" w:line="240" w:lineRule="auto"/>
      <w:jc w:val="both"/>
    </w:pPr>
    <w:rPr>
      <w:rFonts w:ascii="Tahoma" w:eastAsiaTheme="minorHAnsi" w:hAnsi="Tahoma"/>
      <w:sz w:val="20"/>
      <w:szCs w:val="20"/>
      <w:lang w:eastAsia="en-US"/>
    </w:rPr>
  </w:style>
  <w:style w:type="paragraph" w:customStyle="1" w:styleId="2836C884805C4443B570F00AB7924482">
    <w:name w:val="2836C884805C4443B570F00AB7924482"/>
    <w:rsid w:val="00705A6A"/>
    <w:pPr>
      <w:spacing w:after="120" w:line="240" w:lineRule="auto"/>
      <w:jc w:val="both"/>
    </w:pPr>
    <w:rPr>
      <w:rFonts w:ascii="Tahoma" w:eastAsiaTheme="minorHAnsi" w:hAnsi="Tahoma"/>
      <w:sz w:val="20"/>
      <w:szCs w:val="20"/>
      <w:lang w:eastAsia="en-US"/>
    </w:rPr>
  </w:style>
  <w:style w:type="paragraph" w:customStyle="1" w:styleId="8C0DD5AC32A44CCE9FF508D47C58B804">
    <w:name w:val="8C0DD5AC32A44CCE9FF508D47C58B804"/>
    <w:rsid w:val="00705A6A"/>
    <w:pPr>
      <w:spacing w:after="120" w:line="240" w:lineRule="auto"/>
      <w:jc w:val="both"/>
    </w:pPr>
    <w:rPr>
      <w:rFonts w:ascii="Tahoma" w:eastAsiaTheme="minorHAnsi" w:hAnsi="Tahoma"/>
      <w:sz w:val="20"/>
      <w:szCs w:val="20"/>
      <w:lang w:eastAsia="en-US"/>
    </w:rPr>
  </w:style>
  <w:style w:type="paragraph" w:customStyle="1" w:styleId="053FDC819D564103A0CC3CAD99E93235">
    <w:name w:val="053FDC819D564103A0CC3CAD99E93235"/>
    <w:rsid w:val="00705A6A"/>
    <w:pPr>
      <w:spacing w:after="120" w:line="240" w:lineRule="auto"/>
      <w:jc w:val="both"/>
    </w:pPr>
    <w:rPr>
      <w:rFonts w:ascii="Tahoma" w:eastAsiaTheme="minorHAnsi" w:hAnsi="Tahoma"/>
      <w:sz w:val="20"/>
      <w:szCs w:val="20"/>
      <w:lang w:eastAsia="en-US"/>
    </w:rPr>
  </w:style>
  <w:style w:type="paragraph" w:customStyle="1" w:styleId="E34E9EDB74AB43388CC4730DDEEA0969">
    <w:name w:val="E34E9EDB74AB43388CC4730DDEEA0969"/>
    <w:rsid w:val="00705A6A"/>
    <w:pPr>
      <w:spacing w:after="120" w:line="240" w:lineRule="auto"/>
      <w:jc w:val="both"/>
    </w:pPr>
    <w:rPr>
      <w:rFonts w:ascii="Tahoma" w:eastAsiaTheme="minorHAnsi" w:hAnsi="Tahoma"/>
      <w:sz w:val="20"/>
      <w:szCs w:val="20"/>
      <w:lang w:eastAsia="en-US"/>
    </w:rPr>
  </w:style>
  <w:style w:type="paragraph" w:customStyle="1" w:styleId="20F4147E5ECA4FE09F0C7A71A5CBC6D7">
    <w:name w:val="20F4147E5ECA4FE09F0C7A71A5CBC6D7"/>
    <w:rsid w:val="00705A6A"/>
    <w:pPr>
      <w:spacing w:after="120" w:line="240" w:lineRule="auto"/>
      <w:jc w:val="both"/>
    </w:pPr>
    <w:rPr>
      <w:rFonts w:ascii="Tahoma" w:eastAsiaTheme="minorHAnsi" w:hAnsi="Tahoma"/>
      <w:sz w:val="20"/>
      <w:szCs w:val="20"/>
      <w:lang w:eastAsia="en-US"/>
    </w:rPr>
  </w:style>
  <w:style w:type="paragraph" w:customStyle="1" w:styleId="1C89B40FA12B49449A95D6BB7A144B62">
    <w:name w:val="1C89B40FA12B49449A95D6BB7A144B62"/>
    <w:rsid w:val="00705A6A"/>
    <w:pPr>
      <w:numPr>
        <w:numId w:val="3"/>
      </w:numPr>
      <w:tabs>
        <w:tab w:val="clear" w:pos="360"/>
        <w:tab w:val="num" w:pos="0"/>
      </w:tabs>
      <w:spacing w:after="120" w:line="240" w:lineRule="auto"/>
      <w:ind w:left="720" w:hanging="360"/>
      <w:jc w:val="both"/>
    </w:pPr>
    <w:rPr>
      <w:rFonts w:ascii="Tahoma" w:eastAsiaTheme="minorHAnsi" w:hAnsi="Tahoma"/>
      <w:sz w:val="20"/>
      <w:szCs w:val="20"/>
      <w:lang w:eastAsia="en-US"/>
    </w:rPr>
  </w:style>
  <w:style w:type="paragraph" w:customStyle="1" w:styleId="C332FF4B2C374E47A3FEB7334C981123">
    <w:name w:val="C332FF4B2C374E47A3FEB7334C981123"/>
    <w:rsid w:val="00705A6A"/>
    <w:pPr>
      <w:numPr>
        <w:numId w:val="3"/>
      </w:numPr>
      <w:tabs>
        <w:tab w:val="clear" w:pos="360"/>
        <w:tab w:val="num" w:pos="0"/>
      </w:tabs>
      <w:spacing w:after="120" w:line="240" w:lineRule="auto"/>
      <w:ind w:left="720" w:hanging="360"/>
      <w:jc w:val="both"/>
    </w:pPr>
    <w:rPr>
      <w:rFonts w:ascii="Tahoma" w:eastAsiaTheme="minorHAnsi" w:hAnsi="Tahoma"/>
      <w:sz w:val="20"/>
      <w:szCs w:val="20"/>
      <w:lang w:eastAsia="en-US"/>
    </w:rPr>
  </w:style>
  <w:style w:type="paragraph" w:customStyle="1" w:styleId="556561BCD51C476BA6614F37011B96AF">
    <w:name w:val="556561BCD51C476BA6614F37011B96AF"/>
    <w:rsid w:val="00705A6A"/>
    <w:pPr>
      <w:spacing w:after="120" w:line="240" w:lineRule="auto"/>
      <w:jc w:val="both"/>
    </w:pPr>
    <w:rPr>
      <w:rFonts w:ascii="Tahoma" w:eastAsiaTheme="minorHAnsi" w:hAnsi="Tahoma"/>
      <w:sz w:val="20"/>
      <w:szCs w:val="20"/>
      <w:lang w:eastAsia="en-US"/>
    </w:rPr>
  </w:style>
  <w:style w:type="paragraph" w:customStyle="1" w:styleId="03F2B0BD580440E8B656962672C61491">
    <w:name w:val="03F2B0BD580440E8B656962672C61491"/>
    <w:rsid w:val="00705A6A"/>
    <w:pPr>
      <w:spacing w:after="120" w:line="240" w:lineRule="auto"/>
      <w:jc w:val="both"/>
    </w:pPr>
    <w:rPr>
      <w:rFonts w:ascii="Tahoma" w:eastAsiaTheme="minorHAnsi" w:hAnsi="Tahoma"/>
      <w:sz w:val="20"/>
      <w:szCs w:val="20"/>
      <w:lang w:eastAsia="en-US"/>
    </w:rPr>
  </w:style>
  <w:style w:type="paragraph" w:customStyle="1" w:styleId="AF30FD3524744522913E7E14B1AC06FD">
    <w:name w:val="AF30FD3524744522913E7E14B1AC06FD"/>
    <w:rsid w:val="00705A6A"/>
    <w:pPr>
      <w:spacing w:after="120" w:line="240" w:lineRule="auto"/>
      <w:jc w:val="both"/>
    </w:pPr>
    <w:rPr>
      <w:rFonts w:ascii="Tahoma" w:eastAsiaTheme="minorHAnsi" w:hAnsi="Tahoma"/>
      <w:sz w:val="20"/>
      <w:szCs w:val="20"/>
      <w:lang w:eastAsia="en-US"/>
    </w:rPr>
  </w:style>
  <w:style w:type="paragraph" w:customStyle="1" w:styleId="A1A4C56CEABF4D17957E2D2DCD112A71">
    <w:name w:val="A1A4C56CEABF4D17957E2D2DCD112A71"/>
    <w:rsid w:val="00705A6A"/>
    <w:pPr>
      <w:spacing w:after="120" w:line="240" w:lineRule="auto"/>
      <w:jc w:val="both"/>
    </w:pPr>
    <w:rPr>
      <w:rFonts w:ascii="Tahoma" w:eastAsiaTheme="minorHAnsi" w:hAnsi="Tahoma"/>
      <w:sz w:val="20"/>
      <w:szCs w:val="20"/>
      <w:lang w:eastAsia="en-US"/>
    </w:rPr>
  </w:style>
  <w:style w:type="paragraph" w:customStyle="1" w:styleId="EF9F015A69324ED2B3DD965614934632">
    <w:name w:val="EF9F015A69324ED2B3DD965614934632"/>
    <w:rsid w:val="00705A6A"/>
    <w:pPr>
      <w:spacing w:after="120" w:line="240" w:lineRule="auto"/>
      <w:jc w:val="both"/>
    </w:pPr>
    <w:rPr>
      <w:rFonts w:ascii="Tahoma" w:eastAsiaTheme="minorHAnsi" w:hAnsi="Tahoma"/>
      <w:sz w:val="20"/>
      <w:szCs w:val="20"/>
      <w:lang w:eastAsia="en-US"/>
    </w:rPr>
  </w:style>
  <w:style w:type="paragraph" w:customStyle="1" w:styleId="9E7627C140DC4B58A79096E72B0B586D">
    <w:name w:val="9E7627C140DC4B58A79096E72B0B586D"/>
    <w:rsid w:val="00705A6A"/>
    <w:pPr>
      <w:spacing w:after="120" w:line="240" w:lineRule="auto"/>
      <w:jc w:val="both"/>
    </w:pPr>
    <w:rPr>
      <w:rFonts w:ascii="Tahoma" w:eastAsiaTheme="minorHAnsi" w:hAnsi="Tahoma"/>
      <w:sz w:val="20"/>
      <w:szCs w:val="20"/>
      <w:lang w:eastAsia="en-US"/>
    </w:rPr>
  </w:style>
  <w:style w:type="paragraph" w:customStyle="1" w:styleId="099B852596EC432E8C72C3D4FF9994D3">
    <w:name w:val="099B852596EC432E8C72C3D4FF9994D3"/>
    <w:rsid w:val="00705A6A"/>
    <w:pPr>
      <w:spacing w:after="120" w:line="240" w:lineRule="auto"/>
      <w:jc w:val="both"/>
    </w:pPr>
    <w:rPr>
      <w:rFonts w:ascii="Tahoma" w:eastAsiaTheme="minorHAnsi" w:hAnsi="Tahoma"/>
      <w:sz w:val="20"/>
      <w:szCs w:val="20"/>
      <w:lang w:eastAsia="en-US"/>
    </w:rPr>
  </w:style>
  <w:style w:type="paragraph" w:customStyle="1" w:styleId="CED68560581B4B13BDCD5292EB453964">
    <w:name w:val="CED68560581B4B13BDCD5292EB453964"/>
    <w:rsid w:val="00705A6A"/>
    <w:pPr>
      <w:spacing w:after="120" w:line="240" w:lineRule="auto"/>
      <w:jc w:val="both"/>
    </w:pPr>
    <w:rPr>
      <w:rFonts w:ascii="Tahoma" w:eastAsiaTheme="minorHAnsi" w:hAnsi="Tahoma"/>
      <w:sz w:val="20"/>
      <w:szCs w:val="20"/>
      <w:lang w:eastAsia="en-US"/>
    </w:rPr>
  </w:style>
  <w:style w:type="paragraph" w:customStyle="1" w:styleId="7F832469CA7C4F5F9D4E30729589F09F">
    <w:name w:val="7F832469CA7C4F5F9D4E30729589F09F"/>
    <w:rsid w:val="00705A6A"/>
    <w:pPr>
      <w:spacing w:after="120" w:line="240" w:lineRule="auto"/>
      <w:jc w:val="both"/>
    </w:pPr>
    <w:rPr>
      <w:rFonts w:ascii="Tahoma" w:eastAsiaTheme="minorHAnsi" w:hAnsi="Tahoma"/>
      <w:sz w:val="20"/>
      <w:szCs w:val="20"/>
      <w:lang w:eastAsia="en-US"/>
    </w:rPr>
  </w:style>
  <w:style w:type="paragraph" w:customStyle="1" w:styleId="F13E443F9BE7437486AD09E483100510">
    <w:name w:val="F13E443F9BE7437486AD09E483100510"/>
    <w:rsid w:val="00705A6A"/>
    <w:pPr>
      <w:spacing w:after="120" w:line="240" w:lineRule="auto"/>
      <w:jc w:val="both"/>
    </w:pPr>
    <w:rPr>
      <w:rFonts w:ascii="Tahoma" w:eastAsiaTheme="minorHAnsi" w:hAnsi="Tahoma"/>
      <w:sz w:val="20"/>
      <w:szCs w:val="20"/>
      <w:lang w:eastAsia="en-US"/>
    </w:rPr>
  </w:style>
  <w:style w:type="paragraph" w:customStyle="1" w:styleId="E01519AD0B584400BC982997687D7BF2">
    <w:name w:val="E01519AD0B584400BC982997687D7BF2"/>
    <w:rsid w:val="00705A6A"/>
    <w:pPr>
      <w:spacing w:after="120" w:line="240" w:lineRule="auto"/>
      <w:jc w:val="both"/>
    </w:pPr>
    <w:rPr>
      <w:rFonts w:ascii="Tahoma" w:eastAsiaTheme="minorHAnsi" w:hAnsi="Tahoma"/>
      <w:sz w:val="20"/>
      <w:szCs w:val="20"/>
      <w:lang w:eastAsia="en-US"/>
    </w:rPr>
  </w:style>
  <w:style w:type="paragraph" w:customStyle="1" w:styleId="D4D7BF4BE3584D5CBF3DA769394AD673">
    <w:name w:val="D4D7BF4BE3584D5CBF3DA769394AD673"/>
    <w:rsid w:val="00705A6A"/>
    <w:pPr>
      <w:spacing w:after="120" w:line="240" w:lineRule="auto"/>
      <w:jc w:val="both"/>
    </w:pPr>
    <w:rPr>
      <w:rFonts w:ascii="Tahoma" w:eastAsiaTheme="minorHAnsi" w:hAnsi="Tahoma"/>
      <w:sz w:val="20"/>
      <w:szCs w:val="20"/>
      <w:lang w:eastAsia="en-US"/>
    </w:rPr>
  </w:style>
  <w:style w:type="paragraph" w:customStyle="1" w:styleId="D929E0EEAD334250B21CF0AA45B6682211">
    <w:name w:val="D929E0EEAD334250B21CF0AA45B6682211"/>
    <w:rsid w:val="00B45100"/>
    <w:pPr>
      <w:spacing w:after="120" w:line="240" w:lineRule="auto"/>
      <w:jc w:val="both"/>
    </w:pPr>
    <w:rPr>
      <w:rFonts w:ascii="Tahoma" w:eastAsiaTheme="minorHAnsi" w:hAnsi="Tahoma"/>
      <w:sz w:val="20"/>
      <w:szCs w:val="20"/>
      <w:lang w:eastAsia="en-US"/>
    </w:rPr>
  </w:style>
  <w:style w:type="paragraph" w:customStyle="1" w:styleId="84E7337708CD4247B919E316C5F23AE010">
    <w:name w:val="84E7337708CD4247B919E316C5F23AE010"/>
    <w:rsid w:val="00B45100"/>
    <w:pPr>
      <w:spacing w:after="120" w:line="240" w:lineRule="auto"/>
      <w:jc w:val="both"/>
    </w:pPr>
    <w:rPr>
      <w:rFonts w:ascii="Tahoma" w:eastAsiaTheme="minorHAnsi" w:hAnsi="Tahoma"/>
      <w:sz w:val="20"/>
      <w:szCs w:val="20"/>
      <w:lang w:eastAsia="en-US"/>
    </w:rPr>
  </w:style>
  <w:style w:type="paragraph" w:customStyle="1" w:styleId="8E6F1ECEFA584DE78CF5A08E497B59EE10">
    <w:name w:val="8E6F1ECEFA584DE78CF5A08E497B59EE10"/>
    <w:rsid w:val="00B45100"/>
    <w:pPr>
      <w:spacing w:after="120" w:line="240" w:lineRule="auto"/>
      <w:jc w:val="both"/>
    </w:pPr>
    <w:rPr>
      <w:rFonts w:ascii="Tahoma" w:eastAsiaTheme="minorHAnsi" w:hAnsi="Tahoma"/>
      <w:sz w:val="20"/>
      <w:szCs w:val="20"/>
      <w:lang w:eastAsia="en-US"/>
    </w:rPr>
  </w:style>
  <w:style w:type="paragraph" w:customStyle="1" w:styleId="BDA809AFD81F44338CE81EFD0C9309A110">
    <w:name w:val="BDA809AFD81F44338CE81EFD0C9309A110"/>
    <w:rsid w:val="00B45100"/>
    <w:pPr>
      <w:spacing w:after="120" w:line="240" w:lineRule="auto"/>
      <w:jc w:val="both"/>
    </w:pPr>
    <w:rPr>
      <w:rFonts w:ascii="Tahoma" w:eastAsiaTheme="minorHAnsi" w:hAnsi="Tahoma"/>
      <w:sz w:val="20"/>
      <w:szCs w:val="20"/>
      <w:lang w:eastAsia="en-US"/>
    </w:rPr>
  </w:style>
  <w:style w:type="paragraph" w:customStyle="1" w:styleId="035C2939E37F41DD909673E74496623C3">
    <w:name w:val="035C2939E37F41DD909673E74496623C3"/>
    <w:rsid w:val="00B45100"/>
    <w:pPr>
      <w:spacing w:after="120" w:line="240" w:lineRule="auto"/>
      <w:jc w:val="both"/>
    </w:pPr>
    <w:rPr>
      <w:rFonts w:ascii="Tahoma" w:eastAsiaTheme="minorHAnsi" w:hAnsi="Tahoma"/>
      <w:sz w:val="20"/>
      <w:szCs w:val="20"/>
      <w:lang w:eastAsia="en-US"/>
    </w:rPr>
  </w:style>
  <w:style w:type="paragraph" w:customStyle="1" w:styleId="04EC7EBB8BC64E879DDC423533E500CF10">
    <w:name w:val="04EC7EBB8BC64E879DDC423533E500CF10"/>
    <w:rsid w:val="00B45100"/>
    <w:pPr>
      <w:spacing w:after="120" w:line="240" w:lineRule="auto"/>
      <w:jc w:val="both"/>
    </w:pPr>
    <w:rPr>
      <w:rFonts w:ascii="Tahoma" w:eastAsiaTheme="minorHAnsi" w:hAnsi="Tahoma"/>
      <w:sz w:val="20"/>
      <w:szCs w:val="20"/>
      <w:lang w:eastAsia="en-US"/>
    </w:rPr>
  </w:style>
  <w:style w:type="paragraph" w:customStyle="1" w:styleId="0CD0066F48DE489D8AD7FCC4451239173">
    <w:name w:val="0CD0066F48DE489D8AD7FCC4451239173"/>
    <w:rsid w:val="00B45100"/>
    <w:pPr>
      <w:spacing w:after="120" w:line="240" w:lineRule="auto"/>
      <w:jc w:val="both"/>
    </w:pPr>
    <w:rPr>
      <w:rFonts w:ascii="Tahoma" w:eastAsiaTheme="minorHAnsi" w:hAnsi="Tahoma"/>
      <w:sz w:val="20"/>
      <w:szCs w:val="20"/>
      <w:lang w:eastAsia="en-US"/>
    </w:rPr>
  </w:style>
  <w:style w:type="paragraph" w:customStyle="1" w:styleId="245A40A2B13E4EA48ECCFEC0BB4D3B2E9">
    <w:name w:val="245A40A2B13E4EA48ECCFEC0BB4D3B2E9"/>
    <w:rsid w:val="00B45100"/>
    <w:pPr>
      <w:spacing w:after="120" w:line="240" w:lineRule="auto"/>
      <w:jc w:val="both"/>
    </w:pPr>
    <w:rPr>
      <w:rFonts w:ascii="Tahoma" w:eastAsiaTheme="minorHAnsi" w:hAnsi="Tahoma"/>
      <w:sz w:val="20"/>
      <w:szCs w:val="20"/>
      <w:lang w:eastAsia="en-US"/>
    </w:rPr>
  </w:style>
  <w:style w:type="paragraph" w:customStyle="1" w:styleId="8FA902430EC04999B736E2B403162EA19">
    <w:name w:val="8FA902430EC04999B736E2B403162EA19"/>
    <w:rsid w:val="00B45100"/>
    <w:pPr>
      <w:spacing w:after="120" w:line="240" w:lineRule="auto"/>
      <w:jc w:val="both"/>
    </w:pPr>
    <w:rPr>
      <w:rFonts w:ascii="Tahoma" w:eastAsiaTheme="minorHAnsi" w:hAnsi="Tahoma"/>
      <w:sz w:val="20"/>
      <w:szCs w:val="20"/>
      <w:lang w:eastAsia="en-US"/>
    </w:rPr>
  </w:style>
  <w:style w:type="paragraph" w:customStyle="1" w:styleId="574E8610E1E54F2984926DDB2DC99E579">
    <w:name w:val="574E8610E1E54F2984926DDB2DC99E579"/>
    <w:rsid w:val="00B45100"/>
    <w:pPr>
      <w:spacing w:after="120" w:line="240" w:lineRule="auto"/>
      <w:jc w:val="both"/>
    </w:pPr>
    <w:rPr>
      <w:rFonts w:ascii="Tahoma" w:eastAsiaTheme="minorHAnsi" w:hAnsi="Tahoma"/>
      <w:sz w:val="20"/>
      <w:szCs w:val="20"/>
      <w:lang w:eastAsia="en-US"/>
    </w:rPr>
  </w:style>
  <w:style w:type="paragraph" w:customStyle="1" w:styleId="F09FE4A3E97346119863EBC776F3701D6">
    <w:name w:val="F09FE4A3E97346119863EBC776F3701D6"/>
    <w:rsid w:val="00B45100"/>
    <w:pPr>
      <w:spacing w:after="120" w:line="240" w:lineRule="auto"/>
      <w:jc w:val="both"/>
    </w:pPr>
    <w:rPr>
      <w:rFonts w:ascii="Tahoma" w:eastAsiaTheme="minorHAnsi" w:hAnsi="Tahoma"/>
      <w:sz w:val="20"/>
      <w:szCs w:val="20"/>
      <w:lang w:eastAsia="en-US"/>
    </w:rPr>
  </w:style>
  <w:style w:type="paragraph" w:customStyle="1" w:styleId="6F7ABE0BBB284774BBF662C8ED8731226">
    <w:name w:val="6F7ABE0BBB284774BBF662C8ED8731226"/>
    <w:rsid w:val="00B45100"/>
    <w:pPr>
      <w:spacing w:after="120" w:line="240" w:lineRule="auto"/>
      <w:jc w:val="both"/>
    </w:pPr>
    <w:rPr>
      <w:rFonts w:ascii="Tahoma" w:eastAsiaTheme="minorHAnsi" w:hAnsi="Tahoma"/>
      <w:sz w:val="20"/>
      <w:szCs w:val="20"/>
      <w:lang w:eastAsia="en-US"/>
    </w:rPr>
  </w:style>
  <w:style w:type="paragraph" w:customStyle="1" w:styleId="779F2B4FFB20460BABDE081FE93BD09C6">
    <w:name w:val="779F2B4FFB20460BABDE081FE93BD09C6"/>
    <w:rsid w:val="00B45100"/>
    <w:pPr>
      <w:spacing w:after="120" w:line="240" w:lineRule="auto"/>
      <w:jc w:val="both"/>
    </w:pPr>
    <w:rPr>
      <w:rFonts w:ascii="Tahoma" w:eastAsiaTheme="minorHAnsi" w:hAnsi="Tahoma"/>
      <w:sz w:val="20"/>
      <w:szCs w:val="20"/>
      <w:lang w:eastAsia="en-US"/>
    </w:rPr>
  </w:style>
  <w:style w:type="paragraph" w:customStyle="1" w:styleId="2B38163517804DA086101F401AF513126">
    <w:name w:val="2B38163517804DA086101F401AF513126"/>
    <w:rsid w:val="00B45100"/>
    <w:pPr>
      <w:spacing w:after="120" w:line="240" w:lineRule="auto"/>
      <w:jc w:val="both"/>
    </w:pPr>
    <w:rPr>
      <w:rFonts w:ascii="Tahoma" w:eastAsiaTheme="minorHAnsi" w:hAnsi="Tahoma"/>
      <w:sz w:val="20"/>
      <w:szCs w:val="20"/>
      <w:lang w:eastAsia="en-US"/>
    </w:rPr>
  </w:style>
  <w:style w:type="paragraph" w:customStyle="1" w:styleId="279AC7F4C7BB43D4983EA92BDA54B3236">
    <w:name w:val="279AC7F4C7BB43D4983EA92BDA54B3236"/>
    <w:rsid w:val="00B45100"/>
    <w:pPr>
      <w:spacing w:after="120" w:line="240" w:lineRule="auto"/>
      <w:jc w:val="both"/>
    </w:pPr>
    <w:rPr>
      <w:rFonts w:ascii="Tahoma" w:eastAsiaTheme="minorHAnsi" w:hAnsi="Tahoma"/>
      <w:sz w:val="20"/>
      <w:szCs w:val="20"/>
      <w:lang w:eastAsia="en-US"/>
    </w:rPr>
  </w:style>
  <w:style w:type="paragraph" w:customStyle="1" w:styleId="1A3B2B92521A4C9BADE7F3E8DB295D2F6">
    <w:name w:val="1A3B2B92521A4C9BADE7F3E8DB295D2F6"/>
    <w:rsid w:val="00B45100"/>
    <w:pPr>
      <w:spacing w:after="120" w:line="240" w:lineRule="auto"/>
      <w:jc w:val="both"/>
    </w:pPr>
    <w:rPr>
      <w:rFonts w:ascii="Tahoma" w:eastAsiaTheme="minorHAnsi" w:hAnsi="Tahoma"/>
      <w:sz w:val="20"/>
      <w:szCs w:val="20"/>
      <w:lang w:eastAsia="en-US"/>
    </w:rPr>
  </w:style>
  <w:style w:type="paragraph" w:customStyle="1" w:styleId="A80D28BA26FB4478B24D37BD5D922A036">
    <w:name w:val="A80D28BA26FB4478B24D37BD5D922A036"/>
    <w:rsid w:val="00B45100"/>
    <w:pPr>
      <w:spacing w:after="120" w:line="240" w:lineRule="auto"/>
      <w:jc w:val="both"/>
    </w:pPr>
    <w:rPr>
      <w:rFonts w:ascii="Tahoma" w:eastAsiaTheme="minorHAnsi" w:hAnsi="Tahoma"/>
      <w:sz w:val="20"/>
      <w:szCs w:val="20"/>
      <w:lang w:eastAsia="en-US"/>
    </w:rPr>
  </w:style>
  <w:style w:type="paragraph" w:customStyle="1" w:styleId="C0F15B458B7D4FE99A7B047F3951C1866">
    <w:name w:val="C0F15B458B7D4FE99A7B047F3951C1866"/>
    <w:rsid w:val="00B45100"/>
    <w:pPr>
      <w:spacing w:after="120" w:line="240" w:lineRule="auto"/>
      <w:jc w:val="both"/>
    </w:pPr>
    <w:rPr>
      <w:rFonts w:ascii="Tahoma" w:eastAsiaTheme="minorHAnsi" w:hAnsi="Tahoma"/>
      <w:sz w:val="20"/>
      <w:szCs w:val="20"/>
      <w:lang w:eastAsia="en-US"/>
    </w:rPr>
  </w:style>
  <w:style w:type="paragraph" w:customStyle="1" w:styleId="CBD3E27E27204061A0AF4447C4099EEA6">
    <w:name w:val="CBD3E27E27204061A0AF4447C4099EEA6"/>
    <w:rsid w:val="00B45100"/>
    <w:pPr>
      <w:spacing w:after="120" w:line="240" w:lineRule="auto"/>
      <w:jc w:val="both"/>
    </w:pPr>
    <w:rPr>
      <w:rFonts w:ascii="Tahoma" w:eastAsiaTheme="minorHAnsi" w:hAnsi="Tahoma"/>
      <w:sz w:val="20"/>
      <w:szCs w:val="20"/>
      <w:lang w:eastAsia="en-US"/>
    </w:rPr>
  </w:style>
  <w:style w:type="paragraph" w:customStyle="1" w:styleId="CD00DFBF7B144700B497A00736A0E0EA6">
    <w:name w:val="CD00DFBF7B144700B497A00736A0E0EA6"/>
    <w:rsid w:val="00B45100"/>
    <w:pPr>
      <w:spacing w:after="120" w:line="240" w:lineRule="auto"/>
      <w:jc w:val="both"/>
    </w:pPr>
    <w:rPr>
      <w:rFonts w:ascii="Tahoma" w:eastAsiaTheme="minorHAnsi" w:hAnsi="Tahoma"/>
      <w:sz w:val="20"/>
      <w:szCs w:val="20"/>
      <w:lang w:eastAsia="en-US"/>
    </w:rPr>
  </w:style>
  <w:style w:type="paragraph" w:customStyle="1" w:styleId="3A4F350439A84FBB9E4EC07CB548EED06">
    <w:name w:val="3A4F350439A84FBB9E4EC07CB548EED06"/>
    <w:rsid w:val="00B45100"/>
    <w:pPr>
      <w:spacing w:after="120" w:line="240" w:lineRule="auto"/>
      <w:jc w:val="both"/>
    </w:pPr>
    <w:rPr>
      <w:rFonts w:ascii="Tahoma" w:eastAsiaTheme="minorHAnsi" w:hAnsi="Tahoma"/>
      <w:sz w:val="20"/>
      <w:szCs w:val="20"/>
      <w:lang w:eastAsia="en-US"/>
    </w:rPr>
  </w:style>
  <w:style w:type="paragraph" w:customStyle="1" w:styleId="6D998FAC24E045F88AFD43ADDA9A173D3">
    <w:name w:val="6D998FAC24E045F88AFD43ADDA9A173D3"/>
    <w:rsid w:val="00B45100"/>
    <w:pPr>
      <w:spacing w:after="120" w:line="240" w:lineRule="auto"/>
      <w:jc w:val="both"/>
    </w:pPr>
    <w:rPr>
      <w:rFonts w:ascii="Tahoma" w:eastAsiaTheme="minorHAnsi" w:hAnsi="Tahoma"/>
      <w:sz w:val="20"/>
      <w:szCs w:val="20"/>
      <w:lang w:eastAsia="en-US"/>
    </w:rPr>
  </w:style>
  <w:style w:type="paragraph" w:customStyle="1" w:styleId="D0B1D8076556447B84E35F63A4349EC63">
    <w:name w:val="D0B1D8076556447B84E35F63A4349EC63"/>
    <w:rsid w:val="00B45100"/>
    <w:pPr>
      <w:spacing w:after="120" w:line="240" w:lineRule="auto"/>
      <w:jc w:val="both"/>
    </w:pPr>
    <w:rPr>
      <w:rFonts w:ascii="Tahoma" w:eastAsiaTheme="minorHAnsi" w:hAnsi="Tahoma"/>
      <w:sz w:val="20"/>
      <w:szCs w:val="20"/>
      <w:lang w:eastAsia="en-US"/>
    </w:rPr>
  </w:style>
  <w:style w:type="paragraph" w:customStyle="1" w:styleId="1B3DADF75BBA4C6A87D5A7FE5224B0A23">
    <w:name w:val="1B3DADF75BBA4C6A87D5A7FE5224B0A23"/>
    <w:rsid w:val="00B45100"/>
    <w:pPr>
      <w:spacing w:after="120" w:line="240" w:lineRule="auto"/>
      <w:jc w:val="both"/>
    </w:pPr>
    <w:rPr>
      <w:rFonts w:ascii="Tahoma" w:eastAsiaTheme="minorHAnsi" w:hAnsi="Tahoma"/>
      <w:sz w:val="20"/>
      <w:szCs w:val="20"/>
      <w:lang w:eastAsia="en-US"/>
    </w:rPr>
  </w:style>
  <w:style w:type="paragraph" w:customStyle="1" w:styleId="D5B82A47E5874A77B8AC160058D0B7A63">
    <w:name w:val="D5B82A47E5874A77B8AC160058D0B7A63"/>
    <w:rsid w:val="00B45100"/>
    <w:pPr>
      <w:spacing w:after="120" w:line="240" w:lineRule="auto"/>
      <w:jc w:val="both"/>
    </w:pPr>
    <w:rPr>
      <w:rFonts w:ascii="Tahoma" w:eastAsiaTheme="minorHAnsi" w:hAnsi="Tahoma"/>
      <w:sz w:val="20"/>
      <w:szCs w:val="20"/>
      <w:lang w:eastAsia="en-US"/>
    </w:rPr>
  </w:style>
  <w:style w:type="paragraph" w:customStyle="1" w:styleId="4645999DF7224A939E53F5194B8867765">
    <w:name w:val="4645999DF7224A939E53F5194B8867765"/>
    <w:rsid w:val="00B45100"/>
    <w:pPr>
      <w:spacing w:after="120" w:line="240" w:lineRule="auto"/>
      <w:jc w:val="both"/>
    </w:pPr>
    <w:rPr>
      <w:rFonts w:ascii="Tahoma" w:eastAsiaTheme="minorHAnsi" w:hAnsi="Tahoma"/>
      <w:sz w:val="20"/>
      <w:szCs w:val="20"/>
      <w:lang w:eastAsia="en-US"/>
    </w:rPr>
  </w:style>
  <w:style w:type="paragraph" w:customStyle="1" w:styleId="98144D3415864D06B75C619D516E49EE5">
    <w:name w:val="98144D3415864D06B75C619D516E49EE5"/>
    <w:rsid w:val="00B45100"/>
    <w:pPr>
      <w:spacing w:after="120" w:line="240" w:lineRule="auto"/>
      <w:jc w:val="both"/>
    </w:pPr>
    <w:rPr>
      <w:rFonts w:ascii="Tahoma" w:eastAsiaTheme="minorHAnsi" w:hAnsi="Tahoma"/>
      <w:sz w:val="20"/>
      <w:szCs w:val="20"/>
      <w:lang w:eastAsia="en-US"/>
    </w:rPr>
  </w:style>
  <w:style w:type="paragraph" w:customStyle="1" w:styleId="9412C3A2CF564EB7A86E2C8E527809FA5">
    <w:name w:val="9412C3A2CF564EB7A86E2C8E527809FA5"/>
    <w:rsid w:val="00B45100"/>
    <w:pPr>
      <w:spacing w:after="120" w:line="240" w:lineRule="auto"/>
      <w:jc w:val="both"/>
    </w:pPr>
    <w:rPr>
      <w:rFonts w:ascii="Tahoma" w:eastAsiaTheme="minorHAnsi" w:hAnsi="Tahoma"/>
      <w:sz w:val="20"/>
      <w:szCs w:val="20"/>
      <w:lang w:eastAsia="en-US"/>
    </w:rPr>
  </w:style>
  <w:style w:type="paragraph" w:customStyle="1" w:styleId="CD7BF35B71D545E6A3F9DDA96BBED4E45">
    <w:name w:val="CD7BF35B71D545E6A3F9DDA96BBED4E45"/>
    <w:rsid w:val="00B45100"/>
    <w:pPr>
      <w:spacing w:after="120" w:line="240" w:lineRule="auto"/>
      <w:jc w:val="both"/>
    </w:pPr>
    <w:rPr>
      <w:rFonts w:ascii="Tahoma" w:eastAsiaTheme="minorHAnsi" w:hAnsi="Tahoma"/>
      <w:sz w:val="20"/>
      <w:szCs w:val="20"/>
      <w:lang w:eastAsia="en-US"/>
    </w:rPr>
  </w:style>
  <w:style w:type="paragraph" w:customStyle="1" w:styleId="B7D1414B938C4D6EBD25770D504CDB145">
    <w:name w:val="B7D1414B938C4D6EBD25770D504CDB145"/>
    <w:rsid w:val="00B45100"/>
    <w:pPr>
      <w:spacing w:after="120" w:line="240" w:lineRule="auto"/>
      <w:jc w:val="both"/>
    </w:pPr>
    <w:rPr>
      <w:rFonts w:ascii="Tahoma" w:eastAsiaTheme="minorHAnsi" w:hAnsi="Tahoma"/>
      <w:sz w:val="20"/>
      <w:szCs w:val="20"/>
      <w:lang w:eastAsia="en-US"/>
    </w:rPr>
  </w:style>
  <w:style w:type="paragraph" w:customStyle="1" w:styleId="4576C1C825834A598E8268B7C2BA472C5">
    <w:name w:val="4576C1C825834A598E8268B7C2BA472C5"/>
    <w:rsid w:val="00B45100"/>
    <w:pPr>
      <w:spacing w:after="120" w:line="240" w:lineRule="auto"/>
      <w:jc w:val="both"/>
    </w:pPr>
    <w:rPr>
      <w:rFonts w:ascii="Tahoma" w:eastAsiaTheme="minorHAnsi" w:hAnsi="Tahoma"/>
      <w:sz w:val="20"/>
      <w:szCs w:val="20"/>
      <w:lang w:eastAsia="en-US"/>
    </w:rPr>
  </w:style>
  <w:style w:type="paragraph" w:customStyle="1" w:styleId="A59DC840E1D14311A952A087C1995E9C5">
    <w:name w:val="A59DC840E1D14311A952A087C1995E9C5"/>
    <w:rsid w:val="00B45100"/>
    <w:pPr>
      <w:spacing w:after="120" w:line="240" w:lineRule="auto"/>
      <w:jc w:val="both"/>
    </w:pPr>
    <w:rPr>
      <w:rFonts w:ascii="Tahoma" w:eastAsiaTheme="minorHAnsi" w:hAnsi="Tahoma"/>
      <w:sz w:val="20"/>
      <w:szCs w:val="20"/>
      <w:lang w:eastAsia="en-US"/>
    </w:rPr>
  </w:style>
  <w:style w:type="paragraph" w:customStyle="1" w:styleId="243BDD39C36B4819B9C4EE2F617DA35F5">
    <w:name w:val="243BDD39C36B4819B9C4EE2F617DA35F5"/>
    <w:rsid w:val="00B45100"/>
    <w:pPr>
      <w:spacing w:after="120" w:line="240" w:lineRule="auto"/>
      <w:jc w:val="both"/>
    </w:pPr>
    <w:rPr>
      <w:rFonts w:ascii="Tahoma" w:eastAsiaTheme="minorHAnsi" w:hAnsi="Tahoma"/>
      <w:sz w:val="20"/>
      <w:szCs w:val="20"/>
      <w:lang w:eastAsia="en-US"/>
    </w:rPr>
  </w:style>
  <w:style w:type="paragraph" w:customStyle="1" w:styleId="52620D2109204E64864DFBD5C66E31765">
    <w:name w:val="52620D2109204E64864DFBD5C66E31765"/>
    <w:rsid w:val="00B45100"/>
    <w:pPr>
      <w:spacing w:after="120" w:line="240" w:lineRule="auto"/>
      <w:jc w:val="both"/>
    </w:pPr>
    <w:rPr>
      <w:rFonts w:ascii="Tahoma" w:eastAsiaTheme="minorHAnsi" w:hAnsi="Tahoma"/>
      <w:sz w:val="20"/>
      <w:szCs w:val="20"/>
      <w:lang w:eastAsia="en-US"/>
    </w:rPr>
  </w:style>
  <w:style w:type="paragraph" w:customStyle="1" w:styleId="D70B456E5CD74B63AE3EF0C93C887E7B4">
    <w:name w:val="D70B456E5CD74B63AE3EF0C93C887E7B4"/>
    <w:rsid w:val="00B45100"/>
    <w:pPr>
      <w:spacing w:after="120" w:line="240" w:lineRule="auto"/>
      <w:jc w:val="both"/>
    </w:pPr>
    <w:rPr>
      <w:rFonts w:ascii="Tahoma" w:eastAsiaTheme="minorHAnsi" w:hAnsi="Tahoma"/>
      <w:sz w:val="20"/>
      <w:szCs w:val="20"/>
      <w:lang w:eastAsia="en-US"/>
    </w:rPr>
  </w:style>
  <w:style w:type="paragraph" w:customStyle="1" w:styleId="F5125BAB8B97464181AC7E54F4515D144">
    <w:name w:val="F5125BAB8B97464181AC7E54F4515D144"/>
    <w:rsid w:val="00B45100"/>
    <w:pPr>
      <w:spacing w:after="120" w:line="240" w:lineRule="auto"/>
      <w:jc w:val="both"/>
    </w:pPr>
    <w:rPr>
      <w:rFonts w:ascii="Tahoma" w:eastAsiaTheme="minorHAnsi" w:hAnsi="Tahoma"/>
      <w:sz w:val="20"/>
      <w:szCs w:val="20"/>
      <w:lang w:eastAsia="en-US"/>
    </w:rPr>
  </w:style>
  <w:style w:type="paragraph" w:customStyle="1" w:styleId="94D2FF39F80244E6B328EA7C922043564">
    <w:name w:val="94D2FF39F80244E6B328EA7C922043564"/>
    <w:rsid w:val="00B45100"/>
    <w:pPr>
      <w:spacing w:after="120" w:line="240" w:lineRule="auto"/>
      <w:jc w:val="both"/>
    </w:pPr>
    <w:rPr>
      <w:rFonts w:ascii="Tahoma" w:eastAsiaTheme="minorHAnsi" w:hAnsi="Tahoma"/>
      <w:sz w:val="20"/>
      <w:szCs w:val="20"/>
      <w:lang w:eastAsia="en-US"/>
    </w:rPr>
  </w:style>
  <w:style w:type="paragraph" w:customStyle="1" w:styleId="79D32415DCF3488293EDEE4374628FF24">
    <w:name w:val="79D32415DCF3488293EDEE4374628FF24"/>
    <w:rsid w:val="00B45100"/>
    <w:pPr>
      <w:spacing w:after="120" w:line="240" w:lineRule="auto"/>
      <w:jc w:val="both"/>
    </w:pPr>
    <w:rPr>
      <w:rFonts w:ascii="Tahoma" w:eastAsiaTheme="minorHAnsi" w:hAnsi="Tahoma"/>
      <w:sz w:val="20"/>
      <w:szCs w:val="20"/>
      <w:lang w:eastAsia="en-US"/>
    </w:rPr>
  </w:style>
  <w:style w:type="paragraph" w:customStyle="1" w:styleId="2AD5FAAE253244BFAC47D7CFFD4E810B4">
    <w:name w:val="2AD5FAAE253244BFAC47D7CFFD4E810B4"/>
    <w:rsid w:val="00B45100"/>
    <w:pPr>
      <w:spacing w:after="120" w:line="240" w:lineRule="auto"/>
      <w:jc w:val="both"/>
    </w:pPr>
    <w:rPr>
      <w:rFonts w:ascii="Tahoma" w:eastAsiaTheme="minorHAnsi" w:hAnsi="Tahoma"/>
      <w:sz w:val="20"/>
      <w:szCs w:val="20"/>
      <w:lang w:eastAsia="en-US"/>
    </w:rPr>
  </w:style>
  <w:style w:type="paragraph" w:customStyle="1" w:styleId="AFEADE4D01AF4B369A72620A0427B6334">
    <w:name w:val="AFEADE4D01AF4B369A72620A0427B6334"/>
    <w:rsid w:val="00B45100"/>
    <w:pPr>
      <w:spacing w:after="120" w:line="240" w:lineRule="auto"/>
      <w:jc w:val="both"/>
    </w:pPr>
    <w:rPr>
      <w:rFonts w:ascii="Tahoma" w:eastAsiaTheme="minorHAnsi" w:hAnsi="Tahoma"/>
      <w:sz w:val="20"/>
      <w:szCs w:val="20"/>
      <w:lang w:eastAsia="en-US"/>
    </w:rPr>
  </w:style>
  <w:style w:type="paragraph" w:customStyle="1" w:styleId="27C797042A724B17B65AE027A4E7EB984">
    <w:name w:val="27C797042A724B17B65AE027A4E7EB984"/>
    <w:rsid w:val="00B45100"/>
    <w:pPr>
      <w:spacing w:after="120" w:line="240" w:lineRule="auto"/>
      <w:jc w:val="both"/>
    </w:pPr>
    <w:rPr>
      <w:rFonts w:ascii="Tahoma" w:eastAsiaTheme="minorHAnsi" w:hAnsi="Tahoma"/>
      <w:sz w:val="20"/>
      <w:szCs w:val="20"/>
      <w:lang w:eastAsia="en-US"/>
    </w:rPr>
  </w:style>
  <w:style w:type="paragraph" w:customStyle="1" w:styleId="9D2A0ABFDF1B40D799B56B19690C9A614">
    <w:name w:val="9D2A0ABFDF1B40D799B56B19690C9A614"/>
    <w:rsid w:val="00B45100"/>
    <w:pPr>
      <w:spacing w:after="120" w:line="240" w:lineRule="auto"/>
      <w:jc w:val="both"/>
    </w:pPr>
    <w:rPr>
      <w:rFonts w:ascii="Tahoma" w:eastAsiaTheme="minorHAnsi" w:hAnsi="Tahoma"/>
      <w:sz w:val="20"/>
      <w:szCs w:val="20"/>
      <w:lang w:eastAsia="en-US"/>
    </w:rPr>
  </w:style>
  <w:style w:type="paragraph" w:customStyle="1" w:styleId="1A6A4FE95E384BC8970690FDBA5FC99C4">
    <w:name w:val="1A6A4FE95E384BC8970690FDBA5FC99C4"/>
    <w:rsid w:val="00B45100"/>
    <w:pPr>
      <w:spacing w:after="120" w:line="240" w:lineRule="auto"/>
      <w:jc w:val="both"/>
    </w:pPr>
    <w:rPr>
      <w:rFonts w:ascii="Tahoma" w:eastAsiaTheme="minorHAnsi" w:hAnsi="Tahoma"/>
      <w:sz w:val="20"/>
      <w:szCs w:val="20"/>
      <w:lang w:eastAsia="en-US"/>
    </w:rPr>
  </w:style>
  <w:style w:type="paragraph" w:customStyle="1" w:styleId="9108E88CEC4E4549BFDB0F18010A71444">
    <w:name w:val="9108E88CEC4E4549BFDB0F18010A71444"/>
    <w:rsid w:val="00B45100"/>
    <w:pPr>
      <w:spacing w:after="120" w:line="240" w:lineRule="auto"/>
      <w:jc w:val="both"/>
    </w:pPr>
    <w:rPr>
      <w:rFonts w:ascii="Tahoma" w:eastAsiaTheme="minorHAnsi" w:hAnsi="Tahoma"/>
      <w:sz w:val="20"/>
      <w:szCs w:val="20"/>
      <w:lang w:eastAsia="en-US"/>
    </w:rPr>
  </w:style>
  <w:style w:type="paragraph" w:customStyle="1" w:styleId="297EB50B07264C3F8BC411B13A6EFD324">
    <w:name w:val="297EB50B07264C3F8BC411B13A6EFD324"/>
    <w:rsid w:val="00B45100"/>
    <w:pPr>
      <w:spacing w:after="120" w:line="240" w:lineRule="auto"/>
      <w:jc w:val="both"/>
    </w:pPr>
    <w:rPr>
      <w:rFonts w:ascii="Tahoma" w:eastAsiaTheme="minorHAnsi" w:hAnsi="Tahoma"/>
      <w:sz w:val="20"/>
      <w:szCs w:val="20"/>
      <w:lang w:eastAsia="en-US"/>
    </w:rPr>
  </w:style>
  <w:style w:type="paragraph" w:customStyle="1" w:styleId="420F33F7881F4E8D8537061C8A1D767A4">
    <w:name w:val="420F33F7881F4E8D8537061C8A1D767A4"/>
    <w:rsid w:val="00B45100"/>
    <w:pPr>
      <w:spacing w:after="120" w:line="240" w:lineRule="auto"/>
      <w:jc w:val="both"/>
    </w:pPr>
    <w:rPr>
      <w:rFonts w:ascii="Tahoma" w:eastAsiaTheme="minorHAnsi" w:hAnsi="Tahoma"/>
      <w:sz w:val="20"/>
      <w:szCs w:val="20"/>
      <w:lang w:eastAsia="en-US"/>
    </w:rPr>
  </w:style>
  <w:style w:type="paragraph" w:customStyle="1" w:styleId="15AF1729FC6D4E2CA93F5B90FEAA2FCD4">
    <w:name w:val="15AF1729FC6D4E2CA93F5B90FEAA2FCD4"/>
    <w:rsid w:val="00B45100"/>
    <w:pPr>
      <w:spacing w:after="120" w:line="240" w:lineRule="auto"/>
      <w:jc w:val="both"/>
    </w:pPr>
    <w:rPr>
      <w:rFonts w:ascii="Tahoma" w:eastAsiaTheme="minorHAnsi" w:hAnsi="Tahoma"/>
      <w:sz w:val="20"/>
      <w:szCs w:val="20"/>
      <w:lang w:eastAsia="en-US"/>
    </w:rPr>
  </w:style>
  <w:style w:type="paragraph" w:customStyle="1" w:styleId="60005D3F84064309B74801739BBD870F1">
    <w:name w:val="60005D3F84064309B74801739BBD870F1"/>
    <w:rsid w:val="00B45100"/>
    <w:pPr>
      <w:spacing w:after="120" w:line="240" w:lineRule="auto"/>
      <w:jc w:val="both"/>
    </w:pPr>
    <w:rPr>
      <w:rFonts w:ascii="Tahoma" w:eastAsiaTheme="minorHAnsi" w:hAnsi="Tahoma"/>
      <w:sz w:val="20"/>
      <w:szCs w:val="20"/>
      <w:lang w:eastAsia="en-US"/>
    </w:rPr>
  </w:style>
  <w:style w:type="paragraph" w:customStyle="1" w:styleId="095E4D38C78846D0BF9259219A8A40D71">
    <w:name w:val="095E4D38C78846D0BF9259219A8A40D71"/>
    <w:rsid w:val="00B45100"/>
    <w:pPr>
      <w:spacing w:after="120" w:line="240" w:lineRule="auto"/>
      <w:jc w:val="both"/>
    </w:pPr>
    <w:rPr>
      <w:rFonts w:ascii="Tahoma" w:eastAsiaTheme="minorHAnsi" w:hAnsi="Tahoma"/>
      <w:sz w:val="20"/>
      <w:szCs w:val="20"/>
      <w:lang w:eastAsia="en-US"/>
    </w:rPr>
  </w:style>
  <w:style w:type="paragraph" w:customStyle="1" w:styleId="FD49960495B645E7B1C53CF5A340100F1">
    <w:name w:val="FD49960495B645E7B1C53CF5A340100F1"/>
    <w:rsid w:val="00B45100"/>
    <w:pPr>
      <w:spacing w:after="120" w:line="240" w:lineRule="auto"/>
      <w:jc w:val="both"/>
    </w:pPr>
    <w:rPr>
      <w:rFonts w:ascii="Tahoma" w:eastAsiaTheme="minorHAnsi" w:hAnsi="Tahoma"/>
      <w:sz w:val="20"/>
      <w:szCs w:val="20"/>
      <w:lang w:eastAsia="en-US"/>
    </w:rPr>
  </w:style>
  <w:style w:type="paragraph" w:customStyle="1" w:styleId="08A35DC366DA482EB23E4FF16A26236E1">
    <w:name w:val="08A35DC366DA482EB23E4FF16A26236E1"/>
    <w:rsid w:val="00B45100"/>
    <w:pPr>
      <w:spacing w:after="120" w:line="240" w:lineRule="auto"/>
      <w:jc w:val="both"/>
    </w:pPr>
    <w:rPr>
      <w:rFonts w:ascii="Tahoma" w:eastAsiaTheme="minorHAnsi" w:hAnsi="Tahoma"/>
      <w:sz w:val="20"/>
      <w:szCs w:val="20"/>
      <w:lang w:eastAsia="en-US"/>
    </w:rPr>
  </w:style>
  <w:style w:type="paragraph" w:customStyle="1" w:styleId="B5AC4DE3DDF348EA875785516DC24B791">
    <w:name w:val="B5AC4DE3DDF348EA875785516DC24B791"/>
    <w:rsid w:val="00B45100"/>
    <w:pPr>
      <w:spacing w:after="120" w:line="240" w:lineRule="auto"/>
      <w:jc w:val="both"/>
    </w:pPr>
    <w:rPr>
      <w:rFonts w:ascii="Tahoma" w:eastAsiaTheme="minorHAnsi" w:hAnsi="Tahoma"/>
      <w:sz w:val="20"/>
      <w:szCs w:val="20"/>
      <w:lang w:eastAsia="en-US"/>
    </w:rPr>
  </w:style>
  <w:style w:type="paragraph" w:customStyle="1" w:styleId="883A73D7B1E54F0BB400318874F5C9AF1">
    <w:name w:val="883A73D7B1E54F0BB400318874F5C9AF1"/>
    <w:rsid w:val="00B45100"/>
    <w:pPr>
      <w:spacing w:after="120" w:line="240" w:lineRule="auto"/>
      <w:jc w:val="both"/>
    </w:pPr>
    <w:rPr>
      <w:rFonts w:ascii="Tahoma" w:eastAsiaTheme="minorHAnsi" w:hAnsi="Tahoma"/>
      <w:sz w:val="20"/>
      <w:szCs w:val="20"/>
      <w:lang w:eastAsia="en-US"/>
    </w:rPr>
  </w:style>
  <w:style w:type="paragraph" w:customStyle="1" w:styleId="EF0BD5B1FB394708BA7ECEC07DAAF7C21">
    <w:name w:val="EF0BD5B1FB394708BA7ECEC07DAAF7C21"/>
    <w:rsid w:val="00B45100"/>
    <w:pPr>
      <w:spacing w:after="120" w:line="240" w:lineRule="auto"/>
      <w:jc w:val="both"/>
    </w:pPr>
    <w:rPr>
      <w:rFonts w:ascii="Tahoma" w:eastAsiaTheme="minorHAnsi" w:hAnsi="Tahoma"/>
      <w:sz w:val="20"/>
      <w:szCs w:val="20"/>
      <w:lang w:eastAsia="en-US"/>
    </w:rPr>
  </w:style>
  <w:style w:type="paragraph" w:customStyle="1" w:styleId="975F57CD56C540A9BE2BD2A9537315071">
    <w:name w:val="975F57CD56C540A9BE2BD2A9537315071"/>
    <w:rsid w:val="00B45100"/>
    <w:pPr>
      <w:spacing w:after="120" w:line="240" w:lineRule="auto"/>
      <w:jc w:val="both"/>
    </w:pPr>
    <w:rPr>
      <w:rFonts w:ascii="Tahoma" w:eastAsiaTheme="minorHAnsi" w:hAnsi="Tahoma"/>
      <w:sz w:val="20"/>
      <w:szCs w:val="20"/>
      <w:lang w:eastAsia="en-US"/>
    </w:rPr>
  </w:style>
  <w:style w:type="paragraph" w:customStyle="1" w:styleId="1450C4928D804FB6B98D81D0D218F9921">
    <w:name w:val="1450C4928D804FB6B98D81D0D218F9921"/>
    <w:rsid w:val="00B45100"/>
    <w:pPr>
      <w:spacing w:after="120" w:line="240" w:lineRule="auto"/>
      <w:jc w:val="both"/>
    </w:pPr>
    <w:rPr>
      <w:rFonts w:ascii="Tahoma" w:eastAsiaTheme="minorHAnsi" w:hAnsi="Tahoma"/>
      <w:sz w:val="20"/>
      <w:szCs w:val="20"/>
      <w:lang w:eastAsia="en-US"/>
    </w:rPr>
  </w:style>
  <w:style w:type="paragraph" w:customStyle="1" w:styleId="2565CE88B1194103A052938AC143FC3D1">
    <w:name w:val="2565CE88B1194103A052938AC143FC3D1"/>
    <w:rsid w:val="00B45100"/>
    <w:pPr>
      <w:spacing w:after="120" w:line="240" w:lineRule="auto"/>
      <w:jc w:val="both"/>
    </w:pPr>
    <w:rPr>
      <w:rFonts w:ascii="Tahoma" w:eastAsiaTheme="minorHAnsi" w:hAnsi="Tahoma"/>
      <w:sz w:val="20"/>
      <w:szCs w:val="20"/>
      <w:lang w:eastAsia="en-US"/>
    </w:rPr>
  </w:style>
  <w:style w:type="paragraph" w:customStyle="1" w:styleId="386717C51346456C8E8DDBA9D8BC299B1">
    <w:name w:val="386717C51346456C8E8DDBA9D8BC299B1"/>
    <w:rsid w:val="00B45100"/>
    <w:pPr>
      <w:spacing w:after="120" w:line="240" w:lineRule="auto"/>
      <w:jc w:val="both"/>
    </w:pPr>
    <w:rPr>
      <w:rFonts w:ascii="Tahoma" w:eastAsiaTheme="minorHAnsi" w:hAnsi="Tahoma"/>
      <w:sz w:val="20"/>
      <w:szCs w:val="20"/>
      <w:lang w:eastAsia="en-US"/>
    </w:rPr>
  </w:style>
  <w:style w:type="paragraph" w:customStyle="1" w:styleId="6F16C3B5369941AAB098145A476578AB1">
    <w:name w:val="6F16C3B5369941AAB098145A476578AB1"/>
    <w:rsid w:val="00B45100"/>
    <w:pPr>
      <w:spacing w:after="120" w:line="240" w:lineRule="auto"/>
      <w:jc w:val="both"/>
    </w:pPr>
    <w:rPr>
      <w:rFonts w:ascii="Tahoma" w:eastAsiaTheme="minorHAnsi" w:hAnsi="Tahoma"/>
      <w:sz w:val="20"/>
      <w:szCs w:val="20"/>
      <w:lang w:eastAsia="en-US"/>
    </w:rPr>
  </w:style>
  <w:style w:type="paragraph" w:customStyle="1" w:styleId="FFF177B771D144F5B9F71DDB973A71E71">
    <w:name w:val="FFF177B771D144F5B9F71DDB973A71E71"/>
    <w:rsid w:val="00B45100"/>
    <w:pPr>
      <w:spacing w:after="120" w:line="240" w:lineRule="auto"/>
      <w:jc w:val="both"/>
    </w:pPr>
    <w:rPr>
      <w:rFonts w:ascii="Tahoma" w:eastAsiaTheme="minorHAnsi" w:hAnsi="Tahoma"/>
      <w:sz w:val="20"/>
      <w:szCs w:val="20"/>
      <w:lang w:eastAsia="en-US"/>
    </w:rPr>
  </w:style>
  <w:style w:type="paragraph" w:customStyle="1" w:styleId="F41DA5BE19A64A52B15D1C9D9051CE5E1">
    <w:name w:val="F41DA5BE19A64A52B15D1C9D9051CE5E1"/>
    <w:rsid w:val="00B45100"/>
    <w:pPr>
      <w:spacing w:after="120" w:line="240" w:lineRule="auto"/>
      <w:jc w:val="both"/>
    </w:pPr>
    <w:rPr>
      <w:rFonts w:ascii="Tahoma" w:eastAsiaTheme="minorHAnsi" w:hAnsi="Tahoma"/>
      <w:sz w:val="20"/>
      <w:szCs w:val="20"/>
      <w:lang w:eastAsia="en-US"/>
    </w:rPr>
  </w:style>
  <w:style w:type="paragraph" w:customStyle="1" w:styleId="01DDF08396A64DBDA120C955A2AEE2761">
    <w:name w:val="01DDF08396A64DBDA120C955A2AEE2761"/>
    <w:rsid w:val="00B45100"/>
    <w:pPr>
      <w:spacing w:after="120" w:line="240" w:lineRule="auto"/>
      <w:jc w:val="both"/>
    </w:pPr>
    <w:rPr>
      <w:rFonts w:ascii="Tahoma" w:eastAsiaTheme="minorHAnsi" w:hAnsi="Tahoma"/>
      <w:sz w:val="20"/>
      <w:szCs w:val="20"/>
      <w:lang w:eastAsia="en-US"/>
    </w:rPr>
  </w:style>
  <w:style w:type="paragraph" w:customStyle="1" w:styleId="9FEAFFCE742A42A0AA863068A9C3697C1">
    <w:name w:val="9FEAFFCE742A42A0AA863068A9C3697C1"/>
    <w:rsid w:val="00B45100"/>
    <w:pPr>
      <w:spacing w:after="120" w:line="240" w:lineRule="auto"/>
      <w:jc w:val="both"/>
    </w:pPr>
    <w:rPr>
      <w:rFonts w:ascii="Tahoma" w:eastAsiaTheme="minorHAnsi" w:hAnsi="Tahoma"/>
      <w:sz w:val="20"/>
      <w:szCs w:val="20"/>
      <w:lang w:eastAsia="en-US"/>
    </w:rPr>
  </w:style>
  <w:style w:type="paragraph" w:customStyle="1" w:styleId="478DF48A62C348A3A8B80E7ED350AD541">
    <w:name w:val="478DF48A62C348A3A8B80E7ED350AD541"/>
    <w:rsid w:val="00B45100"/>
    <w:pPr>
      <w:spacing w:after="120" w:line="240" w:lineRule="auto"/>
      <w:jc w:val="both"/>
    </w:pPr>
    <w:rPr>
      <w:rFonts w:ascii="Tahoma" w:eastAsiaTheme="minorHAnsi" w:hAnsi="Tahoma"/>
      <w:sz w:val="20"/>
      <w:szCs w:val="20"/>
      <w:lang w:eastAsia="en-US"/>
    </w:rPr>
  </w:style>
  <w:style w:type="paragraph" w:customStyle="1" w:styleId="DDA2D22DFADB4C49A37F8446AEC48ABC1">
    <w:name w:val="DDA2D22DFADB4C49A37F8446AEC48ABC1"/>
    <w:rsid w:val="00B45100"/>
    <w:pPr>
      <w:spacing w:after="120" w:line="240" w:lineRule="auto"/>
      <w:jc w:val="both"/>
    </w:pPr>
    <w:rPr>
      <w:rFonts w:ascii="Tahoma" w:eastAsiaTheme="minorHAnsi" w:hAnsi="Tahoma"/>
      <w:sz w:val="20"/>
      <w:szCs w:val="20"/>
      <w:lang w:eastAsia="en-US"/>
    </w:rPr>
  </w:style>
  <w:style w:type="paragraph" w:customStyle="1" w:styleId="63DFFCDEDEBC4DD08DEC7601630BC6021">
    <w:name w:val="63DFFCDEDEBC4DD08DEC7601630BC6021"/>
    <w:rsid w:val="00B45100"/>
    <w:pPr>
      <w:spacing w:after="120" w:line="240" w:lineRule="auto"/>
      <w:jc w:val="both"/>
    </w:pPr>
    <w:rPr>
      <w:rFonts w:ascii="Tahoma" w:eastAsiaTheme="minorHAnsi" w:hAnsi="Tahoma"/>
      <w:sz w:val="20"/>
      <w:szCs w:val="20"/>
      <w:lang w:eastAsia="en-US"/>
    </w:rPr>
  </w:style>
  <w:style w:type="paragraph" w:customStyle="1" w:styleId="0A6A7CD40E0F45729B23BBBD2A9834D41">
    <w:name w:val="0A6A7CD40E0F45729B23BBBD2A9834D41"/>
    <w:rsid w:val="00B45100"/>
    <w:pPr>
      <w:spacing w:after="120" w:line="240" w:lineRule="auto"/>
      <w:jc w:val="both"/>
    </w:pPr>
    <w:rPr>
      <w:rFonts w:ascii="Tahoma" w:eastAsiaTheme="minorHAnsi" w:hAnsi="Tahoma"/>
      <w:sz w:val="20"/>
      <w:szCs w:val="20"/>
      <w:lang w:eastAsia="en-US"/>
    </w:rPr>
  </w:style>
  <w:style w:type="paragraph" w:customStyle="1" w:styleId="F06DA5E2C7D3456DADE6C342B96B2F381">
    <w:name w:val="F06DA5E2C7D3456DADE6C342B96B2F381"/>
    <w:rsid w:val="00B45100"/>
    <w:pPr>
      <w:spacing w:after="120" w:line="240" w:lineRule="auto"/>
      <w:jc w:val="both"/>
    </w:pPr>
    <w:rPr>
      <w:rFonts w:ascii="Tahoma" w:eastAsiaTheme="minorHAnsi" w:hAnsi="Tahoma"/>
      <w:sz w:val="20"/>
      <w:szCs w:val="20"/>
      <w:lang w:eastAsia="en-US"/>
    </w:rPr>
  </w:style>
  <w:style w:type="paragraph" w:customStyle="1" w:styleId="F6D55AFB311F463CBF0F0E388CFD519E1">
    <w:name w:val="F6D55AFB311F463CBF0F0E388CFD519E1"/>
    <w:rsid w:val="00B45100"/>
    <w:pPr>
      <w:spacing w:after="120" w:line="240" w:lineRule="auto"/>
      <w:jc w:val="both"/>
    </w:pPr>
    <w:rPr>
      <w:rFonts w:ascii="Tahoma" w:eastAsiaTheme="minorHAnsi" w:hAnsi="Tahoma"/>
      <w:sz w:val="20"/>
      <w:szCs w:val="20"/>
      <w:lang w:eastAsia="en-US"/>
    </w:rPr>
  </w:style>
  <w:style w:type="paragraph" w:customStyle="1" w:styleId="B7705C78CB45468BA3BB3730A0333A2D1">
    <w:name w:val="B7705C78CB45468BA3BB3730A0333A2D1"/>
    <w:rsid w:val="00B45100"/>
    <w:pPr>
      <w:spacing w:after="120" w:line="240" w:lineRule="auto"/>
      <w:jc w:val="both"/>
    </w:pPr>
    <w:rPr>
      <w:rFonts w:ascii="Tahoma" w:eastAsiaTheme="minorHAnsi" w:hAnsi="Tahoma"/>
      <w:sz w:val="20"/>
      <w:szCs w:val="20"/>
      <w:lang w:eastAsia="en-US"/>
    </w:rPr>
  </w:style>
  <w:style w:type="paragraph" w:customStyle="1" w:styleId="9C2B15DC08BC462E86EDE23D88C2EB6A1">
    <w:name w:val="9C2B15DC08BC462E86EDE23D88C2EB6A1"/>
    <w:rsid w:val="00B45100"/>
    <w:pPr>
      <w:spacing w:after="120" w:line="240" w:lineRule="auto"/>
      <w:jc w:val="both"/>
    </w:pPr>
    <w:rPr>
      <w:rFonts w:ascii="Tahoma" w:eastAsiaTheme="minorHAnsi" w:hAnsi="Tahoma"/>
      <w:sz w:val="20"/>
      <w:szCs w:val="20"/>
      <w:lang w:eastAsia="en-US"/>
    </w:rPr>
  </w:style>
  <w:style w:type="paragraph" w:customStyle="1" w:styleId="6096EEF470334016B07388A09D3E892A1">
    <w:name w:val="6096EEF470334016B07388A09D3E892A1"/>
    <w:rsid w:val="00B45100"/>
    <w:pPr>
      <w:spacing w:after="120" w:line="240" w:lineRule="auto"/>
      <w:jc w:val="both"/>
    </w:pPr>
    <w:rPr>
      <w:rFonts w:ascii="Tahoma" w:eastAsiaTheme="minorHAnsi" w:hAnsi="Tahoma"/>
      <w:sz w:val="20"/>
      <w:szCs w:val="20"/>
      <w:lang w:eastAsia="en-US"/>
    </w:rPr>
  </w:style>
  <w:style w:type="paragraph" w:customStyle="1" w:styleId="49D1C9EAE126435CB450A5ECDFE635DB1">
    <w:name w:val="49D1C9EAE126435CB450A5ECDFE635DB1"/>
    <w:rsid w:val="00B45100"/>
    <w:pPr>
      <w:spacing w:after="120" w:line="240" w:lineRule="auto"/>
      <w:jc w:val="both"/>
    </w:pPr>
    <w:rPr>
      <w:rFonts w:ascii="Tahoma" w:eastAsiaTheme="minorHAnsi" w:hAnsi="Tahoma"/>
      <w:sz w:val="20"/>
      <w:szCs w:val="20"/>
      <w:lang w:eastAsia="en-US"/>
    </w:rPr>
  </w:style>
  <w:style w:type="paragraph" w:customStyle="1" w:styleId="09A69DE327354F7FBA1FA2C6C412B7FC1">
    <w:name w:val="09A69DE327354F7FBA1FA2C6C412B7FC1"/>
    <w:rsid w:val="00B45100"/>
    <w:pPr>
      <w:spacing w:after="120" w:line="240" w:lineRule="auto"/>
      <w:jc w:val="both"/>
    </w:pPr>
    <w:rPr>
      <w:rFonts w:ascii="Tahoma" w:eastAsiaTheme="minorHAnsi" w:hAnsi="Tahoma"/>
      <w:sz w:val="20"/>
      <w:szCs w:val="20"/>
      <w:lang w:eastAsia="en-US"/>
    </w:rPr>
  </w:style>
  <w:style w:type="paragraph" w:customStyle="1" w:styleId="A74EABFE9A1E423995586B85B45662131">
    <w:name w:val="A74EABFE9A1E423995586B85B45662131"/>
    <w:rsid w:val="00B45100"/>
    <w:pPr>
      <w:spacing w:after="120" w:line="240" w:lineRule="auto"/>
      <w:jc w:val="both"/>
    </w:pPr>
    <w:rPr>
      <w:rFonts w:ascii="Tahoma" w:eastAsiaTheme="minorHAnsi" w:hAnsi="Tahoma"/>
      <w:sz w:val="20"/>
      <w:szCs w:val="20"/>
      <w:lang w:eastAsia="en-US"/>
    </w:rPr>
  </w:style>
  <w:style w:type="paragraph" w:customStyle="1" w:styleId="1BAA2CA675AB43EB96EAD1B0034E8DA31">
    <w:name w:val="1BAA2CA675AB43EB96EAD1B0034E8DA31"/>
    <w:rsid w:val="00B45100"/>
    <w:pPr>
      <w:spacing w:after="120" w:line="240" w:lineRule="auto"/>
      <w:jc w:val="both"/>
    </w:pPr>
    <w:rPr>
      <w:rFonts w:ascii="Tahoma" w:eastAsiaTheme="minorHAnsi" w:hAnsi="Tahoma"/>
      <w:sz w:val="20"/>
      <w:szCs w:val="20"/>
      <w:lang w:eastAsia="en-US"/>
    </w:rPr>
  </w:style>
  <w:style w:type="paragraph" w:customStyle="1" w:styleId="66F28336579242B09C876D244D8E530B1">
    <w:name w:val="66F28336579242B09C876D244D8E530B1"/>
    <w:rsid w:val="00B45100"/>
    <w:pPr>
      <w:spacing w:after="120" w:line="240" w:lineRule="auto"/>
      <w:jc w:val="both"/>
    </w:pPr>
    <w:rPr>
      <w:rFonts w:ascii="Tahoma" w:eastAsiaTheme="minorHAnsi" w:hAnsi="Tahoma"/>
      <w:sz w:val="20"/>
      <w:szCs w:val="20"/>
      <w:lang w:eastAsia="en-US"/>
    </w:rPr>
  </w:style>
  <w:style w:type="paragraph" w:customStyle="1" w:styleId="5EF60C96428E4393B3B4439F05460A661">
    <w:name w:val="5EF60C96428E4393B3B4439F05460A661"/>
    <w:rsid w:val="00B45100"/>
    <w:pPr>
      <w:spacing w:after="120" w:line="240" w:lineRule="auto"/>
      <w:jc w:val="both"/>
    </w:pPr>
    <w:rPr>
      <w:rFonts w:ascii="Tahoma" w:eastAsiaTheme="minorHAnsi" w:hAnsi="Tahoma"/>
      <w:sz w:val="20"/>
      <w:szCs w:val="20"/>
      <w:lang w:eastAsia="en-US"/>
    </w:rPr>
  </w:style>
  <w:style w:type="paragraph" w:customStyle="1" w:styleId="CAB00109A03B4A659BB08FC30F5A40CE1">
    <w:name w:val="CAB00109A03B4A659BB08FC30F5A40CE1"/>
    <w:rsid w:val="00B45100"/>
    <w:pPr>
      <w:spacing w:after="120" w:line="240" w:lineRule="auto"/>
      <w:jc w:val="both"/>
    </w:pPr>
    <w:rPr>
      <w:rFonts w:ascii="Tahoma" w:eastAsiaTheme="minorHAnsi" w:hAnsi="Tahoma"/>
      <w:sz w:val="20"/>
      <w:szCs w:val="20"/>
      <w:lang w:eastAsia="en-US"/>
    </w:rPr>
  </w:style>
  <w:style w:type="paragraph" w:customStyle="1" w:styleId="3645EB203C874D6B863EA637D77121321">
    <w:name w:val="3645EB203C874D6B863EA637D77121321"/>
    <w:rsid w:val="00B45100"/>
    <w:pPr>
      <w:spacing w:after="120" w:line="240" w:lineRule="auto"/>
      <w:jc w:val="both"/>
    </w:pPr>
    <w:rPr>
      <w:rFonts w:ascii="Tahoma" w:eastAsiaTheme="minorHAnsi" w:hAnsi="Tahoma"/>
      <w:sz w:val="20"/>
      <w:szCs w:val="20"/>
      <w:lang w:eastAsia="en-US"/>
    </w:rPr>
  </w:style>
  <w:style w:type="paragraph" w:customStyle="1" w:styleId="1FBD2BD498264CE388DACB817CE74EDA1">
    <w:name w:val="1FBD2BD498264CE388DACB817CE74EDA1"/>
    <w:rsid w:val="00B45100"/>
    <w:pPr>
      <w:spacing w:after="120" w:line="240" w:lineRule="auto"/>
      <w:jc w:val="both"/>
    </w:pPr>
    <w:rPr>
      <w:rFonts w:ascii="Tahoma" w:eastAsiaTheme="minorHAnsi" w:hAnsi="Tahoma"/>
      <w:sz w:val="20"/>
      <w:szCs w:val="20"/>
      <w:lang w:eastAsia="en-US"/>
    </w:rPr>
  </w:style>
  <w:style w:type="paragraph" w:customStyle="1" w:styleId="BF9D920662974F88BE25BC7DA29398991">
    <w:name w:val="BF9D920662974F88BE25BC7DA29398991"/>
    <w:rsid w:val="00B45100"/>
    <w:pPr>
      <w:spacing w:after="120" w:line="240" w:lineRule="auto"/>
      <w:jc w:val="both"/>
    </w:pPr>
    <w:rPr>
      <w:rFonts w:ascii="Tahoma" w:eastAsiaTheme="minorHAnsi" w:hAnsi="Tahoma"/>
      <w:sz w:val="20"/>
      <w:szCs w:val="20"/>
      <w:lang w:eastAsia="en-US"/>
    </w:rPr>
  </w:style>
  <w:style w:type="paragraph" w:customStyle="1" w:styleId="2836C884805C4443B570F00AB79244821">
    <w:name w:val="2836C884805C4443B570F00AB79244821"/>
    <w:rsid w:val="00B45100"/>
    <w:pPr>
      <w:spacing w:after="120" w:line="240" w:lineRule="auto"/>
      <w:jc w:val="both"/>
    </w:pPr>
    <w:rPr>
      <w:rFonts w:ascii="Tahoma" w:eastAsiaTheme="minorHAnsi" w:hAnsi="Tahoma"/>
      <w:sz w:val="20"/>
      <w:szCs w:val="20"/>
      <w:lang w:eastAsia="en-US"/>
    </w:rPr>
  </w:style>
  <w:style w:type="paragraph" w:customStyle="1" w:styleId="8C0DD5AC32A44CCE9FF508D47C58B8041">
    <w:name w:val="8C0DD5AC32A44CCE9FF508D47C58B8041"/>
    <w:rsid w:val="00B45100"/>
    <w:pPr>
      <w:spacing w:after="120" w:line="240" w:lineRule="auto"/>
      <w:jc w:val="both"/>
    </w:pPr>
    <w:rPr>
      <w:rFonts w:ascii="Tahoma" w:eastAsiaTheme="minorHAnsi" w:hAnsi="Tahoma"/>
      <w:sz w:val="20"/>
      <w:szCs w:val="20"/>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5100"/>
    <w:rPr>
      <w:color w:val="808080"/>
    </w:rPr>
  </w:style>
  <w:style w:type="paragraph" w:customStyle="1" w:styleId="D929E0EEAD334250B21CF0AA45B66822">
    <w:name w:val="D929E0EEAD334250B21CF0AA45B66822"/>
    <w:rsid w:val="00FB4689"/>
    <w:pPr>
      <w:spacing w:after="120" w:line="240" w:lineRule="auto"/>
      <w:jc w:val="both"/>
    </w:pPr>
    <w:rPr>
      <w:rFonts w:ascii="Tahoma" w:eastAsiaTheme="minorHAnsi" w:hAnsi="Tahoma"/>
      <w:sz w:val="20"/>
      <w:szCs w:val="20"/>
      <w:lang w:eastAsia="en-US"/>
    </w:rPr>
  </w:style>
  <w:style w:type="paragraph" w:customStyle="1" w:styleId="D929E0EEAD334250B21CF0AA45B668221">
    <w:name w:val="D929E0EEAD334250B21CF0AA45B668221"/>
    <w:rsid w:val="00FB4689"/>
    <w:pPr>
      <w:spacing w:after="120" w:line="240" w:lineRule="auto"/>
      <w:jc w:val="both"/>
    </w:pPr>
    <w:rPr>
      <w:rFonts w:ascii="Tahoma" w:eastAsiaTheme="minorHAnsi" w:hAnsi="Tahoma"/>
      <w:sz w:val="20"/>
      <w:szCs w:val="20"/>
      <w:lang w:eastAsia="en-US"/>
    </w:rPr>
  </w:style>
  <w:style w:type="paragraph" w:customStyle="1" w:styleId="84E7337708CD4247B919E316C5F23AE0">
    <w:name w:val="84E7337708CD4247B919E316C5F23AE0"/>
    <w:rsid w:val="00FB4689"/>
    <w:pPr>
      <w:spacing w:after="120" w:line="240" w:lineRule="auto"/>
      <w:jc w:val="both"/>
    </w:pPr>
    <w:rPr>
      <w:rFonts w:ascii="Tahoma" w:eastAsiaTheme="minorHAnsi" w:hAnsi="Tahoma"/>
      <w:sz w:val="20"/>
      <w:szCs w:val="20"/>
      <w:lang w:eastAsia="en-US"/>
    </w:rPr>
  </w:style>
  <w:style w:type="paragraph" w:customStyle="1" w:styleId="8E6F1ECEFA584DE78CF5A08E497B59EE">
    <w:name w:val="8E6F1ECEFA584DE78CF5A08E497B59EE"/>
    <w:rsid w:val="00FB4689"/>
    <w:pPr>
      <w:spacing w:after="120" w:line="240" w:lineRule="auto"/>
      <w:jc w:val="both"/>
    </w:pPr>
    <w:rPr>
      <w:rFonts w:ascii="Tahoma" w:eastAsiaTheme="minorHAnsi" w:hAnsi="Tahoma"/>
      <w:sz w:val="20"/>
      <w:szCs w:val="20"/>
      <w:lang w:eastAsia="en-US"/>
    </w:rPr>
  </w:style>
  <w:style w:type="paragraph" w:customStyle="1" w:styleId="BDA809AFD81F44338CE81EFD0C9309A1">
    <w:name w:val="BDA809AFD81F44338CE81EFD0C9309A1"/>
    <w:rsid w:val="00FB4689"/>
    <w:pPr>
      <w:spacing w:after="120" w:line="240" w:lineRule="auto"/>
      <w:jc w:val="both"/>
    </w:pPr>
    <w:rPr>
      <w:rFonts w:ascii="Tahoma" w:eastAsiaTheme="minorHAnsi" w:hAnsi="Tahoma"/>
      <w:sz w:val="20"/>
      <w:szCs w:val="20"/>
      <w:lang w:eastAsia="en-US"/>
    </w:rPr>
  </w:style>
  <w:style w:type="paragraph" w:customStyle="1" w:styleId="04EC7EBB8BC64E879DDC423533E500CF">
    <w:name w:val="04EC7EBB8BC64E879DDC423533E500CF"/>
    <w:rsid w:val="00FB4689"/>
    <w:pPr>
      <w:spacing w:after="120" w:line="240" w:lineRule="auto"/>
      <w:jc w:val="both"/>
    </w:pPr>
    <w:rPr>
      <w:rFonts w:ascii="Tahoma" w:eastAsiaTheme="minorHAnsi" w:hAnsi="Tahoma"/>
      <w:sz w:val="20"/>
      <w:szCs w:val="20"/>
      <w:lang w:eastAsia="en-US"/>
    </w:rPr>
  </w:style>
  <w:style w:type="paragraph" w:customStyle="1" w:styleId="D929E0EEAD334250B21CF0AA45B668222">
    <w:name w:val="D929E0EEAD334250B21CF0AA45B668222"/>
    <w:rsid w:val="00FB4689"/>
    <w:pPr>
      <w:spacing w:after="120" w:line="240" w:lineRule="auto"/>
      <w:jc w:val="both"/>
    </w:pPr>
    <w:rPr>
      <w:rFonts w:ascii="Tahoma" w:eastAsiaTheme="minorHAnsi" w:hAnsi="Tahoma"/>
      <w:sz w:val="20"/>
      <w:szCs w:val="20"/>
      <w:lang w:eastAsia="en-US"/>
    </w:rPr>
  </w:style>
  <w:style w:type="paragraph" w:customStyle="1" w:styleId="84E7337708CD4247B919E316C5F23AE01">
    <w:name w:val="84E7337708CD4247B919E316C5F23AE01"/>
    <w:rsid w:val="00FB4689"/>
    <w:pPr>
      <w:spacing w:after="120" w:line="240" w:lineRule="auto"/>
      <w:jc w:val="both"/>
    </w:pPr>
    <w:rPr>
      <w:rFonts w:ascii="Tahoma" w:eastAsiaTheme="minorHAnsi" w:hAnsi="Tahoma"/>
      <w:sz w:val="20"/>
      <w:szCs w:val="20"/>
      <w:lang w:eastAsia="en-US"/>
    </w:rPr>
  </w:style>
  <w:style w:type="paragraph" w:customStyle="1" w:styleId="8E6F1ECEFA584DE78CF5A08E497B59EE1">
    <w:name w:val="8E6F1ECEFA584DE78CF5A08E497B59EE1"/>
    <w:rsid w:val="00FB4689"/>
    <w:pPr>
      <w:spacing w:after="120" w:line="240" w:lineRule="auto"/>
      <w:jc w:val="both"/>
    </w:pPr>
    <w:rPr>
      <w:rFonts w:ascii="Tahoma" w:eastAsiaTheme="minorHAnsi" w:hAnsi="Tahoma"/>
      <w:sz w:val="20"/>
      <w:szCs w:val="20"/>
      <w:lang w:eastAsia="en-US"/>
    </w:rPr>
  </w:style>
  <w:style w:type="paragraph" w:customStyle="1" w:styleId="BDA809AFD81F44338CE81EFD0C9309A11">
    <w:name w:val="BDA809AFD81F44338CE81EFD0C9309A11"/>
    <w:rsid w:val="00FB4689"/>
    <w:pPr>
      <w:spacing w:after="120" w:line="240" w:lineRule="auto"/>
      <w:jc w:val="both"/>
    </w:pPr>
    <w:rPr>
      <w:rFonts w:ascii="Tahoma" w:eastAsiaTheme="minorHAnsi" w:hAnsi="Tahoma"/>
      <w:sz w:val="20"/>
      <w:szCs w:val="20"/>
      <w:lang w:eastAsia="en-US"/>
    </w:rPr>
  </w:style>
  <w:style w:type="paragraph" w:customStyle="1" w:styleId="04EC7EBB8BC64E879DDC423533E500CF1">
    <w:name w:val="04EC7EBB8BC64E879DDC423533E500CF1"/>
    <w:rsid w:val="00FB4689"/>
    <w:pPr>
      <w:spacing w:after="120" w:line="240" w:lineRule="auto"/>
      <w:jc w:val="both"/>
    </w:pPr>
    <w:rPr>
      <w:rFonts w:ascii="Tahoma" w:eastAsiaTheme="minorHAnsi" w:hAnsi="Tahoma"/>
      <w:sz w:val="20"/>
      <w:szCs w:val="20"/>
      <w:lang w:eastAsia="en-US"/>
    </w:rPr>
  </w:style>
  <w:style w:type="paragraph" w:customStyle="1" w:styleId="245A40A2B13E4EA48ECCFEC0BB4D3B2E">
    <w:name w:val="245A40A2B13E4EA48ECCFEC0BB4D3B2E"/>
    <w:rsid w:val="00FB4689"/>
    <w:pPr>
      <w:spacing w:after="120" w:line="240" w:lineRule="auto"/>
      <w:jc w:val="both"/>
    </w:pPr>
    <w:rPr>
      <w:rFonts w:ascii="Tahoma" w:eastAsiaTheme="minorHAnsi" w:hAnsi="Tahoma"/>
      <w:sz w:val="20"/>
      <w:szCs w:val="20"/>
      <w:lang w:eastAsia="en-US"/>
    </w:rPr>
  </w:style>
  <w:style w:type="paragraph" w:customStyle="1" w:styleId="8FA902430EC04999B736E2B403162EA1">
    <w:name w:val="8FA902430EC04999B736E2B403162EA1"/>
    <w:rsid w:val="00FB4689"/>
    <w:pPr>
      <w:spacing w:after="120" w:line="240" w:lineRule="auto"/>
      <w:jc w:val="both"/>
    </w:pPr>
    <w:rPr>
      <w:rFonts w:ascii="Tahoma" w:eastAsiaTheme="minorHAnsi" w:hAnsi="Tahoma"/>
      <w:sz w:val="20"/>
      <w:szCs w:val="20"/>
      <w:lang w:eastAsia="en-US"/>
    </w:rPr>
  </w:style>
  <w:style w:type="paragraph" w:customStyle="1" w:styleId="574E8610E1E54F2984926DDB2DC99E57">
    <w:name w:val="574E8610E1E54F2984926DDB2DC99E57"/>
    <w:rsid w:val="00FB4689"/>
    <w:pPr>
      <w:spacing w:after="120" w:line="240" w:lineRule="auto"/>
      <w:jc w:val="both"/>
    </w:pPr>
    <w:rPr>
      <w:rFonts w:ascii="Tahoma" w:eastAsiaTheme="minorHAnsi" w:hAnsi="Tahoma"/>
      <w:sz w:val="20"/>
      <w:szCs w:val="20"/>
      <w:lang w:eastAsia="en-US"/>
    </w:rPr>
  </w:style>
  <w:style w:type="paragraph" w:customStyle="1" w:styleId="D929E0EEAD334250B21CF0AA45B668223">
    <w:name w:val="D929E0EEAD334250B21CF0AA45B668223"/>
    <w:rsid w:val="00FB4689"/>
    <w:pPr>
      <w:spacing w:after="120" w:line="240" w:lineRule="auto"/>
      <w:jc w:val="both"/>
    </w:pPr>
    <w:rPr>
      <w:rFonts w:ascii="Tahoma" w:eastAsiaTheme="minorHAnsi" w:hAnsi="Tahoma"/>
      <w:sz w:val="20"/>
      <w:szCs w:val="20"/>
      <w:lang w:eastAsia="en-US"/>
    </w:rPr>
  </w:style>
  <w:style w:type="paragraph" w:customStyle="1" w:styleId="84E7337708CD4247B919E316C5F23AE02">
    <w:name w:val="84E7337708CD4247B919E316C5F23AE02"/>
    <w:rsid w:val="00FB4689"/>
    <w:pPr>
      <w:spacing w:after="120" w:line="240" w:lineRule="auto"/>
      <w:jc w:val="both"/>
    </w:pPr>
    <w:rPr>
      <w:rFonts w:ascii="Tahoma" w:eastAsiaTheme="minorHAnsi" w:hAnsi="Tahoma"/>
      <w:sz w:val="20"/>
      <w:szCs w:val="20"/>
      <w:lang w:eastAsia="en-US"/>
    </w:rPr>
  </w:style>
  <w:style w:type="paragraph" w:customStyle="1" w:styleId="8E6F1ECEFA584DE78CF5A08E497B59EE2">
    <w:name w:val="8E6F1ECEFA584DE78CF5A08E497B59EE2"/>
    <w:rsid w:val="00FB4689"/>
    <w:pPr>
      <w:spacing w:after="120" w:line="240" w:lineRule="auto"/>
      <w:jc w:val="both"/>
    </w:pPr>
    <w:rPr>
      <w:rFonts w:ascii="Tahoma" w:eastAsiaTheme="minorHAnsi" w:hAnsi="Tahoma"/>
      <w:sz w:val="20"/>
      <w:szCs w:val="20"/>
      <w:lang w:eastAsia="en-US"/>
    </w:rPr>
  </w:style>
  <w:style w:type="paragraph" w:customStyle="1" w:styleId="BDA809AFD81F44338CE81EFD0C9309A12">
    <w:name w:val="BDA809AFD81F44338CE81EFD0C9309A12"/>
    <w:rsid w:val="00FB4689"/>
    <w:pPr>
      <w:spacing w:after="120" w:line="240" w:lineRule="auto"/>
      <w:jc w:val="both"/>
    </w:pPr>
    <w:rPr>
      <w:rFonts w:ascii="Tahoma" w:eastAsiaTheme="minorHAnsi" w:hAnsi="Tahoma"/>
      <w:sz w:val="20"/>
      <w:szCs w:val="20"/>
      <w:lang w:eastAsia="en-US"/>
    </w:rPr>
  </w:style>
  <w:style w:type="paragraph" w:customStyle="1" w:styleId="04EC7EBB8BC64E879DDC423533E500CF2">
    <w:name w:val="04EC7EBB8BC64E879DDC423533E500CF2"/>
    <w:rsid w:val="00FB4689"/>
    <w:pPr>
      <w:spacing w:after="120" w:line="240" w:lineRule="auto"/>
      <w:jc w:val="both"/>
    </w:pPr>
    <w:rPr>
      <w:rFonts w:ascii="Tahoma" w:eastAsiaTheme="minorHAnsi" w:hAnsi="Tahoma"/>
      <w:sz w:val="20"/>
      <w:szCs w:val="20"/>
      <w:lang w:eastAsia="en-US"/>
    </w:rPr>
  </w:style>
  <w:style w:type="paragraph" w:customStyle="1" w:styleId="245A40A2B13E4EA48ECCFEC0BB4D3B2E1">
    <w:name w:val="245A40A2B13E4EA48ECCFEC0BB4D3B2E1"/>
    <w:rsid w:val="00FB4689"/>
    <w:pPr>
      <w:spacing w:after="120" w:line="240" w:lineRule="auto"/>
      <w:jc w:val="both"/>
    </w:pPr>
    <w:rPr>
      <w:rFonts w:ascii="Tahoma" w:eastAsiaTheme="minorHAnsi" w:hAnsi="Tahoma"/>
      <w:sz w:val="20"/>
      <w:szCs w:val="20"/>
      <w:lang w:eastAsia="en-US"/>
    </w:rPr>
  </w:style>
  <w:style w:type="paragraph" w:customStyle="1" w:styleId="8FA902430EC04999B736E2B403162EA11">
    <w:name w:val="8FA902430EC04999B736E2B403162EA11"/>
    <w:rsid w:val="00FB4689"/>
    <w:pPr>
      <w:spacing w:after="120" w:line="240" w:lineRule="auto"/>
      <w:jc w:val="both"/>
    </w:pPr>
    <w:rPr>
      <w:rFonts w:ascii="Tahoma" w:eastAsiaTheme="minorHAnsi" w:hAnsi="Tahoma"/>
      <w:sz w:val="20"/>
      <w:szCs w:val="20"/>
      <w:lang w:eastAsia="en-US"/>
    </w:rPr>
  </w:style>
  <w:style w:type="paragraph" w:customStyle="1" w:styleId="574E8610E1E54F2984926DDB2DC99E571">
    <w:name w:val="574E8610E1E54F2984926DDB2DC99E571"/>
    <w:rsid w:val="00FB4689"/>
    <w:pPr>
      <w:spacing w:after="120" w:line="240" w:lineRule="auto"/>
      <w:jc w:val="both"/>
    </w:pPr>
    <w:rPr>
      <w:rFonts w:ascii="Tahoma" w:eastAsiaTheme="minorHAnsi" w:hAnsi="Tahoma"/>
      <w:sz w:val="20"/>
      <w:szCs w:val="20"/>
      <w:lang w:eastAsia="en-US"/>
    </w:rPr>
  </w:style>
  <w:style w:type="paragraph" w:customStyle="1" w:styleId="BD0B106EA6B74EBEB7F27CA39008455F">
    <w:name w:val="BD0B106EA6B74EBEB7F27CA39008455F"/>
    <w:rsid w:val="00FB4689"/>
    <w:pPr>
      <w:spacing w:after="120" w:line="240" w:lineRule="auto"/>
      <w:jc w:val="both"/>
    </w:pPr>
    <w:rPr>
      <w:rFonts w:ascii="Tahoma" w:eastAsiaTheme="minorHAnsi" w:hAnsi="Tahoma"/>
      <w:sz w:val="20"/>
      <w:szCs w:val="20"/>
      <w:lang w:eastAsia="en-US"/>
    </w:rPr>
  </w:style>
  <w:style w:type="paragraph" w:customStyle="1" w:styleId="5D2377B00D58474E8C370B9F95175840">
    <w:name w:val="5D2377B00D58474E8C370B9F95175840"/>
    <w:rsid w:val="00FB4689"/>
    <w:pPr>
      <w:spacing w:after="120" w:line="240" w:lineRule="auto"/>
      <w:jc w:val="both"/>
    </w:pPr>
    <w:rPr>
      <w:rFonts w:ascii="Tahoma" w:eastAsiaTheme="minorHAnsi" w:hAnsi="Tahoma"/>
      <w:sz w:val="20"/>
      <w:szCs w:val="20"/>
      <w:lang w:eastAsia="en-US"/>
    </w:rPr>
  </w:style>
  <w:style w:type="paragraph" w:customStyle="1" w:styleId="8E5CBAC5B2C4489B87BAFC1F5B9FBBB2">
    <w:name w:val="8E5CBAC5B2C4489B87BAFC1F5B9FBBB2"/>
    <w:rsid w:val="00FB4689"/>
  </w:style>
  <w:style w:type="paragraph" w:customStyle="1" w:styleId="DFFC2DFEA5764131991CFA745E0B4DFC">
    <w:name w:val="DFFC2DFEA5764131991CFA745E0B4DFC"/>
    <w:rsid w:val="00FB4689"/>
  </w:style>
  <w:style w:type="paragraph" w:customStyle="1" w:styleId="D929E0EEAD334250B21CF0AA45B668224">
    <w:name w:val="D929E0EEAD334250B21CF0AA45B668224"/>
    <w:rsid w:val="00FB4689"/>
    <w:pPr>
      <w:spacing w:after="120" w:line="240" w:lineRule="auto"/>
      <w:jc w:val="both"/>
    </w:pPr>
    <w:rPr>
      <w:rFonts w:ascii="Tahoma" w:eastAsiaTheme="minorHAnsi" w:hAnsi="Tahoma"/>
      <w:sz w:val="20"/>
      <w:szCs w:val="20"/>
      <w:lang w:eastAsia="en-US"/>
    </w:rPr>
  </w:style>
  <w:style w:type="paragraph" w:customStyle="1" w:styleId="84E7337708CD4247B919E316C5F23AE03">
    <w:name w:val="84E7337708CD4247B919E316C5F23AE03"/>
    <w:rsid w:val="00FB4689"/>
    <w:pPr>
      <w:spacing w:after="120" w:line="240" w:lineRule="auto"/>
      <w:jc w:val="both"/>
    </w:pPr>
    <w:rPr>
      <w:rFonts w:ascii="Tahoma" w:eastAsiaTheme="minorHAnsi" w:hAnsi="Tahoma"/>
      <w:sz w:val="20"/>
      <w:szCs w:val="20"/>
      <w:lang w:eastAsia="en-US"/>
    </w:rPr>
  </w:style>
  <w:style w:type="paragraph" w:customStyle="1" w:styleId="8E6F1ECEFA584DE78CF5A08E497B59EE3">
    <w:name w:val="8E6F1ECEFA584DE78CF5A08E497B59EE3"/>
    <w:rsid w:val="00FB4689"/>
    <w:pPr>
      <w:spacing w:after="120" w:line="240" w:lineRule="auto"/>
      <w:jc w:val="both"/>
    </w:pPr>
    <w:rPr>
      <w:rFonts w:ascii="Tahoma" w:eastAsiaTheme="minorHAnsi" w:hAnsi="Tahoma"/>
      <w:sz w:val="20"/>
      <w:szCs w:val="20"/>
      <w:lang w:eastAsia="en-US"/>
    </w:rPr>
  </w:style>
  <w:style w:type="paragraph" w:customStyle="1" w:styleId="BDA809AFD81F44338CE81EFD0C9309A13">
    <w:name w:val="BDA809AFD81F44338CE81EFD0C9309A13"/>
    <w:rsid w:val="00FB4689"/>
    <w:pPr>
      <w:spacing w:after="120" w:line="240" w:lineRule="auto"/>
      <w:jc w:val="both"/>
    </w:pPr>
    <w:rPr>
      <w:rFonts w:ascii="Tahoma" w:eastAsiaTheme="minorHAnsi" w:hAnsi="Tahoma"/>
      <w:sz w:val="20"/>
      <w:szCs w:val="20"/>
      <w:lang w:eastAsia="en-US"/>
    </w:rPr>
  </w:style>
  <w:style w:type="paragraph" w:customStyle="1" w:styleId="04EC7EBB8BC64E879DDC423533E500CF3">
    <w:name w:val="04EC7EBB8BC64E879DDC423533E500CF3"/>
    <w:rsid w:val="00FB4689"/>
    <w:pPr>
      <w:spacing w:after="120" w:line="240" w:lineRule="auto"/>
      <w:jc w:val="both"/>
    </w:pPr>
    <w:rPr>
      <w:rFonts w:ascii="Tahoma" w:eastAsiaTheme="minorHAnsi" w:hAnsi="Tahoma"/>
      <w:sz w:val="20"/>
      <w:szCs w:val="20"/>
      <w:lang w:eastAsia="en-US"/>
    </w:rPr>
  </w:style>
  <w:style w:type="paragraph" w:customStyle="1" w:styleId="245A40A2B13E4EA48ECCFEC0BB4D3B2E2">
    <w:name w:val="245A40A2B13E4EA48ECCFEC0BB4D3B2E2"/>
    <w:rsid w:val="00FB4689"/>
    <w:pPr>
      <w:spacing w:after="120" w:line="240" w:lineRule="auto"/>
      <w:jc w:val="both"/>
    </w:pPr>
    <w:rPr>
      <w:rFonts w:ascii="Tahoma" w:eastAsiaTheme="minorHAnsi" w:hAnsi="Tahoma"/>
      <w:sz w:val="20"/>
      <w:szCs w:val="20"/>
      <w:lang w:eastAsia="en-US"/>
    </w:rPr>
  </w:style>
  <w:style w:type="paragraph" w:customStyle="1" w:styleId="8FA902430EC04999B736E2B403162EA12">
    <w:name w:val="8FA902430EC04999B736E2B403162EA12"/>
    <w:rsid w:val="00FB4689"/>
    <w:pPr>
      <w:spacing w:after="120" w:line="240" w:lineRule="auto"/>
      <w:jc w:val="both"/>
    </w:pPr>
    <w:rPr>
      <w:rFonts w:ascii="Tahoma" w:eastAsiaTheme="minorHAnsi" w:hAnsi="Tahoma"/>
      <w:sz w:val="20"/>
      <w:szCs w:val="20"/>
      <w:lang w:eastAsia="en-US"/>
    </w:rPr>
  </w:style>
  <w:style w:type="paragraph" w:customStyle="1" w:styleId="574E8610E1E54F2984926DDB2DC99E572">
    <w:name w:val="574E8610E1E54F2984926DDB2DC99E572"/>
    <w:rsid w:val="00FB4689"/>
    <w:pPr>
      <w:spacing w:after="120" w:line="240" w:lineRule="auto"/>
      <w:jc w:val="both"/>
    </w:pPr>
    <w:rPr>
      <w:rFonts w:ascii="Tahoma" w:eastAsiaTheme="minorHAnsi" w:hAnsi="Tahoma"/>
      <w:sz w:val="20"/>
      <w:szCs w:val="20"/>
      <w:lang w:eastAsia="en-US"/>
    </w:rPr>
  </w:style>
  <w:style w:type="paragraph" w:customStyle="1" w:styleId="BD0B106EA6B74EBEB7F27CA39008455F1">
    <w:name w:val="BD0B106EA6B74EBEB7F27CA39008455F1"/>
    <w:rsid w:val="00FB4689"/>
    <w:pPr>
      <w:spacing w:after="120" w:line="240" w:lineRule="auto"/>
      <w:jc w:val="both"/>
    </w:pPr>
    <w:rPr>
      <w:rFonts w:ascii="Tahoma" w:eastAsiaTheme="minorHAnsi" w:hAnsi="Tahoma"/>
      <w:sz w:val="20"/>
      <w:szCs w:val="20"/>
      <w:lang w:eastAsia="en-US"/>
    </w:rPr>
  </w:style>
  <w:style w:type="paragraph" w:customStyle="1" w:styleId="5D2377B00D58474E8C370B9F951758401">
    <w:name w:val="5D2377B00D58474E8C370B9F951758401"/>
    <w:rsid w:val="00FB4689"/>
    <w:pPr>
      <w:spacing w:after="120" w:line="240" w:lineRule="auto"/>
      <w:jc w:val="both"/>
    </w:pPr>
    <w:rPr>
      <w:rFonts w:ascii="Tahoma" w:eastAsiaTheme="minorHAnsi" w:hAnsi="Tahoma"/>
      <w:sz w:val="20"/>
      <w:szCs w:val="20"/>
      <w:lang w:eastAsia="en-US"/>
    </w:rPr>
  </w:style>
  <w:style w:type="paragraph" w:customStyle="1" w:styleId="A2F9F4F27F32477987F99B4CA740C5E8">
    <w:name w:val="A2F9F4F27F32477987F99B4CA740C5E8"/>
    <w:rsid w:val="00FB4689"/>
    <w:pPr>
      <w:spacing w:after="120" w:line="240" w:lineRule="auto"/>
      <w:jc w:val="both"/>
    </w:pPr>
    <w:rPr>
      <w:rFonts w:ascii="Tahoma" w:eastAsiaTheme="minorHAnsi" w:hAnsi="Tahoma"/>
      <w:sz w:val="20"/>
      <w:szCs w:val="20"/>
      <w:lang w:eastAsia="en-US"/>
    </w:rPr>
  </w:style>
  <w:style w:type="paragraph" w:customStyle="1" w:styleId="AAE14BB867714136A300269038C213E8">
    <w:name w:val="AAE14BB867714136A300269038C213E8"/>
    <w:rsid w:val="00FB4689"/>
    <w:pPr>
      <w:spacing w:after="120" w:line="240" w:lineRule="auto"/>
      <w:jc w:val="both"/>
    </w:pPr>
    <w:rPr>
      <w:rFonts w:ascii="Tahoma" w:eastAsiaTheme="minorHAnsi" w:hAnsi="Tahoma"/>
      <w:sz w:val="20"/>
      <w:szCs w:val="20"/>
      <w:lang w:eastAsia="en-US"/>
    </w:rPr>
  </w:style>
  <w:style w:type="paragraph" w:customStyle="1" w:styleId="849DFA6BEFF84AE5849B93B766BE929A">
    <w:name w:val="849DFA6BEFF84AE5849B93B766BE929A"/>
    <w:rsid w:val="00FB4689"/>
    <w:pPr>
      <w:spacing w:after="120" w:line="240" w:lineRule="auto"/>
      <w:jc w:val="both"/>
    </w:pPr>
    <w:rPr>
      <w:rFonts w:ascii="Tahoma" w:eastAsiaTheme="minorHAnsi" w:hAnsi="Tahoma"/>
      <w:sz w:val="20"/>
      <w:szCs w:val="20"/>
      <w:lang w:eastAsia="en-US"/>
    </w:rPr>
  </w:style>
  <w:style w:type="paragraph" w:customStyle="1" w:styleId="8E5CBAC5B2C4489B87BAFC1F5B9FBBB21">
    <w:name w:val="8E5CBAC5B2C4489B87BAFC1F5B9FBBB21"/>
    <w:rsid w:val="00FB4689"/>
    <w:pPr>
      <w:spacing w:after="120" w:line="240" w:lineRule="auto"/>
      <w:jc w:val="both"/>
    </w:pPr>
    <w:rPr>
      <w:rFonts w:ascii="Tahoma" w:eastAsiaTheme="minorHAnsi" w:hAnsi="Tahoma"/>
      <w:sz w:val="20"/>
      <w:szCs w:val="20"/>
      <w:lang w:eastAsia="en-US"/>
    </w:rPr>
  </w:style>
  <w:style w:type="paragraph" w:customStyle="1" w:styleId="DFFC2DFEA5764131991CFA745E0B4DFC1">
    <w:name w:val="DFFC2DFEA5764131991CFA745E0B4DFC1"/>
    <w:rsid w:val="00FB4689"/>
    <w:pPr>
      <w:spacing w:after="120" w:line="240" w:lineRule="auto"/>
      <w:jc w:val="both"/>
    </w:pPr>
    <w:rPr>
      <w:rFonts w:ascii="Tahoma" w:eastAsiaTheme="minorHAnsi" w:hAnsi="Tahoma"/>
      <w:sz w:val="20"/>
      <w:szCs w:val="20"/>
      <w:lang w:eastAsia="en-US"/>
    </w:rPr>
  </w:style>
  <w:style w:type="paragraph" w:customStyle="1" w:styleId="D929E0EEAD334250B21CF0AA45B668225">
    <w:name w:val="D929E0EEAD334250B21CF0AA45B668225"/>
    <w:rsid w:val="005C121D"/>
    <w:pPr>
      <w:spacing w:after="120" w:line="240" w:lineRule="auto"/>
      <w:jc w:val="both"/>
    </w:pPr>
    <w:rPr>
      <w:rFonts w:ascii="Tahoma" w:eastAsiaTheme="minorHAnsi" w:hAnsi="Tahoma"/>
      <w:sz w:val="20"/>
      <w:szCs w:val="20"/>
      <w:lang w:eastAsia="en-US"/>
    </w:rPr>
  </w:style>
  <w:style w:type="paragraph" w:customStyle="1" w:styleId="84E7337708CD4247B919E316C5F23AE04">
    <w:name w:val="84E7337708CD4247B919E316C5F23AE04"/>
    <w:rsid w:val="005C121D"/>
    <w:pPr>
      <w:spacing w:after="120" w:line="240" w:lineRule="auto"/>
      <w:jc w:val="both"/>
    </w:pPr>
    <w:rPr>
      <w:rFonts w:ascii="Tahoma" w:eastAsiaTheme="minorHAnsi" w:hAnsi="Tahoma"/>
      <w:sz w:val="20"/>
      <w:szCs w:val="20"/>
      <w:lang w:eastAsia="en-US"/>
    </w:rPr>
  </w:style>
  <w:style w:type="paragraph" w:customStyle="1" w:styleId="8E6F1ECEFA584DE78CF5A08E497B59EE4">
    <w:name w:val="8E6F1ECEFA584DE78CF5A08E497B59EE4"/>
    <w:rsid w:val="005C121D"/>
    <w:pPr>
      <w:spacing w:after="120" w:line="240" w:lineRule="auto"/>
      <w:jc w:val="both"/>
    </w:pPr>
    <w:rPr>
      <w:rFonts w:ascii="Tahoma" w:eastAsiaTheme="minorHAnsi" w:hAnsi="Tahoma"/>
      <w:sz w:val="20"/>
      <w:szCs w:val="20"/>
      <w:lang w:eastAsia="en-US"/>
    </w:rPr>
  </w:style>
  <w:style w:type="paragraph" w:customStyle="1" w:styleId="BDA809AFD81F44338CE81EFD0C9309A14">
    <w:name w:val="BDA809AFD81F44338CE81EFD0C9309A14"/>
    <w:rsid w:val="005C121D"/>
    <w:pPr>
      <w:spacing w:after="120" w:line="240" w:lineRule="auto"/>
      <w:jc w:val="both"/>
    </w:pPr>
    <w:rPr>
      <w:rFonts w:ascii="Tahoma" w:eastAsiaTheme="minorHAnsi" w:hAnsi="Tahoma"/>
      <w:sz w:val="20"/>
      <w:szCs w:val="20"/>
      <w:lang w:eastAsia="en-US"/>
    </w:rPr>
  </w:style>
  <w:style w:type="paragraph" w:customStyle="1" w:styleId="04EC7EBB8BC64E879DDC423533E500CF4">
    <w:name w:val="04EC7EBB8BC64E879DDC423533E500CF4"/>
    <w:rsid w:val="005C121D"/>
    <w:pPr>
      <w:spacing w:after="120" w:line="240" w:lineRule="auto"/>
      <w:jc w:val="both"/>
    </w:pPr>
    <w:rPr>
      <w:rFonts w:ascii="Tahoma" w:eastAsiaTheme="minorHAnsi" w:hAnsi="Tahoma"/>
      <w:sz w:val="20"/>
      <w:szCs w:val="20"/>
      <w:lang w:eastAsia="en-US"/>
    </w:rPr>
  </w:style>
  <w:style w:type="paragraph" w:customStyle="1" w:styleId="245A40A2B13E4EA48ECCFEC0BB4D3B2E3">
    <w:name w:val="245A40A2B13E4EA48ECCFEC0BB4D3B2E3"/>
    <w:rsid w:val="005C121D"/>
    <w:pPr>
      <w:spacing w:after="120" w:line="240" w:lineRule="auto"/>
      <w:jc w:val="both"/>
    </w:pPr>
    <w:rPr>
      <w:rFonts w:ascii="Tahoma" w:eastAsiaTheme="minorHAnsi" w:hAnsi="Tahoma"/>
      <w:sz w:val="20"/>
      <w:szCs w:val="20"/>
      <w:lang w:eastAsia="en-US"/>
    </w:rPr>
  </w:style>
  <w:style w:type="paragraph" w:customStyle="1" w:styleId="8FA902430EC04999B736E2B403162EA13">
    <w:name w:val="8FA902430EC04999B736E2B403162EA13"/>
    <w:rsid w:val="005C121D"/>
    <w:pPr>
      <w:spacing w:after="120" w:line="240" w:lineRule="auto"/>
      <w:jc w:val="both"/>
    </w:pPr>
    <w:rPr>
      <w:rFonts w:ascii="Tahoma" w:eastAsiaTheme="minorHAnsi" w:hAnsi="Tahoma"/>
      <w:sz w:val="20"/>
      <w:szCs w:val="20"/>
      <w:lang w:eastAsia="en-US"/>
    </w:rPr>
  </w:style>
  <w:style w:type="paragraph" w:customStyle="1" w:styleId="574E8610E1E54F2984926DDB2DC99E573">
    <w:name w:val="574E8610E1E54F2984926DDB2DC99E573"/>
    <w:rsid w:val="005C121D"/>
    <w:pPr>
      <w:spacing w:after="120" w:line="240" w:lineRule="auto"/>
      <w:jc w:val="both"/>
    </w:pPr>
    <w:rPr>
      <w:rFonts w:ascii="Tahoma" w:eastAsiaTheme="minorHAnsi" w:hAnsi="Tahoma"/>
      <w:sz w:val="20"/>
      <w:szCs w:val="20"/>
      <w:lang w:eastAsia="en-US"/>
    </w:rPr>
  </w:style>
  <w:style w:type="paragraph" w:customStyle="1" w:styleId="F09FE4A3E97346119863EBC776F3701D">
    <w:name w:val="F09FE4A3E97346119863EBC776F3701D"/>
    <w:rsid w:val="005C121D"/>
    <w:pPr>
      <w:spacing w:after="120" w:line="240" w:lineRule="auto"/>
      <w:jc w:val="both"/>
    </w:pPr>
    <w:rPr>
      <w:rFonts w:ascii="Tahoma" w:eastAsiaTheme="minorHAnsi" w:hAnsi="Tahoma"/>
      <w:sz w:val="20"/>
      <w:szCs w:val="20"/>
      <w:lang w:eastAsia="en-US"/>
    </w:rPr>
  </w:style>
  <w:style w:type="paragraph" w:customStyle="1" w:styleId="6F7ABE0BBB284774BBF662C8ED873122">
    <w:name w:val="6F7ABE0BBB284774BBF662C8ED873122"/>
    <w:rsid w:val="005C121D"/>
    <w:pPr>
      <w:spacing w:after="120" w:line="240" w:lineRule="auto"/>
      <w:jc w:val="both"/>
    </w:pPr>
    <w:rPr>
      <w:rFonts w:ascii="Tahoma" w:eastAsiaTheme="minorHAnsi" w:hAnsi="Tahoma"/>
      <w:sz w:val="20"/>
      <w:szCs w:val="20"/>
      <w:lang w:eastAsia="en-US"/>
    </w:rPr>
  </w:style>
  <w:style w:type="paragraph" w:customStyle="1" w:styleId="779F2B4FFB20460BABDE081FE93BD09C">
    <w:name w:val="779F2B4FFB20460BABDE081FE93BD09C"/>
    <w:rsid w:val="005C121D"/>
    <w:pPr>
      <w:spacing w:after="120" w:line="240" w:lineRule="auto"/>
      <w:jc w:val="both"/>
    </w:pPr>
    <w:rPr>
      <w:rFonts w:ascii="Tahoma" w:eastAsiaTheme="minorHAnsi" w:hAnsi="Tahoma"/>
      <w:sz w:val="20"/>
      <w:szCs w:val="20"/>
      <w:lang w:eastAsia="en-US"/>
    </w:rPr>
  </w:style>
  <w:style w:type="paragraph" w:customStyle="1" w:styleId="2B38163517804DA086101F401AF51312">
    <w:name w:val="2B38163517804DA086101F401AF51312"/>
    <w:rsid w:val="005C121D"/>
    <w:pPr>
      <w:spacing w:after="120" w:line="240" w:lineRule="auto"/>
      <w:jc w:val="both"/>
    </w:pPr>
    <w:rPr>
      <w:rFonts w:ascii="Tahoma" w:eastAsiaTheme="minorHAnsi" w:hAnsi="Tahoma"/>
      <w:sz w:val="20"/>
      <w:szCs w:val="20"/>
      <w:lang w:eastAsia="en-US"/>
    </w:rPr>
  </w:style>
  <w:style w:type="paragraph" w:customStyle="1" w:styleId="279AC7F4C7BB43D4983EA92BDA54B323">
    <w:name w:val="279AC7F4C7BB43D4983EA92BDA54B323"/>
    <w:rsid w:val="005C121D"/>
    <w:pPr>
      <w:spacing w:after="120" w:line="240" w:lineRule="auto"/>
      <w:jc w:val="both"/>
    </w:pPr>
    <w:rPr>
      <w:rFonts w:ascii="Tahoma" w:eastAsiaTheme="minorHAnsi" w:hAnsi="Tahoma"/>
      <w:sz w:val="20"/>
      <w:szCs w:val="20"/>
      <w:lang w:eastAsia="en-US"/>
    </w:rPr>
  </w:style>
  <w:style w:type="paragraph" w:customStyle="1" w:styleId="1A3B2B92521A4C9BADE7F3E8DB295D2F">
    <w:name w:val="1A3B2B92521A4C9BADE7F3E8DB295D2F"/>
    <w:rsid w:val="005C121D"/>
    <w:pPr>
      <w:spacing w:after="120" w:line="240" w:lineRule="auto"/>
      <w:jc w:val="both"/>
    </w:pPr>
    <w:rPr>
      <w:rFonts w:ascii="Tahoma" w:eastAsiaTheme="minorHAnsi" w:hAnsi="Tahoma"/>
      <w:sz w:val="20"/>
      <w:szCs w:val="20"/>
      <w:lang w:eastAsia="en-US"/>
    </w:rPr>
  </w:style>
  <w:style w:type="paragraph" w:customStyle="1" w:styleId="A80D28BA26FB4478B24D37BD5D922A03">
    <w:name w:val="A80D28BA26FB4478B24D37BD5D922A03"/>
    <w:rsid w:val="005C121D"/>
    <w:pPr>
      <w:spacing w:after="120" w:line="240" w:lineRule="auto"/>
      <w:jc w:val="both"/>
    </w:pPr>
    <w:rPr>
      <w:rFonts w:ascii="Tahoma" w:eastAsiaTheme="minorHAnsi" w:hAnsi="Tahoma"/>
      <w:sz w:val="20"/>
      <w:szCs w:val="20"/>
      <w:lang w:eastAsia="en-US"/>
    </w:rPr>
  </w:style>
  <w:style w:type="paragraph" w:customStyle="1" w:styleId="C0F15B458B7D4FE99A7B047F3951C186">
    <w:name w:val="C0F15B458B7D4FE99A7B047F3951C186"/>
    <w:rsid w:val="005C121D"/>
    <w:pPr>
      <w:spacing w:after="120" w:line="240" w:lineRule="auto"/>
      <w:jc w:val="both"/>
    </w:pPr>
    <w:rPr>
      <w:rFonts w:ascii="Tahoma" w:eastAsiaTheme="minorHAnsi" w:hAnsi="Tahoma"/>
      <w:sz w:val="20"/>
      <w:szCs w:val="20"/>
      <w:lang w:eastAsia="en-US"/>
    </w:rPr>
  </w:style>
  <w:style w:type="paragraph" w:customStyle="1" w:styleId="CBD3E27E27204061A0AF4447C4099EEA">
    <w:name w:val="CBD3E27E27204061A0AF4447C4099EEA"/>
    <w:rsid w:val="005C121D"/>
    <w:pPr>
      <w:spacing w:after="120" w:line="240" w:lineRule="auto"/>
      <w:jc w:val="both"/>
    </w:pPr>
    <w:rPr>
      <w:rFonts w:ascii="Tahoma" w:eastAsiaTheme="minorHAnsi" w:hAnsi="Tahoma"/>
      <w:sz w:val="20"/>
      <w:szCs w:val="20"/>
      <w:lang w:eastAsia="en-US"/>
    </w:rPr>
  </w:style>
  <w:style w:type="paragraph" w:customStyle="1" w:styleId="CD00DFBF7B144700B497A00736A0E0EA">
    <w:name w:val="CD00DFBF7B144700B497A00736A0E0EA"/>
    <w:rsid w:val="005C121D"/>
    <w:pPr>
      <w:spacing w:after="120" w:line="240" w:lineRule="auto"/>
      <w:jc w:val="both"/>
    </w:pPr>
    <w:rPr>
      <w:rFonts w:ascii="Tahoma" w:eastAsiaTheme="minorHAnsi" w:hAnsi="Tahoma"/>
      <w:sz w:val="20"/>
      <w:szCs w:val="20"/>
      <w:lang w:eastAsia="en-US"/>
    </w:rPr>
  </w:style>
  <w:style w:type="paragraph" w:customStyle="1" w:styleId="3A4F350439A84FBB9E4EC07CB548EED0">
    <w:name w:val="3A4F350439A84FBB9E4EC07CB548EED0"/>
    <w:rsid w:val="005C121D"/>
    <w:pPr>
      <w:spacing w:after="120" w:line="240" w:lineRule="auto"/>
      <w:jc w:val="both"/>
    </w:pPr>
    <w:rPr>
      <w:rFonts w:ascii="Tahoma" w:eastAsiaTheme="minorHAnsi" w:hAnsi="Tahoma"/>
      <w:sz w:val="20"/>
      <w:szCs w:val="20"/>
      <w:lang w:eastAsia="en-US"/>
    </w:rPr>
  </w:style>
  <w:style w:type="paragraph" w:customStyle="1" w:styleId="63C08F1F6C1B44A1A820C81F8E42247D">
    <w:name w:val="63C08F1F6C1B44A1A820C81F8E42247D"/>
    <w:rsid w:val="005C121D"/>
    <w:pPr>
      <w:spacing w:after="120" w:line="240" w:lineRule="auto"/>
      <w:jc w:val="both"/>
    </w:pPr>
    <w:rPr>
      <w:rFonts w:ascii="Tahoma" w:eastAsiaTheme="minorHAnsi" w:hAnsi="Tahoma"/>
      <w:sz w:val="20"/>
      <w:szCs w:val="20"/>
      <w:lang w:eastAsia="en-US"/>
    </w:rPr>
  </w:style>
  <w:style w:type="paragraph" w:customStyle="1" w:styleId="D929E0EEAD334250B21CF0AA45B668226">
    <w:name w:val="D929E0EEAD334250B21CF0AA45B668226"/>
    <w:rsid w:val="005C121D"/>
    <w:pPr>
      <w:spacing w:after="120" w:line="240" w:lineRule="auto"/>
      <w:jc w:val="both"/>
    </w:pPr>
    <w:rPr>
      <w:rFonts w:ascii="Tahoma" w:eastAsiaTheme="minorHAnsi" w:hAnsi="Tahoma"/>
      <w:sz w:val="20"/>
      <w:szCs w:val="20"/>
      <w:lang w:eastAsia="en-US"/>
    </w:rPr>
  </w:style>
  <w:style w:type="paragraph" w:customStyle="1" w:styleId="84E7337708CD4247B919E316C5F23AE05">
    <w:name w:val="84E7337708CD4247B919E316C5F23AE05"/>
    <w:rsid w:val="005C121D"/>
    <w:pPr>
      <w:spacing w:after="120" w:line="240" w:lineRule="auto"/>
      <w:jc w:val="both"/>
    </w:pPr>
    <w:rPr>
      <w:rFonts w:ascii="Tahoma" w:eastAsiaTheme="minorHAnsi" w:hAnsi="Tahoma"/>
      <w:sz w:val="20"/>
      <w:szCs w:val="20"/>
      <w:lang w:eastAsia="en-US"/>
    </w:rPr>
  </w:style>
  <w:style w:type="paragraph" w:customStyle="1" w:styleId="8E6F1ECEFA584DE78CF5A08E497B59EE5">
    <w:name w:val="8E6F1ECEFA584DE78CF5A08E497B59EE5"/>
    <w:rsid w:val="005C121D"/>
    <w:pPr>
      <w:spacing w:after="120" w:line="240" w:lineRule="auto"/>
      <w:jc w:val="both"/>
    </w:pPr>
    <w:rPr>
      <w:rFonts w:ascii="Tahoma" w:eastAsiaTheme="minorHAnsi" w:hAnsi="Tahoma"/>
      <w:sz w:val="20"/>
      <w:szCs w:val="20"/>
      <w:lang w:eastAsia="en-US"/>
    </w:rPr>
  </w:style>
  <w:style w:type="paragraph" w:customStyle="1" w:styleId="BDA809AFD81F44338CE81EFD0C9309A15">
    <w:name w:val="BDA809AFD81F44338CE81EFD0C9309A15"/>
    <w:rsid w:val="005C121D"/>
    <w:pPr>
      <w:spacing w:after="120" w:line="240" w:lineRule="auto"/>
      <w:jc w:val="both"/>
    </w:pPr>
    <w:rPr>
      <w:rFonts w:ascii="Tahoma" w:eastAsiaTheme="minorHAnsi" w:hAnsi="Tahoma"/>
      <w:sz w:val="20"/>
      <w:szCs w:val="20"/>
      <w:lang w:eastAsia="en-US"/>
    </w:rPr>
  </w:style>
  <w:style w:type="paragraph" w:customStyle="1" w:styleId="04EC7EBB8BC64E879DDC423533E500CF5">
    <w:name w:val="04EC7EBB8BC64E879DDC423533E500CF5"/>
    <w:rsid w:val="005C121D"/>
    <w:pPr>
      <w:spacing w:after="120" w:line="240" w:lineRule="auto"/>
      <w:jc w:val="both"/>
    </w:pPr>
    <w:rPr>
      <w:rFonts w:ascii="Tahoma" w:eastAsiaTheme="minorHAnsi" w:hAnsi="Tahoma"/>
      <w:sz w:val="20"/>
      <w:szCs w:val="20"/>
      <w:lang w:eastAsia="en-US"/>
    </w:rPr>
  </w:style>
  <w:style w:type="paragraph" w:customStyle="1" w:styleId="245A40A2B13E4EA48ECCFEC0BB4D3B2E4">
    <w:name w:val="245A40A2B13E4EA48ECCFEC0BB4D3B2E4"/>
    <w:rsid w:val="005C121D"/>
    <w:pPr>
      <w:spacing w:after="120" w:line="240" w:lineRule="auto"/>
      <w:jc w:val="both"/>
    </w:pPr>
    <w:rPr>
      <w:rFonts w:ascii="Tahoma" w:eastAsiaTheme="minorHAnsi" w:hAnsi="Tahoma"/>
      <w:sz w:val="20"/>
      <w:szCs w:val="20"/>
      <w:lang w:eastAsia="en-US"/>
    </w:rPr>
  </w:style>
  <w:style w:type="paragraph" w:customStyle="1" w:styleId="8FA902430EC04999B736E2B403162EA14">
    <w:name w:val="8FA902430EC04999B736E2B403162EA14"/>
    <w:rsid w:val="005C121D"/>
    <w:pPr>
      <w:spacing w:after="120" w:line="240" w:lineRule="auto"/>
      <w:jc w:val="both"/>
    </w:pPr>
    <w:rPr>
      <w:rFonts w:ascii="Tahoma" w:eastAsiaTheme="minorHAnsi" w:hAnsi="Tahoma"/>
      <w:sz w:val="20"/>
      <w:szCs w:val="20"/>
      <w:lang w:eastAsia="en-US"/>
    </w:rPr>
  </w:style>
  <w:style w:type="paragraph" w:customStyle="1" w:styleId="574E8610E1E54F2984926DDB2DC99E574">
    <w:name w:val="574E8610E1E54F2984926DDB2DC99E574"/>
    <w:rsid w:val="005C121D"/>
    <w:pPr>
      <w:spacing w:after="120" w:line="240" w:lineRule="auto"/>
      <w:jc w:val="both"/>
    </w:pPr>
    <w:rPr>
      <w:rFonts w:ascii="Tahoma" w:eastAsiaTheme="minorHAnsi" w:hAnsi="Tahoma"/>
      <w:sz w:val="20"/>
      <w:szCs w:val="20"/>
      <w:lang w:eastAsia="en-US"/>
    </w:rPr>
  </w:style>
  <w:style w:type="paragraph" w:customStyle="1" w:styleId="F09FE4A3E97346119863EBC776F3701D1">
    <w:name w:val="F09FE4A3E97346119863EBC776F3701D1"/>
    <w:rsid w:val="005C121D"/>
    <w:pPr>
      <w:spacing w:after="120" w:line="240" w:lineRule="auto"/>
      <w:jc w:val="both"/>
    </w:pPr>
    <w:rPr>
      <w:rFonts w:ascii="Tahoma" w:eastAsiaTheme="minorHAnsi" w:hAnsi="Tahoma"/>
      <w:sz w:val="20"/>
      <w:szCs w:val="20"/>
      <w:lang w:eastAsia="en-US"/>
    </w:rPr>
  </w:style>
  <w:style w:type="paragraph" w:customStyle="1" w:styleId="6F7ABE0BBB284774BBF662C8ED8731221">
    <w:name w:val="6F7ABE0BBB284774BBF662C8ED8731221"/>
    <w:rsid w:val="005C121D"/>
    <w:pPr>
      <w:spacing w:after="120" w:line="240" w:lineRule="auto"/>
      <w:jc w:val="both"/>
    </w:pPr>
    <w:rPr>
      <w:rFonts w:ascii="Tahoma" w:eastAsiaTheme="minorHAnsi" w:hAnsi="Tahoma"/>
      <w:sz w:val="20"/>
      <w:szCs w:val="20"/>
      <w:lang w:eastAsia="en-US"/>
    </w:rPr>
  </w:style>
  <w:style w:type="paragraph" w:customStyle="1" w:styleId="779F2B4FFB20460BABDE081FE93BD09C1">
    <w:name w:val="779F2B4FFB20460BABDE081FE93BD09C1"/>
    <w:rsid w:val="005C121D"/>
    <w:pPr>
      <w:spacing w:after="120" w:line="240" w:lineRule="auto"/>
      <w:jc w:val="both"/>
    </w:pPr>
    <w:rPr>
      <w:rFonts w:ascii="Tahoma" w:eastAsiaTheme="minorHAnsi" w:hAnsi="Tahoma"/>
      <w:sz w:val="20"/>
      <w:szCs w:val="20"/>
      <w:lang w:eastAsia="en-US"/>
    </w:rPr>
  </w:style>
  <w:style w:type="paragraph" w:customStyle="1" w:styleId="2B38163517804DA086101F401AF513121">
    <w:name w:val="2B38163517804DA086101F401AF513121"/>
    <w:rsid w:val="005C121D"/>
    <w:pPr>
      <w:spacing w:after="120" w:line="240" w:lineRule="auto"/>
      <w:jc w:val="both"/>
    </w:pPr>
    <w:rPr>
      <w:rFonts w:ascii="Tahoma" w:eastAsiaTheme="minorHAnsi" w:hAnsi="Tahoma"/>
      <w:sz w:val="20"/>
      <w:szCs w:val="20"/>
      <w:lang w:eastAsia="en-US"/>
    </w:rPr>
  </w:style>
  <w:style w:type="paragraph" w:customStyle="1" w:styleId="279AC7F4C7BB43D4983EA92BDA54B3231">
    <w:name w:val="279AC7F4C7BB43D4983EA92BDA54B3231"/>
    <w:rsid w:val="005C121D"/>
    <w:pPr>
      <w:spacing w:after="120" w:line="240" w:lineRule="auto"/>
      <w:jc w:val="both"/>
    </w:pPr>
    <w:rPr>
      <w:rFonts w:ascii="Tahoma" w:eastAsiaTheme="minorHAnsi" w:hAnsi="Tahoma"/>
      <w:sz w:val="20"/>
      <w:szCs w:val="20"/>
      <w:lang w:eastAsia="en-US"/>
    </w:rPr>
  </w:style>
  <w:style w:type="paragraph" w:customStyle="1" w:styleId="1A3B2B92521A4C9BADE7F3E8DB295D2F1">
    <w:name w:val="1A3B2B92521A4C9BADE7F3E8DB295D2F1"/>
    <w:rsid w:val="005C121D"/>
    <w:pPr>
      <w:spacing w:after="120" w:line="240" w:lineRule="auto"/>
      <w:jc w:val="both"/>
    </w:pPr>
    <w:rPr>
      <w:rFonts w:ascii="Tahoma" w:eastAsiaTheme="minorHAnsi" w:hAnsi="Tahoma"/>
      <w:sz w:val="20"/>
      <w:szCs w:val="20"/>
      <w:lang w:eastAsia="en-US"/>
    </w:rPr>
  </w:style>
  <w:style w:type="paragraph" w:customStyle="1" w:styleId="A80D28BA26FB4478B24D37BD5D922A031">
    <w:name w:val="A80D28BA26FB4478B24D37BD5D922A031"/>
    <w:rsid w:val="005C121D"/>
    <w:pPr>
      <w:spacing w:after="120" w:line="240" w:lineRule="auto"/>
      <w:jc w:val="both"/>
    </w:pPr>
    <w:rPr>
      <w:rFonts w:ascii="Tahoma" w:eastAsiaTheme="minorHAnsi" w:hAnsi="Tahoma"/>
      <w:sz w:val="20"/>
      <w:szCs w:val="20"/>
      <w:lang w:eastAsia="en-US"/>
    </w:rPr>
  </w:style>
  <w:style w:type="paragraph" w:customStyle="1" w:styleId="C0F15B458B7D4FE99A7B047F3951C1861">
    <w:name w:val="C0F15B458B7D4FE99A7B047F3951C1861"/>
    <w:rsid w:val="005C121D"/>
    <w:pPr>
      <w:spacing w:after="120" w:line="240" w:lineRule="auto"/>
      <w:jc w:val="both"/>
    </w:pPr>
    <w:rPr>
      <w:rFonts w:ascii="Tahoma" w:eastAsiaTheme="minorHAnsi" w:hAnsi="Tahoma"/>
      <w:sz w:val="20"/>
      <w:szCs w:val="20"/>
      <w:lang w:eastAsia="en-US"/>
    </w:rPr>
  </w:style>
  <w:style w:type="paragraph" w:customStyle="1" w:styleId="CBD3E27E27204061A0AF4447C4099EEA1">
    <w:name w:val="CBD3E27E27204061A0AF4447C4099EEA1"/>
    <w:rsid w:val="005C121D"/>
    <w:pPr>
      <w:spacing w:after="120" w:line="240" w:lineRule="auto"/>
      <w:jc w:val="both"/>
    </w:pPr>
    <w:rPr>
      <w:rFonts w:ascii="Tahoma" w:eastAsiaTheme="minorHAnsi" w:hAnsi="Tahoma"/>
      <w:sz w:val="20"/>
      <w:szCs w:val="20"/>
      <w:lang w:eastAsia="en-US"/>
    </w:rPr>
  </w:style>
  <w:style w:type="paragraph" w:customStyle="1" w:styleId="CD00DFBF7B144700B497A00736A0E0EA1">
    <w:name w:val="CD00DFBF7B144700B497A00736A0E0EA1"/>
    <w:rsid w:val="005C121D"/>
    <w:pPr>
      <w:spacing w:after="120" w:line="240" w:lineRule="auto"/>
      <w:jc w:val="both"/>
    </w:pPr>
    <w:rPr>
      <w:rFonts w:ascii="Tahoma" w:eastAsiaTheme="minorHAnsi" w:hAnsi="Tahoma"/>
      <w:sz w:val="20"/>
      <w:szCs w:val="20"/>
      <w:lang w:eastAsia="en-US"/>
    </w:rPr>
  </w:style>
  <w:style w:type="paragraph" w:customStyle="1" w:styleId="3A4F350439A84FBB9E4EC07CB548EED01">
    <w:name w:val="3A4F350439A84FBB9E4EC07CB548EED01"/>
    <w:rsid w:val="005C121D"/>
    <w:pPr>
      <w:spacing w:after="120" w:line="240" w:lineRule="auto"/>
      <w:jc w:val="both"/>
    </w:pPr>
    <w:rPr>
      <w:rFonts w:ascii="Tahoma" w:eastAsiaTheme="minorHAnsi" w:hAnsi="Tahoma"/>
      <w:sz w:val="20"/>
      <w:szCs w:val="20"/>
      <w:lang w:eastAsia="en-US"/>
    </w:rPr>
  </w:style>
  <w:style w:type="paragraph" w:customStyle="1" w:styleId="63C08F1F6C1B44A1A820C81F8E42247D1">
    <w:name w:val="63C08F1F6C1B44A1A820C81F8E42247D1"/>
    <w:rsid w:val="005C121D"/>
    <w:pPr>
      <w:spacing w:after="120" w:line="240" w:lineRule="auto"/>
      <w:jc w:val="both"/>
    </w:pPr>
    <w:rPr>
      <w:rFonts w:ascii="Tahoma" w:eastAsiaTheme="minorHAnsi" w:hAnsi="Tahoma"/>
      <w:sz w:val="20"/>
      <w:szCs w:val="20"/>
      <w:lang w:eastAsia="en-US"/>
    </w:rPr>
  </w:style>
  <w:style w:type="paragraph" w:customStyle="1" w:styleId="72CBD7BAA1B94B11AEA44818EEA8DE0C">
    <w:name w:val="72CBD7BAA1B94B11AEA44818EEA8DE0C"/>
    <w:rsid w:val="005C121D"/>
  </w:style>
  <w:style w:type="paragraph" w:customStyle="1" w:styleId="0B4DEDE78227492DA514C516D4FBB145">
    <w:name w:val="0B4DEDE78227492DA514C516D4FBB145"/>
    <w:rsid w:val="005C121D"/>
  </w:style>
  <w:style w:type="paragraph" w:customStyle="1" w:styleId="932D237C1ED549D78313EF01C3B8506B">
    <w:name w:val="932D237C1ED549D78313EF01C3B8506B"/>
    <w:rsid w:val="005C121D"/>
  </w:style>
  <w:style w:type="paragraph" w:customStyle="1" w:styleId="1F2D1C50B32C4E86BA476FA6FB8A37E8">
    <w:name w:val="1F2D1C50B32C4E86BA476FA6FB8A37E8"/>
    <w:rsid w:val="005C121D"/>
  </w:style>
  <w:style w:type="paragraph" w:customStyle="1" w:styleId="0676879731C1489E99C0FEFAF58B8FC0">
    <w:name w:val="0676879731C1489E99C0FEFAF58B8FC0"/>
    <w:rsid w:val="005C121D"/>
  </w:style>
  <w:style w:type="paragraph" w:customStyle="1" w:styleId="4645999DF7224A939E53F5194B886776">
    <w:name w:val="4645999DF7224A939E53F5194B886776"/>
    <w:rsid w:val="005C121D"/>
  </w:style>
  <w:style w:type="paragraph" w:customStyle="1" w:styleId="98144D3415864D06B75C619D516E49EE">
    <w:name w:val="98144D3415864D06B75C619D516E49EE"/>
    <w:rsid w:val="005C121D"/>
  </w:style>
  <w:style w:type="paragraph" w:customStyle="1" w:styleId="9412C3A2CF564EB7A86E2C8E527809FA">
    <w:name w:val="9412C3A2CF564EB7A86E2C8E527809FA"/>
    <w:rsid w:val="005C121D"/>
  </w:style>
  <w:style w:type="paragraph" w:customStyle="1" w:styleId="CD7BF35B71D545E6A3F9DDA96BBED4E4">
    <w:name w:val="CD7BF35B71D545E6A3F9DDA96BBED4E4"/>
    <w:rsid w:val="005C121D"/>
  </w:style>
  <w:style w:type="paragraph" w:customStyle="1" w:styleId="B7D1414B938C4D6EBD25770D504CDB14">
    <w:name w:val="B7D1414B938C4D6EBD25770D504CDB14"/>
    <w:rsid w:val="005C121D"/>
  </w:style>
  <w:style w:type="paragraph" w:customStyle="1" w:styleId="4576C1C825834A598E8268B7C2BA472C">
    <w:name w:val="4576C1C825834A598E8268B7C2BA472C"/>
    <w:rsid w:val="005C121D"/>
  </w:style>
  <w:style w:type="paragraph" w:customStyle="1" w:styleId="A59DC840E1D14311A952A087C1995E9C">
    <w:name w:val="A59DC840E1D14311A952A087C1995E9C"/>
    <w:rsid w:val="005C121D"/>
  </w:style>
  <w:style w:type="paragraph" w:customStyle="1" w:styleId="243BDD39C36B4819B9C4EE2F617DA35F">
    <w:name w:val="243BDD39C36B4819B9C4EE2F617DA35F"/>
    <w:rsid w:val="005C121D"/>
  </w:style>
  <w:style w:type="paragraph" w:customStyle="1" w:styleId="52620D2109204E64864DFBD5C66E3176">
    <w:name w:val="52620D2109204E64864DFBD5C66E3176"/>
    <w:rsid w:val="005C121D"/>
  </w:style>
  <w:style w:type="paragraph" w:customStyle="1" w:styleId="D929E0EEAD334250B21CF0AA45B668227">
    <w:name w:val="D929E0EEAD334250B21CF0AA45B668227"/>
    <w:rsid w:val="005C121D"/>
    <w:pPr>
      <w:spacing w:after="120" w:line="240" w:lineRule="auto"/>
      <w:jc w:val="both"/>
    </w:pPr>
    <w:rPr>
      <w:rFonts w:ascii="Tahoma" w:eastAsiaTheme="minorHAnsi" w:hAnsi="Tahoma"/>
      <w:sz w:val="20"/>
      <w:szCs w:val="20"/>
      <w:lang w:eastAsia="en-US"/>
    </w:rPr>
  </w:style>
  <w:style w:type="paragraph" w:customStyle="1" w:styleId="84E7337708CD4247B919E316C5F23AE06">
    <w:name w:val="84E7337708CD4247B919E316C5F23AE06"/>
    <w:rsid w:val="005C121D"/>
    <w:pPr>
      <w:spacing w:after="120" w:line="240" w:lineRule="auto"/>
      <w:jc w:val="both"/>
    </w:pPr>
    <w:rPr>
      <w:rFonts w:ascii="Tahoma" w:eastAsiaTheme="minorHAnsi" w:hAnsi="Tahoma"/>
      <w:sz w:val="20"/>
      <w:szCs w:val="20"/>
      <w:lang w:eastAsia="en-US"/>
    </w:rPr>
  </w:style>
  <w:style w:type="paragraph" w:customStyle="1" w:styleId="8E6F1ECEFA584DE78CF5A08E497B59EE6">
    <w:name w:val="8E6F1ECEFA584DE78CF5A08E497B59EE6"/>
    <w:rsid w:val="005C121D"/>
    <w:pPr>
      <w:spacing w:after="120" w:line="240" w:lineRule="auto"/>
      <w:jc w:val="both"/>
    </w:pPr>
    <w:rPr>
      <w:rFonts w:ascii="Tahoma" w:eastAsiaTheme="minorHAnsi" w:hAnsi="Tahoma"/>
      <w:sz w:val="20"/>
      <w:szCs w:val="20"/>
      <w:lang w:eastAsia="en-US"/>
    </w:rPr>
  </w:style>
  <w:style w:type="paragraph" w:customStyle="1" w:styleId="BDA809AFD81F44338CE81EFD0C9309A16">
    <w:name w:val="BDA809AFD81F44338CE81EFD0C9309A16"/>
    <w:rsid w:val="005C121D"/>
    <w:pPr>
      <w:spacing w:after="120" w:line="240" w:lineRule="auto"/>
      <w:jc w:val="both"/>
    </w:pPr>
    <w:rPr>
      <w:rFonts w:ascii="Tahoma" w:eastAsiaTheme="minorHAnsi" w:hAnsi="Tahoma"/>
      <w:sz w:val="20"/>
      <w:szCs w:val="20"/>
      <w:lang w:eastAsia="en-US"/>
    </w:rPr>
  </w:style>
  <w:style w:type="paragraph" w:customStyle="1" w:styleId="04EC7EBB8BC64E879DDC423533E500CF6">
    <w:name w:val="04EC7EBB8BC64E879DDC423533E500CF6"/>
    <w:rsid w:val="005C121D"/>
    <w:pPr>
      <w:spacing w:after="120" w:line="240" w:lineRule="auto"/>
      <w:jc w:val="both"/>
    </w:pPr>
    <w:rPr>
      <w:rFonts w:ascii="Tahoma" w:eastAsiaTheme="minorHAnsi" w:hAnsi="Tahoma"/>
      <w:sz w:val="20"/>
      <w:szCs w:val="20"/>
      <w:lang w:eastAsia="en-US"/>
    </w:rPr>
  </w:style>
  <w:style w:type="paragraph" w:customStyle="1" w:styleId="245A40A2B13E4EA48ECCFEC0BB4D3B2E5">
    <w:name w:val="245A40A2B13E4EA48ECCFEC0BB4D3B2E5"/>
    <w:rsid w:val="005C121D"/>
    <w:pPr>
      <w:spacing w:after="120" w:line="240" w:lineRule="auto"/>
      <w:jc w:val="both"/>
    </w:pPr>
    <w:rPr>
      <w:rFonts w:ascii="Tahoma" w:eastAsiaTheme="minorHAnsi" w:hAnsi="Tahoma"/>
      <w:sz w:val="20"/>
      <w:szCs w:val="20"/>
      <w:lang w:eastAsia="en-US"/>
    </w:rPr>
  </w:style>
  <w:style w:type="paragraph" w:customStyle="1" w:styleId="8FA902430EC04999B736E2B403162EA15">
    <w:name w:val="8FA902430EC04999B736E2B403162EA15"/>
    <w:rsid w:val="005C121D"/>
    <w:pPr>
      <w:spacing w:after="120" w:line="240" w:lineRule="auto"/>
      <w:jc w:val="both"/>
    </w:pPr>
    <w:rPr>
      <w:rFonts w:ascii="Tahoma" w:eastAsiaTheme="minorHAnsi" w:hAnsi="Tahoma"/>
      <w:sz w:val="20"/>
      <w:szCs w:val="20"/>
      <w:lang w:eastAsia="en-US"/>
    </w:rPr>
  </w:style>
  <w:style w:type="paragraph" w:customStyle="1" w:styleId="574E8610E1E54F2984926DDB2DC99E575">
    <w:name w:val="574E8610E1E54F2984926DDB2DC99E575"/>
    <w:rsid w:val="005C121D"/>
    <w:pPr>
      <w:spacing w:after="120" w:line="240" w:lineRule="auto"/>
      <w:jc w:val="both"/>
    </w:pPr>
    <w:rPr>
      <w:rFonts w:ascii="Tahoma" w:eastAsiaTheme="minorHAnsi" w:hAnsi="Tahoma"/>
      <w:sz w:val="20"/>
      <w:szCs w:val="20"/>
      <w:lang w:eastAsia="en-US"/>
    </w:rPr>
  </w:style>
  <w:style w:type="paragraph" w:customStyle="1" w:styleId="F09FE4A3E97346119863EBC776F3701D2">
    <w:name w:val="F09FE4A3E97346119863EBC776F3701D2"/>
    <w:rsid w:val="005C121D"/>
    <w:pPr>
      <w:spacing w:after="120" w:line="240" w:lineRule="auto"/>
      <w:jc w:val="both"/>
    </w:pPr>
    <w:rPr>
      <w:rFonts w:ascii="Tahoma" w:eastAsiaTheme="minorHAnsi" w:hAnsi="Tahoma"/>
      <w:sz w:val="20"/>
      <w:szCs w:val="20"/>
      <w:lang w:eastAsia="en-US"/>
    </w:rPr>
  </w:style>
  <w:style w:type="paragraph" w:customStyle="1" w:styleId="6F7ABE0BBB284774BBF662C8ED8731222">
    <w:name w:val="6F7ABE0BBB284774BBF662C8ED8731222"/>
    <w:rsid w:val="005C121D"/>
    <w:pPr>
      <w:spacing w:after="120" w:line="240" w:lineRule="auto"/>
      <w:jc w:val="both"/>
    </w:pPr>
    <w:rPr>
      <w:rFonts w:ascii="Tahoma" w:eastAsiaTheme="minorHAnsi" w:hAnsi="Tahoma"/>
      <w:sz w:val="20"/>
      <w:szCs w:val="20"/>
      <w:lang w:eastAsia="en-US"/>
    </w:rPr>
  </w:style>
  <w:style w:type="paragraph" w:customStyle="1" w:styleId="779F2B4FFB20460BABDE081FE93BD09C2">
    <w:name w:val="779F2B4FFB20460BABDE081FE93BD09C2"/>
    <w:rsid w:val="005C121D"/>
    <w:pPr>
      <w:spacing w:after="120" w:line="240" w:lineRule="auto"/>
      <w:jc w:val="both"/>
    </w:pPr>
    <w:rPr>
      <w:rFonts w:ascii="Tahoma" w:eastAsiaTheme="minorHAnsi" w:hAnsi="Tahoma"/>
      <w:sz w:val="20"/>
      <w:szCs w:val="20"/>
      <w:lang w:eastAsia="en-US"/>
    </w:rPr>
  </w:style>
  <w:style w:type="paragraph" w:customStyle="1" w:styleId="2B38163517804DA086101F401AF513122">
    <w:name w:val="2B38163517804DA086101F401AF513122"/>
    <w:rsid w:val="005C121D"/>
    <w:pPr>
      <w:spacing w:after="120" w:line="240" w:lineRule="auto"/>
      <w:jc w:val="both"/>
    </w:pPr>
    <w:rPr>
      <w:rFonts w:ascii="Tahoma" w:eastAsiaTheme="minorHAnsi" w:hAnsi="Tahoma"/>
      <w:sz w:val="20"/>
      <w:szCs w:val="20"/>
      <w:lang w:eastAsia="en-US"/>
    </w:rPr>
  </w:style>
  <w:style w:type="paragraph" w:customStyle="1" w:styleId="279AC7F4C7BB43D4983EA92BDA54B3232">
    <w:name w:val="279AC7F4C7BB43D4983EA92BDA54B3232"/>
    <w:rsid w:val="005C121D"/>
    <w:pPr>
      <w:spacing w:after="120" w:line="240" w:lineRule="auto"/>
      <w:jc w:val="both"/>
    </w:pPr>
    <w:rPr>
      <w:rFonts w:ascii="Tahoma" w:eastAsiaTheme="minorHAnsi" w:hAnsi="Tahoma"/>
      <w:sz w:val="20"/>
      <w:szCs w:val="20"/>
      <w:lang w:eastAsia="en-US"/>
    </w:rPr>
  </w:style>
  <w:style w:type="paragraph" w:customStyle="1" w:styleId="1A3B2B92521A4C9BADE7F3E8DB295D2F2">
    <w:name w:val="1A3B2B92521A4C9BADE7F3E8DB295D2F2"/>
    <w:rsid w:val="005C121D"/>
    <w:pPr>
      <w:spacing w:after="120" w:line="240" w:lineRule="auto"/>
      <w:jc w:val="both"/>
    </w:pPr>
    <w:rPr>
      <w:rFonts w:ascii="Tahoma" w:eastAsiaTheme="minorHAnsi" w:hAnsi="Tahoma"/>
      <w:sz w:val="20"/>
      <w:szCs w:val="20"/>
      <w:lang w:eastAsia="en-US"/>
    </w:rPr>
  </w:style>
  <w:style w:type="paragraph" w:customStyle="1" w:styleId="A80D28BA26FB4478B24D37BD5D922A032">
    <w:name w:val="A80D28BA26FB4478B24D37BD5D922A032"/>
    <w:rsid w:val="005C121D"/>
    <w:pPr>
      <w:spacing w:after="120" w:line="240" w:lineRule="auto"/>
      <w:jc w:val="both"/>
    </w:pPr>
    <w:rPr>
      <w:rFonts w:ascii="Tahoma" w:eastAsiaTheme="minorHAnsi" w:hAnsi="Tahoma"/>
      <w:sz w:val="20"/>
      <w:szCs w:val="20"/>
      <w:lang w:eastAsia="en-US"/>
    </w:rPr>
  </w:style>
  <w:style w:type="paragraph" w:customStyle="1" w:styleId="C0F15B458B7D4FE99A7B047F3951C1862">
    <w:name w:val="C0F15B458B7D4FE99A7B047F3951C1862"/>
    <w:rsid w:val="005C121D"/>
    <w:pPr>
      <w:spacing w:after="120" w:line="240" w:lineRule="auto"/>
      <w:jc w:val="both"/>
    </w:pPr>
    <w:rPr>
      <w:rFonts w:ascii="Tahoma" w:eastAsiaTheme="minorHAnsi" w:hAnsi="Tahoma"/>
      <w:sz w:val="20"/>
      <w:szCs w:val="20"/>
      <w:lang w:eastAsia="en-US"/>
    </w:rPr>
  </w:style>
  <w:style w:type="paragraph" w:customStyle="1" w:styleId="CBD3E27E27204061A0AF4447C4099EEA2">
    <w:name w:val="CBD3E27E27204061A0AF4447C4099EEA2"/>
    <w:rsid w:val="005C121D"/>
    <w:pPr>
      <w:spacing w:after="120" w:line="240" w:lineRule="auto"/>
      <w:jc w:val="both"/>
    </w:pPr>
    <w:rPr>
      <w:rFonts w:ascii="Tahoma" w:eastAsiaTheme="minorHAnsi" w:hAnsi="Tahoma"/>
      <w:sz w:val="20"/>
      <w:szCs w:val="20"/>
      <w:lang w:eastAsia="en-US"/>
    </w:rPr>
  </w:style>
  <w:style w:type="paragraph" w:customStyle="1" w:styleId="CD00DFBF7B144700B497A00736A0E0EA2">
    <w:name w:val="CD00DFBF7B144700B497A00736A0E0EA2"/>
    <w:rsid w:val="005C121D"/>
    <w:pPr>
      <w:spacing w:after="120" w:line="240" w:lineRule="auto"/>
      <w:jc w:val="both"/>
    </w:pPr>
    <w:rPr>
      <w:rFonts w:ascii="Tahoma" w:eastAsiaTheme="minorHAnsi" w:hAnsi="Tahoma"/>
      <w:sz w:val="20"/>
      <w:szCs w:val="20"/>
      <w:lang w:eastAsia="en-US"/>
    </w:rPr>
  </w:style>
  <w:style w:type="paragraph" w:customStyle="1" w:styleId="3A4F350439A84FBB9E4EC07CB548EED02">
    <w:name w:val="3A4F350439A84FBB9E4EC07CB548EED02"/>
    <w:rsid w:val="005C121D"/>
    <w:pPr>
      <w:spacing w:after="120" w:line="240" w:lineRule="auto"/>
      <w:jc w:val="both"/>
    </w:pPr>
    <w:rPr>
      <w:rFonts w:ascii="Tahoma" w:eastAsiaTheme="minorHAnsi" w:hAnsi="Tahoma"/>
      <w:sz w:val="20"/>
      <w:szCs w:val="20"/>
      <w:lang w:eastAsia="en-US"/>
    </w:rPr>
  </w:style>
  <w:style w:type="paragraph" w:customStyle="1" w:styleId="63C08F1F6C1B44A1A820C81F8E42247D2">
    <w:name w:val="63C08F1F6C1B44A1A820C81F8E42247D2"/>
    <w:rsid w:val="005C121D"/>
    <w:pPr>
      <w:spacing w:after="120" w:line="240" w:lineRule="auto"/>
      <w:jc w:val="both"/>
    </w:pPr>
    <w:rPr>
      <w:rFonts w:ascii="Tahoma" w:eastAsiaTheme="minorHAnsi" w:hAnsi="Tahoma"/>
      <w:sz w:val="20"/>
      <w:szCs w:val="20"/>
      <w:lang w:eastAsia="en-US"/>
    </w:rPr>
  </w:style>
  <w:style w:type="paragraph" w:customStyle="1" w:styleId="C4ED4C4F21654D37B72DC1D725453BF4">
    <w:name w:val="C4ED4C4F21654D37B72DC1D725453BF4"/>
    <w:rsid w:val="005C121D"/>
    <w:pPr>
      <w:spacing w:after="120" w:line="240" w:lineRule="auto"/>
      <w:jc w:val="both"/>
    </w:pPr>
    <w:rPr>
      <w:rFonts w:ascii="Tahoma" w:eastAsiaTheme="minorHAnsi" w:hAnsi="Tahoma"/>
      <w:sz w:val="20"/>
      <w:szCs w:val="20"/>
      <w:lang w:eastAsia="en-US"/>
    </w:rPr>
  </w:style>
  <w:style w:type="paragraph" w:customStyle="1" w:styleId="0B4DEDE78227492DA514C516D4FBB1451">
    <w:name w:val="0B4DEDE78227492DA514C516D4FBB1451"/>
    <w:rsid w:val="005C121D"/>
    <w:pPr>
      <w:spacing w:after="120" w:line="240" w:lineRule="auto"/>
      <w:jc w:val="both"/>
    </w:pPr>
    <w:rPr>
      <w:rFonts w:ascii="Tahoma" w:eastAsiaTheme="minorHAnsi" w:hAnsi="Tahoma"/>
      <w:sz w:val="20"/>
      <w:szCs w:val="20"/>
      <w:lang w:eastAsia="en-US"/>
    </w:rPr>
  </w:style>
  <w:style w:type="paragraph" w:customStyle="1" w:styleId="932D237C1ED549D78313EF01C3B8506B1">
    <w:name w:val="932D237C1ED549D78313EF01C3B8506B1"/>
    <w:rsid w:val="005C121D"/>
    <w:pPr>
      <w:spacing w:after="120" w:line="240" w:lineRule="auto"/>
      <w:jc w:val="both"/>
    </w:pPr>
    <w:rPr>
      <w:rFonts w:ascii="Tahoma" w:eastAsiaTheme="minorHAnsi" w:hAnsi="Tahoma"/>
      <w:sz w:val="20"/>
      <w:szCs w:val="20"/>
      <w:lang w:eastAsia="en-US"/>
    </w:rPr>
  </w:style>
  <w:style w:type="paragraph" w:customStyle="1" w:styleId="0676879731C1489E99C0FEFAF58B8FC01">
    <w:name w:val="0676879731C1489E99C0FEFAF58B8FC01"/>
    <w:rsid w:val="005C121D"/>
    <w:pPr>
      <w:spacing w:after="120" w:line="240" w:lineRule="auto"/>
      <w:jc w:val="both"/>
    </w:pPr>
    <w:rPr>
      <w:rFonts w:ascii="Tahoma" w:eastAsiaTheme="minorHAnsi" w:hAnsi="Tahoma"/>
      <w:sz w:val="20"/>
      <w:szCs w:val="20"/>
      <w:lang w:eastAsia="en-US"/>
    </w:rPr>
  </w:style>
  <w:style w:type="paragraph" w:customStyle="1" w:styleId="4645999DF7224A939E53F5194B8867761">
    <w:name w:val="4645999DF7224A939E53F5194B8867761"/>
    <w:rsid w:val="005C121D"/>
    <w:pPr>
      <w:spacing w:after="120" w:line="240" w:lineRule="auto"/>
      <w:jc w:val="both"/>
    </w:pPr>
    <w:rPr>
      <w:rFonts w:ascii="Tahoma" w:eastAsiaTheme="minorHAnsi" w:hAnsi="Tahoma"/>
      <w:sz w:val="20"/>
      <w:szCs w:val="20"/>
      <w:lang w:eastAsia="en-US"/>
    </w:rPr>
  </w:style>
  <w:style w:type="paragraph" w:customStyle="1" w:styleId="98144D3415864D06B75C619D516E49EE1">
    <w:name w:val="98144D3415864D06B75C619D516E49EE1"/>
    <w:rsid w:val="005C121D"/>
    <w:pPr>
      <w:spacing w:after="120" w:line="240" w:lineRule="auto"/>
      <w:jc w:val="both"/>
    </w:pPr>
    <w:rPr>
      <w:rFonts w:ascii="Tahoma" w:eastAsiaTheme="minorHAnsi" w:hAnsi="Tahoma"/>
      <w:sz w:val="20"/>
      <w:szCs w:val="20"/>
      <w:lang w:eastAsia="en-US"/>
    </w:rPr>
  </w:style>
  <w:style w:type="paragraph" w:customStyle="1" w:styleId="9412C3A2CF564EB7A86E2C8E527809FA1">
    <w:name w:val="9412C3A2CF564EB7A86E2C8E527809FA1"/>
    <w:rsid w:val="005C121D"/>
    <w:pPr>
      <w:spacing w:after="120" w:line="240" w:lineRule="auto"/>
      <w:jc w:val="both"/>
    </w:pPr>
    <w:rPr>
      <w:rFonts w:ascii="Tahoma" w:eastAsiaTheme="minorHAnsi" w:hAnsi="Tahoma"/>
      <w:sz w:val="20"/>
      <w:szCs w:val="20"/>
      <w:lang w:eastAsia="en-US"/>
    </w:rPr>
  </w:style>
  <w:style w:type="paragraph" w:customStyle="1" w:styleId="CD7BF35B71D545E6A3F9DDA96BBED4E41">
    <w:name w:val="CD7BF35B71D545E6A3F9DDA96BBED4E41"/>
    <w:rsid w:val="005C121D"/>
    <w:pPr>
      <w:spacing w:after="120" w:line="240" w:lineRule="auto"/>
      <w:jc w:val="both"/>
    </w:pPr>
    <w:rPr>
      <w:rFonts w:ascii="Tahoma" w:eastAsiaTheme="minorHAnsi" w:hAnsi="Tahoma"/>
      <w:sz w:val="20"/>
      <w:szCs w:val="20"/>
      <w:lang w:eastAsia="en-US"/>
    </w:rPr>
  </w:style>
  <w:style w:type="paragraph" w:customStyle="1" w:styleId="B7D1414B938C4D6EBD25770D504CDB141">
    <w:name w:val="B7D1414B938C4D6EBD25770D504CDB141"/>
    <w:rsid w:val="005C121D"/>
    <w:pPr>
      <w:spacing w:after="120" w:line="240" w:lineRule="auto"/>
      <w:jc w:val="both"/>
    </w:pPr>
    <w:rPr>
      <w:rFonts w:ascii="Tahoma" w:eastAsiaTheme="minorHAnsi" w:hAnsi="Tahoma"/>
      <w:sz w:val="20"/>
      <w:szCs w:val="20"/>
      <w:lang w:eastAsia="en-US"/>
    </w:rPr>
  </w:style>
  <w:style w:type="paragraph" w:customStyle="1" w:styleId="4576C1C825834A598E8268B7C2BA472C1">
    <w:name w:val="4576C1C825834A598E8268B7C2BA472C1"/>
    <w:rsid w:val="005C121D"/>
    <w:pPr>
      <w:spacing w:after="120" w:line="240" w:lineRule="auto"/>
      <w:jc w:val="both"/>
    </w:pPr>
    <w:rPr>
      <w:rFonts w:ascii="Tahoma" w:eastAsiaTheme="minorHAnsi" w:hAnsi="Tahoma"/>
      <w:sz w:val="20"/>
      <w:szCs w:val="20"/>
      <w:lang w:eastAsia="en-US"/>
    </w:rPr>
  </w:style>
  <w:style w:type="paragraph" w:customStyle="1" w:styleId="A59DC840E1D14311A952A087C1995E9C1">
    <w:name w:val="A59DC840E1D14311A952A087C1995E9C1"/>
    <w:rsid w:val="005C121D"/>
    <w:pPr>
      <w:spacing w:after="120" w:line="240" w:lineRule="auto"/>
      <w:jc w:val="both"/>
    </w:pPr>
    <w:rPr>
      <w:rFonts w:ascii="Tahoma" w:eastAsiaTheme="minorHAnsi" w:hAnsi="Tahoma"/>
      <w:sz w:val="20"/>
      <w:szCs w:val="20"/>
      <w:lang w:eastAsia="en-US"/>
    </w:rPr>
  </w:style>
  <w:style w:type="paragraph" w:customStyle="1" w:styleId="243BDD39C36B4819B9C4EE2F617DA35F1">
    <w:name w:val="243BDD39C36B4819B9C4EE2F617DA35F1"/>
    <w:rsid w:val="005C121D"/>
    <w:pPr>
      <w:spacing w:after="120" w:line="240" w:lineRule="auto"/>
      <w:jc w:val="both"/>
    </w:pPr>
    <w:rPr>
      <w:rFonts w:ascii="Tahoma" w:eastAsiaTheme="minorHAnsi" w:hAnsi="Tahoma"/>
      <w:sz w:val="20"/>
      <w:szCs w:val="20"/>
      <w:lang w:eastAsia="en-US"/>
    </w:rPr>
  </w:style>
  <w:style w:type="paragraph" w:customStyle="1" w:styleId="52620D2109204E64864DFBD5C66E31761">
    <w:name w:val="52620D2109204E64864DFBD5C66E31761"/>
    <w:rsid w:val="005C121D"/>
    <w:pPr>
      <w:spacing w:after="120" w:line="240" w:lineRule="auto"/>
      <w:jc w:val="both"/>
    </w:pPr>
    <w:rPr>
      <w:rFonts w:ascii="Tahoma" w:eastAsiaTheme="minorHAnsi" w:hAnsi="Tahoma"/>
      <w:sz w:val="20"/>
      <w:szCs w:val="20"/>
      <w:lang w:eastAsia="en-US"/>
    </w:rPr>
  </w:style>
  <w:style w:type="paragraph" w:customStyle="1" w:styleId="D70B456E5CD74B63AE3EF0C93C887E7B">
    <w:name w:val="D70B456E5CD74B63AE3EF0C93C887E7B"/>
    <w:rsid w:val="005C121D"/>
  </w:style>
  <w:style w:type="paragraph" w:customStyle="1" w:styleId="F5125BAB8B97464181AC7E54F4515D14">
    <w:name w:val="F5125BAB8B97464181AC7E54F4515D14"/>
    <w:rsid w:val="005C121D"/>
  </w:style>
  <w:style w:type="paragraph" w:customStyle="1" w:styleId="94D2FF39F80244E6B328EA7C92204356">
    <w:name w:val="94D2FF39F80244E6B328EA7C92204356"/>
    <w:rsid w:val="005C121D"/>
  </w:style>
  <w:style w:type="paragraph" w:customStyle="1" w:styleId="79D32415DCF3488293EDEE4374628FF2">
    <w:name w:val="79D32415DCF3488293EDEE4374628FF2"/>
    <w:rsid w:val="005C121D"/>
  </w:style>
  <w:style w:type="paragraph" w:customStyle="1" w:styleId="2AD5FAAE253244BFAC47D7CFFD4E810B">
    <w:name w:val="2AD5FAAE253244BFAC47D7CFFD4E810B"/>
    <w:rsid w:val="005C121D"/>
  </w:style>
  <w:style w:type="paragraph" w:customStyle="1" w:styleId="AFEADE4D01AF4B369A72620A0427B633">
    <w:name w:val="AFEADE4D01AF4B369A72620A0427B633"/>
    <w:rsid w:val="005C121D"/>
  </w:style>
  <w:style w:type="paragraph" w:customStyle="1" w:styleId="27C797042A724B17B65AE027A4E7EB98">
    <w:name w:val="27C797042A724B17B65AE027A4E7EB98"/>
    <w:rsid w:val="005C121D"/>
  </w:style>
  <w:style w:type="paragraph" w:customStyle="1" w:styleId="9D2A0ABFDF1B40D799B56B19690C9A61">
    <w:name w:val="9D2A0ABFDF1B40D799B56B19690C9A61"/>
    <w:rsid w:val="005C121D"/>
  </w:style>
  <w:style w:type="paragraph" w:customStyle="1" w:styleId="1A6A4FE95E384BC8970690FDBA5FC99C">
    <w:name w:val="1A6A4FE95E384BC8970690FDBA5FC99C"/>
    <w:rsid w:val="005C121D"/>
  </w:style>
  <w:style w:type="paragraph" w:customStyle="1" w:styleId="9108E88CEC4E4549BFDB0F18010A7144">
    <w:name w:val="9108E88CEC4E4549BFDB0F18010A7144"/>
    <w:rsid w:val="005C121D"/>
  </w:style>
  <w:style w:type="paragraph" w:customStyle="1" w:styleId="297EB50B07264C3F8BC411B13A6EFD32">
    <w:name w:val="297EB50B07264C3F8BC411B13A6EFD32"/>
    <w:rsid w:val="005C121D"/>
  </w:style>
  <w:style w:type="paragraph" w:customStyle="1" w:styleId="420F33F7881F4E8D8537061C8A1D767A">
    <w:name w:val="420F33F7881F4E8D8537061C8A1D767A"/>
    <w:rsid w:val="005C121D"/>
  </w:style>
  <w:style w:type="paragraph" w:customStyle="1" w:styleId="15AF1729FC6D4E2CA93F5B90FEAA2FCD">
    <w:name w:val="15AF1729FC6D4E2CA93F5B90FEAA2FCD"/>
    <w:rsid w:val="005C121D"/>
  </w:style>
  <w:style w:type="paragraph" w:customStyle="1" w:styleId="3C8B00E322CA4668B2AEB52DF9A38180">
    <w:name w:val="3C8B00E322CA4668B2AEB52DF9A38180"/>
    <w:rsid w:val="005C121D"/>
  </w:style>
  <w:style w:type="paragraph" w:customStyle="1" w:styleId="B5E86460B3E24411A5BF18EB1DDE2B88">
    <w:name w:val="B5E86460B3E24411A5BF18EB1DDE2B88"/>
    <w:rsid w:val="005C121D"/>
  </w:style>
  <w:style w:type="paragraph" w:customStyle="1" w:styleId="D627C774909C4AC6B22CCDB99ADDAAD3">
    <w:name w:val="D627C774909C4AC6B22CCDB99ADDAAD3"/>
    <w:rsid w:val="005C121D"/>
  </w:style>
  <w:style w:type="paragraph" w:customStyle="1" w:styleId="DE9B7DC16235429BBED85275F4C54110">
    <w:name w:val="DE9B7DC16235429BBED85275F4C54110"/>
    <w:rsid w:val="005C121D"/>
  </w:style>
  <w:style w:type="paragraph" w:customStyle="1" w:styleId="361940CC2800458B872C0D8D4300E975">
    <w:name w:val="361940CC2800458B872C0D8D4300E975"/>
    <w:rsid w:val="005C121D"/>
  </w:style>
  <w:style w:type="paragraph" w:customStyle="1" w:styleId="0C9F1B6CCEBA4739A3F10A9FCE733BD5">
    <w:name w:val="0C9F1B6CCEBA4739A3F10A9FCE733BD5"/>
    <w:rsid w:val="005C121D"/>
  </w:style>
  <w:style w:type="paragraph" w:customStyle="1" w:styleId="B02B522950E54E20AB1E60EC9F20EC0D">
    <w:name w:val="B02B522950E54E20AB1E60EC9F20EC0D"/>
    <w:rsid w:val="005C121D"/>
  </w:style>
  <w:style w:type="paragraph" w:customStyle="1" w:styleId="DD54E39591234366BA0F1DD9A449CA35">
    <w:name w:val="DD54E39591234366BA0F1DD9A449CA35"/>
    <w:rsid w:val="005C121D"/>
  </w:style>
  <w:style w:type="paragraph" w:customStyle="1" w:styleId="014D33AFB0DA45C18E2071A13F2B0757">
    <w:name w:val="014D33AFB0DA45C18E2071A13F2B0757"/>
    <w:rsid w:val="005C121D"/>
  </w:style>
  <w:style w:type="paragraph" w:customStyle="1" w:styleId="424ECD38442E42B2A137E68945B2BFA8">
    <w:name w:val="424ECD38442E42B2A137E68945B2BFA8"/>
    <w:rsid w:val="005C121D"/>
  </w:style>
  <w:style w:type="paragraph" w:customStyle="1" w:styleId="E6365F9B97E6492492BAB28E7EAE85A0">
    <w:name w:val="E6365F9B97E6492492BAB28E7EAE85A0"/>
    <w:rsid w:val="005C121D"/>
  </w:style>
  <w:style w:type="paragraph" w:customStyle="1" w:styleId="432461B8B3074D18918432D371192C38">
    <w:name w:val="432461B8B3074D18918432D371192C38"/>
    <w:rsid w:val="005C121D"/>
  </w:style>
  <w:style w:type="paragraph" w:customStyle="1" w:styleId="74FE56E68EB64F5DB24328DD2207FE86">
    <w:name w:val="74FE56E68EB64F5DB24328DD2207FE86"/>
    <w:rsid w:val="005C121D"/>
  </w:style>
  <w:style w:type="paragraph" w:customStyle="1" w:styleId="2C88B92721FB4FEB963D70D86452D501">
    <w:name w:val="2C88B92721FB4FEB963D70D86452D501"/>
    <w:rsid w:val="005C121D"/>
  </w:style>
  <w:style w:type="paragraph" w:customStyle="1" w:styleId="F828F6E8C8D548FFB11DC15C5889A253">
    <w:name w:val="F828F6E8C8D548FFB11DC15C5889A253"/>
    <w:rsid w:val="005C121D"/>
  </w:style>
  <w:style w:type="paragraph" w:customStyle="1" w:styleId="6DF85E21DC2A4A58ADF90A5C3DD95B24">
    <w:name w:val="6DF85E21DC2A4A58ADF90A5C3DD95B24"/>
    <w:rsid w:val="005C121D"/>
  </w:style>
  <w:style w:type="paragraph" w:customStyle="1" w:styleId="09300A05E42844C483E04607744B6A05">
    <w:name w:val="09300A05E42844C483E04607744B6A05"/>
    <w:rsid w:val="005C121D"/>
  </w:style>
  <w:style w:type="paragraph" w:customStyle="1" w:styleId="955B596A43D34240AD1A2EAAA945FB47">
    <w:name w:val="955B596A43D34240AD1A2EAAA945FB47"/>
    <w:rsid w:val="005C121D"/>
  </w:style>
  <w:style w:type="paragraph" w:customStyle="1" w:styleId="DD852B731FEB4D3E97F5D611E38D0D86">
    <w:name w:val="DD852B731FEB4D3E97F5D611E38D0D86"/>
    <w:rsid w:val="005C121D"/>
  </w:style>
  <w:style w:type="paragraph" w:customStyle="1" w:styleId="2D0CD3F470D547EC9BD9DB253E843614">
    <w:name w:val="2D0CD3F470D547EC9BD9DB253E843614"/>
    <w:rsid w:val="005C121D"/>
  </w:style>
  <w:style w:type="paragraph" w:customStyle="1" w:styleId="67FAE25A521E479BB2ABAD688DDFB952">
    <w:name w:val="67FAE25A521E479BB2ABAD688DDFB952"/>
    <w:rsid w:val="005C121D"/>
  </w:style>
  <w:style w:type="paragraph" w:customStyle="1" w:styleId="73236DEE0716490CAD65B6E99847B5C0">
    <w:name w:val="73236DEE0716490CAD65B6E99847B5C0"/>
    <w:rsid w:val="005C121D"/>
  </w:style>
  <w:style w:type="paragraph" w:customStyle="1" w:styleId="5D4ADFCEEFC44F56B27E9D3A47ED37F4">
    <w:name w:val="5D4ADFCEEFC44F56B27E9D3A47ED37F4"/>
    <w:rsid w:val="005C121D"/>
  </w:style>
  <w:style w:type="paragraph" w:customStyle="1" w:styleId="A415AAA361FB4848AFC2ACCB55FA7758">
    <w:name w:val="A415AAA361FB4848AFC2ACCB55FA7758"/>
    <w:rsid w:val="005C121D"/>
  </w:style>
  <w:style w:type="paragraph" w:customStyle="1" w:styleId="8113B28B07FB4E52A62CE94D91575662">
    <w:name w:val="8113B28B07FB4E52A62CE94D91575662"/>
    <w:rsid w:val="005C121D"/>
  </w:style>
  <w:style w:type="paragraph" w:customStyle="1" w:styleId="0F331AD821614B0782A96A68F585002B">
    <w:name w:val="0F331AD821614B0782A96A68F585002B"/>
    <w:rsid w:val="005C121D"/>
  </w:style>
  <w:style w:type="paragraph" w:customStyle="1" w:styleId="3C215B32EBC3445FA6FF1A95DD3BC482">
    <w:name w:val="3C215B32EBC3445FA6FF1A95DD3BC482"/>
    <w:rsid w:val="005C121D"/>
  </w:style>
  <w:style w:type="paragraph" w:customStyle="1" w:styleId="8A2D32783E57415C897AFAB020AEA5E5">
    <w:name w:val="8A2D32783E57415C897AFAB020AEA5E5"/>
    <w:rsid w:val="005C121D"/>
  </w:style>
  <w:style w:type="paragraph" w:customStyle="1" w:styleId="12B842306D454F9E9DE06705BFC3529D">
    <w:name w:val="12B842306D454F9E9DE06705BFC3529D"/>
    <w:rsid w:val="005C121D"/>
  </w:style>
  <w:style w:type="paragraph" w:customStyle="1" w:styleId="5DDCA8800E2941FC9264889E11D350CF">
    <w:name w:val="5DDCA8800E2941FC9264889E11D350CF"/>
    <w:rsid w:val="005C121D"/>
  </w:style>
  <w:style w:type="paragraph" w:customStyle="1" w:styleId="1DB8265E31134EF3B353AF6FF218C9E8">
    <w:name w:val="1DB8265E31134EF3B353AF6FF218C9E8"/>
    <w:rsid w:val="005C121D"/>
  </w:style>
  <w:style w:type="paragraph" w:customStyle="1" w:styleId="81D6C3B1E26140989FB21E0C89D14A2A">
    <w:name w:val="81D6C3B1E26140989FB21E0C89D14A2A"/>
    <w:rsid w:val="005C121D"/>
  </w:style>
  <w:style w:type="paragraph" w:customStyle="1" w:styleId="23F8D6A9528246D78AEFC228F6ACB0C3">
    <w:name w:val="23F8D6A9528246D78AEFC228F6ACB0C3"/>
    <w:rsid w:val="005C121D"/>
  </w:style>
  <w:style w:type="paragraph" w:customStyle="1" w:styleId="492DEC0848784670A96814325D156285">
    <w:name w:val="492DEC0848784670A96814325D156285"/>
    <w:rsid w:val="005C121D"/>
  </w:style>
  <w:style w:type="paragraph" w:customStyle="1" w:styleId="30389C3A5455400D95FBA61EC13A772E">
    <w:name w:val="30389C3A5455400D95FBA61EC13A772E"/>
    <w:rsid w:val="005C121D"/>
  </w:style>
  <w:style w:type="paragraph" w:customStyle="1" w:styleId="B8098FE498864DAAB2C742DEB87A3545">
    <w:name w:val="B8098FE498864DAAB2C742DEB87A3545"/>
    <w:rsid w:val="005C121D"/>
  </w:style>
  <w:style w:type="paragraph" w:customStyle="1" w:styleId="B028F9E0C72E4CC1A95496410DAAC0E1">
    <w:name w:val="B028F9E0C72E4CC1A95496410DAAC0E1"/>
    <w:rsid w:val="005C121D"/>
  </w:style>
  <w:style w:type="paragraph" w:customStyle="1" w:styleId="D02104221CA14364942D44CFB67A075B">
    <w:name w:val="D02104221CA14364942D44CFB67A075B"/>
    <w:rsid w:val="005C121D"/>
  </w:style>
  <w:style w:type="paragraph" w:customStyle="1" w:styleId="E7F38378FAEB4B049F9B9A4D72780B98">
    <w:name w:val="E7F38378FAEB4B049F9B9A4D72780B98"/>
    <w:rsid w:val="005C121D"/>
  </w:style>
  <w:style w:type="paragraph" w:customStyle="1" w:styleId="D27E25B88FA347E2AD6B16F5456A0AFB">
    <w:name w:val="D27E25B88FA347E2AD6B16F5456A0AFB"/>
    <w:rsid w:val="005C121D"/>
  </w:style>
  <w:style w:type="paragraph" w:customStyle="1" w:styleId="8A45F756596E4C09855A50ED05F97460">
    <w:name w:val="8A45F756596E4C09855A50ED05F97460"/>
    <w:rsid w:val="005C121D"/>
  </w:style>
  <w:style w:type="paragraph" w:customStyle="1" w:styleId="BC9B47343DC349CD92670BA56851CF69">
    <w:name w:val="BC9B47343DC349CD92670BA56851CF69"/>
    <w:rsid w:val="005C121D"/>
  </w:style>
  <w:style w:type="paragraph" w:customStyle="1" w:styleId="4E9D41441E384EED87DDEC87EB5C3B43">
    <w:name w:val="4E9D41441E384EED87DDEC87EB5C3B43"/>
    <w:rsid w:val="005C121D"/>
  </w:style>
  <w:style w:type="paragraph" w:customStyle="1" w:styleId="36092F5570FF46FBB499CD317D192C53">
    <w:name w:val="36092F5570FF46FBB499CD317D192C53"/>
    <w:rsid w:val="005C121D"/>
  </w:style>
  <w:style w:type="paragraph" w:customStyle="1" w:styleId="A2F96FABA6744617ADBB3A6E8C005DDD">
    <w:name w:val="A2F96FABA6744617ADBB3A6E8C005DDD"/>
    <w:rsid w:val="005C121D"/>
  </w:style>
  <w:style w:type="paragraph" w:customStyle="1" w:styleId="1FB6B360F0FE4B3F8B79E7F5559CFEDA">
    <w:name w:val="1FB6B360F0FE4B3F8B79E7F5559CFEDA"/>
    <w:rsid w:val="005C121D"/>
  </w:style>
  <w:style w:type="paragraph" w:customStyle="1" w:styleId="98B63323F25F465BA4D8D186FA421603">
    <w:name w:val="98B63323F25F465BA4D8D186FA421603"/>
    <w:rsid w:val="005C121D"/>
  </w:style>
  <w:style w:type="paragraph" w:customStyle="1" w:styleId="313B51BDC66A47D6A7A03C0BDC4EF8EE">
    <w:name w:val="313B51BDC66A47D6A7A03C0BDC4EF8EE"/>
    <w:rsid w:val="005C121D"/>
  </w:style>
  <w:style w:type="paragraph" w:customStyle="1" w:styleId="7E1BC1A792C74C34AF2CE6FF9A96AC5D">
    <w:name w:val="7E1BC1A792C74C34AF2CE6FF9A96AC5D"/>
    <w:rsid w:val="005C121D"/>
  </w:style>
  <w:style w:type="paragraph" w:customStyle="1" w:styleId="ED55ADB6473A4AA4A86E6D74E6B13A72">
    <w:name w:val="ED55ADB6473A4AA4A86E6D74E6B13A72"/>
    <w:rsid w:val="005C121D"/>
  </w:style>
  <w:style w:type="paragraph" w:customStyle="1" w:styleId="2C66CDDCB19A46BDA8E42BAE1328BCAE">
    <w:name w:val="2C66CDDCB19A46BDA8E42BAE1328BCAE"/>
    <w:rsid w:val="005C121D"/>
  </w:style>
  <w:style w:type="paragraph" w:customStyle="1" w:styleId="E3D93BF53CDA4A8D9846D7392C20583B">
    <w:name w:val="E3D93BF53CDA4A8D9846D7392C20583B"/>
    <w:rsid w:val="005C121D"/>
  </w:style>
  <w:style w:type="paragraph" w:customStyle="1" w:styleId="8D25AD0D8E9E43CB91814CE58E5357C4">
    <w:name w:val="8D25AD0D8E9E43CB91814CE58E5357C4"/>
    <w:rsid w:val="005C121D"/>
  </w:style>
  <w:style w:type="paragraph" w:customStyle="1" w:styleId="752E9317AB0C492F926FFF1432E01D86">
    <w:name w:val="752E9317AB0C492F926FFF1432E01D86"/>
    <w:rsid w:val="005C121D"/>
  </w:style>
  <w:style w:type="paragraph" w:customStyle="1" w:styleId="D5BBAA8F762B4B06B19E4E889DAA18EE">
    <w:name w:val="D5BBAA8F762B4B06B19E4E889DAA18EE"/>
    <w:rsid w:val="001D463B"/>
  </w:style>
  <w:style w:type="paragraph" w:customStyle="1" w:styleId="247E9741F5D540D69A62D3D875AD58C9">
    <w:name w:val="247E9741F5D540D69A62D3D875AD58C9"/>
    <w:rsid w:val="001D463B"/>
  </w:style>
  <w:style w:type="paragraph" w:customStyle="1" w:styleId="49DB7D60F8054A4AB8F26833F04DDB7D">
    <w:name w:val="49DB7D60F8054A4AB8F26833F04DDB7D"/>
    <w:rsid w:val="001D463B"/>
  </w:style>
  <w:style w:type="paragraph" w:customStyle="1" w:styleId="68EA49E1F56A43EE81F178244F2DB51D">
    <w:name w:val="68EA49E1F56A43EE81F178244F2DB51D"/>
    <w:rsid w:val="001D463B"/>
  </w:style>
  <w:style w:type="paragraph" w:customStyle="1" w:styleId="646E2D5E2DC14A239EC6AD758D7DB925">
    <w:name w:val="646E2D5E2DC14A239EC6AD758D7DB925"/>
    <w:rsid w:val="001D463B"/>
  </w:style>
  <w:style w:type="paragraph" w:customStyle="1" w:styleId="17ED8446B6E049CF80650C2828D5D92B">
    <w:name w:val="17ED8446B6E049CF80650C2828D5D92B"/>
    <w:rsid w:val="001D463B"/>
  </w:style>
  <w:style w:type="paragraph" w:customStyle="1" w:styleId="D929E0EEAD334250B21CF0AA45B668228">
    <w:name w:val="D929E0EEAD334250B21CF0AA45B668228"/>
    <w:rsid w:val="001D463B"/>
    <w:pPr>
      <w:spacing w:after="120" w:line="240" w:lineRule="auto"/>
      <w:jc w:val="both"/>
    </w:pPr>
    <w:rPr>
      <w:rFonts w:ascii="Tahoma" w:eastAsiaTheme="minorHAnsi" w:hAnsi="Tahoma"/>
      <w:sz w:val="20"/>
      <w:szCs w:val="20"/>
      <w:lang w:eastAsia="en-US"/>
    </w:rPr>
  </w:style>
  <w:style w:type="paragraph" w:customStyle="1" w:styleId="84E7337708CD4247B919E316C5F23AE07">
    <w:name w:val="84E7337708CD4247B919E316C5F23AE07"/>
    <w:rsid w:val="001D463B"/>
    <w:pPr>
      <w:spacing w:after="120" w:line="240" w:lineRule="auto"/>
      <w:jc w:val="both"/>
    </w:pPr>
    <w:rPr>
      <w:rFonts w:ascii="Tahoma" w:eastAsiaTheme="minorHAnsi" w:hAnsi="Tahoma"/>
      <w:sz w:val="20"/>
      <w:szCs w:val="20"/>
      <w:lang w:eastAsia="en-US"/>
    </w:rPr>
  </w:style>
  <w:style w:type="paragraph" w:customStyle="1" w:styleId="8E6F1ECEFA584DE78CF5A08E497B59EE7">
    <w:name w:val="8E6F1ECEFA584DE78CF5A08E497B59EE7"/>
    <w:rsid w:val="001D463B"/>
    <w:pPr>
      <w:spacing w:after="120" w:line="240" w:lineRule="auto"/>
      <w:jc w:val="both"/>
    </w:pPr>
    <w:rPr>
      <w:rFonts w:ascii="Tahoma" w:eastAsiaTheme="minorHAnsi" w:hAnsi="Tahoma"/>
      <w:sz w:val="20"/>
      <w:szCs w:val="20"/>
      <w:lang w:eastAsia="en-US"/>
    </w:rPr>
  </w:style>
  <w:style w:type="paragraph" w:customStyle="1" w:styleId="BDA809AFD81F44338CE81EFD0C9309A17">
    <w:name w:val="BDA809AFD81F44338CE81EFD0C9309A17"/>
    <w:rsid w:val="001D463B"/>
    <w:pPr>
      <w:spacing w:after="120" w:line="240" w:lineRule="auto"/>
      <w:jc w:val="both"/>
    </w:pPr>
    <w:rPr>
      <w:rFonts w:ascii="Tahoma" w:eastAsiaTheme="minorHAnsi" w:hAnsi="Tahoma"/>
      <w:sz w:val="20"/>
      <w:szCs w:val="20"/>
      <w:lang w:eastAsia="en-US"/>
    </w:rPr>
  </w:style>
  <w:style w:type="paragraph" w:customStyle="1" w:styleId="04EC7EBB8BC64E879DDC423533E500CF7">
    <w:name w:val="04EC7EBB8BC64E879DDC423533E500CF7"/>
    <w:rsid w:val="001D463B"/>
    <w:pPr>
      <w:spacing w:after="120" w:line="240" w:lineRule="auto"/>
      <w:jc w:val="both"/>
    </w:pPr>
    <w:rPr>
      <w:rFonts w:ascii="Tahoma" w:eastAsiaTheme="minorHAnsi" w:hAnsi="Tahoma"/>
      <w:sz w:val="20"/>
      <w:szCs w:val="20"/>
      <w:lang w:eastAsia="en-US"/>
    </w:rPr>
  </w:style>
  <w:style w:type="paragraph" w:customStyle="1" w:styleId="245A40A2B13E4EA48ECCFEC0BB4D3B2E6">
    <w:name w:val="245A40A2B13E4EA48ECCFEC0BB4D3B2E6"/>
    <w:rsid w:val="001D463B"/>
    <w:pPr>
      <w:spacing w:after="120" w:line="240" w:lineRule="auto"/>
      <w:jc w:val="both"/>
    </w:pPr>
    <w:rPr>
      <w:rFonts w:ascii="Tahoma" w:eastAsiaTheme="minorHAnsi" w:hAnsi="Tahoma"/>
      <w:sz w:val="20"/>
      <w:szCs w:val="20"/>
      <w:lang w:eastAsia="en-US"/>
    </w:rPr>
  </w:style>
  <w:style w:type="paragraph" w:customStyle="1" w:styleId="8FA902430EC04999B736E2B403162EA16">
    <w:name w:val="8FA902430EC04999B736E2B403162EA16"/>
    <w:rsid w:val="001D463B"/>
    <w:pPr>
      <w:spacing w:after="120" w:line="240" w:lineRule="auto"/>
      <w:jc w:val="both"/>
    </w:pPr>
    <w:rPr>
      <w:rFonts w:ascii="Tahoma" w:eastAsiaTheme="minorHAnsi" w:hAnsi="Tahoma"/>
      <w:sz w:val="20"/>
      <w:szCs w:val="20"/>
      <w:lang w:eastAsia="en-US"/>
    </w:rPr>
  </w:style>
  <w:style w:type="paragraph" w:customStyle="1" w:styleId="574E8610E1E54F2984926DDB2DC99E576">
    <w:name w:val="574E8610E1E54F2984926DDB2DC99E576"/>
    <w:rsid w:val="001D463B"/>
    <w:pPr>
      <w:spacing w:after="120" w:line="240" w:lineRule="auto"/>
      <w:jc w:val="both"/>
    </w:pPr>
    <w:rPr>
      <w:rFonts w:ascii="Tahoma" w:eastAsiaTheme="minorHAnsi" w:hAnsi="Tahoma"/>
      <w:sz w:val="20"/>
      <w:szCs w:val="20"/>
      <w:lang w:eastAsia="en-US"/>
    </w:rPr>
  </w:style>
  <w:style w:type="paragraph" w:customStyle="1" w:styleId="F09FE4A3E97346119863EBC776F3701D3">
    <w:name w:val="F09FE4A3E97346119863EBC776F3701D3"/>
    <w:rsid w:val="001D463B"/>
    <w:pPr>
      <w:spacing w:after="120" w:line="240" w:lineRule="auto"/>
      <w:jc w:val="both"/>
    </w:pPr>
    <w:rPr>
      <w:rFonts w:ascii="Tahoma" w:eastAsiaTheme="minorHAnsi" w:hAnsi="Tahoma"/>
      <w:sz w:val="20"/>
      <w:szCs w:val="20"/>
      <w:lang w:eastAsia="en-US"/>
    </w:rPr>
  </w:style>
  <w:style w:type="paragraph" w:customStyle="1" w:styleId="6F7ABE0BBB284774BBF662C8ED8731223">
    <w:name w:val="6F7ABE0BBB284774BBF662C8ED8731223"/>
    <w:rsid w:val="001D463B"/>
    <w:pPr>
      <w:spacing w:after="120" w:line="240" w:lineRule="auto"/>
      <w:jc w:val="both"/>
    </w:pPr>
    <w:rPr>
      <w:rFonts w:ascii="Tahoma" w:eastAsiaTheme="minorHAnsi" w:hAnsi="Tahoma"/>
      <w:sz w:val="20"/>
      <w:szCs w:val="20"/>
      <w:lang w:eastAsia="en-US"/>
    </w:rPr>
  </w:style>
  <w:style w:type="paragraph" w:customStyle="1" w:styleId="779F2B4FFB20460BABDE081FE93BD09C3">
    <w:name w:val="779F2B4FFB20460BABDE081FE93BD09C3"/>
    <w:rsid w:val="001D463B"/>
    <w:pPr>
      <w:spacing w:after="120" w:line="240" w:lineRule="auto"/>
      <w:jc w:val="both"/>
    </w:pPr>
    <w:rPr>
      <w:rFonts w:ascii="Tahoma" w:eastAsiaTheme="minorHAnsi" w:hAnsi="Tahoma"/>
      <w:sz w:val="20"/>
      <w:szCs w:val="20"/>
      <w:lang w:eastAsia="en-US"/>
    </w:rPr>
  </w:style>
  <w:style w:type="paragraph" w:customStyle="1" w:styleId="2B38163517804DA086101F401AF513123">
    <w:name w:val="2B38163517804DA086101F401AF513123"/>
    <w:rsid w:val="001D463B"/>
    <w:pPr>
      <w:spacing w:after="120" w:line="240" w:lineRule="auto"/>
      <w:jc w:val="both"/>
    </w:pPr>
    <w:rPr>
      <w:rFonts w:ascii="Tahoma" w:eastAsiaTheme="minorHAnsi" w:hAnsi="Tahoma"/>
      <w:sz w:val="20"/>
      <w:szCs w:val="20"/>
      <w:lang w:eastAsia="en-US"/>
    </w:rPr>
  </w:style>
  <w:style w:type="paragraph" w:customStyle="1" w:styleId="279AC7F4C7BB43D4983EA92BDA54B3233">
    <w:name w:val="279AC7F4C7BB43D4983EA92BDA54B3233"/>
    <w:rsid w:val="001D463B"/>
    <w:pPr>
      <w:spacing w:after="120" w:line="240" w:lineRule="auto"/>
      <w:jc w:val="both"/>
    </w:pPr>
    <w:rPr>
      <w:rFonts w:ascii="Tahoma" w:eastAsiaTheme="minorHAnsi" w:hAnsi="Tahoma"/>
      <w:sz w:val="20"/>
      <w:szCs w:val="20"/>
      <w:lang w:eastAsia="en-US"/>
    </w:rPr>
  </w:style>
  <w:style w:type="paragraph" w:customStyle="1" w:styleId="1A3B2B92521A4C9BADE7F3E8DB295D2F3">
    <w:name w:val="1A3B2B92521A4C9BADE7F3E8DB295D2F3"/>
    <w:rsid w:val="001D463B"/>
    <w:pPr>
      <w:spacing w:after="120" w:line="240" w:lineRule="auto"/>
      <w:jc w:val="both"/>
    </w:pPr>
    <w:rPr>
      <w:rFonts w:ascii="Tahoma" w:eastAsiaTheme="minorHAnsi" w:hAnsi="Tahoma"/>
      <w:sz w:val="20"/>
      <w:szCs w:val="20"/>
      <w:lang w:eastAsia="en-US"/>
    </w:rPr>
  </w:style>
  <w:style w:type="paragraph" w:customStyle="1" w:styleId="A80D28BA26FB4478B24D37BD5D922A033">
    <w:name w:val="A80D28BA26FB4478B24D37BD5D922A033"/>
    <w:rsid w:val="001D463B"/>
    <w:pPr>
      <w:spacing w:after="120" w:line="240" w:lineRule="auto"/>
      <w:jc w:val="both"/>
    </w:pPr>
    <w:rPr>
      <w:rFonts w:ascii="Tahoma" w:eastAsiaTheme="minorHAnsi" w:hAnsi="Tahoma"/>
      <w:sz w:val="20"/>
      <w:szCs w:val="20"/>
      <w:lang w:eastAsia="en-US"/>
    </w:rPr>
  </w:style>
  <w:style w:type="paragraph" w:customStyle="1" w:styleId="C0F15B458B7D4FE99A7B047F3951C1863">
    <w:name w:val="C0F15B458B7D4FE99A7B047F3951C1863"/>
    <w:rsid w:val="001D463B"/>
    <w:pPr>
      <w:spacing w:after="120" w:line="240" w:lineRule="auto"/>
      <w:jc w:val="both"/>
    </w:pPr>
    <w:rPr>
      <w:rFonts w:ascii="Tahoma" w:eastAsiaTheme="minorHAnsi" w:hAnsi="Tahoma"/>
      <w:sz w:val="20"/>
      <w:szCs w:val="20"/>
      <w:lang w:eastAsia="en-US"/>
    </w:rPr>
  </w:style>
  <w:style w:type="paragraph" w:customStyle="1" w:styleId="CBD3E27E27204061A0AF4447C4099EEA3">
    <w:name w:val="CBD3E27E27204061A0AF4447C4099EEA3"/>
    <w:rsid w:val="001D463B"/>
    <w:pPr>
      <w:spacing w:after="120" w:line="240" w:lineRule="auto"/>
      <w:jc w:val="both"/>
    </w:pPr>
    <w:rPr>
      <w:rFonts w:ascii="Tahoma" w:eastAsiaTheme="minorHAnsi" w:hAnsi="Tahoma"/>
      <w:sz w:val="20"/>
      <w:szCs w:val="20"/>
      <w:lang w:eastAsia="en-US"/>
    </w:rPr>
  </w:style>
  <w:style w:type="paragraph" w:customStyle="1" w:styleId="CD00DFBF7B144700B497A00736A0E0EA3">
    <w:name w:val="CD00DFBF7B144700B497A00736A0E0EA3"/>
    <w:rsid w:val="001D463B"/>
    <w:pPr>
      <w:spacing w:after="120" w:line="240" w:lineRule="auto"/>
      <w:jc w:val="both"/>
    </w:pPr>
    <w:rPr>
      <w:rFonts w:ascii="Tahoma" w:eastAsiaTheme="minorHAnsi" w:hAnsi="Tahoma"/>
      <w:sz w:val="20"/>
      <w:szCs w:val="20"/>
      <w:lang w:eastAsia="en-US"/>
    </w:rPr>
  </w:style>
  <w:style w:type="paragraph" w:customStyle="1" w:styleId="3A4F350439A84FBB9E4EC07CB548EED03">
    <w:name w:val="3A4F350439A84FBB9E4EC07CB548EED03"/>
    <w:rsid w:val="001D463B"/>
    <w:pPr>
      <w:spacing w:after="120" w:line="240" w:lineRule="auto"/>
      <w:jc w:val="both"/>
    </w:pPr>
    <w:rPr>
      <w:rFonts w:ascii="Tahoma" w:eastAsiaTheme="minorHAnsi" w:hAnsi="Tahoma"/>
      <w:sz w:val="20"/>
      <w:szCs w:val="20"/>
      <w:lang w:eastAsia="en-US"/>
    </w:rPr>
  </w:style>
  <w:style w:type="paragraph" w:customStyle="1" w:styleId="63C08F1F6C1B44A1A820C81F8E42247D3">
    <w:name w:val="63C08F1F6C1B44A1A820C81F8E42247D3"/>
    <w:rsid w:val="001D463B"/>
    <w:pPr>
      <w:spacing w:after="120" w:line="240" w:lineRule="auto"/>
      <w:jc w:val="both"/>
    </w:pPr>
    <w:rPr>
      <w:rFonts w:ascii="Tahoma" w:eastAsiaTheme="minorHAnsi" w:hAnsi="Tahoma"/>
      <w:sz w:val="20"/>
      <w:szCs w:val="20"/>
      <w:lang w:eastAsia="en-US"/>
    </w:rPr>
  </w:style>
  <w:style w:type="paragraph" w:customStyle="1" w:styleId="581363B6829546C880EE20461D71BB10">
    <w:name w:val="581363B6829546C880EE20461D71BB10"/>
    <w:rsid w:val="001D463B"/>
    <w:pPr>
      <w:spacing w:after="120" w:line="240" w:lineRule="auto"/>
      <w:jc w:val="both"/>
    </w:pPr>
    <w:rPr>
      <w:rFonts w:ascii="Tahoma" w:eastAsiaTheme="minorHAnsi" w:hAnsi="Tahoma"/>
      <w:sz w:val="20"/>
      <w:szCs w:val="20"/>
      <w:lang w:eastAsia="en-US"/>
    </w:rPr>
  </w:style>
  <w:style w:type="paragraph" w:customStyle="1" w:styleId="D5BBAA8F762B4B06B19E4E889DAA18EE1">
    <w:name w:val="D5BBAA8F762B4B06B19E4E889DAA18EE1"/>
    <w:rsid w:val="001D463B"/>
    <w:pPr>
      <w:spacing w:after="120" w:line="240" w:lineRule="auto"/>
      <w:jc w:val="both"/>
    </w:pPr>
    <w:rPr>
      <w:rFonts w:ascii="Tahoma" w:eastAsiaTheme="minorHAnsi" w:hAnsi="Tahoma"/>
      <w:sz w:val="20"/>
      <w:szCs w:val="20"/>
      <w:lang w:eastAsia="en-US"/>
    </w:rPr>
  </w:style>
  <w:style w:type="paragraph" w:customStyle="1" w:styleId="49DB7D60F8054A4AB8F26833F04DDB7D1">
    <w:name w:val="49DB7D60F8054A4AB8F26833F04DDB7D1"/>
    <w:rsid w:val="001D463B"/>
    <w:pPr>
      <w:spacing w:after="120" w:line="240" w:lineRule="auto"/>
      <w:jc w:val="both"/>
    </w:pPr>
    <w:rPr>
      <w:rFonts w:ascii="Tahoma" w:eastAsiaTheme="minorHAnsi" w:hAnsi="Tahoma"/>
      <w:sz w:val="20"/>
      <w:szCs w:val="20"/>
      <w:lang w:eastAsia="en-US"/>
    </w:rPr>
  </w:style>
  <w:style w:type="paragraph" w:customStyle="1" w:styleId="29FD08784CB0456680FCA0504BDC8B1C">
    <w:name w:val="29FD08784CB0456680FCA0504BDC8B1C"/>
    <w:rsid w:val="001D463B"/>
    <w:pPr>
      <w:spacing w:after="120" w:line="240" w:lineRule="auto"/>
      <w:jc w:val="both"/>
    </w:pPr>
    <w:rPr>
      <w:rFonts w:ascii="Tahoma" w:eastAsiaTheme="minorHAnsi" w:hAnsi="Tahoma"/>
      <w:sz w:val="20"/>
      <w:szCs w:val="20"/>
      <w:lang w:eastAsia="en-US"/>
    </w:rPr>
  </w:style>
  <w:style w:type="paragraph" w:customStyle="1" w:styleId="68EA49E1F56A43EE81F178244F2DB51D1">
    <w:name w:val="68EA49E1F56A43EE81F178244F2DB51D1"/>
    <w:rsid w:val="001D463B"/>
    <w:pPr>
      <w:spacing w:after="120" w:line="240" w:lineRule="auto"/>
      <w:jc w:val="both"/>
    </w:pPr>
    <w:rPr>
      <w:rFonts w:ascii="Tahoma" w:eastAsiaTheme="minorHAnsi" w:hAnsi="Tahoma"/>
      <w:sz w:val="20"/>
      <w:szCs w:val="20"/>
      <w:lang w:eastAsia="en-US"/>
    </w:rPr>
  </w:style>
  <w:style w:type="paragraph" w:customStyle="1" w:styleId="2A1F02C132F74A2BA50BCBA38CA74C41">
    <w:name w:val="2A1F02C132F74A2BA50BCBA38CA74C41"/>
    <w:rsid w:val="001D463B"/>
    <w:pPr>
      <w:spacing w:after="120" w:line="240" w:lineRule="auto"/>
      <w:jc w:val="both"/>
    </w:pPr>
    <w:rPr>
      <w:rFonts w:ascii="Tahoma" w:eastAsiaTheme="minorHAnsi" w:hAnsi="Tahoma"/>
      <w:sz w:val="20"/>
      <w:szCs w:val="20"/>
      <w:lang w:eastAsia="en-US"/>
    </w:rPr>
  </w:style>
  <w:style w:type="paragraph" w:customStyle="1" w:styleId="646E2D5E2DC14A239EC6AD758D7DB9251">
    <w:name w:val="646E2D5E2DC14A239EC6AD758D7DB9251"/>
    <w:rsid w:val="001D463B"/>
    <w:pPr>
      <w:spacing w:after="120" w:line="240" w:lineRule="auto"/>
      <w:jc w:val="both"/>
    </w:pPr>
    <w:rPr>
      <w:rFonts w:ascii="Tahoma" w:eastAsiaTheme="minorHAnsi" w:hAnsi="Tahoma"/>
      <w:sz w:val="20"/>
      <w:szCs w:val="20"/>
      <w:lang w:eastAsia="en-US"/>
    </w:rPr>
  </w:style>
  <w:style w:type="paragraph" w:customStyle="1" w:styleId="8973FCAFC1D944C7B130A4A57159AF9F">
    <w:name w:val="8973FCAFC1D944C7B130A4A57159AF9F"/>
    <w:rsid w:val="001D463B"/>
    <w:pPr>
      <w:spacing w:after="120" w:line="240" w:lineRule="auto"/>
      <w:jc w:val="both"/>
    </w:pPr>
    <w:rPr>
      <w:rFonts w:ascii="Tahoma" w:eastAsiaTheme="minorHAnsi" w:hAnsi="Tahoma"/>
      <w:sz w:val="20"/>
      <w:szCs w:val="20"/>
      <w:lang w:eastAsia="en-US"/>
    </w:rPr>
  </w:style>
  <w:style w:type="paragraph" w:customStyle="1" w:styleId="D975A323CE9F4486A47CAA32BD33494A">
    <w:name w:val="D975A323CE9F4486A47CAA32BD33494A"/>
    <w:rsid w:val="001D463B"/>
    <w:pPr>
      <w:spacing w:after="120" w:line="240" w:lineRule="auto"/>
      <w:jc w:val="both"/>
    </w:pPr>
    <w:rPr>
      <w:rFonts w:ascii="Tahoma" w:eastAsiaTheme="minorHAnsi" w:hAnsi="Tahoma"/>
      <w:sz w:val="20"/>
      <w:szCs w:val="20"/>
      <w:lang w:eastAsia="en-US"/>
    </w:rPr>
  </w:style>
  <w:style w:type="paragraph" w:customStyle="1" w:styleId="17ED8446B6E049CF80650C2828D5D92B1">
    <w:name w:val="17ED8446B6E049CF80650C2828D5D92B1"/>
    <w:rsid w:val="001D463B"/>
    <w:pPr>
      <w:spacing w:after="120" w:line="240" w:lineRule="auto"/>
      <w:jc w:val="both"/>
    </w:pPr>
    <w:rPr>
      <w:rFonts w:ascii="Tahoma" w:eastAsiaTheme="minorHAnsi" w:hAnsi="Tahoma"/>
      <w:sz w:val="20"/>
      <w:szCs w:val="20"/>
      <w:lang w:eastAsia="en-US"/>
    </w:rPr>
  </w:style>
  <w:style w:type="paragraph" w:customStyle="1" w:styleId="4645999DF7224A939E53F5194B8867762">
    <w:name w:val="4645999DF7224A939E53F5194B8867762"/>
    <w:rsid w:val="001D463B"/>
    <w:pPr>
      <w:spacing w:after="120" w:line="240" w:lineRule="auto"/>
      <w:jc w:val="both"/>
    </w:pPr>
    <w:rPr>
      <w:rFonts w:ascii="Tahoma" w:eastAsiaTheme="minorHAnsi" w:hAnsi="Tahoma"/>
      <w:sz w:val="20"/>
      <w:szCs w:val="20"/>
      <w:lang w:eastAsia="en-US"/>
    </w:rPr>
  </w:style>
  <w:style w:type="paragraph" w:customStyle="1" w:styleId="98144D3415864D06B75C619D516E49EE2">
    <w:name w:val="98144D3415864D06B75C619D516E49EE2"/>
    <w:rsid w:val="001D463B"/>
    <w:pPr>
      <w:spacing w:after="120" w:line="240" w:lineRule="auto"/>
      <w:jc w:val="both"/>
    </w:pPr>
    <w:rPr>
      <w:rFonts w:ascii="Tahoma" w:eastAsiaTheme="minorHAnsi" w:hAnsi="Tahoma"/>
      <w:sz w:val="20"/>
      <w:szCs w:val="20"/>
      <w:lang w:eastAsia="en-US"/>
    </w:rPr>
  </w:style>
  <w:style w:type="paragraph" w:customStyle="1" w:styleId="9412C3A2CF564EB7A86E2C8E527809FA2">
    <w:name w:val="9412C3A2CF564EB7A86E2C8E527809FA2"/>
    <w:rsid w:val="001D463B"/>
    <w:pPr>
      <w:spacing w:after="120" w:line="240" w:lineRule="auto"/>
      <w:jc w:val="both"/>
    </w:pPr>
    <w:rPr>
      <w:rFonts w:ascii="Tahoma" w:eastAsiaTheme="minorHAnsi" w:hAnsi="Tahoma"/>
      <w:sz w:val="20"/>
      <w:szCs w:val="20"/>
      <w:lang w:eastAsia="en-US"/>
    </w:rPr>
  </w:style>
  <w:style w:type="paragraph" w:customStyle="1" w:styleId="CD7BF35B71D545E6A3F9DDA96BBED4E42">
    <w:name w:val="CD7BF35B71D545E6A3F9DDA96BBED4E42"/>
    <w:rsid w:val="001D463B"/>
    <w:pPr>
      <w:spacing w:after="120" w:line="240" w:lineRule="auto"/>
      <w:jc w:val="both"/>
    </w:pPr>
    <w:rPr>
      <w:rFonts w:ascii="Tahoma" w:eastAsiaTheme="minorHAnsi" w:hAnsi="Tahoma"/>
      <w:sz w:val="20"/>
      <w:szCs w:val="20"/>
      <w:lang w:eastAsia="en-US"/>
    </w:rPr>
  </w:style>
  <w:style w:type="paragraph" w:customStyle="1" w:styleId="B7D1414B938C4D6EBD25770D504CDB142">
    <w:name w:val="B7D1414B938C4D6EBD25770D504CDB142"/>
    <w:rsid w:val="001D463B"/>
    <w:pPr>
      <w:spacing w:after="120" w:line="240" w:lineRule="auto"/>
      <w:jc w:val="both"/>
    </w:pPr>
    <w:rPr>
      <w:rFonts w:ascii="Tahoma" w:eastAsiaTheme="minorHAnsi" w:hAnsi="Tahoma"/>
      <w:sz w:val="20"/>
      <w:szCs w:val="20"/>
      <w:lang w:eastAsia="en-US"/>
    </w:rPr>
  </w:style>
  <w:style w:type="paragraph" w:customStyle="1" w:styleId="4576C1C825834A598E8268B7C2BA472C2">
    <w:name w:val="4576C1C825834A598E8268B7C2BA472C2"/>
    <w:rsid w:val="001D463B"/>
    <w:pPr>
      <w:spacing w:after="120" w:line="240" w:lineRule="auto"/>
      <w:jc w:val="both"/>
    </w:pPr>
    <w:rPr>
      <w:rFonts w:ascii="Tahoma" w:eastAsiaTheme="minorHAnsi" w:hAnsi="Tahoma"/>
      <w:sz w:val="20"/>
      <w:szCs w:val="20"/>
      <w:lang w:eastAsia="en-US"/>
    </w:rPr>
  </w:style>
  <w:style w:type="paragraph" w:customStyle="1" w:styleId="A59DC840E1D14311A952A087C1995E9C2">
    <w:name w:val="A59DC840E1D14311A952A087C1995E9C2"/>
    <w:rsid w:val="001D463B"/>
    <w:pPr>
      <w:spacing w:after="120" w:line="240" w:lineRule="auto"/>
      <w:jc w:val="both"/>
    </w:pPr>
    <w:rPr>
      <w:rFonts w:ascii="Tahoma" w:eastAsiaTheme="minorHAnsi" w:hAnsi="Tahoma"/>
      <w:sz w:val="20"/>
      <w:szCs w:val="20"/>
      <w:lang w:eastAsia="en-US"/>
    </w:rPr>
  </w:style>
  <w:style w:type="paragraph" w:customStyle="1" w:styleId="243BDD39C36B4819B9C4EE2F617DA35F2">
    <w:name w:val="243BDD39C36B4819B9C4EE2F617DA35F2"/>
    <w:rsid w:val="001D463B"/>
    <w:pPr>
      <w:spacing w:after="120" w:line="240" w:lineRule="auto"/>
      <w:jc w:val="both"/>
    </w:pPr>
    <w:rPr>
      <w:rFonts w:ascii="Tahoma" w:eastAsiaTheme="minorHAnsi" w:hAnsi="Tahoma"/>
      <w:sz w:val="20"/>
      <w:szCs w:val="20"/>
      <w:lang w:eastAsia="en-US"/>
    </w:rPr>
  </w:style>
  <w:style w:type="paragraph" w:customStyle="1" w:styleId="52620D2109204E64864DFBD5C66E31762">
    <w:name w:val="52620D2109204E64864DFBD5C66E31762"/>
    <w:rsid w:val="001D463B"/>
    <w:pPr>
      <w:spacing w:after="120" w:line="240" w:lineRule="auto"/>
      <w:jc w:val="both"/>
    </w:pPr>
    <w:rPr>
      <w:rFonts w:ascii="Tahoma" w:eastAsiaTheme="minorHAnsi" w:hAnsi="Tahoma"/>
      <w:sz w:val="20"/>
      <w:szCs w:val="20"/>
      <w:lang w:eastAsia="en-US"/>
    </w:rPr>
  </w:style>
  <w:style w:type="paragraph" w:customStyle="1" w:styleId="D70B456E5CD74B63AE3EF0C93C887E7B1">
    <w:name w:val="D70B456E5CD74B63AE3EF0C93C887E7B1"/>
    <w:rsid w:val="001D463B"/>
    <w:pPr>
      <w:spacing w:after="120" w:line="240" w:lineRule="auto"/>
      <w:jc w:val="both"/>
    </w:pPr>
    <w:rPr>
      <w:rFonts w:ascii="Tahoma" w:eastAsiaTheme="minorHAnsi" w:hAnsi="Tahoma"/>
      <w:sz w:val="20"/>
      <w:szCs w:val="20"/>
      <w:lang w:eastAsia="en-US"/>
    </w:rPr>
  </w:style>
  <w:style w:type="paragraph" w:customStyle="1" w:styleId="F5125BAB8B97464181AC7E54F4515D141">
    <w:name w:val="F5125BAB8B97464181AC7E54F4515D141"/>
    <w:rsid w:val="001D463B"/>
    <w:pPr>
      <w:spacing w:after="120" w:line="240" w:lineRule="auto"/>
      <w:jc w:val="both"/>
    </w:pPr>
    <w:rPr>
      <w:rFonts w:ascii="Tahoma" w:eastAsiaTheme="minorHAnsi" w:hAnsi="Tahoma"/>
      <w:sz w:val="20"/>
      <w:szCs w:val="20"/>
      <w:lang w:eastAsia="en-US"/>
    </w:rPr>
  </w:style>
  <w:style w:type="paragraph" w:customStyle="1" w:styleId="94D2FF39F80244E6B328EA7C922043561">
    <w:name w:val="94D2FF39F80244E6B328EA7C922043561"/>
    <w:rsid w:val="001D463B"/>
    <w:pPr>
      <w:spacing w:after="120" w:line="240" w:lineRule="auto"/>
      <w:jc w:val="both"/>
    </w:pPr>
    <w:rPr>
      <w:rFonts w:ascii="Tahoma" w:eastAsiaTheme="minorHAnsi" w:hAnsi="Tahoma"/>
      <w:sz w:val="20"/>
      <w:szCs w:val="20"/>
      <w:lang w:eastAsia="en-US"/>
    </w:rPr>
  </w:style>
  <w:style w:type="paragraph" w:customStyle="1" w:styleId="79D32415DCF3488293EDEE4374628FF21">
    <w:name w:val="79D32415DCF3488293EDEE4374628FF21"/>
    <w:rsid w:val="001D463B"/>
    <w:pPr>
      <w:spacing w:after="120" w:line="240" w:lineRule="auto"/>
      <w:jc w:val="both"/>
    </w:pPr>
    <w:rPr>
      <w:rFonts w:ascii="Tahoma" w:eastAsiaTheme="minorHAnsi" w:hAnsi="Tahoma"/>
      <w:sz w:val="20"/>
      <w:szCs w:val="20"/>
      <w:lang w:eastAsia="en-US"/>
    </w:rPr>
  </w:style>
  <w:style w:type="paragraph" w:customStyle="1" w:styleId="2AD5FAAE253244BFAC47D7CFFD4E810B1">
    <w:name w:val="2AD5FAAE253244BFAC47D7CFFD4E810B1"/>
    <w:rsid w:val="001D463B"/>
    <w:pPr>
      <w:spacing w:after="120" w:line="240" w:lineRule="auto"/>
      <w:jc w:val="both"/>
    </w:pPr>
    <w:rPr>
      <w:rFonts w:ascii="Tahoma" w:eastAsiaTheme="minorHAnsi" w:hAnsi="Tahoma"/>
      <w:sz w:val="20"/>
      <w:szCs w:val="20"/>
      <w:lang w:eastAsia="en-US"/>
    </w:rPr>
  </w:style>
  <w:style w:type="paragraph" w:customStyle="1" w:styleId="AFEADE4D01AF4B369A72620A0427B6331">
    <w:name w:val="AFEADE4D01AF4B369A72620A0427B6331"/>
    <w:rsid w:val="001D463B"/>
    <w:pPr>
      <w:spacing w:after="120" w:line="240" w:lineRule="auto"/>
      <w:jc w:val="both"/>
    </w:pPr>
    <w:rPr>
      <w:rFonts w:ascii="Tahoma" w:eastAsiaTheme="minorHAnsi" w:hAnsi="Tahoma"/>
      <w:sz w:val="20"/>
      <w:szCs w:val="20"/>
      <w:lang w:eastAsia="en-US"/>
    </w:rPr>
  </w:style>
  <w:style w:type="paragraph" w:customStyle="1" w:styleId="27C797042A724B17B65AE027A4E7EB981">
    <w:name w:val="27C797042A724B17B65AE027A4E7EB981"/>
    <w:rsid w:val="001D463B"/>
    <w:pPr>
      <w:spacing w:after="120" w:line="240" w:lineRule="auto"/>
      <w:jc w:val="both"/>
    </w:pPr>
    <w:rPr>
      <w:rFonts w:ascii="Tahoma" w:eastAsiaTheme="minorHAnsi" w:hAnsi="Tahoma"/>
      <w:sz w:val="20"/>
      <w:szCs w:val="20"/>
      <w:lang w:eastAsia="en-US"/>
    </w:rPr>
  </w:style>
  <w:style w:type="paragraph" w:customStyle="1" w:styleId="9D2A0ABFDF1B40D799B56B19690C9A611">
    <w:name w:val="9D2A0ABFDF1B40D799B56B19690C9A611"/>
    <w:rsid w:val="001D463B"/>
    <w:pPr>
      <w:spacing w:after="120" w:line="240" w:lineRule="auto"/>
      <w:jc w:val="both"/>
    </w:pPr>
    <w:rPr>
      <w:rFonts w:ascii="Tahoma" w:eastAsiaTheme="minorHAnsi" w:hAnsi="Tahoma"/>
      <w:sz w:val="20"/>
      <w:szCs w:val="20"/>
      <w:lang w:eastAsia="en-US"/>
    </w:rPr>
  </w:style>
  <w:style w:type="paragraph" w:customStyle="1" w:styleId="1A6A4FE95E384BC8970690FDBA5FC99C1">
    <w:name w:val="1A6A4FE95E384BC8970690FDBA5FC99C1"/>
    <w:rsid w:val="001D463B"/>
    <w:pPr>
      <w:spacing w:after="120" w:line="240" w:lineRule="auto"/>
      <w:jc w:val="both"/>
    </w:pPr>
    <w:rPr>
      <w:rFonts w:ascii="Tahoma" w:eastAsiaTheme="minorHAnsi" w:hAnsi="Tahoma"/>
      <w:sz w:val="20"/>
      <w:szCs w:val="20"/>
      <w:lang w:eastAsia="en-US"/>
    </w:rPr>
  </w:style>
  <w:style w:type="paragraph" w:customStyle="1" w:styleId="9108E88CEC4E4549BFDB0F18010A71441">
    <w:name w:val="9108E88CEC4E4549BFDB0F18010A71441"/>
    <w:rsid w:val="001D463B"/>
    <w:pPr>
      <w:spacing w:after="120" w:line="240" w:lineRule="auto"/>
      <w:jc w:val="both"/>
    </w:pPr>
    <w:rPr>
      <w:rFonts w:ascii="Tahoma" w:eastAsiaTheme="minorHAnsi" w:hAnsi="Tahoma"/>
      <w:sz w:val="20"/>
      <w:szCs w:val="20"/>
      <w:lang w:eastAsia="en-US"/>
    </w:rPr>
  </w:style>
  <w:style w:type="paragraph" w:customStyle="1" w:styleId="297EB50B07264C3F8BC411B13A6EFD321">
    <w:name w:val="297EB50B07264C3F8BC411B13A6EFD321"/>
    <w:rsid w:val="001D463B"/>
    <w:pPr>
      <w:spacing w:after="120" w:line="240" w:lineRule="auto"/>
      <w:jc w:val="both"/>
    </w:pPr>
    <w:rPr>
      <w:rFonts w:ascii="Tahoma" w:eastAsiaTheme="minorHAnsi" w:hAnsi="Tahoma"/>
      <w:sz w:val="20"/>
      <w:szCs w:val="20"/>
      <w:lang w:eastAsia="en-US"/>
    </w:rPr>
  </w:style>
  <w:style w:type="paragraph" w:customStyle="1" w:styleId="420F33F7881F4E8D8537061C8A1D767A1">
    <w:name w:val="420F33F7881F4E8D8537061C8A1D767A1"/>
    <w:rsid w:val="001D463B"/>
    <w:pPr>
      <w:spacing w:after="120" w:line="240" w:lineRule="auto"/>
      <w:jc w:val="both"/>
    </w:pPr>
    <w:rPr>
      <w:rFonts w:ascii="Tahoma" w:eastAsiaTheme="minorHAnsi" w:hAnsi="Tahoma"/>
      <w:sz w:val="20"/>
      <w:szCs w:val="20"/>
      <w:lang w:eastAsia="en-US"/>
    </w:rPr>
  </w:style>
  <w:style w:type="paragraph" w:customStyle="1" w:styleId="15AF1729FC6D4E2CA93F5B90FEAA2FCD1">
    <w:name w:val="15AF1729FC6D4E2CA93F5B90FEAA2FCD1"/>
    <w:rsid w:val="001D463B"/>
    <w:pPr>
      <w:spacing w:after="120" w:line="240" w:lineRule="auto"/>
      <w:jc w:val="both"/>
    </w:pPr>
    <w:rPr>
      <w:rFonts w:ascii="Tahoma" w:eastAsiaTheme="minorHAnsi" w:hAnsi="Tahoma"/>
      <w:sz w:val="20"/>
      <w:szCs w:val="20"/>
      <w:lang w:eastAsia="en-US"/>
    </w:rPr>
  </w:style>
  <w:style w:type="paragraph" w:customStyle="1" w:styleId="3C8B00E322CA4668B2AEB52DF9A381801">
    <w:name w:val="3C8B00E322CA4668B2AEB52DF9A381801"/>
    <w:rsid w:val="001D463B"/>
    <w:pPr>
      <w:spacing w:after="120" w:line="240" w:lineRule="auto"/>
      <w:jc w:val="both"/>
    </w:pPr>
    <w:rPr>
      <w:rFonts w:ascii="Tahoma" w:eastAsiaTheme="minorHAnsi" w:hAnsi="Tahoma"/>
      <w:sz w:val="20"/>
      <w:szCs w:val="20"/>
      <w:lang w:eastAsia="en-US"/>
    </w:rPr>
  </w:style>
  <w:style w:type="paragraph" w:customStyle="1" w:styleId="B5E86460B3E24411A5BF18EB1DDE2B881">
    <w:name w:val="B5E86460B3E24411A5BF18EB1DDE2B881"/>
    <w:rsid w:val="001D463B"/>
    <w:pPr>
      <w:spacing w:after="120" w:line="240" w:lineRule="auto"/>
      <w:jc w:val="both"/>
    </w:pPr>
    <w:rPr>
      <w:rFonts w:ascii="Tahoma" w:eastAsiaTheme="minorHAnsi" w:hAnsi="Tahoma"/>
      <w:sz w:val="20"/>
      <w:szCs w:val="20"/>
      <w:lang w:eastAsia="en-US"/>
    </w:rPr>
  </w:style>
  <w:style w:type="paragraph" w:customStyle="1" w:styleId="D627C774909C4AC6B22CCDB99ADDAAD31">
    <w:name w:val="D627C774909C4AC6B22CCDB99ADDAAD31"/>
    <w:rsid w:val="001D463B"/>
    <w:pPr>
      <w:spacing w:after="120" w:line="240" w:lineRule="auto"/>
      <w:jc w:val="both"/>
    </w:pPr>
    <w:rPr>
      <w:rFonts w:ascii="Tahoma" w:eastAsiaTheme="minorHAnsi" w:hAnsi="Tahoma"/>
      <w:sz w:val="20"/>
      <w:szCs w:val="20"/>
      <w:lang w:eastAsia="en-US"/>
    </w:rPr>
  </w:style>
  <w:style w:type="paragraph" w:customStyle="1" w:styleId="DE9B7DC16235429BBED85275F4C541101">
    <w:name w:val="DE9B7DC16235429BBED85275F4C541101"/>
    <w:rsid w:val="001D463B"/>
    <w:pPr>
      <w:spacing w:after="120" w:line="240" w:lineRule="auto"/>
      <w:jc w:val="both"/>
    </w:pPr>
    <w:rPr>
      <w:rFonts w:ascii="Tahoma" w:eastAsiaTheme="minorHAnsi" w:hAnsi="Tahoma"/>
      <w:sz w:val="20"/>
      <w:szCs w:val="20"/>
      <w:lang w:eastAsia="en-US"/>
    </w:rPr>
  </w:style>
  <w:style w:type="paragraph" w:customStyle="1" w:styleId="361940CC2800458B872C0D8D4300E9751">
    <w:name w:val="361940CC2800458B872C0D8D4300E9751"/>
    <w:rsid w:val="001D463B"/>
    <w:pPr>
      <w:spacing w:after="120" w:line="240" w:lineRule="auto"/>
      <w:jc w:val="both"/>
    </w:pPr>
    <w:rPr>
      <w:rFonts w:ascii="Tahoma" w:eastAsiaTheme="minorHAnsi" w:hAnsi="Tahoma"/>
      <w:sz w:val="20"/>
      <w:szCs w:val="20"/>
      <w:lang w:eastAsia="en-US"/>
    </w:rPr>
  </w:style>
  <w:style w:type="paragraph" w:customStyle="1" w:styleId="0C9F1B6CCEBA4739A3F10A9FCE733BD51">
    <w:name w:val="0C9F1B6CCEBA4739A3F10A9FCE733BD51"/>
    <w:rsid w:val="001D463B"/>
    <w:pPr>
      <w:spacing w:after="120" w:line="240" w:lineRule="auto"/>
      <w:jc w:val="both"/>
    </w:pPr>
    <w:rPr>
      <w:rFonts w:ascii="Tahoma" w:eastAsiaTheme="minorHAnsi" w:hAnsi="Tahoma"/>
      <w:sz w:val="20"/>
      <w:szCs w:val="20"/>
      <w:lang w:eastAsia="en-US"/>
    </w:rPr>
  </w:style>
  <w:style w:type="paragraph" w:customStyle="1" w:styleId="B02B522950E54E20AB1E60EC9F20EC0D1">
    <w:name w:val="B02B522950E54E20AB1E60EC9F20EC0D1"/>
    <w:rsid w:val="001D463B"/>
    <w:pPr>
      <w:spacing w:after="120" w:line="240" w:lineRule="auto"/>
      <w:jc w:val="both"/>
    </w:pPr>
    <w:rPr>
      <w:rFonts w:ascii="Tahoma" w:eastAsiaTheme="minorHAnsi" w:hAnsi="Tahoma"/>
      <w:sz w:val="20"/>
      <w:szCs w:val="20"/>
      <w:lang w:eastAsia="en-US"/>
    </w:rPr>
  </w:style>
  <w:style w:type="paragraph" w:customStyle="1" w:styleId="DD54E39591234366BA0F1DD9A449CA351">
    <w:name w:val="DD54E39591234366BA0F1DD9A449CA351"/>
    <w:rsid w:val="001D463B"/>
    <w:pPr>
      <w:spacing w:after="120" w:line="240" w:lineRule="auto"/>
      <w:jc w:val="both"/>
    </w:pPr>
    <w:rPr>
      <w:rFonts w:ascii="Tahoma" w:eastAsiaTheme="minorHAnsi" w:hAnsi="Tahoma"/>
      <w:sz w:val="20"/>
      <w:szCs w:val="20"/>
      <w:lang w:eastAsia="en-US"/>
    </w:rPr>
  </w:style>
  <w:style w:type="paragraph" w:customStyle="1" w:styleId="014D33AFB0DA45C18E2071A13F2B07571">
    <w:name w:val="014D33AFB0DA45C18E2071A13F2B07571"/>
    <w:rsid w:val="001D463B"/>
    <w:pPr>
      <w:spacing w:after="120" w:line="240" w:lineRule="auto"/>
      <w:jc w:val="both"/>
    </w:pPr>
    <w:rPr>
      <w:rFonts w:ascii="Tahoma" w:eastAsiaTheme="minorHAnsi" w:hAnsi="Tahoma"/>
      <w:sz w:val="20"/>
      <w:szCs w:val="20"/>
      <w:lang w:eastAsia="en-US"/>
    </w:rPr>
  </w:style>
  <w:style w:type="paragraph" w:customStyle="1" w:styleId="424ECD38442E42B2A137E68945B2BFA81">
    <w:name w:val="424ECD38442E42B2A137E68945B2BFA81"/>
    <w:rsid w:val="001D463B"/>
    <w:pPr>
      <w:spacing w:after="120" w:line="240" w:lineRule="auto"/>
      <w:jc w:val="both"/>
    </w:pPr>
    <w:rPr>
      <w:rFonts w:ascii="Tahoma" w:eastAsiaTheme="minorHAnsi" w:hAnsi="Tahoma"/>
      <w:sz w:val="20"/>
      <w:szCs w:val="20"/>
      <w:lang w:eastAsia="en-US"/>
    </w:rPr>
  </w:style>
  <w:style w:type="paragraph" w:customStyle="1" w:styleId="E6365F9B97E6492492BAB28E7EAE85A01">
    <w:name w:val="E6365F9B97E6492492BAB28E7EAE85A01"/>
    <w:rsid w:val="001D463B"/>
    <w:pPr>
      <w:spacing w:after="120" w:line="240" w:lineRule="auto"/>
      <w:jc w:val="both"/>
    </w:pPr>
    <w:rPr>
      <w:rFonts w:ascii="Tahoma" w:eastAsiaTheme="minorHAnsi" w:hAnsi="Tahoma"/>
      <w:sz w:val="20"/>
      <w:szCs w:val="20"/>
      <w:lang w:eastAsia="en-US"/>
    </w:rPr>
  </w:style>
  <w:style w:type="paragraph" w:customStyle="1" w:styleId="432461B8B3074D18918432D371192C381">
    <w:name w:val="432461B8B3074D18918432D371192C381"/>
    <w:rsid w:val="001D463B"/>
    <w:pPr>
      <w:spacing w:after="120" w:line="240" w:lineRule="auto"/>
      <w:jc w:val="both"/>
    </w:pPr>
    <w:rPr>
      <w:rFonts w:ascii="Tahoma" w:eastAsiaTheme="minorHAnsi" w:hAnsi="Tahoma"/>
      <w:sz w:val="20"/>
      <w:szCs w:val="20"/>
      <w:lang w:eastAsia="en-US"/>
    </w:rPr>
  </w:style>
  <w:style w:type="paragraph" w:customStyle="1" w:styleId="74FE56E68EB64F5DB24328DD2207FE861">
    <w:name w:val="74FE56E68EB64F5DB24328DD2207FE861"/>
    <w:rsid w:val="001D463B"/>
    <w:pPr>
      <w:spacing w:after="120" w:line="240" w:lineRule="auto"/>
      <w:jc w:val="both"/>
    </w:pPr>
    <w:rPr>
      <w:rFonts w:ascii="Tahoma" w:eastAsiaTheme="minorHAnsi" w:hAnsi="Tahoma"/>
      <w:sz w:val="20"/>
      <w:szCs w:val="20"/>
      <w:lang w:eastAsia="en-US"/>
    </w:rPr>
  </w:style>
  <w:style w:type="paragraph" w:customStyle="1" w:styleId="2C88B92721FB4FEB963D70D86452D5011">
    <w:name w:val="2C88B92721FB4FEB963D70D86452D5011"/>
    <w:rsid w:val="001D463B"/>
    <w:pPr>
      <w:spacing w:after="120" w:line="240" w:lineRule="auto"/>
      <w:jc w:val="both"/>
    </w:pPr>
    <w:rPr>
      <w:rFonts w:ascii="Tahoma" w:eastAsiaTheme="minorHAnsi" w:hAnsi="Tahoma"/>
      <w:sz w:val="20"/>
      <w:szCs w:val="20"/>
      <w:lang w:eastAsia="en-US"/>
    </w:rPr>
  </w:style>
  <w:style w:type="paragraph" w:customStyle="1" w:styleId="F828F6E8C8D548FFB11DC15C5889A2531">
    <w:name w:val="F828F6E8C8D548FFB11DC15C5889A2531"/>
    <w:rsid w:val="001D463B"/>
    <w:pPr>
      <w:spacing w:after="120" w:line="240" w:lineRule="auto"/>
      <w:jc w:val="both"/>
    </w:pPr>
    <w:rPr>
      <w:rFonts w:ascii="Tahoma" w:eastAsiaTheme="minorHAnsi" w:hAnsi="Tahoma"/>
      <w:sz w:val="20"/>
      <w:szCs w:val="20"/>
      <w:lang w:eastAsia="en-US"/>
    </w:rPr>
  </w:style>
  <w:style w:type="paragraph" w:customStyle="1" w:styleId="6DF85E21DC2A4A58ADF90A5C3DD95B241">
    <w:name w:val="6DF85E21DC2A4A58ADF90A5C3DD95B241"/>
    <w:rsid w:val="001D463B"/>
    <w:pPr>
      <w:spacing w:after="120" w:line="240" w:lineRule="auto"/>
      <w:jc w:val="both"/>
    </w:pPr>
    <w:rPr>
      <w:rFonts w:ascii="Tahoma" w:eastAsiaTheme="minorHAnsi" w:hAnsi="Tahoma"/>
      <w:sz w:val="20"/>
      <w:szCs w:val="20"/>
      <w:lang w:eastAsia="en-US"/>
    </w:rPr>
  </w:style>
  <w:style w:type="paragraph" w:customStyle="1" w:styleId="09300A05E42844C483E04607744B6A051">
    <w:name w:val="09300A05E42844C483E04607744B6A051"/>
    <w:rsid w:val="001D463B"/>
    <w:pPr>
      <w:spacing w:after="120" w:line="240" w:lineRule="auto"/>
      <w:jc w:val="both"/>
    </w:pPr>
    <w:rPr>
      <w:rFonts w:ascii="Tahoma" w:eastAsiaTheme="minorHAnsi" w:hAnsi="Tahoma"/>
      <w:sz w:val="20"/>
      <w:szCs w:val="20"/>
      <w:lang w:eastAsia="en-US"/>
    </w:rPr>
  </w:style>
  <w:style w:type="paragraph" w:customStyle="1" w:styleId="955B596A43D34240AD1A2EAAA945FB471">
    <w:name w:val="955B596A43D34240AD1A2EAAA945FB471"/>
    <w:rsid w:val="001D463B"/>
    <w:pPr>
      <w:spacing w:after="120" w:line="240" w:lineRule="auto"/>
      <w:jc w:val="both"/>
    </w:pPr>
    <w:rPr>
      <w:rFonts w:ascii="Tahoma" w:eastAsiaTheme="minorHAnsi" w:hAnsi="Tahoma"/>
      <w:sz w:val="20"/>
      <w:szCs w:val="20"/>
      <w:lang w:eastAsia="en-US"/>
    </w:rPr>
  </w:style>
  <w:style w:type="paragraph" w:customStyle="1" w:styleId="DD852B731FEB4D3E97F5D611E38D0D861">
    <w:name w:val="DD852B731FEB4D3E97F5D611E38D0D861"/>
    <w:rsid w:val="001D463B"/>
    <w:pPr>
      <w:spacing w:after="120" w:line="240" w:lineRule="auto"/>
      <w:jc w:val="both"/>
    </w:pPr>
    <w:rPr>
      <w:rFonts w:ascii="Tahoma" w:eastAsiaTheme="minorHAnsi" w:hAnsi="Tahoma"/>
      <w:sz w:val="20"/>
      <w:szCs w:val="20"/>
      <w:lang w:eastAsia="en-US"/>
    </w:rPr>
  </w:style>
  <w:style w:type="paragraph" w:customStyle="1" w:styleId="2D0CD3F470D547EC9BD9DB253E8436141">
    <w:name w:val="2D0CD3F470D547EC9BD9DB253E8436141"/>
    <w:rsid w:val="001D463B"/>
    <w:pPr>
      <w:spacing w:after="120" w:line="240" w:lineRule="auto"/>
      <w:jc w:val="both"/>
    </w:pPr>
    <w:rPr>
      <w:rFonts w:ascii="Tahoma" w:eastAsiaTheme="minorHAnsi" w:hAnsi="Tahoma"/>
      <w:sz w:val="20"/>
      <w:szCs w:val="20"/>
      <w:lang w:eastAsia="en-US"/>
    </w:rPr>
  </w:style>
  <w:style w:type="paragraph" w:customStyle="1" w:styleId="55BC43B900B14E2C89ADEFD741C48E2D">
    <w:name w:val="55BC43B900B14E2C89ADEFD741C48E2D"/>
    <w:rsid w:val="001D463B"/>
    <w:pPr>
      <w:spacing w:after="120" w:line="240" w:lineRule="auto"/>
      <w:jc w:val="both"/>
    </w:pPr>
    <w:rPr>
      <w:rFonts w:ascii="Tahoma" w:eastAsiaTheme="minorHAnsi" w:hAnsi="Tahoma"/>
      <w:sz w:val="20"/>
      <w:szCs w:val="20"/>
      <w:lang w:eastAsia="en-US"/>
    </w:rPr>
  </w:style>
  <w:style w:type="paragraph" w:customStyle="1" w:styleId="DB93402CDA834D18A296687E7E0E2EF1">
    <w:name w:val="DB93402CDA834D18A296687E7E0E2EF1"/>
    <w:rsid w:val="001D463B"/>
    <w:pPr>
      <w:spacing w:after="120" w:line="240" w:lineRule="auto"/>
      <w:jc w:val="both"/>
    </w:pPr>
    <w:rPr>
      <w:rFonts w:ascii="Tahoma" w:eastAsiaTheme="minorHAnsi" w:hAnsi="Tahoma"/>
      <w:sz w:val="20"/>
      <w:szCs w:val="20"/>
      <w:lang w:eastAsia="en-US"/>
    </w:rPr>
  </w:style>
  <w:style w:type="paragraph" w:customStyle="1" w:styleId="A6DB5A2A27C34FEC8A04B2C4FF86A0C4">
    <w:name w:val="A6DB5A2A27C34FEC8A04B2C4FF86A0C4"/>
    <w:rsid w:val="001D463B"/>
    <w:pPr>
      <w:spacing w:after="120" w:line="240" w:lineRule="auto"/>
      <w:jc w:val="both"/>
    </w:pPr>
    <w:rPr>
      <w:rFonts w:ascii="Tahoma" w:eastAsiaTheme="minorHAnsi" w:hAnsi="Tahoma"/>
      <w:sz w:val="20"/>
      <w:szCs w:val="20"/>
      <w:lang w:eastAsia="en-US"/>
    </w:rPr>
  </w:style>
  <w:style w:type="paragraph" w:customStyle="1" w:styleId="81371841E0B14CE599AEE41E7403E53A">
    <w:name w:val="81371841E0B14CE599AEE41E7403E53A"/>
    <w:rsid w:val="001D463B"/>
    <w:pPr>
      <w:spacing w:after="120" w:line="240" w:lineRule="auto"/>
      <w:jc w:val="both"/>
    </w:pPr>
    <w:rPr>
      <w:rFonts w:ascii="Tahoma" w:eastAsiaTheme="minorHAnsi" w:hAnsi="Tahoma"/>
      <w:sz w:val="20"/>
      <w:szCs w:val="20"/>
      <w:lang w:eastAsia="en-US"/>
    </w:rPr>
  </w:style>
  <w:style w:type="paragraph" w:customStyle="1" w:styleId="C4A8B0F3162145BB9C02F56AD8771451">
    <w:name w:val="C4A8B0F3162145BB9C02F56AD8771451"/>
    <w:rsid w:val="001D463B"/>
    <w:pPr>
      <w:spacing w:after="120" w:line="240" w:lineRule="auto"/>
      <w:jc w:val="both"/>
    </w:pPr>
    <w:rPr>
      <w:rFonts w:ascii="Tahoma" w:eastAsiaTheme="minorHAnsi" w:hAnsi="Tahoma"/>
      <w:sz w:val="20"/>
      <w:szCs w:val="20"/>
      <w:lang w:eastAsia="en-US"/>
    </w:rPr>
  </w:style>
  <w:style w:type="paragraph" w:customStyle="1" w:styleId="35C1032F61A3434184A4BD2BA8E8ECF4">
    <w:name w:val="35C1032F61A3434184A4BD2BA8E8ECF4"/>
    <w:rsid w:val="001D463B"/>
    <w:pPr>
      <w:spacing w:after="120" w:line="240" w:lineRule="auto"/>
      <w:jc w:val="both"/>
    </w:pPr>
    <w:rPr>
      <w:rFonts w:ascii="Tahoma" w:eastAsiaTheme="minorHAnsi" w:hAnsi="Tahoma"/>
      <w:sz w:val="20"/>
      <w:szCs w:val="20"/>
      <w:lang w:eastAsia="en-US"/>
    </w:rPr>
  </w:style>
  <w:style w:type="paragraph" w:customStyle="1" w:styleId="EC791A35D141472D99E578EFE469BEF7">
    <w:name w:val="EC791A35D141472D99E578EFE469BEF7"/>
    <w:rsid w:val="001D463B"/>
    <w:pPr>
      <w:spacing w:after="120" w:line="240" w:lineRule="auto"/>
      <w:jc w:val="both"/>
    </w:pPr>
    <w:rPr>
      <w:rFonts w:ascii="Tahoma" w:eastAsiaTheme="minorHAnsi" w:hAnsi="Tahoma"/>
      <w:sz w:val="20"/>
      <w:szCs w:val="20"/>
      <w:lang w:eastAsia="en-US"/>
    </w:rPr>
  </w:style>
  <w:style w:type="paragraph" w:customStyle="1" w:styleId="63A0E835CEB24237BF3148F423CAB283">
    <w:name w:val="63A0E835CEB24237BF3148F423CAB283"/>
    <w:rsid w:val="001D463B"/>
    <w:pPr>
      <w:spacing w:after="120" w:line="240" w:lineRule="auto"/>
      <w:jc w:val="both"/>
    </w:pPr>
    <w:rPr>
      <w:rFonts w:ascii="Tahoma" w:eastAsiaTheme="minorHAnsi" w:hAnsi="Tahoma"/>
      <w:sz w:val="20"/>
      <w:szCs w:val="20"/>
      <w:lang w:eastAsia="en-US"/>
    </w:rPr>
  </w:style>
  <w:style w:type="paragraph" w:customStyle="1" w:styleId="DFFA9960D5D64951A0B085A4E9A4B671">
    <w:name w:val="DFFA9960D5D64951A0B085A4E9A4B671"/>
    <w:rsid w:val="001D463B"/>
    <w:pPr>
      <w:spacing w:after="120" w:line="240" w:lineRule="auto"/>
      <w:jc w:val="both"/>
    </w:pPr>
    <w:rPr>
      <w:rFonts w:ascii="Tahoma" w:eastAsiaTheme="minorHAnsi" w:hAnsi="Tahoma"/>
      <w:sz w:val="20"/>
      <w:szCs w:val="20"/>
      <w:lang w:eastAsia="en-US"/>
    </w:rPr>
  </w:style>
  <w:style w:type="paragraph" w:customStyle="1" w:styleId="5E44315E6BA7463A8BE35628C44397BB">
    <w:name w:val="5E44315E6BA7463A8BE35628C44397BB"/>
    <w:rsid w:val="001D463B"/>
    <w:pPr>
      <w:spacing w:after="120" w:line="240" w:lineRule="auto"/>
      <w:jc w:val="both"/>
    </w:pPr>
    <w:rPr>
      <w:rFonts w:ascii="Tahoma" w:eastAsiaTheme="minorHAnsi" w:hAnsi="Tahoma"/>
      <w:sz w:val="20"/>
      <w:szCs w:val="20"/>
      <w:lang w:eastAsia="en-US"/>
    </w:rPr>
  </w:style>
  <w:style w:type="paragraph" w:customStyle="1" w:styleId="D51D7FEFAA174A078A0264F7AA7D4B3A">
    <w:name w:val="D51D7FEFAA174A078A0264F7AA7D4B3A"/>
    <w:rsid w:val="001D463B"/>
    <w:pPr>
      <w:spacing w:after="120" w:line="240" w:lineRule="auto"/>
      <w:jc w:val="both"/>
    </w:pPr>
    <w:rPr>
      <w:rFonts w:ascii="Tahoma" w:eastAsiaTheme="minorHAnsi" w:hAnsi="Tahoma"/>
      <w:sz w:val="20"/>
      <w:szCs w:val="20"/>
      <w:lang w:eastAsia="en-US"/>
    </w:rPr>
  </w:style>
  <w:style w:type="paragraph" w:customStyle="1" w:styleId="65FAB49B23C34719883AC6836C47200B">
    <w:name w:val="65FAB49B23C34719883AC6836C47200B"/>
    <w:rsid w:val="001D463B"/>
    <w:pPr>
      <w:spacing w:after="120" w:line="240" w:lineRule="auto"/>
      <w:jc w:val="both"/>
    </w:pPr>
    <w:rPr>
      <w:rFonts w:ascii="Tahoma" w:eastAsiaTheme="minorHAnsi" w:hAnsi="Tahoma"/>
      <w:sz w:val="20"/>
      <w:szCs w:val="20"/>
      <w:lang w:eastAsia="en-US"/>
    </w:rPr>
  </w:style>
  <w:style w:type="paragraph" w:customStyle="1" w:styleId="EE5D122E914E42268C8C5A266C96A167">
    <w:name w:val="EE5D122E914E42268C8C5A266C96A167"/>
    <w:rsid w:val="001D463B"/>
    <w:pPr>
      <w:spacing w:after="120" w:line="240" w:lineRule="auto"/>
      <w:jc w:val="both"/>
    </w:pPr>
    <w:rPr>
      <w:rFonts w:ascii="Tahoma" w:eastAsiaTheme="minorHAnsi" w:hAnsi="Tahoma"/>
      <w:sz w:val="20"/>
      <w:szCs w:val="20"/>
      <w:lang w:eastAsia="en-US"/>
    </w:rPr>
  </w:style>
  <w:style w:type="paragraph" w:customStyle="1" w:styleId="2CA683A5549D48D183B010ED9D490956">
    <w:name w:val="2CA683A5549D48D183B010ED9D490956"/>
    <w:rsid w:val="001D463B"/>
    <w:pPr>
      <w:spacing w:after="120" w:line="240" w:lineRule="auto"/>
      <w:jc w:val="both"/>
    </w:pPr>
    <w:rPr>
      <w:rFonts w:ascii="Tahoma" w:eastAsiaTheme="minorHAnsi" w:hAnsi="Tahoma"/>
      <w:sz w:val="20"/>
      <w:szCs w:val="20"/>
      <w:lang w:eastAsia="en-US"/>
    </w:rPr>
  </w:style>
  <w:style w:type="paragraph" w:customStyle="1" w:styleId="D79EF083C67640E281E89A154C476A2B">
    <w:name w:val="D79EF083C67640E281E89A154C476A2B"/>
    <w:rsid w:val="001D463B"/>
    <w:pPr>
      <w:spacing w:after="120" w:line="240" w:lineRule="auto"/>
      <w:jc w:val="both"/>
    </w:pPr>
    <w:rPr>
      <w:rFonts w:ascii="Tahoma" w:eastAsiaTheme="minorHAnsi" w:hAnsi="Tahoma"/>
      <w:sz w:val="20"/>
      <w:szCs w:val="20"/>
      <w:lang w:eastAsia="en-US"/>
    </w:rPr>
  </w:style>
  <w:style w:type="paragraph" w:customStyle="1" w:styleId="F8BBE4FDB09B43FC8A92429C6DFE796B">
    <w:name w:val="F8BBE4FDB09B43FC8A92429C6DFE796B"/>
    <w:rsid w:val="001D463B"/>
    <w:pPr>
      <w:spacing w:after="120" w:line="240" w:lineRule="auto"/>
      <w:jc w:val="both"/>
    </w:pPr>
    <w:rPr>
      <w:rFonts w:ascii="Tahoma" w:eastAsiaTheme="minorHAnsi" w:hAnsi="Tahoma"/>
      <w:sz w:val="20"/>
      <w:szCs w:val="20"/>
      <w:lang w:eastAsia="en-US"/>
    </w:rPr>
  </w:style>
  <w:style w:type="paragraph" w:customStyle="1" w:styleId="70E0698DA3654C418CC9D35E1CB0B1D2">
    <w:name w:val="70E0698DA3654C418CC9D35E1CB0B1D2"/>
    <w:rsid w:val="001D463B"/>
    <w:pPr>
      <w:spacing w:after="120" w:line="240" w:lineRule="auto"/>
      <w:jc w:val="both"/>
    </w:pPr>
    <w:rPr>
      <w:rFonts w:ascii="Tahoma" w:eastAsiaTheme="minorHAnsi" w:hAnsi="Tahoma"/>
      <w:sz w:val="20"/>
      <w:szCs w:val="20"/>
      <w:lang w:eastAsia="en-US"/>
    </w:rPr>
  </w:style>
  <w:style w:type="paragraph" w:customStyle="1" w:styleId="1C9D12B9328245869825DCB45166DFE9">
    <w:name w:val="1C9D12B9328245869825DCB45166DFE9"/>
    <w:rsid w:val="001D463B"/>
    <w:pPr>
      <w:spacing w:after="120" w:line="240" w:lineRule="auto"/>
      <w:jc w:val="both"/>
    </w:pPr>
    <w:rPr>
      <w:rFonts w:ascii="Tahoma" w:eastAsiaTheme="minorHAnsi" w:hAnsi="Tahoma"/>
      <w:sz w:val="20"/>
      <w:szCs w:val="20"/>
      <w:lang w:eastAsia="en-US"/>
    </w:rPr>
  </w:style>
  <w:style w:type="paragraph" w:customStyle="1" w:styleId="A83F49FE60DD4097A2E2781524D76D4C">
    <w:name w:val="A83F49FE60DD4097A2E2781524D76D4C"/>
    <w:rsid w:val="001D463B"/>
    <w:pPr>
      <w:spacing w:after="120" w:line="240" w:lineRule="auto"/>
      <w:jc w:val="both"/>
    </w:pPr>
    <w:rPr>
      <w:rFonts w:ascii="Tahoma" w:eastAsiaTheme="minorHAnsi" w:hAnsi="Tahoma"/>
      <w:sz w:val="20"/>
      <w:szCs w:val="20"/>
      <w:lang w:eastAsia="en-US"/>
    </w:rPr>
  </w:style>
  <w:style w:type="paragraph" w:customStyle="1" w:styleId="551C707C175F4BF88D03558FAB75E8E9">
    <w:name w:val="551C707C175F4BF88D03558FAB75E8E9"/>
    <w:rsid w:val="001D463B"/>
    <w:pPr>
      <w:spacing w:after="120" w:line="240" w:lineRule="auto"/>
      <w:jc w:val="both"/>
    </w:pPr>
    <w:rPr>
      <w:rFonts w:ascii="Tahoma" w:eastAsiaTheme="minorHAnsi" w:hAnsi="Tahoma"/>
      <w:sz w:val="20"/>
      <w:szCs w:val="20"/>
      <w:lang w:eastAsia="en-US"/>
    </w:rPr>
  </w:style>
  <w:style w:type="paragraph" w:customStyle="1" w:styleId="AB5B95B87B6446B896F59DE35BE7D212">
    <w:name w:val="AB5B95B87B6446B896F59DE35BE7D212"/>
    <w:rsid w:val="001D463B"/>
    <w:pPr>
      <w:numPr>
        <w:numId w:val="1"/>
      </w:numPr>
      <w:tabs>
        <w:tab w:val="clear" w:pos="360"/>
        <w:tab w:val="num" w:pos="0"/>
      </w:tabs>
      <w:spacing w:after="120" w:line="240" w:lineRule="auto"/>
      <w:ind w:left="720" w:hanging="360"/>
      <w:jc w:val="both"/>
    </w:pPr>
    <w:rPr>
      <w:rFonts w:ascii="Tahoma" w:eastAsiaTheme="minorHAnsi" w:hAnsi="Tahoma"/>
      <w:sz w:val="20"/>
      <w:szCs w:val="20"/>
      <w:lang w:eastAsia="en-US"/>
    </w:rPr>
  </w:style>
  <w:style w:type="paragraph" w:customStyle="1" w:styleId="91F90DE9D082445590214DCD4ACD69A2">
    <w:name w:val="91F90DE9D082445590214DCD4ACD69A2"/>
    <w:rsid w:val="001D463B"/>
    <w:pPr>
      <w:numPr>
        <w:numId w:val="1"/>
      </w:numPr>
      <w:tabs>
        <w:tab w:val="clear" w:pos="360"/>
        <w:tab w:val="num" w:pos="0"/>
      </w:tabs>
      <w:spacing w:after="120" w:line="240" w:lineRule="auto"/>
      <w:ind w:left="720" w:hanging="360"/>
      <w:jc w:val="both"/>
    </w:pPr>
    <w:rPr>
      <w:rFonts w:ascii="Tahoma" w:eastAsiaTheme="minorHAnsi" w:hAnsi="Tahoma"/>
      <w:sz w:val="20"/>
      <w:szCs w:val="20"/>
      <w:lang w:eastAsia="en-US"/>
    </w:rPr>
  </w:style>
  <w:style w:type="paragraph" w:customStyle="1" w:styleId="5534CAA891914911AA6CC418C18C10C6">
    <w:name w:val="5534CAA891914911AA6CC418C18C10C6"/>
    <w:rsid w:val="001D463B"/>
    <w:pPr>
      <w:spacing w:after="120" w:line="240" w:lineRule="auto"/>
      <w:jc w:val="both"/>
    </w:pPr>
    <w:rPr>
      <w:rFonts w:ascii="Tahoma" w:eastAsiaTheme="minorHAnsi" w:hAnsi="Tahoma"/>
      <w:sz w:val="20"/>
      <w:szCs w:val="20"/>
      <w:lang w:eastAsia="en-US"/>
    </w:rPr>
  </w:style>
  <w:style w:type="paragraph" w:customStyle="1" w:styleId="58FFB03361D04C3AAE069BE85D9170EC">
    <w:name w:val="58FFB03361D04C3AAE069BE85D9170EC"/>
    <w:rsid w:val="001D463B"/>
    <w:pPr>
      <w:spacing w:after="120" w:line="240" w:lineRule="auto"/>
      <w:jc w:val="both"/>
    </w:pPr>
    <w:rPr>
      <w:rFonts w:ascii="Tahoma" w:eastAsiaTheme="minorHAnsi" w:hAnsi="Tahoma"/>
      <w:sz w:val="20"/>
      <w:szCs w:val="20"/>
      <w:lang w:eastAsia="en-US"/>
    </w:rPr>
  </w:style>
  <w:style w:type="paragraph" w:customStyle="1" w:styleId="BE297708310E4DBDB67DB5A4A56217FA">
    <w:name w:val="BE297708310E4DBDB67DB5A4A56217FA"/>
    <w:rsid w:val="001D463B"/>
    <w:pPr>
      <w:spacing w:after="120" w:line="240" w:lineRule="auto"/>
      <w:jc w:val="both"/>
    </w:pPr>
    <w:rPr>
      <w:rFonts w:ascii="Tahoma" w:eastAsiaTheme="minorHAnsi" w:hAnsi="Tahoma"/>
      <w:sz w:val="20"/>
      <w:szCs w:val="20"/>
      <w:lang w:eastAsia="en-US"/>
    </w:rPr>
  </w:style>
  <w:style w:type="paragraph" w:customStyle="1" w:styleId="2E16E13930774B9AA6CACABD9108C2C4">
    <w:name w:val="2E16E13930774B9AA6CACABD9108C2C4"/>
    <w:rsid w:val="001D463B"/>
    <w:pPr>
      <w:spacing w:after="120" w:line="240" w:lineRule="auto"/>
      <w:jc w:val="both"/>
    </w:pPr>
    <w:rPr>
      <w:rFonts w:ascii="Tahoma" w:eastAsiaTheme="minorHAnsi" w:hAnsi="Tahoma"/>
      <w:sz w:val="20"/>
      <w:szCs w:val="20"/>
      <w:lang w:eastAsia="en-US"/>
    </w:rPr>
  </w:style>
  <w:style w:type="paragraph" w:customStyle="1" w:styleId="430860B2D91549CB84FF0C944714A64D">
    <w:name w:val="430860B2D91549CB84FF0C944714A64D"/>
    <w:rsid w:val="001D463B"/>
    <w:pPr>
      <w:spacing w:after="120" w:line="240" w:lineRule="auto"/>
      <w:jc w:val="both"/>
    </w:pPr>
    <w:rPr>
      <w:rFonts w:ascii="Tahoma" w:eastAsiaTheme="minorHAnsi" w:hAnsi="Tahoma"/>
      <w:sz w:val="20"/>
      <w:szCs w:val="20"/>
      <w:lang w:eastAsia="en-US"/>
    </w:rPr>
  </w:style>
  <w:style w:type="paragraph" w:customStyle="1" w:styleId="07AEB6E8A1DA40EB9371FC62701464A5">
    <w:name w:val="07AEB6E8A1DA40EB9371FC62701464A5"/>
    <w:rsid w:val="001D463B"/>
    <w:pPr>
      <w:spacing w:after="120" w:line="240" w:lineRule="auto"/>
      <w:jc w:val="both"/>
    </w:pPr>
    <w:rPr>
      <w:rFonts w:ascii="Tahoma" w:eastAsiaTheme="minorHAnsi" w:hAnsi="Tahoma"/>
      <w:sz w:val="20"/>
      <w:szCs w:val="20"/>
      <w:lang w:eastAsia="en-US"/>
    </w:rPr>
  </w:style>
  <w:style w:type="paragraph" w:customStyle="1" w:styleId="6A7F3E8ED37442DDB4F4755FA98DE19F">
    <w:name w:val="6A7F3E8ED37442DDB4F4755FA98DE19F"/>
    <w:rsid w:val="001D463B"/>
    <w:pPr>
      <w:spacing w:after="120" w:line="240" w:lineRule="auto"/>
      <w:jc w:val="both"/>
    </w:pPr>
    <w:rPr>
      <w:rFonts w:ascii="Tahoma" w:eastAsiaTheme="minorHAnsi" w:hAnsi="Tahoma"/>
      <w:sz w:val="20"/>
      <w:szCs w:val="20"/>
      <w:lang w:eastAsia="en-US"/>
    </w:rPr>
  </w:style>
  <w:style w:type="paragraph" w:customStyle="1" w:styleId="B95A1660089E4139B5B8B3CAA48443E9">
    <w:name w:val="B95A1660089E4139B5B8B3CAA48443E9"/>
    <w:rsid w:val="001D463B"/>
    <w:pPr>
      <w:spacing w:after="120" w:line="240" w:lineRule="auto"/>
      <w:jc w:val="both"/>
    </w:pPr>
    <w:rPr>
      <w:rFonts w:ascii="Tahoma" w:eastAsiaTheme="minorHAnsi" w:hAnsi="Tahoma"/>
      <w:sz w:val="20"/>
      <w:szCs w:val="20"/>
      <w:lang w:eastAsia="en-US"/>
    </w:rPr>
  </w:style>
  <w:style w:type="paragraph" w:customStyle="1" w:styleId="D389AB7F645E4E5FA813BBA4943A693C">
    <w:name w:val="D389AB7F645E4E5FA813BBA4943A693C"/>
    <w:rsid w:val="001D463B"/>
    <w:pPr>
      <w:spacing w:after="120" w:line="240" w:lineRule="auto"/>
      <w:jc w:val="both"/>
    </w:pPr>
    <w:rPr>
      <w:rFonts w:ascii="Tahoma" w:eastAsiaTheme="minorHAnsi" w:hAnsi="Tahoma"/>
      <w:sz w:val="20"/>
      <w:szCs w:val="20"/>
      <w:lang w:eastAsia="en-US"/>
    </w:rPr>
  </w:style>
  <w:style w:type="paragraph" w:customStyle="1" w:styleId="CE480D21980445299507B3D8F812D17C">
    <w:name w:val="CE480D21980445299507B3D8F812D17C"/>
    <w:rsid w:val="001D463B"/>
    <w:pPr>
      <w:spacing w:after="120" w:line="240" w:lineRule="auto"/>
      <w:jc w:val="both"/>
    </w:pPr>
    <w:rPr>
      <w:rFonts w:ascii="Tahoma" w:eastAsiaTheme="minorHAnsi" w:hAnsi="Tahoma"/>
      <w:sz w:val="20"/>
      <w:szCs w:val="20"/>
      <w:lang w:eastAsia="en-US"/>
    </w:rPr>
  </w:style>
  <w:style w:type="paragraph" w:customStyle="1" w:styleId="7139E318DF044205B7F02DCDEC036F1C">
    <w:name w:val="7139E318DF044205B7F02DCDEC036F1C"/>
    <w:rsid w:val="001D463B"/>
    <w:pPr>
      <w:spacing w:after="120" w:line="240" w:lineRule="auto"/>
      <w:jc w:val="both"/>
    </w:pPr>
    <w:rPr>
      <w:rFonts w:ascii="Tahoma" w:eastAsiaTheme="minorHAnsi" w:hAnsi="Tahoma"/>
      <w:sz w:val="20"/>
      <w:szCs w:val="20"/>
      <w:lang w:eastAsia="en-US"/>
    </w:rPr>
  </w:style>
  <w:style w:type="paragraph" w:customStyle="1" w:styleId="BC015C2B55634C0AAABC72BD7B340A35">
    <w:name w:val="BC015C2B55634C0AAABC72BD7B340A35"/>
    <w:rsid w:val="001D463B"/>
    <w:pPr>
      <w:spacing w:after="120" w:line="240" w:lineRule="auto"/>
      <w:jc w:val="both"/>
    </w:pPr>
    <w:rPr>
      <w:rFonts w:ascii="Tahoma" w:eastAsiaTheme="minorHAnsi" w:hAnsi="Tahoma"/>
      <w:sz w:val="20"/>
      <w:szCs w:val="20"/>
      <w:lang w:eastAsia="en-US"/>
    </w:rPr>
  </w:style>
  <w:style w:type="paragraph" w:customStyle="1" w:styleId="6D998FAC24E045F88AFD43ADDA9A173D">
    <w:name w:val="6D998FAC24E045F88AFD43ADDA9A173D"/>
    <w:rsid w:val="001D463B"/>
  </w:style>
  <w:style w:type="paragraph" w:customStyle="1" w:styleId="D0B1D8076556447B84E35F63A4349EC6">
    <w:name w:val="D0B1D8076556447B84E35F63A4349EC6"/>
    <w:rsid w:val="001D463B"/>
  </w:style>
  <w:style w:type="paragraph" w:customStyle="1" w:styleId="1B3DADF75BBA4C6A87D5A7FE5224B0A2">
    <w:name w:val="1B3DADF75BBA4C6A87D5A7FE5224B0A2"/>
    <w:rsid w:val="001D463B"/>
  </w:style>
  <w:style w:type="paragraph" w:customStyle="1" w:styleId="D5B82A47E5874A77B8AC160058D0B7A6">
    <w:name w:val="D5B82A47E5874A77B8AC160058D0B7A6"/>
    <w:rsid w:val="001D463B"/>
  </w:style>
  <w:style w:type="paragraph" w:customStyle="1" w:styleId="035C2939E37F41DD909673E74496623C">
    <w:name w:val="035C2939E37F41DD909673E74496623C"/>
    <w:rsid w:val="00811556"/>
  </w:style>
  <w:style w:type="paragraph" w:customStyle="1" w:styleId="0CD0066F48DE489D8AD7FCC445123917">
    <w:name w:val="0CD0066F48DE489D8AD7FCC445123917"/>
    <w:rsid w:val="00811556"/>
  </w:style>
  <w:style w:type="paragraph" w:customStyle="1" w:styleId="D929E0EEAD334250B21CF0AA45B668229">
    <w:name w:val="D929E0EEAD334250B21CF0AA45B668229"/>
    <w:rsid w:val="00811556"/>
    <w:pPr>
      <w:spacing w:after="120" w:line="240" w:lineRule="auto"/>
      <w:jc w:val="both"/>
    </w:pPr>
    <w:rPr>
      <w:rFonts w:ascii="Tahoma" w:eastAsiaTheme="minorHAnsi" w:hAnsi="Tahoma"/>
      <w:sz w:val="20"/>
      <w:szCs w:val="20"/>
      <w:lang w:eastAsia="en-US"/>
    </w:rPr>
  </w:style>
  <w:style w:type="paragraph" w:customStyle="1" w:styleId="84E7337708CD4247B919E316C5F23AE08">
    <w:name w:val="84E7337708CD4247B919E316C5F23AE08"/>
    <w:rsid w:val="00811556"/>
    <w:pPr>
      <w:spacing w:after="120" w:line="240" w:lineRule="auto"/>
      <w:jc w:val="both"/>
    </w:pPr>
    <w:rPr>
      <w:rFonts w:ascii="Tahoma" w:eastAsiaTheme="minorHAnsi" w:hAnsi="Tahoma"/>
      <w:sz w:val="20"/>
      <w:szCs w:val="20"/>
      <w:lang w:eastAsia="en-US"/>
    </w:rPr>
  </w:style>
  <w:style w:type="paragraph" w:customStyle="1" w:styleId="8E6F1ECEFA584DE78CF5A08E497B59EE8">
    <w:name w:val="8E6F1ECEFA584DE78CF5A08E497B59EE8"/>
    <w:rsid w:val="00811556"/>
    <w:pPr>
      <w:spacing w:after="120" w:line="240" w:lineRule="auto"/>
      <w:jc w:val="both"/>
    </w:pPr>
    <w:rPr>
      <w:rFonts w:ascii="Tahoma" w:eastAsiaTheme="minorHAnsi" w:hAnsi="Tahoma"/>
      <w:sz w:val="20"/>
      <w:szCs w:val="20"/>
      <w:lang w:eastAsia="en-US"/>
    </w:rPr>
  </w:style>
  <w:style w:type="paragraph" w:customStyle="1" w:styleId="BDA809AFD81F44338CE81EFD0C9309A18">
    <w:name w:val="BDA809AFD81F44338CE81EFD0C9309A18"/>
    <w:rsid w:val="00811556"/>
    <w:pPr>
      <w:spacing w:after="120" w:line="240" w:lineRule="auto"/>
      <w:jc w:val="both"/>
    </w:pPr>
    <w:rPr>
      <w:rFonts w:ascii="Tahoma" w:eastAsiaTheme="minorHAnsi" w:hAnsi="Tahoma"/>
      <w:sz w:val="20"/>
      <w:szCs w:val="20"/>
      <w:lang w:eastAsia="en-US"/>
    </w:rPr>
  </w:style>
  <w:style w:type="paragraph" w:customStyle="1" w:styleId="035C2939E37F41DD909673E74496623C1">
    <w:name w:val="035C2939E37F41DD909673E74496623C1"/>
    <w:rsid w:val="00811556"/>
    <w:pPr>
      <w:spacing w:after="120" w:line="240" w:lineRule="auto"/>
      <w:jc w:val="both"/>
    </w:pPr>
    <w:rPr>
      <w:rFonts w:ascii="Tahoma" w:eastAsiaTheme="minorHAnsi" w:hAnsi="Tahoma"/>
      <w:sz w:val="20"/>
      <w:szCs w:val="20"/>
      <w:lang w:eastAsia="en-US"/>
    </w:rPr>
  </w:style>
  <w:style w:type="paragraph" w:customStyle="1" w:styleId="04EC7EBB8BC64E879DDC423533E500CF8">
    <w:name w:val="04EC7EBB8BC64E879DDC423533E500CF8"/>
    <w:rsid w:val="00811556"/>
    <w:pPr>
      <w:spacing w:after="120" w:line="240" w:lineRule="auto"/>
      <w:jc w:val="both"/>
    </w:pPr>
    <w:rPr>
      <w:rFonts w:ascii="Tahoma" w:eastAsiaTheme="minorHAnsi" w:hAnsi="Tahoma"/>
      <w:sz w:val="20"/>
      <w:szCs w:val="20"/>
      <w:lang w:eastAsia="en-US"/>
    </w:rPr>
  </w:style>
  <w:style w:type="paragraph" w:customStyle="1" w:styleId="0CD0066F48DE489D8AD7FCC4451239171">
    <w:name w:val="0CD0066F48DE489D8AD7FCC4451239171"/>
    <w:rsid w:val="00811556"/>
    <w:pPr>
      <w:spacing w:after="120" w:line="240" w:lineRule="auto"/>
      <w:jc w:val="both"/>
    </w:pPr>
    <w:rPr>
      <w:rFonts w:ascii="Tahoma" w:eastAsiaTheme="minorHAnsi" w:hAnsi="Tahoma"/>
      <w:sz w:val="20"/>
      <w:szCs w:val="20"/>
      <w:lang w:eastAsia="en-US"/>
    </w:rPr>
  </w:style>
  <w:style w:type="paragraph" w:customStyle="1" w:styleId="245A40A2B13E4EA48ECCFEC0BB4D3B2E7">
    <w:name w:val="245A40A2B13E4EA48ECCFEC0BB4D3B2E7"/>
    <w:rsid w:val="00811556"/>
    <w:pPr>
      <w:spacing w:after="120" w:line="240" w:lineRule="auto"/>
      <w:jc w:val="both"/>
    </w:pPr>
    <w:rPr>
      <w:rFonts w:ascii="Tahoma" w:eastAsiaTheme="minorHAnsi" w:hAnsi="Tahoma"/>
      <w:sz w:val="20"/>
      <w:szCs w:val="20"/>
      <w:lang w:eastAsia="en-US"/>
    </w:rPr>
  </w:style>
  <w:style w:type="paragraph" w:customStyle="1" w:styleId="8FA902430EC04999B736E2B403162EA17">
    <w:name w:val="8FA902430EC04999B736E2B403162EA17"/>
    <w:rsid w:val="00811556"/>
    <w:pPr>
      <w:spacing w:after="120" w:line="240" w:lineRule="auto"/>
      <w:jc w:val="both"/>
    </w:pPr>
    <w:rPr>
      <w:rFonts w:ascii="Tahoma" w:eastAsiaTheme="minorHAnsi" w:hAnsi="Tahoma"/>
      <w:sz w:val="20"/>
      <w:szCs w:val="20"/>
      <w:lang w:eastAsia="en-US"/>
    </w:rPr>
  </w:style>
  <w:style w:type="paragraph" w:customStyle="1" w:styleId="574E8610E1E54F2984926DDB2DC99E577">
    <w:name w:val="574E8610E1E54F2984926DDB2DC99E577"/>
    <w:rsid w:val="00811556"/>
    <w:pPr>
      <w:spacing w:after="120" w:line="240" w:lineRule="auto"/>
      <w:jc w:val="both"/>
    </w:pPr>
    <w:rPr>
      <w:rFonts w:ascii="Tahoma" w:eastAsiaTheme="minorHAnsi" w:hAnsi="Tahoma"/>
      <w:sz w:val="20"/>
      <w:szCs w:val="20"/>
      <w:lang w:eastAsia="en-US"/>
    </w:rPr>
  </w:style>
  <w:style w:type="paragraph" w:customStyle="1" w:styleId="F09FE4A3E97346119863EBC776F3701D4">
    <w:name w:val="F09FE4A3E97346119863EBC776F3701D4"/>
    <w:rsid w:val="00811556"/>
    <w:pPr>
      <w:spacing w:after="120" w:line="240" w:lineRule="auto"/>
      <w:jc w:val="both"/>
    </w:pPr>
    <w:rPr>
      <w:rFonts w:ascii="Tahoma" w:eastAsiaTheme="minorHAnsi" w:hAnsi="Tahoma"/>
      <w:sz w:val="20"/>
      <w:szCs w:val="20"/>
      <w:lang w:eastAsia="en-US"/>
    </w:rPr>
  </w:style>
  <w:style w:type="paragraph" w:customStyle="1" w:styleId="6F7ABE0BBB284774BBF662C8ED8731224">
    <w:name w:val="6F7ABE0BBB284774BBF662C8ED8731224"/>
    <w:rsid w:val="00811556"/>
    <w:pPr>
      <w:spacing w:after="120" w:line="240" w:lineRule="auto"/>
      <w:jc w:val="both"/>
    </w:pPr>
    <w:rPr>
      <w:rFonts w:ascii="Tahoma" w:eastAsiaTheme="minorHAnsi" w:hAnsi="Tahoma"/>
      <w:sz w:val="20"/>
      <w:szCs w:val="20"/>
      <w:lang w:eastAsia="en-US"/>
    </w:rPr>
  </w:style>
  <w:style w:type="paragraph" w:customStyle="1" w:styleId="779F2B4FFB20460BABDE081FE93BD09C4">
    <w:name w:val="779F2B4FFB20460BABDE081FE93BD09C4"/>
    <w:rsid w:val="00811556"/>
    <w:pPr>
      <w:spacing w:after="120" w:line="240" w:lineRule="auto"/>
      <w:jc w:val="both"/>
    </w:pPr>
    <w:rPr>
      <w:rFonts w:ascii="Tahoma" w:eastAsiaTheme="minorHAnsi" w:hAnsi="Tahoma"/>
      <w:sz w:val="20"/>
      <w:szCs w:val="20"/>
      <w:lang w:eastAsia="en-US"/>
    </w:rPr>
  </w:style>
  <w:style w:type="paragraph" w:customStyle="1" w:styleId="2B38163517804DA086101F401AF513124">
    <w:name w:val="2B38163517804DA086101F401AF513124"/>
    <w:rsid w:val="00811556"/>
    <w:pPr>
      <w:spacing w:after="120" w:line="240" w:lineRule="auto"/>
      <w:jc w:val="both"/>
    </w:pPr>
    <w:rPr>
      <w:rFonts w:ascii="Tahoma" w:eastAsiaTheme="minorHAnsi" w:hAnsi="Tahoma"/>
      <w:sz w:val="20"/>
      <w:szCs w:val="20"/>
      <w:lang w:eastAsia="en-US"/>
    </w:rPr>
  </w:style>
  <w:style w:type="paragraph" w:customStyle="1" w:styleId="279AC7F4C7BB43D4983EA92BDA54B3234">
    <w:name w:val="279AC7F4C7BB43D4983EA92BDA54B3234"/>
    <w:rsid w:val="00811556"/>
    <w:pPr>
      <w:spacing w:after="120" w:line="240" w:lineRule="auto"/>
      <w:jc w:val="both"/>
    </w:pPr>
    <w:rPr>
      <w:rFonts w:ascii="Tahoma" w:eastAsiaTheme="minorHAnsi" w:hAnsi="Tahoma"/>
      <w:sz w:val="20"/>
      <w:szCs w:val="20"/>
      <w:lang w:eastAsia="en-US"/>
    </w:rPr>
  </w:style>
  <w:style w:type="paragraph" w:customStyle="1" w:styleId="1A3B2B92521A4C9BADE7F3E8DB295D2F4">
    <w:name w:val="1A3B2B92521A4C9BADE7F3E8DB295D2F4"/>
    <w:rsid w:val="00811556"/>
    <w:pPr>
      <w:spacing w:after="120" w:line="240" w:lineRule="auto"/>
      <w:jc w:val="both"/>
    </w:pPr>
    <w:rPr>
      <w:rFonts w:ascii="Tahoma" w:eastAsiaTheme="minorHAnsi" w:hAnsi="Tahoma"/>
      <w:sz w:val="20"/>
      <w:szCs w:val="20"/>
      <w:lang w:eastAsia="en-US"/>
    </w:rPr>
  </w:style>
  <w:style w:type="paragraph" w:customStyle="1" w:styleId="A80D28BA26FB4478B24D37BD5D922A034">
    <w:name w:val="A80D28BA26FB4478B24D37BD5D922A034"/>
    <w:rsid w:val="00811556"/>
    <w:pPr>
      <w:spacing w:after="120" w:line="240" w:lineRule="auto"/>
      <w:jc w:val="both"/>
    </w:pPr>
    <w:rPr>
      <w:rFonts w:ascii="Tahoma" w:eastAsiaTheme="minorHAnsi" w:hAnsi="Tahoma"/>
      <w:sz w:val="20"/>
      <w:szCs w:val="20"/>
      <w:lang w:eastAsia="en-US"/>
    </w:rPr>
  </w:style>
  <w:style w:type="paragraph" w:customStyle="1" w:styleId="C0F15B458B7D4FE99A7B047F3951C1864">
    <w:name w:val="C0F15B458B7D4FE99A7B047F3951C1864"/>
    <w:rsid w:val="00811556"/>
    <w:pPr>
      <w:spacing w:after="120" w:line="240" w:lineRule="auto"/>
      <w:jc w:val="both"/>
    </w:pPr>
    <w:rPr>
      <w:rFonts w:ascii="Tahoma" w:eastAsiaTheme="minorHAnsi" w:hAnsi="Tahoma"/>
      <w:sz w:val="20"/>
      <w:szCs w:val="20"/>
      <w:lang w:eastAsia="en-US"/>
    </w:rPr>
  </w:style>
  <w:style w:type="paragraph" w:customStyle="1" w:styleId="CBD3E27E27204061A0AF4447C4099EEA4">
    <w:name w:val="CBD3E27E27204061A0AF4447C4099EEA4"/>
    <w:rsid w:val="00811556"/>
    <w:pPr>
      <w:spacing w:after="120" w:line="240" w:lineRule="auto"/>
      <w:jc w:val="both"/>
    </w:pPr>
    <w:rPr>
      <w:rFonts w:ascii="Tahoma" w:eastAsiaTheme="minorHAnsi" w:hAnsi="Tahoma"/>
      <w:sz w:val="20"/>
      <w:szCs w:val="20"/>
      <w:lang w:eastAsia="en-US"/>
    </w:rPr>
  </w:style>
  <w:style w:type="paragraph" w:customStyle="1" w:styleId="CD00DFBF7B144700B497A00736A0E0EA4">
    <w:name w:val="CD00DFBF7B144700B497A00736A0E0EA4"/>
    <w:rsid w:val="00811556"/>
    <w:pPr>
      <w:spacing w:after="120" w:line="240" w:lineRule="auto"/>
      <w:jc w:val="both"/>
    </w:pPr>
    <w:rPr>
      <w:rFonts w:ascii="Tahoma" w:eastAsiaTheme="minorHAnsi" w:hAnsi="Tahoma"/>
      <w:sz w:val="20"/>
      <w:szCs w:val="20"/>
      <w:lang w:eastAsia="en-US"/>
    </w:rPr>
  </w:style>
  <w:style w:type="paragraph" w:customStyle="1" w:styleId="3A4F350439A84FBB9E4EC07CB548EED04">
    <w:name w:val="3A4F350439A84FBB9E4EC07CB548EED04"/>
    <w:rsid w:val="00811556"/>
    <w:pPr>
      <w:spacing w:after="120" w:line="240" w:lineRule="auto"/>
      <w:jc w:val="both"/>
    </w:pPr>
    <w:rPr>
      <w:rFonts w:ascii="Tahoma" w:eastAsiaTheme="minorHAnsi" w:hAnsi="Tahoma"/>
      <w:sz w:val="20"/>
      <w:szCs w:val="20"/>
      <w:lang w:eastAsia="en-US"/>
    </w:rPr>
  </w:style>
  <w:style w:type="paragraph" w:customStyle="1" w:styleId="6D998FAC24E045F88AFD43ADDA9A173D1">
    <w:name w:val="6D998FAC24E045F88AFD43ADDA9A173D1"/>
    <w:rsid w:val="00811556"/>
    <w:pPr>
      <w:spacing w:after="120" w:line="240" w:lineRule="auto"/>
      <w:jc w:val="both"/>
    </w:pPr>
    <w:rPr>
      <w:rFonts w:ascii="Tahoma" w:eastAsiaTheme="minorHAnsi" w:hAnsi="Tahoma"/>
      <w:sz w:val="20"/>
      <w:szCs w:val="20"/>
      <w:lang w:eastAsia="en-US"/>
    </w:rPr>
  </w:style>
  <w:style w:type="paragraph" w:customStyle="1" w:styleId="D0B1D8076556447B84E35F63A4349EC61">
    <w:name w:val="D0B1D8076556447B84E35F63A4349EC61"/>
    <w:rsid w:val="00811556"/>
    <w:pPr>
      <w:spacing w:after="120" w:line="240" w:lineRule="auto"/>
      <w:jc w:val="both"/>
    </w:pPr>
    <w:rPr>
      <w:rFonts w:ascii="Tahoma" w:eastAsiaTheme="minorHAnsi" w:hAnsi="Tahoma"/>
      <w:sz w:val="20"/>
      <w:szCs w:val="20"/>
      <w:lang w:eastAsia="en-US"/>
    </w:rPr>
  </w:style>
  <w:style w:type="paragraph" w:customStyle="1" w:styleId="1B3DADF75BBA4C6A87D5A7FE5224B0A21">
    <w:name w:val="1B3DADF75BBA4C6A87D5A7FE5224B0A21"/>
    <w:rsid w:val="00811556"/>
    <w:pPr>
      <w:spacing w:after="120" w:line="240" w:lineRule="auto"/>
      <w:jc w:val="both"/>
    </w:pPr>
    <w:rPr>
      <w:rFonts w:ascii="Tahoma" w:eastAsiaTheme="minorHAnsi" w:hAnsi="Tahoma"/>
      <w:sz w:val="20"/>
      <w:szCs w:val="20"/>
      <w:lang w:eastAsia="en-US"/>
    </w:rPr>
  </w:style>
  <w:style w:type="paragraph" w:customStyle="1" w:styleId="D5B82A47E5874A77B8AC160058D0B7A61">
    <w:name w:val="D5B82A47E5874A77B8AC160058D0B7A61"/>
    <w:rsid w:val="00811556"/>
    <w:pPr>
      <w:spacing w:after="120" w:line="240" w:lineRule="auto"/>
      <w:jc w:val="both"/>
    </w:pPr>
    <w:rPr>
      <w:rFonts w:ascii="Tahoma" w:eastAsiaTheme="minorHAnsi" w:hAnsi="Tahoma"/>
      <w:sz w:val="20"/>
      <w:szCs w:val="20"/>
      <w:lang w:eastAsia="en-US"/>
    </w:rPr>
  </w:style>
  <w:style w:type="paragraph" w:customStyle="1" w:styleId="4645999DF7224A939E53F5194B8867763">
    <w:name w:val="4645999DF7224A939E53F5194B8867763"/>
    <w:rsid w:val="00811556"/>
    <w:pPr>
      <w:spacing w:after="120" w:line="240" w:lineRule="auto"/>
      <w:jc w:val="both"/>
    </w:pPr>
    <w:rPr>
      <w:rFonts w:ascii="Tahoma" w:eastAsiaTheme="minorHAnsi" w:hAnsi="Tahoma"/>
      <w:sz w:val="20"/>
      <w:szCs w:val="20"/>
      <w:lang w:eastAsia="en-US"/>
    </w:rPr>
  </w:style>
  <w:style w:type="paragraph" w:customStyle="1" w:styleId="98144D3415864D06B75C619D516E49EE3">
    <w:name w:val="98144D3415864D06B75C619D516E49EE3"/>
    <w:rsid w:val="00811556"/>
    <w:pPr>
      <w:spacing w:after="120" w:line="240" w:lineRule="auto"/>
      <w:jc w:val="both"/>
    </w:pPr>
    <w:rPr>
      <w:rFonts w:ascii="Tahoma" w:eastAsiaTheme="minorHAnsi" w:hAnsi="Tahoma"/>
      <w:sz w:val="20"/>
      <w:szCs w:val="20"/>
      <w:lang w:eastAsia="en-US"/>
    </w:rPr>
  </w:style>
  <w:style w:type="paragraph" w:customStyle="1" w:styleId="9412C3A2CF564EB7A86E2C8E527809FA3">
    <w:name w:val="9412C3A2CF564EB7A86E2C8E527809FA3"/>
    <w:rsid w:val="00811556"/>
    <w:pPr>
      <w:spacing w:after="120" w:line="240" w:lineRule="auto"/>
      <w:jc w:val="both"/>
    </w:pPr>
    <w:rPr>
      <w:rFonts w:ascii="Tahoma" w:eastAsiaTheme="minorHAnsi" w:hAnsi="Tahoma"/>
      <w:sz w:val="20"/>
      <w:szCs w:val="20"/>
      <w:lang w:eastAsia="en-US"/>
    </w:rPr>
  </w:style>
  <w:style w:type="paragraph" w:customStyle="1" w:styleId="CD7BF35B71D545E6A3F9DDA96BBED4E43">
    <w:name w:val="CD7BF35B71D545E6A3F9DDA96BBED4E43"/>
    <w:rsid w:val="00811556"/>
    <w:pPr>
      <w:spacing w:after="120" w:line="240" w:lineRule="auto"/>
      <w:jc w:val="both"/>
    </w:pPr>
    <w:rPr>
      <w:rFonts w:ascii="Tahoma" w:eastAsiaTheme="minorHAnsi" w:hAnsi="Tahoma"/>
      <w:sz w:val="20"/>
      <w:szCs w:val="20"/>
      <w:lang w:eastAsia="en-US"/>
    </w:rPr>
  </w:style>
  <w:style w:type="paragraph" w:customStyle="1" w:styleId="B7D1414B938C4D6EBD25770D504CDB143">
    <w:name w:val="B7D1414B938C4D6EBD25770D504CDB143"/>
    <w:rsid w:val="00811556"/>
    <w:pPr>
      <w:spacing w:after="120" w:line="240" w:lineRule="auto"/>
      <w:jc w:val="both"/>
    </w:pPr>
    <w:rPr>
      <w:rFonts w:ascii="Tahoma" w:eastAsiaTheme="minorHAnsi" w:hAnsi="Tahoma"/>
      <w:sz w:val="20"/>
      <w:szCs w:val="20"/>
      <w:lang w:eastAsia="en-US"/>
    </w:rPr>
  </w:style>
  <w:style w:type="paragraph" w:customStyle="1" w:styleId="4576C1C825834A598E8268B7C2BA472C3">
    <w:name w:val="4576C1C825834A598E8268B7C2BA472C3"/>
    <w:rsid w:val="00811556"/>
    <w:pPr>
      <w:spacing w:after="120" w:line="240" w:lineRule="auto"/>
      <w:jc w:val="both"/>
    </w:pPr>
    <w:rPr>
      <w:rFonts w:ascii="Tahoma" w:eastAsiaTheme="minorHAnsi" w:hAnsi="Tahoma"/>
      <w:sz w:val="20"/>
      <w:szCs w:val="20"/>
      <w:lang w:eastAsia="en-US"/>
    </w:rPr>
  </w:style>
  <w:style w:type="paragraph" w:customStyle="1" w:styleId="A59DC840E1D14311A952A087C1995E9C3">
    <w:name w:val="A59DC840E1D14311A952A087C1995E9C3"/>
    <w:rsid w:val="00811556"/>
    <w:pPr>
      <w:spacing w:after="120" w:line="240" w:lineRule="auto"/>
      <w:jc w:val="both"/>
    </w:pPr>
    <w:rPr>
      <w:rFonts w:ascii="Tahoma" w:eastAsiaTheme="minorHAnsi" w:hAnsi="Tahoma"/>
      <w:sz w:val="20"/>
      <w:szCs w:val="20"/>
      <w:lang w:eastAsia="en-US"/>
    </w:rPr>
  </w:style>
  <w:style w:type="paragraph" w:customStyle="1" w:styleId="243BDD39C36B4819B9C4EE2F617DA35F3">
    <w:name w:val="243BDD39C36B4819B9C4EE2F617DA35F3"/>
    <w:rsid w:val="00811556"/>
    <w:pPr>
      <w:spacing w:after="120" w:line="240" w:lineRule="auto"/>
      <w:jc w:val="both"/>
    </w:pPr>
    <w:rPr>
      <w:rFonts w:ascii="Tahoma" w:eastAsiaTheme="minorHAnsi" w:hAnsi="Tahoma"/>
      <w:sz w:val="20"/>
      <w:szCs w:val="20"/>
      <w:lang w:eastAsia="en-US"/>
    </w:rPr>
  </w:style>
  <w:style w:type="paragraph" w:customStyle="1" w:styleId="52620D2109204E64864DFBD5C66E31763">
    <w:name w:val="52620D2109204E64864DFBD5C66E31763"/>
    <w:rsid w:val="00811556"/>
    <w:pPr>
      <w:spacing w:after="120" w:line="240" w:lineRule="auto"/>
      <w:jc w:val="both"/>
    </w:pPr>
    <w:rPr>
      <w:rFonts w:ascii="Tahoma" w:eastAsiaTheme="minorHAnsi" w:hAnsi="Tahoma"/>
      <w:sz w:val="20"/>
      <w:szCs w:val="20"/>
      <w:lang w:eastAsia="en-US"/>
    </w:rPr>
  </w:style>
  <w:style w:type="paragraph" w:customStyle="1" w:styleId="D70B456E5CD74B63AE3EF0C93C887E7B2">
    <w:name w:val="D70B456E5CD74B63AE3EF0C93C887E7B2"/>
    <w:rsid w:val="00811556"/>
    <w:pPr>
      <w:spacing w:after="120" w:line="240" w:lineRule="auto"/>
      <w:jc w:val="both"/>
    </w:pPr>
    <w:rPr>
      <w:rFonts w:ascii="Tahoma" w:eastAsiaTheme="minorHAnsi" w:hAnsi="Tahoma"/>
      <w:sz w:val="20"/>
      <w:szCs w:val="20"/>
      <w:lang w:eastAsia="en-US"/>
    </w:rPr>
  </w:style>
  <w:style w:type="paragraph" w:customStyle="1" w:styleId="F5125BAB8B97464181AC7E54F4515D142">
    <w:name w:val="F5125BAB8B97464181AC7E54F4515D142"/>
    <w:rsid w:val="00811556"/>
    <w:pPr>
      <w:spacing w:after="120" w:line="240" w:lineRule="auto"/>
      <w:jc w:val="both"/>
    </w:pPr>
    <w:rPr>
      <w:rFonts w:ascii="Tahoma" w:eastAsiaTheme="minorHAnsi" w:hAnsi="Tahoma"/>
      <w:sz w:val="20"/>
      <w:szCs w:val="20"/>
      <w:lang w:eastAsia="en-US"/>
    </w:rPr>
  </w:style>
  <w:style w:type="paragraph" w:customStyle="1" w:styleId="94D2FF39F80244E6B328EA7C922043562">
    <w:name w:val="94D2FF39F80244E6B328EA7C922043562"/>
    <w:rsid w:val="00811556"/>
    <w:pPr>
      <w:spacing w:after="120" w:line="240" w:lineRule="auto"/>
      <w:jc w:val="both"/>
    </w:pPr>
    <w:rPr>
      <w:rFonts w:ascii="Tahoma" w:eastAsiaTheme="minorHAnsi" w:hAnsi="Tahoma"/>
      <w:sz w:val="20"/>
      <w:szCs w:val="20"/>
      <w:lang w:eastAsia="en-US"/>
    </w:rPr>
  </w:style>
  <w:style w:type="paragraph" w:customStyle="1" w:styleId="79D32415DCF3488293EDEE4374628FF22">
    <w:name w:val="79D32415DCF3488293EDEE4374628FF22"/>
    <w:rsid w:val="00811556"/>
    <w:pPr>
      <w:spacing w:after="120" w:line="240" w:lineRule="auto"/>
      <w:jc w:val="both"/>
    </w:pPr>
    <w:rPr>
      <w:rFonts w:ascii="Tahoma" w:eastAsiaTheme="minorHAnsi" w:hAnsi="Tahoma"/>
      <w:sz w:val="20"/>
      <w:szCs w:val="20"/>
      <w:lang w:eastAsia="en-US"/>
    </w:rPr>
  </w:style>
  <w:style w:type="paragraph" w:customStyle="1" w:styleId="2AD5FAAE253244BFAC47D7CFFD4E810B2">
    <w:name w:val="2AD5FAAE253244BFAC47D7CFFD4E810B2"/>
    <w:rsid w:val="00811556"/>
    <w:pPr>
      <w:spacing w:after="120" w:line="240" w:lineRule="auto"/>
      <w:jc w:val="both"/>
    </w:pPr>
    <w:rPr>
      <w:rFonts w:ascii="Tahoma" w:eastAsiaTheme="minorHAnsi" w:hAnsi="Tahoma"/>
      <w:sz w:val="20"/>
      <w:szCs w:val="20"/>
      <w:lang w:eastAsia="en-US"/>
    </w:rPr>
  </w:style>
  <w:style w:type="paragraph" w:customStyle="1" w:styleId="AFEADE4D01AF4B369A72620A0427B6332">
    <w:name w:val="AFEADE4D01AF4B369A72620A0427B6332"/>
    <w:rsid w:val="00811556"/>
    <w:pPr>
      <w:spacing w:after="120" w:line="240" w:lineRule="auto"/>
      <w:jc w:val="both"/>
    </w:pPr>
    <w:rPr>
      <w:rFonts w:ascii="Tahoma" w:eastAsiaTheme="minorHAnsi" w:hAnsi="Tahoma"/>
      <w:sz w:val="20"/>
      <w:szCs w:val="20"/>
      <w:lang w:eastAsia="en-US"/>
    </w:rPr>
  </w:style>
  <w:style w:type="paragraph" w:customStyle="1" w:styleId="27C797042A724B17B65AE027A4E7EB982">
    <w:name w:val="27C797042A724B17B65AE027A4E7EB982"/>
    <w:rsid w:val="00811556"/>
    <w:pPr>
      <w:spacing w:after="120" w:line="240" w:lineRule="auto"/>
      <w:jc w:val="both"/>
    </w:pPr>
    <w:rPr>
      <w:rFonts w:ascii="Tahoma" w:eastAsiaTheme="minorHAnsi" w:hAnsi="Tahoma"/>
      <w:sz w:val="20"/>
      <w:szCs w:val="20"/>
      <w:lang w:eastAsia="en-US"/>
    </w:rPr>
  </w:style>
  <w:style w:type="paragraph" w:customStyle="1" w:styleId="9D2A0ABFDF1B40D799B56B19690C9A612">
    <w:name w:val="9D2A0ABFDF1B40D799B56B19690C9A612"/>
    <w:rsid w:val="00811556"/>
    <w:pPr>
      <w:spacing w:after="120" w:line="240" w:lineRule="auto"/>
      <w:jc w:val="both"/>
    </w:pPr>
    <w:rPr>
      <w:rFonts w:ascii="Tahoma" w:eastAsiaTheme="minorHAnsi" w:hAnsi="Tahoma"/>
      <w:sz w:val="20"/>
      <w:szCs w:val="20"/>
      <w:lang w:eastAsia="en-US"/>
    </w:rPr>
  </w:style>
  <w:style w:type="paragraph" w:customStyle="1" w:styleId="1A6A4FE95E384BC8970690FDBA5FC99C2">
    <w:name w:val="1A6A4FE95E384BC8970690FDBA5FC99C2"/>
    <w:rsid w:val="00811556"/>
    <w:pPr>
      <w:spacing w:after="120" w:line="240" w:lineRule="auto"/>
      <w:jc w:val="both"/>
    </w:pPr>
    <w:rPr>
      <w:rFonts w:ascii="Tahoma" w:eastAsiaTheme="minorHAnsi" w:hAnsi="Tahoma"/>
      <w:sz w:val="20"/>
      <w:szCs w:val="20"/>
      <w:lang w:eastAsia="en-US"/>
    </w:rPr>
  </w:style>
  <w:style w:type="paragraph" w:customStyle="1" w:styleId="9108E88CEC4E4549BFDB0F18010A71442">
    <w:name w:val="9108E88CEC4E4549BFDB0F18010A71442"/>
    <w:rsid w:val="00811556"/>
    <w:pPr>
      <w:spacing w:after="120" w:line="240" w:lineRule="auto"/>
      <w:jc w:val="both"/>
    </w:pPr>
    <w:rPr>
      <w:rFonts w:ascii="Tahoma" w:eastAsiaTheme="minorHAnsi" w:hAnsi="Tahoma"/>
      <w:sz w:val="20"/>
      <w:szCs w:val="20"/>
      <w:lang w:eastAsia="en-US"/>
    </w:rPr>
  </w:style>
  <w:style w:type="paragraph" w:customStyle="1" w:styleId="297EB50B07264C3F8BC411B13A6EFD322">
    <w:name w:val="297EB50B07264C3F8BC411B13A6EFD322"/>
    <w:rsid w:val="00811556"/>
    <w:pPr>
      <w:spacing w:after="120" w:line="240" w:lineRule="auto"/>
      <w:jc w:val="both"/>
    </w:pPr>
    <w:rPr>
      <w:rFonts w:ascii="Tahoma" w:eastAsiaTheme="minorHAnsi" w:hAnsi="Tahoma"/>
      <w:sz w:val="20"/>
      <w:szCs w:val="20"/>
      <w:lang w:eastAsia="en-US"/>
    </w:rPr>
  </w:style>
  <w:style w:type="paragraph" w:customStyle="1" w:styleId="420F33F7881F4E8D8537061C8A1D767A2">
    <w:name w:val="420F33F7881F4E8D8537061C8A1D767A2"/>
    <w:rsid w:val="00811556"/>
    <w:pPr>
      <w:spacing w:after="120" w:line="240" w:lineRule="auto"/>
      <w:jc w:val="both"/>
    </w:pPr>
    <w:rPr>
      <w:rFonts w:ascii="Tahoma" w:eastAsiaTheme="minorHAnsi" w:hAnsi="Tahoma"/>
      <w:sz w:val="20"/>
      <w:szCs w:val="20"/>
      <w:lang w:eastAsia="en-US"/>
    </w:rPr>
  </w:style>
  <w:style w:type="paragraph" w:customStyle="1" w:styleId="15AF1729FC6D4E2CA93F5B90FEAA2FCD2">
    <w:name w:val="15AF1729FC6D4E2CA93F5B90FEAA2FCD2"/>
    <w:rsid w:val="00811556"/>
    <w:pPr>
      <w:spacing w:after="120" w:line="240" w:lineRule="auto"/>
      <w:jc w:val="both"/>
    </w:pPr>
    <w:rPr>
      <w:rFonts w:ascii="Tahoma" w:eastAsiaTheme="minorHAnsi" w:hAnsi="Tahoma"/>
      <w:sz w:val="20"/>
      <w:szCs w:val="20"/>
      <w:lang w:eastAsia="en-US"/>
    </w:rPr>
  </w:style>
  <w:style w:type="paragraph" w:customStyle="1" w:styleId="3C8B00E322CA4668B2AEB52DF9A381802">
    <w:name w:val="3C8B00E322CA4668B2AEB52DF9A381802"/>
    <w:rsid w:val="00811556"/>
    <w:pPr>
      <w:spacing w:after="120" w:line="240" w:lineRule="auto"/>
      <w:jc w:val="both"/>
    </w:pPr>
    <w:rPr>
      <w:rFonts w:ascii="Tahoma" w:eastAsiaTheme="minorHAnsi" w:hAnsi="Tahoma"/>
      <w:sz w:val="20"/>
      <w:szCs w:val="20"/>
      <w:lang w:eastAsia="en-US"/>
    </w:rPr>
  </w:style>
  <w:style w:type="paragraph" w:customStyle="1" w:styleId="B5E86460B3E24411A5BF18EB1DDE2B882">
    <w:name w:val="B5E86460B3E24411A5BF18EB1DDE2B882"/>
    <w:rsid w:val="00811556"/>
    <w:pPr>
      <w:spacing w:after="120" w:line="240" w:lineRule="auto"/>
      <w:jc w:val="both"/>
    </w:pPr>
    <w:rPr>
      <w:rFonts w:ascii="Tahoma" w:eastAsiaTheme="minorHAnsi" w:hAnsi="Tahoma"/>
      <w:sz w:val="20"/>
      <w:szCs w:val="20"/>
      <w:lang w:eastAsia="en-US"/>
    </w:rPr>
  </w:style>
  <w:style w:type="paragraph" w:customStyle="1" w:styleId="D627C774909C4AC6B22CCDB99ADDAAD32">
    <w:name w:val="D627C774909C4AC6B22CCDB99ADDAAD32"/>
    <w:rsid w:val="00811556"/>
    <w:pPr>
      <w:spacing w:after="120" w:line="240" w:lineRule="auto"/>
      <w:jc w:val="both"/>
    </w:pPr>
    <w:rPr>
      <w:rFonts w:ascii="Tahoma" w:eastAsiaTheme="minorHAnsi" w:hAnsi="Tahoma"/>
      <w:sz w:val="20"/>
      <w:szCs w:val="20"/>
      <w:lang w:eastAsia="en-US"/>
    </w:rPr>
  </w:style>
  <w:style w:type="paragraph" w:customStyle="1" w:styleId="DE9B7DC16235429BBED85275F4C541102">
    <w:name w:val="DE9B7DC16235429BBED85275F4C541102"/>
    <w:rsid w:val="00811556"/>
    <w:pPr>
      <w:spacing w:after="120" w:line="240" w:lineRule="auto"/>
      <w:jc w:val="both"/>
    </w:pPr>
    <w:rPr>
      <w:rFonts w:ascii="Tahoma" w:eastAsiaTheme="minorHAnsi" w:hAnsi="Tahoma"/>
      <w:sz w:val="20"/>
      <w:szCs w:val="20"/>
      <w:lang w:eastAsia="en-US"/>
    </w:rPr>
  </w:style>
  <w:style w:type="paragraph" w:customStyle="1" w:styleId="361940CC2800458B872C0D8D4300E9752">
    <w:name w:val="361940CC2800458B872C0D8D4300E9752"/>
    <w:rsid w:val="00811556"/>
    <w:pPr>
      <w:spacing w:after="120" w:line="240" w:lineRule="auto"/>
      <w:jc w:val="both"/>
    </w:pPr>
    <w:rPr>
      <w:rFonts w:ascii="Tahoma" w:eastAsiaTheme="minorHAnsi" w:hAnsi="Tahoma"/>
      <w:sz w:val="20"/>
      <w:szCs w:val="20"/>
      <w:lang w:eastAsia="en-US"/>
    </w:rPr>
  </w:style>
  <w:style w:type="paragraph" w:customStyle="1" w:styleId="0C9F1B6CCEBA4739A3F10A9FCE733BD52">
    <w:name w:val="0C9F1B6CCEBA4739A3F10A9FCE733BD52"/>
    <w:rsid w:val="00811556"/>
    <w:pPr>
      <w:spacing w:after="120" w:line="240" w:lineRule="auto"/>
      <w:jc w:val="both"/>
    </w:pPr>
    <w:rPr>
      <w:rFonts w:ascii="Tahoma" w:eastAsiaTheme="minorHAnsi" w:hAnsi="Tahoma"/>
      <w:sz w:val="20"/>
      <w:szCs w:val="20"/>
      <w:lang w:eastAsia="en-US"/>
    </w:rPr>
  </w:style>
  <w:style w:type="paragraph" w:customStyle="1" w:styleId="B02B522950E54E20AB1E60EC9F20EC0D2">
    <w:name w:val="B02B522950E54E20AB1E60EC9F20EC0D2"/>
    <w:rsid w:val="00811556"/>
    <w:pPr>
      <w:spacing w:after="120" w:line="240" w:lineRule="auto"/>
      <w:jc w:val="both"/>
    </w:pPr>
    <w:rPr>
      <w:rFonts w:ascii="Tahoma" w:eastAsiaTheme="minorHAnsi" w:hAnsi="Tahoma"/>
      <w:sz w:val="20"/>
      <w:szCs w:val="20"/>
      <w:lang w:eastAsia="en-US"/>
    </w:rPr>
  </w:style>
  <w:style w:type="paragraph" w:customStyle="1" w:styleId="DD54E39591234366BA0F1DD9A449CA352">
    <w:name w:val="DD54E39591234366BA0F1DD9A449CA352"/>
    <w:rsid w:val="00811556"/>
    <w:pPr>
      <w:spacing w:after="120" w:line="240" w:lineRule="auto"/>
      <w:jc w:val="both"/>
    </w:pPr>
    <w:rPr>
      <w:rFonts w:ascii="Tahoma" w:eastAsiaTheme="minorHAnsi" w:hAnsi="Tahoma"/>
      <w:sz w:val="20"/>
      <w:szCs w:val="20"/>
      <w:lang w:eastAsia="en-US"/>
    </w:rPr>
  </w:style>
  <w:style w:type="paragraph" w:customStyle="1" w:styleId="014D33AFB0DA45C18E2071A13F2B07572">
    <w:name w:val="014D33AFB0DA45C18E2071A13F2B07572"/>
    <w:rsid w:val="00811556"/>
    <w:pPr>
      <w:spacing w:after="120" w:line="240" w:lineRule="auto"/>
      <w:jc w:val="both"/>
    </w:pPr>
    <w:rPr>
      <w:rFonts w:ascii="Tahoma" w:eastAsiaTheme="minorHAnsi" w:hAnsi="Tahoma"/>
      <w:sz w:val="20"/>
      <w:szCs w:val="20"/>
      <w:lang w:eastAsia="en-US"/>
    </w:rPr>
  </w:style>
  <w:style w:type="paragraph" w:customStyle="1" w:styleId="424ECD38442E42B2A137E68945B2BFA82">
    <w:name w:val="424ECD38442E42B2A137E68945B2BFA82"/>
    <w:rsid w:val="00811556"/>
    <w:pPr>
      <w:spacing w:after="120" w:line="240" w:lineRule="auto"/>
      <w:jc w:val="both"/>
    </w:pPr>
    <w:rPr>
      <w:rFonts w:ascii="Tahoma" w:eastAsiaTheme="minorHAnsi" w:hAnsi="Tahoma"/>
      <w:sz w:val="20"/>
      <w:szCs w:val="20"/>
      <w:lang w:eastAsia="en-US"/>
    </w:rPr>
  </w:style>
  <w:style w:type="paragraph" w:customStyle="1" w:styleId="E6365F9B97E6492492BAB28E7EAE85A02">
    <w:name w:val="E6365F9B97E6492492BAB28E7EAE85A02"/>
    <w:rsid w:val="00811556"/>
    <w:pPr>
      <w:spacing w:after="120" w:line="240" w:lineRule="auto"/>
      <w:jc w:val="both"/>
    </w:pPr>
    <w:rPr>
      <w:rFonts w:ascii="Tahoma" w:eastAsiaTheme="minorHAnsi" w:hAnsi="Tahoma"/>
      <w:sz w:val="20"/>
      <w:szCs w:val="20"/>
      <w:lang w:eastAsia="en-US"/>
    </w:rPr>
  </w:style>
  <w:style w:type="paragraph" w:customStyle="1" w:styleId="432461B8B3074D18918432D371192C382">
    <w:name w:val="432461B8B3074D18918432D371192C382"/>
    <w:rsid w:val="00811556"/>
    <w:pPr>
      <w:spacing w:after="120" w:line="240" w:lineRule="auto"/>
      <w:jc w:val="both"/>
    </w:pPr>
    <w:rPr>
      <w:rFonts w:ascii="Tahoma" w:eastAsiaTheme="minorHAnsi" w:hAnsi="Tahoma"/>
      <w:sz w:val="20"/>
      <w:szCs w:val="20"/>
      <w:lang w:eastAsia="en-US"/>
    </w:rPr>
  </w:style>
  <w:style w:type="paragraph" w:customStyle="1" w:styleId="74FE56E68EB64F5DB24328DD2207FE862">
    <w:name w:val="74FE56E68EB64F5DB24328DD2207FE862"/>
    <w:rsid w:val="00811556"/>
    <w:pPr>
      <w:spacing w:after="120" w:line="240" w:lineRule="auto"/>
      <w:jc w:val="both"/>
    </w:pPr>
    <w:rPr>
      <w:rFonts w:ascii="Tahoma" w:eastAsiaTheme="minorHAnsi" w:hAnsi="Tahoma"/>
      <w:sz w:val="20"/>
      <w:szCs w:val="20"/>
      <w:lang w:eastAsia="en-US"/>
    </w:rPr>
  </w:style>
  <w:style w:type="paragraph" w:customStyle="1" w:styleId="2C88B92721FB4FEB963D70D86452D5012">
    <w:name w:val="2C88B92721FB4FEB963D70D86452D5012"/>
    <w:rsid w:val="00811556"/>
    <w:pPr>
      <w:spacing w:after="120" w:line="240" w:lineRule="auto"/>
      <w:jc w:val="both"/>
    </w:pPr>
    <w:rPr>
      <w:rFonts w:ascii="Tahoma" w:eastAsiaTheme="minorHAnsi" w:hAnsi="Tahoma"/>
      <w:sz w:val="20"/>
      <w:szCs w:val="20"/>
      <w:lang w:eastAsia="en-US"/>
    </w:rPr>
  </w:style>
  <w:style w:type="paragraph" w:customStyle="1" w:styleId="F828F6E8C8D548FFB11DC15C5889A2532">
    <w:name w:val="F828F6E8C8D548FFB11DC15C5889A2532"/>
    <w:rsid w:val="00811556"/>
    <w:pPr>
      <w:spacing w:after="120" w:line="240" w:lineRule="auto"/>
      <w:jc w:val="both"/>
    </w:pPr>
    <w:rPr>
      <w:rFonts w:ascii="Tahoma" w:eastAsiaTheme="minorHAnsi" w:hAnsi="Tahoma"/>
      <w:sz w:val="20"/>
      <w:szCs w:val="20"/>
      <w:lang w:eastAsia="en-US"/>
    </w:rPr>
  </w:style>
  <w:style w:type="paragraph" w:customStyle="1" w:styleId="6DF85E21DC2A4A58ADF90A5C3DD95B242">
    <w:name w:val="6DF85E21DC2A4A58ADF90A5C3DD95B242"/>
    <w:rsid w:val="00811556"/>
    <w:pPr>
      <w:spacing w:after="120" w:line="240" w:lineRule="auto"/>
      <w:jc w:val="both"/>
    </w:pPr>
    <w:rPr>
      <w:rFonts w:ascii="Tahoma" w:eastAsiaTheme="minorHAnsi" w:hAnsi="Tahoma"/>
      <w:sz w:val="20"/>
      <w:szCs w:val="20"/>
      <w:lang w:eastAsia="en-US"/>
    </w:rPr>
  </w:style>
  <w:style w:type="paragraph" w:customStyle="1" w:styleId="09300A05E42844C483E04607744B6A052">
    <w:name w:val="09300A05E42844C483E04607744B6A052"/>
    <w:rsid w:val="00811556"/>
    <w:pPr>
      <w:spacing w:after="120" w:line="240" w:lineRule="auto"/>
      <w:jc w:val="both"/>
    </w:pPr>
    <w:rPr>
      <w:rFonts w:ascii="Tahoma" w:eastAsiaTheme="minorHAnsi" w:hAnsi="Tahoma"/>
      <w:sz w:val="20"/>
      <w:szCs w:val="20"/>
      <w:lang w:eastAsia="en-US"/>
    </w:rPr>
  </w:style>
  <w:style w:type="paragraph" w:customStyle="1" w:styleId="955B596A43D34240AD1A2EAAA945FB472">
    <w:name w:val="955B596A43D34240AD1A2EAAA945FB472"/>
    <w:rsid w:val="00811556"/>
    <w:pPr>
      <w:spacing w:after="120" w:line="240" w:lineRule="auto"/>
      <w:jc w:val="both"/>
    </w:pPr>
    <w:rPr>
      <w:rFonts w:ascii="Tahoma" w:eastAsiaTheme="minorHAnsi" w:hAnsi="Tahoma"/>
      <w:sz w:val="20"/>
      <w:szCs w:val="20"/>
      <w:lang w:eastAsia="en-US"/>
    </w:rPr>
  </w:style>
  <w:style w:type="paragraph" w:customStyle="1" w:styleId="DD852B731FEB4D3E97F5D611E38D0D862">
    <w:name w:val="DD852B731FEB4D3E97F5D611E38D0D862"/>
    <w:rsid w:val="00811556"/>
    <w:pPr>
      <w:spacing w:after="120" w:line="240" w:lineRule="auto"/>
      <w:jc w:val="both"/>
    </w:pPr>
    <w:rPr>
      <w:rFonts w:ascii="Tahoma" w:eastAsiaTheme="minorHAnsi" w:hAnsi="Tahoma"/>
      <w:sz w:val="20"/>
      <w:szCs w:val="20"/>
      <w:lang w:eastAsia="en-US"/>
    </w:rPr>
  </w:style>
  <w:style w:type="paragraph" w:customStyle="1" w:styleId="2D0CD3F470D547EC9BD9DB253E8436142">
    <w:name w:val="2D0CD3F470D547EC9BD9DB253E8436142"/>
    <w:rsid w:val="00811556"/>
    <w:pPr>
      <w:spacing w:after="120" w:line="240" w:lineRule="auto"/>
      <w:jc w:val="both"/>
    </w:pPr>
    <w:rPr>
      <w:rFonts w:ascii="Tahoma" w:eastAsiaTheme="minorHAnsi" w:hAnsi="Tahoma"/>
      <w:sz w:val="20"/>
      <w:szCs w:val="20"/>
      <w:lang w:eastAsia="en-US"/>
    </w:rPr>
  </w:style>
  <w:style w:type="paragraph" w:customStyle="1" w:styleId="55BC43B900B14E2C89ADEFD741C48E2D1">
    <w:name w:val="55BC43B900B14E2C89ADEFD741C48E2D1"/>
    <w:rsid w:val="00811556"/>
    <w:pPr>
      <w:spacing w:after="120" w:line="240" w:lineRule="auto"/>
      <w:jc w:val="both"/>
    </w:pPr>
    <w:rPr>
      <w:rFonts w:ascii="Tahoma" w:eastAsiaTheme="minorHAnsi" w:hAnsi="Tahoma"/>
      <w:sz w:val="20"/>
      <w:szCs w:val="20"/>
      <w:lang w:eastAsia="en-US"/>
    </w:rPr>
  </w:style>
  <w:style w:type="paragraph" w:customStyle="1" w:styleId="DB93402CDA834D18A296687E7E0E2EF11">
    <w:name w:val="DB93402CDA834D18A296687E7E0E2EF11"/>
    <w:rsid w:val="00811556"/>
    <w:pPr>
      <w:spacing w:after="120" w:line="240" w:lineRule="auto"/>
      <w:jc w:val="both"/>
    </w:pPr>
    <w:rPr>
      <w:rFonts w:ascii="Tahoma" w:eastAsiaTheme="minorHAnsi" w:hAnsi="Tahoma"/>
      <w:sz w:val="20"/>
      <w:szCs w:val="20"/>
      <w:lang w:eastAsia="en-US"/>
    </w:rPr>
  </w:style>
  <w:style w:type="paragraph" w:customStyle="1" w:styleId="A6DB5A2A27C34FEC8A04B2C4FF86A0C41">
    <w:name w:val="A6DB5A2A27C34FEC8A04B2C4FF86A0C41"/>
    <w:rsid w:val="00811556"/>
    <w:pPr>
      <w:spacing w:after="120" w:line="240" w:lineRule="auto"/>
      <w:jc w:val="both"/>
    </w:pPr>
    <w:rPr>
      <w:rFonts w:ascii="Tahoma" w:eastAsiaTheme="minorHAnsi" w:hAnsi="Tahoma"/>
      <w:sz w:val="20"/>
      <w:szCs w:val="20"/>
      <w:lang w:eastAsia="en-US"/>
    </w:rPr>
  </w:style>
  <w:style w:type="paragraph" w:customStyle="1" w:styleId="81371841E0B14CE599AEE41E7403E53A1">
    <w:name w:val="81371841E0B14CE599AEE41E7403E53A1"/>
    <w:rsid w:val="00811556"/>
    <w:pPr>
      <w:spacing w:after="120" w:line="240" w:lineRule="auto"/>
      <w:jc w:val="both"/>
    </w:pPr>
    <w:rPr>
      <w:rFonts w:ascii="Tahoma" w:eastAsiaTheme="minorHAnsi" w:hAnsi="Tahoma"/>
      <w:sz w:val="20"/>
      <w:szCs w:val="20"/>
      <w:lang w:eastAsia="en-US"/>
    </w:rPr>
  </w:style>
  <w:style w:type="paragraph" w:customStyle="1" w:styleId="C4A8B0F3162145BB9C02F56AD87714511">
    <w:name w:val="C4A8B0F3162145BB9C02F56AD87714511"/>
    <w:rsid w:val="00811556"/>
    <w:pPr>
      <w:spacing w:after="120" w:line="240" w:lineRule="auto"/>
      <w:jc w:val="both"/>
    </w:pPr>
    <w:rPr>
      <w:rFonts w:ascii="Tahoma" w:eastAsiaTheme="minorHAnsi" w:hAnsi="Tahoma"/>
      <w:sz w:val="20"/>
      <w:szCs w:val="20"/>
      <w:lang w:eastAsia="en-US"/>
    </w:rPr>
  </w:style>
  <w:style w:type="paragraph" w:customStyle="1" w:styleId="35C1032F61A3434184A4BD2BA8E8ECF41">
    <w:name w:val="35C1032F61A3434184A4BD2BA8E8ECF41"/>
    <w:rsid w:val="00811556"/>
    <w:pPr>
      <w:spacing w:after="120" w:line="240" w:lineRule="auto"/>
      <w:jc w:val="both"/>
    </w:pPr>
    <w:rPr>
      <w:rFonts w:ascii="Tahoma" w:eastAsiaTheme="minorHAnsi" w:hAnsi="Tahoma"/>
      <w:sz w:val="20"/>
      <w:szCs w:val="20"/>
      <w:lang w:eastAsia="en-US"/>
    </w:rPr>
  </w:style>
  <w:style w:type="paragraph" w:customStyle="1" w:styleId="EC791A35D141472D99E578EFE469BEF71">
    <w:name w:val="EC791A35D141472D99E578EFE469BEF71"/>
    <w:rsid w:val="00811556"/>
    <w:pPr>
      <w:spacing w:after="120" w:line="240" w:lineRule="auto"/>
      <w:jc w:val="both"/>
    </w:pPr>
    <w:rPr>
      <w:rFonts w:ascii="Tahoma" w:eastAsiaTheme="minorHAnsi" w:hAnsi="Tahoma"/>
      <w:sz w:val="20"/>
      <w:szCs w:val="20"/>
      <w:lang w:eastAsia="en-US"/>
    </w:rPr>
  </w:style>
  <w:style w:type="paragraph" w:customStyle="1" w:styleId="63A0E835CEB24237BF3148F423CAB2831">
    <w:name w:val="63A0E835CEB24237BF3148F423CAB2831"/>
    <w:rsid w:val="00811556"/>
    <w:pPr>
      <w:spacing w:after="120" w:line="240" w:lineRule="auto"/>
      <w:jc w:val="both"/>
    </w:pPr>
    <w:rPr>
      <w:rFonts w:ascii="Tahoma" w:eastAsiaTheme="minorHAnsi" w:hAnsi="Tahoma"/>
      <w:sz w:val="20"/>
      <w:szCs w:val="20"/>
      <w:lang w:eastAsia="en-US"/>
    </w:rPr>
  </w:style>
  <w:style w:type="paragraph" w:customStyle="1" w:styleId="DFFA9960D5D64951A0B085A4E9A4B6711">
    <w:name w:val="DFFA9960D5D64951A0B085A4E9A4B6711"/>
    <w:rsid w:val="00811556"/>
    <w:pPr>
      <w:spacing w:after="120" w:line="240" w:lineRule="auto"/>
      <w:jc w:val="both"/>
    </w:pPr>
    <w:rPr>
      <w:rFonts w:ascii="Tahoma" w:eastAsiaTheme="minorHAnsi" w:hAnsi="Tahoma"/>
      <w:sz w:val="20"/>
      <w:szCs w:val="20"/>
      <w:lang w:eastAsia="en-US"/>
    </w:rPr>
  </w:style>
  <w:style w:type="paragraph" w:customStyle="1" w:styleId="5E44315E6BA7463A8BE35628C44397BB1">
    <w:name w:val="5E44315E6BA7463A8BE35628C44397BB1"/>
    <w:rsid w:val="00811556"/>
    <w:pPr>
      <w:spacing w:after="120" w:line="240" w:lineRule="auto"/>
      <w:jc w:val="both"/>
    </w:pPr>
    <w:rPr>
      <w:rFonts w:ascii="Tahoma" w:eastAsiaTheme="minorHAnsi" w:hAnsi="Tahoma"/>
      <w:sz w:val="20"/>
      <w:szCs w:val="20"/>
      <w:lang w:eastAsia="en-US"/>
    </w:rPr>
  </w:style>
  <w:style w:type="paragraph" w:customStyle="1" w:styleId="D51D7FEFAA174A078A0264F7AA7D4B3A1">
    <w:name w:val="D51D7FEFAA174A078A0264F7AA7D4B3A1"/>
    <w:rsid w:val="00811556"/>
    <w:pPr>
      <w:spacing w:after="120" w:line="240" w:lineRule="auto"/>
      <w:jc w:val="both"/>
    </w:pPr>
    <w:rPr>
      <w:rFonts w:ascii="Tahoma" w:eastAsiaTheme="minorHAnsi" w:hAnsi="Tahoma"/>
      <w:sz w:val="20"/>
      <w:szCs w:val="20"/>
      <w:lang w:eastAsia="en-US"/>
    </w:rPr>
  </w:style>
  <w:style w:type="paragraph" w:customStyle="1" w:styleId="65FAB49B23C34719883AC6836C47200B1">
    <w:name w:val="65FAB49B23C34719883AC6836C47200B1"/>
    <w:rsid w:val="00811556"/>
    <w:pPr>
      <w:spacing w:after="120" w:line="240" w:lineRule="auto"/>
      <w:jc w:val="both"/>
    </w:pPr>
    <w:rPr>
      <w:rFonts w:ascii="Tahoma" w:eastAsiaTheme="minorHAnsi" w:hAnsi="Tahoma"/>
      <w:sz w:val="20"/>
      <w:szCs w:val="20"/>
      <w:lang w:eastAsia="en-US"/>
    </w:rPr>
  </w:style>
  <w:style w:type="paragraph" w:customStyle="1" w:styleId="EE5D122E914E42268C8C5A266C96A1671">
    <w:name w:val="EE5D122E914E42268C8C5A266C96A1671"/>
    <w:rsid w:val="00811556"/>
    <w:pPr>
      <w:spacing w:after="120" w:line="240" w:lineRule="auto"/>
      <w:jc w:val="both"/>
    </w:pPr>
    <w:rPr>
      <w:rFonts w:ascii="Tahoma" w:eastAsiaTheme="minorHAnsi" w:hAnsi="Tahoma"/>
      <w:sz w:val="20"/>
      <w:szCs w:val="20"/>
      <w:lang w:eastAsia="en-US"/>
    </w:rPr>
  </w:style>
  <w:style w:type="paragraph" w:customStyle="1" w:styleId="2CA683A5549D48D183B010ED9D4909561">
    <w:name w:val="2CA683A5549D48D183B010ED9D4909561"/>
    <w:rsid w:val="00811556"/>
    <w:pPr>
      <w:spacing w:after="120" w:line="240" w:lineRule="auto"/>
      <w:jc w:val="both"/>
    </w:pPr>
    <w:rPr>
      <w:rFonts w:ascii="Tahoma" w:eastAsiaTheme="minorHAnsi" w:hAnsi="Tahoma"/>
      <w:sz w:val="20"/>
      <w:szCs w:val="20"/>
      <w:lang w:eastAsia="en-US"/>
    </w:rPr>
  </w:style>
  <w:style w:type="paragraph" w:customStyle="1" w:styleId="D79EF083C67640E281E89A154C476A2B1">
    <w:name w:val="D79EF083C67640E281E89A154C476A2B1"/>
    <w:rsid w:val="00811556"/>
    <w:pPr>
      <w:spacing w:after="120" w:line="240" w:lineRule="auto"/>
      <w:jc w:val="both"/>
    </w:pPr>
    <w:rPr>
      <w:rFonts w:ascii="Tahoma" w:eastAsiaTheme="minorHAnsi" w:hAnsi="Tahoma"/>
      <w:sz w:val="20"/>
      <w:szCs w:val="20"/>
      <w:lang w:eastAsia="en-US"/>
    </w:rPr>
  </w:style>
  <w:style w:type="paragraph" w:customStyle="1" w:styleId="F8BBE4FDB09B43FC8A92429C6DFE796B1">
    <w:name w:val="F8BBE4FDB09B43FC8A92429C6DFE796B1"/>
    <w:rsid w:val="00811556"/>
    <w:pPr>
      <w:spacing w:after="120" w:line="240" w:lineRule="auto"/>
      <w:jc w:val="both"/>
    </w:pPr>
    <w:rPr>
      <w:rFonts w:ascii="Tahoma" w:eastAsiaTheme="minorHAnsi" w:hAnsi="Tahoma"/>
      <w:sz w:val="20"/>
      <w:szCs w:val="20"/>
      <w:lang w:eastAsia="en-US"/>
    </w:rPr>
  </w:style>
  <w:style w:type="paragraph" w:customStyle="1" w:styleId="70E0698DA3654C418CC9D35E1CB0B1D21">
    <w:name w:val="70E0698DA3654C418CC9D35E1CB0B1D21"/>
    <w:rsid w:val="00811556"/>
    <w:pPr>
      <w:spacing w:after="120" w:line="240" w:lineRule="auto"/>
      <w:jc w:val="both"/>
    </w:pPr>
    <w:rPr>
      <w:rFonts w:ascii="Tahoma" w:eastAsiaTheme="minorHAnsi" w:hAnsi="Tahoma"/>
      <w:sz w:val="20"/>
      <w:szCs w:val="20"/>
      <w:lang w:eastAsia="en-US"/>
    </w:rPr>
  </w:style>
  <w:style w:type="paragraph" w:customStyle="1" w:styleId="1C9D12B9328245869825DCB45166DFE91">
    <w:name w:val="1C9D12B9328245869825DCB45166DFE91"/>
    <w:rsid w:val="00811556"/>
    <w:pPr>
      <w:spacing w:after="120" w:line="240" w:lineRule="auto"/>
      <w:jc w:val="both"/>
    </w:pPr>
    <w:rPr>
      <w:rFonts w:ascii="Tahoma" w:eastAsiaTheme="minorHAnsi" w:hAnsi="Tahoma"/>
      <w:sz w:val="20"/>
      <w:szCs w:val="20"/>
      <w:lang w:eastAsia="en-US"/>
    </w:rPr>
  </w:style>
  <w:style w:type="paragraph" w:customStyle="1" w:styleId="A83F49FE60DD4097A2E2781524D76D4C1">
    <w:name w:val="A83F49FE60DD4097A2E2781524D76D4C1"/>
    <w:rsid w:val="00811556"/>
    <w:pPr>
      <w:spacing w:after="120" w:line="240" w:lineRule="auto"/>
      <w:jc w:val="both"/>
    </w:pPr>
    <w:rPr>
      <w:rFonts w:ascii="Tahoma" w:eastAsiaTheme="minorHAnsi" w:hAnsi="Tahoma"/>
      <w:sz w:val="20"/>
      <w:szCs w:val="20"/>
      <w:lang w:eastAsia="en-US"/>
    </w:rPr>
  </w:style>
  <w:style w:type="paragraph" w:customStyle="1" w:styleId="551C707C175F4BF88D03558FAB75E8E91">
    <w:name w:val="551C707C175F4BF88D03558FAB75E8E91"/>
    <w:rsid w:val="00811556"/>
    <w:pPr>
      <w:spacing w:after="120" w:line="240" w:lineRule="auto"/>
      <w:jc w:val="both"/>
    </w:pPr>
    <w:rPr>
      <w:rFonts w:ascii="Tahoma" w:eastAsiaTheme="minorHAnsi" w:hAnsi="Tahoma"/>
      <w:sz w:val="20"/>
      <w:szCs w:val="20"/>
      <w:lang w:eastAsia="en-US"/>
    </w:rPr>
  </w:style>
  <w:style w:type="paragraph" w:customStyle="1" w:styleId="AB5B95B87B6446B896F59DE35BE7D2121">
    <w:name w:val="AB5B95B87B6446B896F59DE35BE7D2121"/>
    <w:rsid w:val="00811556"/>
    <w:pPr>
      <w:numPr>
        <w:numId w:val="2"/>
      </w:numPr>
      <w:tabs>
        <w:tab w:val="clear" w:pos="360"/>
        <w:tab w:val="num" w:pos="0"/>
      </w:tabs>
      <w:spacing w:after="120" w:line="240" w:lineRule="auto"/>
      <w:ind w:left="720" w:hanging="360"/>
      <w:jc w:val="both"/>
    </w:pPr>
    <w:rPr>
      <w:rFonts w:ascii="Tahoma" w:eastAsiaTheme="minorHAnsi" w:hAnsi="Tahoma"/>
      <w:sz w:val="20"/>
      <w:szCs w:val="20"/>
      <w:lang w:eastAsia="en-US"/>
    </w:rPr>
  </w:style>
  <w:style w:type="paragraph" w:customStyle="1" w:styleId="91F90DE9D082445590214DCD4ACD69A21">
    <w:name w:val="91F90DE9D082445590214DCD4ACD69A21"/>
    <w:rsid w:val="00811556"/>
    <w:pPr>
      <w:numPr>
        <w:numId w:val="2"/>
      </w:numPr>
      <w:tabs>
        <w:tab w:val="clear" w:pos="360"/>
        <w:tab w:val="num" w:pos="0"/>
      </w:tabs>
      <w:spacing w:after="120" w:line="240" w:lineRule="auto"/>
      <w:ind w:left="720" w:hanging="360"/>
      <w:jc w:val="both"/>
    </w:pPr>
    <w:rPr>
      <w:rFonts w:ascii="Tahoma" w:eastAsiaTheme="minorHAnsi" w:hAnsi="Tahoma"/>
      <w:sz w:val="20"/>
      <w:szCs w:val="20"/>
      <w:lang w:eastAsia="en-US"/>
    </w:rPr>
  </w:style>
  <w:style w:type="paragraph" w:customStyle="1" w:styleId="5534CAA891914911AA6CC418C18C10C61">
    <w:name w:val="5534CAA891914911AA6CC418C18C10C61"/>
    <w:rsid w:val="00811556"/>
    <w:pPr>
      <w:spacing w:after="120" w:line="240" w:lineRule="auto"/>
      <w:jc w:val="both"/>
    </w:pPr>
    <w:rPr>
      <w:rFonts w:ascii="Tahoma" w:eastAsiaTheme="minorHAnsi" w:hAnsi="Tahoma"/>
      <w:sz w:val="20"/>
      <w:szCs w:val="20"/>
      <w:lang w:eastAsia="en-US"/>
    </w:rPr>
  </w:style>
  <w:style w:type="paragraph" w:customStyle="1" w:styleId="58FFB03361D04C3AAE069BE85D9170EC1">
    <w:name w:val="58FFB03361D04C3AAE069BE85D9170EC1"/>
    <w:rsid w:val="00811556"/>
    <w:pPr>
      <w:spacing w:after="120" w:line="240" w:lineRule="auto"/>
      <w:jc w:val="both"/>
    </w:pPr>
    <w:rPr>
      <w:rFonts w:ascii="Tahoma" w:eastAsiaTheme="minorHAnsi" w:hAnsi="Tahoma"/>
      <w:sz w:val="20"/>
      <w:szCs w:val="20"/>
      <w:lang w:eastAsia="en-US"/>
    </w:rPr>
  </w:style>
  <w:style w:type="paragraph" w:customStyle="1" w:styleId="BE297708310E4DBDB67DB5A4A56217FA1">
    <w:name w:val="BE297708310E4DBDB67DB5A4A56217FA1"/>
    <w:rsid w:val="00811556"/>
    <w:pPr>
      <w:spacing w:after="120" w:line="240" w:lineRule="auto"/>
      <w:jc w:val="both"/>
    </w:pPr>
    <w:rPr>
      <w:rFonts w:ascii="Tahoma" w:eastAsiaTheme="minorHAnsi" w:hAnsi="Tahoma"/>
      <w:sz w:val="20"/>
      <w:szCs w:val="20"/>
      <w:lang w:eastAsia="en-US"/>
    </w:rPr>
  </w:style>
  <w:style w:type="paragraph" w:customStyle="1" w:styleId="2E16E13930774B9AA6CACABD9108C2C41">
    <w:name w:val="2E16E13930774B9AA6CACABD9108C2C41"/>
    <w:rsid w:val="00811556"/>
    <w:pPr>
      <w:spacing w:after="120" w:line="240" w:lineRule="auto"/>
      <w:jc w:val="both"/>
    </w:pPr>
    <w:rPr>
      <w:rFonts w:ascii="Tahoma" w:eastAsiaTheme="minorHAnsi" w:hAnsi="Tahoma"/>
      <w:sz w:val="20"/>
      <w:szCs w:val="20"/>
      <w:lang w:eastAsia="en-US"/>
    </w:rPr>
  </w:style>
  <w:style w:type="paragraph" w:customStyle="1" w:styleId="430860B2D91549CB84FF0C944714A64D1">
    <w:name w:val="430860B2D91549CB84FF0C944714A64D1"/>
    <w:rsid w:val="00811556"/>
    <w:pPr>
      <w:spacing w:after="120" w:line="240" w:lineRule="auto"/>
      <w:jc w:val="both"/>
    </w:pPr>
    <w:rPr>
      <w:rFonts w:ascii="Tahoma" w:eastAsiaTheme="minorHAnsi" w:hAnsi="Tahoma"/>
      <w:sz w:val="20"/>
      <w:szCs w:val="20"/>
      <w:lang w:eastAsia="en-US"/>
    </w:rPr>
  </w:style>
  <w:style w:type="paragraph" w:customStyle="1" w:styleId="07AEB6E8A1DA40EB9371FC62701464A51">
    <w:name w:val="07AEB6E8A1DA40EB9371FC62701464A51"/>
    <w:rsid w:val="00811556"/>
    <w:pPr>
      <w:spacing w:after="120" w:line="240" w:lineRule="auto"/>
      <w:jc w:val="both"/>
    </w:pPr>
    <w:rPr>
      <w:rFonts w:ascii="Tahoma" w:eastAsiaTheme="minorHAnsi" w:hAnsi="Tahoma"/>
      <w:sz w:val="20"/>
      <w:szCs w:val="20"/>
      <w:lang w:eastAsia="en-US"/>
    </w:rPr>
  </w:style>
  <w:style w:type="paragraph" w:customStyle="1" w:styleId="6A7F3E8ED37442DDB4F4755FA98DE19F1">
    <w:name w:val="6A7F3E8ED37442DDB4F4755FA98DE19F1"/>
    <w:rsid w:val="00811556"/>
    <w:pPr>
      <w:spacing w:after="120" w:line="240" w:lineRule="auto"/>
      <w:jc w:val="both"/>
    </w:pPr>
    <w:rPr>
      <w:rFonts w:ascii="Tahoma" w:eastAsiaTheme="minorHAnsi" w:hAnsi="Tahoma"/>
      <w:sz w:val="20"/>
      <w:szCs w:val="20"/>
      <w:lang w:eastAsia="en-US"/>
    </w:rPr>
  </w:style>
  <w:style w:type="paragraph" w:customStyle="1" w:styleId="B95A1660089E4139B5B8B3CAA48443E91">
    <w:name w:val="B95A1660089E4139B5B8B3CAA48443E91"/>
    <w:rsid w:val="00811556"/>
    <w:pPr>
      <w:spacing w:after="120" w:line="240" w:lineRule="auto"/>
      <w:jc w:val="both"/>
    </w:pPr>
    <w:rPr>
      <w:rFonts w:ascii="Tahoma" w:eastAsiaTheme="minorHAnsi" w:hAnsi="Tahoma"/>
      <w:sz w:val="20"/>
      <w:szCs w:val="20"/>
      <w:lang w:eastAsia="en-US"/>
    </w:rPr>
  </w:style>
  <w:style w:type="paragraph" w:customStyle="1" w:styleId="D389AB7F645E4E5FA813BBA4943A693C1">
    <w:name w:val="D389AB7F645E4E5FA813BBA4943A693C1"/>
    <w:rsid w:val="00811556"/>
    <w:pPr>
      <w:spacing w:after="120" w:line="240" w:lineRule="auto"/>
      <w:jc w:val="both"/>
    </w:pPr>
    <w:rPr>
      <w:rFonts w:ascii="Tahoma" w:eastAsiaTheme="minorHAnsi" w:hAnsi="Tahoma"/>
      <w:sz w:val="20"/>
      <w:szCs w:val="20"/>
      <w:lang w:eastAsia="en-US"/>
    </w:rPr>
  </w:style>
  <w:style w:type="paragraph" w:customStyle="1" w:styleId="CE480D21980445299507B3D8F812D17C1">
    <w:name w:val="CE480D21980445299507B3D8F812D17C1"/>
    <w:rsid w:val="00811556"/>
    <w:pPr>
      <w:spacing w:after="120" w:line="240" w:lineRule="auto"/>
      <w:jc w:val="both"/>
    </w:pPr>
    <w:rPr>
      <w:rFonts w:ascii="Tahoma" w:eastAsiaTheme="minorHAnsi" w:hAnsi="Tahoma"/>
      <w:sz w:val="20"/>
      <w:szCs w:val="20"/>
      <w:lang w:eastAsia="en-US"/>
    </w:rPr>
  </w:style>
  <w:style w:type="paragraph" w:customStyle="1" w:styleId="7139E318DF044205B7F02DCDEC036F1C1">
    <w:name w:val="7139E318DF044205B7F02DCDEC036F1C1"/>
    <w:rsid w:val="00811556"/>
    <w:pPr>
      <w:spacing w:after="120" w:line="240" w:lineRule="auto"/>
      <w:jc w:val="both"/>
    </w:pPr>
    <w:rPr>
      <w:rFonts w:ascii="Tahoma" w:eastAsiaTheme="minorHAnsi" w:hAnsi="Tahoma"/>
      <w:sz w:val="20"/>
      <w:szCs w:val="20"/>
      <w:lang w:eastAsia="en-US"/>
    </w:rPr>
  </w:style>
  <w:style w:type="paragraph" w:customStyle="1" w:styleId="BC015C2B55634C0AAABC72BD7B340A351">
    <w:name w:val="BC015C2B55634C0AAABC72BD7B340A351"/>
    <w:rsid w:val="00811556"/>
    <w:pPr>
      <w:spacing w:after="120" w:line="240" w:lineRule="auto"/>
      <w:jc w:val="both"/>
    </w:pPr>
    <w:rPr>
      <w:rFonts w:ascii="Tahoma" w:eastAsiaTheme="minorHAnsi" w:hAnsi="Tahoma"/>
      <w:sz w:val="20"/>
      <w:szCs w:val="20"/>
      <w:lang w:eastAsia="en-US"/>
    </w:rPr>
  </w:style>
  <w:style w:type="paragraph" w:customStyle="1" w:styleId="25298D20FC4741F58540B10124E544AD">
    <w:name w:val="25298D20FC4741F58540B10124E544AD"/>
    <w:rsid w:val="00705A6A"/>
  </w:style>
  <w:style w:type="paragraph" w:customStyle="1" w:styleId="D929E0EEAD334250B21CF0AA45B6682210">
    <w:name w:val="D929E0EEAD334250B21CF0AA45B6682210"/>
    <w:rsid w:val="00705A6A"/>
    <w:pPr>
      <w:spacing w:after="120" w:line="240" w:lineRule="auto"/>
      <w:jc w:val="both"/>
    </w:pPr>
    <w:rPr>
      <w:rFonts w:ascii="Tahoma" w:eastAsiaTheme="minorHAnsi" w:hAnsi="Tahoma"/>
      <w:sz w:val="20"/>
      <w:szCs w:val="20"/>
      <w:lang w:eastAsia="en-US"/>
    </w:rPr>
  </w:style>
  <w:style w:type="paragraph" w:customStyle="1" w:styleId="84E7337708CD4247B919E316C5F23AE09">
    <w:name w:val="84E7337708CD4247B919E316C5F23AE09"/>
    <w:rsid w:val="00705A6A"/>
    <w:pPr>
      <w:spacing w:after="120" w:line="240" w:lineRule="auto"/>
      <w:jc w:val="both"/>
    </w:pPr>
    <w:rPr>
      <w:rFonts w:ascii="Tahoma" w:eastAsiaTheme="minorHAnsi" w:hAnsi="Tahoma"/>
      <w:sz w:val="20"/>
      <w:szCs w:val="20"/>
      <w:lang w:eastAsia="en-US"/>
    </w:rPr>
  </w:style>
  <w:style w:type="paragraph" w:customStyle="1" w:styleId="8E6F1ECEFA584DE78CF5A08E497B59EE9">
    <w:name w:val="8E6F1ECEFA584DE78CF5A08E497B59EE9"/>
    <w:rsid w:val="00705A6A"/>
    <w:pPr>
      <w:spacing w:after="120" w:line="240" w:lineRule="auto"/>
      <w:jc w:val="both"/>
    </w:pPr>
    <w:rPr>
      <w:rFonts w:ascii="Tahoma" w:eastAsiaTheme="minorHAnsi" w:hAnsi="Tahoma"/>
      <w:sz w:val="20"/>
      <w:szCs w:val="20"/>
      <w:lang w:eastAsia="en-US"/>
    </w:rPr>
  </w:style>
  <w:style w:type="paragraph" w:customStyle="1" w:styleId="BDA809AFD81F44338CE81EFD0C9309A19">
    <w:name w:val="BDA809AFD81F44338CE81EFD0C9309A19"/>
    <w:rsid w:val="00705A6A"/>
    <w:pPr>
      <w:spacing w:after="120" w:line="240" w:lineRule="auto"/>
      <w:jc w:val="both"/>
    </w:pPr>
    <w:rPr>
      <w:rFonts w:ascii="Tahoma" w:eastAsiaTheme="minorHAnsi" w:hAnsi="Tahoma"/>
      <w:sz w:val="20"/>
      <w:szCs w:val="20"/>
      <w:lang w:eastAsia="en-US"/>
    </w:rPr>
  </w:style>
  <w:style w:type="paragraph" w:customStyle="1" w:styleId="035C2939E37F41DD909673E74496623C2">
    <w:name w:val="035C2939E37F41DD909673E74496623C2"/>
    <w:rsid w:val="00705A6A"/>
    <w:pPr>
      <w:spacing w:after="120" w:line="240" w:lineRule="auto"/>
      <w:jc w:val="both"/>
    </w:pPr>
    <w:rPr>
      <w:rFonts w:ascii="Tahoma" w:eastAsiaTheme="minorHAnsi" w:hAnsi="Tahoma"/>
      <w:sz w:val="20"/>
      <w:szCs w:val="20"/>
      <w:lang w:eastAsia="en-US"/>
    </w:rPr>
  </w:style>
  <w:style w:type="paragraph" w:customStyle="1" w:styleId="04EC7EBB8BC64E879DDC423533E500CF9">
    <w:name w:val="04EC7EBB8BC64E879DDC423533E500CF9"/>
    <w:rsid w:val="00705A6A"/>
    <w:pPr>
      <w:spacing w:after="120" w:line="240" w:lineRule="auto"/>
      <w:jc w:val="both"/>
    </w:pPr>
    <w:rPr>
      <w:rFonts w:ascii="Tahoma" w:eastAsiaTheme="minorHAnsi" w:hAnsi="Tahoma"/>
      <w:sz w:val="20"/>
      <w:szCs w:val="20"/>
      <w:lang w:eastAsia="en-US"/>
    </w:rPr>
  </w:style>
  <w:style w:type="paragraph" w:customStyle="1" w:styleId="0CD0066F48DE489D8AD7FCC4451239172">
    <w:name w:val="0CD0066F48DE489D8AD7FCC4451239172"/>
    <w:rsid w:val="00705A6A"/>
    <w:pPr>
      <w:spacing w:after="120" w:line="240" w:lineRule="auto"/>
      <w:jc w:val="both"/>
    </w:pPr>
    <w:rPr>
      <w:rFonts w:ascii="Tahoma" w:eastAsiaTheme="minorHAnsi" w:hAnsi="Tahoma"/>
      <w:sz w:val="20"/>
      <w:szCs w:val="20"/>
      <w:lang w:eastAsia="en-US"/>
    </w:rPr>
  </w:style>
  <w:style w:type="paragraph" w:customStyle="1" w:styleId="245A40A2B13E4EA48ECCFEC0BB4D3B2E8">
    <w:name w:val="245A40A2B13E4EA48ECCFEC0BB4D3B2E8"/>
    <w:rsid w:val="00705A6A"/>
    <w:pPr>
      <w:spacing w:after="120" w:line="240" w:lineRule="auto"/>
      <w:jc w:val="both"/>
    </w:pPr>
    <w:rPr>
      <w:rFonts w:ascii="Tahoma" w:eastAsiaTheme="minorHAnsi" w:hAnsi="Tahoma"/>
      <w:sz w:val="20"/>
      <w:szCs w:val="20"/>
      <w:lang w:eastAsia="en-US"/>
    </w:rPr>
  </w:style>
  <w:style w:type="paragraph" w:customStyle="1" w:styleId="8FA902430EC04999B736E2B403162EA18">
    <w:name w:val="8FA902430EC04999B736E2B403162EA18"/>
    <w:rsid w:val="00705A6A"/>
    <w:pPr>
      <w:spacing w:after="120" w:line="240" w:lineRule="auto"/>
      <w:jc w:val="both"/>
    </w:pPr>
    <w:rPr>
      <w:rFonts w:ascii="Tahoma" w:eastAsiaTheme="minorHAnsi" w:hAnsi="Tahoma"/>
      <w:sz w:val="20"/>
      <w:szCs w:val="20"/>
      <w:lang w:eastAsia="en-US"/>
    </w:rPr>
  </w:style>
  <w:style w:type="paragraph" w:customStyle="1" w:styleId="574E8610E1E54F2984926DDB2DC99E578">
    <w:name w:val="574E8610E1E54F2984926DDB2DC99E578"/>
    <w:rsid w:val="00705A6A"/>
    <w:pPr>
      <w:spacing w:after="120" w:line="240" w:lineRule="auto"/>
      <w:jc w:val="both"/>
    </w:pPr>
    <w:rPr>
      <w:rFonts w:ascii="Tahoma" w:eastAsiaTheme="minorHAnsi" w:hAnsi="Tahoma"/>
      <w:sz w:val="20"/>
      <w:szCs w:val="20"/>
      <w:lang w:eastAsia="en-US"/>
    </w:rPr>
  </w:style>
  <w:style w:type="paragraph" w:customStyle="1" w:styleId="F09FE4A3E97346119863EBC776F3701D5">
    <w:name w:val="F09FE4A3E97346119863EBC776F3701D5"/>
    <w:rsid w:val="00705A6A"/>
    <w:pPr>
      <w:spacing w:after="120" w:line="240" w:lineRule="auto"/>
      <w:jc w:val="both"/>
    </w:pPr>
    <w:rPr>
      <w:rFonts w:ascii="Tahoma" w:eastAsiaTheme="minorHAnsi" w:hAnsi="Tahoma"/>
      <w:sz w:val="20"/>
      <w:szCs w:val="20"/>
      <w:lang w:eastAsia="en-US"/>
    </w:rPr>
  </w:style>
  <w:style w:type="paragraph" w:customStyle="1" w:styleId="6F7ABE0BBB284774BBF662C8ED8731225">
    <w:name w:val="6F7ABE0BBB284774BBF662C8ED8731225"/>
    <w:rsid w:val="00705A6A"/>
    <w:pPr>
      <w:spacing w:after="120" w:line="240" w:lineRule="auto"/>
      <w:jc w:val="both"/>
    </w:pPr>
    <w:rPr>
      <w:rFonts w:ascii="Tahoma" w:eastAsiaTheme="minorHAnsi" w:hAnsi="Tahoma"/>
      <w:sz w:val="20"/>
      <w:szCs w:val="20"/>
      <w:lang w:eastAsia="en-US"/>
    </w:rPr>
  </w:style>
  <w:style w:type="paragraph" w:customStyle="1" w:styleId="779F2B4FFB20460BABDE081FE93BD09C5">
    <w:name w:val="779F2B4FFB20460BABDE081FE93BD09C5"/>
    <w:rsid w:val="00705A6A"/>
    <w:pPr>
      <w:spacing w:after="120" w:line="240" w:lineRule="auto"/>
      <w:jc w:val="both"/>
    </w:pPr>
    <w:rPr>
      <w:rFonts w:ascii="Tahoma" w:eastAsiaTheme="minorHAnsi" w:hAnsi="Tahoma"/>
      <w:sz w:val="20"/>
      <w:szCs w:val="20"/>
      <w:lang w:eastAsia="en-US"/>
    </w:rPr>
  </w:style>
  <w:style w:type="paragraph" w:customStyle="1" w:styleId="2B38163517804DA086101F401AF513125">
    <w:name w:val="2B38163517804DA086101F401AF513125"/>
    <w:rsid w:val="00705A6A"/>
    <w:pPr>
      <w:spacing w:after="120" w:line="240" w:lineRule="auto"/>
      <w:jc w:val="both"/>
    </w:pPr>
    <w:rPr>
      <w:rFonts w:ascii="Tahoma" w:eastAsiaTheme="minorHAnsi" w:hAnsi="Tahoma"/>
      <w:sz w:val="20"/>
      <w:szCs w:val="20"/>
      <w:lang w:eastAsia="en-US"/>
    </w:rPr>
  </w:style>
  <w:style w:type="paragraph" w:customStyle="1" w:styleId="279AC7F4C7BB43D4983EA92BDA54B3235">
    <w:name w:val="279AC7F4C7BB43D4983EA92BDA54B3235"/>
    <w:rsid w:val="00705A6A"/>
    <w:pPr>
      <w:spacing w:after="120" w:line="240" w:lineRule="auto"/>
      <w:jc w:val="both"/>
    </w:pPr>
    <w:rPr>
      <w:rFonts w:ascii="Tahoma" w:eastAsiaTheme="minorHAnsi" w:hAnsi="Tahoma"/>
      <w:sz w:val="20"/>
      <w:szCs w:val="20"/>
      <w:lang w:eastAsia="en-US"/>
    </w:rPr>
  </w:style>
  <w:style w:type="paragraph" w:customStyle="1" w:styleId="1A3B2B92521A4C9BADE7F3E8DB295D2F5">
    <w:name w:val="1A3B2B92521A4C9BADE7F3E8DB295D2F5"/>
    <w:rsid w:val="00705A6A"/>
    <w:pPr>
      <w:spacing w:after="120" w:line="240" w:lineRule="auto"/>
      <w:jc w:val="both"/>
    </w:pPr>
    <w:rPr>
      <w:rFonts w:ascii="Tahoma" w:eastAsiaTheme="minorHAnsi" w:hAnsi="Tahoma"/>
      <w:sz w:val="20"/>
      <w:szCs w:val="20"/>
      <w:lang w:eastAsia="en-US"/>
    </w:rPr>
  </w:style>
  <w:style w:type="paragraph" w:customStyle="1" w:styleId="A80D28BA26FB4478B24D37BD5D922A035">
    <w:name w:val="A80D28BA26FB4478B24D37BD5D922A035"/>
    <w:rsid w:val="00705A6A"/>
    <w:pPr>
      <w:spacing w:after="120" w:line="240" w:lineRule="auto"/>
      <w:jc w:val="both"/>
    </w:pPr>
    <w:rPr>
      <w:rFonts w:ascii="Tahoma" w:eastAsiaTheme="minorHAnsi" w:hAnsi="Tahoma"/>
      <w:sz w:val="20"/>
      <w:szCs w:val="20"/>
      <w:lang w:eastAsia="en-US"/>
    </w:rPr>
  </w:style>
  <w:style w:type="paragraph" w:customStyle="1" w:styleId="C0F15B458B7D4FE99A7B047F3951C1865">
    <w:name w:val="C0F15B458B7D4FE99A7B047F3951C1865"/>
    <w:rsid w:val="00705A6A"/>
    <w:pPr>
      <w:spacing w:after="120" w:line="240" w:lineRule="auto"/>
      <w:jc w:val="both"/>
    </w:pPr>
    <w:rPr>
      <w:rFonts w:ascii="Tahoma" w:eastAsiaTheme="minorHAnsi" w:hAnsi="Tahoma"/>
      <w:sz w:val="20"/>
      <w:szCs w:val="20"/>
      <w:lang w:eastAsia="en-US"/>
    </w:rPr>
  </w:style>
  <w:style w:type="paragraph" w:customStyle="1" w:styleId="CBD3E27E27204061A0AF4447C4099EEA5">
    <w:name w:val="CBD3E27E27204061A0AF4447C4099EEA5"/>
    <w:rsid w:val="00705A6A"/>
    <w:pPr>
      <w:spacing w:after="120" w:line="240" w:lineRule="auto"/>
      <w:jc w:val="both"/>
    </w:pPr>
    <w:rPr>
      <w:rFonts w:ascii="Tahoma" w:eastAsiaTheme="minorHAnsi" w:hAnsi="Tahoma"/>
      <w:sz w:val="20"/>
      <w:szCs w:val="20"/>
      <w:lang w:eastAsia="en-US"/>
    </w:rPr>
  </w:style>
  <w:style w:type="paragraph" w:customStyle="1" w:styleId="CD00DFBF7B144700B497A00736A0E0EA5">
    <w:name w:val="CD00DFBF7B144700B497A00736A0E0EA5"/>
    <w:rsid w:val="00705A6A"/>
    <w:pPr>
      <w:spacing w:after="120" w:line="240" w:lineRule="auto"/>
      <w:jc w:val="both"/>
    </w:pPr>
    <w:rPr>
      <w:rFonts w:ascii="Tahoma" w:eastAsiaTheme="minorHAnsi" w:hAnsi="Tahoma"/>
      <w:sz w:val="20"/>
      <w:szCs w:val="20"/>
      <w:lang w:eastAsia="en-US"/>
    </w:rPr>
  </w:style>
  <w:style w:type="paragraph" w:customStyle="1" w:styleId="3A4F350439A84FBB9E4EC07CB548EED05">
    <w:name w:val="3A4F350439A84FBB9E4EC07CB548EED05"/>
    <w:rsid w:val="00705A6A"/>
    <w:pPr>
      <w:spacing w:after="120" w:line="240" w:lineRule="auto"/>
      <w:jc w:val="both"/>
    </w:pPr>
    <w:rPr>
      <w:rFonts w:ascii="Tahoma" w:eastAsiaTheme="minorHAnsi" w:hAnsi="Tahoma"/>
      <w:sz w:val="20"/>
      <w:szCs w:val="20"/>
      <w:lang w:eastAsia="en-US"/>
    </w:rPr>
  </w:style>
  <w:style w:type="paragraph" w:customStyle="1" w:styleId="6D998FAC24E045F88AFD43ADDA9A173D2">
    <w:name w:val="6D998FAC24E045F88AFD43ADDA9A173D2"/>
    <w:rsid w:val="00705A6A"/>
    <w:pPr>
      <w:spacing w:after="120" w:line="240" w:lineRule="auto"/>
      <w:jc w:val="both"/>
    </w:pPr>
    <w:rPr>
      <w:rFonts w:ascii="Tahoma" w:eastAsiaTheme="minorHAnsi" w:hAnsi="Tahoma"/>
      <w:sz w:val="20"/>
      <w:szCs w:val="20"/>
      <w:lang w:eastAsia="en-US"/>
    </w:rPr>
  </w:style>
  <w:style w:type="paragraph" w:customStyle="1" w:styleId="D0B1D8076556447B84E35F63A4349EC62">
    <w:name w:val="D0B1D8076556447B84E35F63A4349EC62"/>
    <w:rsid w:val="00705A6A"/>
    <w:pPr>
      <w:spacing w:after="120" w:line="240" w:lineRule="auto"/>
      <w:jc w:val="both"/>
    </w:pPr>
    <w:rPr>
      <w:rFonts w:ascii="Tahoma" w:eastAsiaTheme="minorHAnsi" w:hAnsi="Tahoma"/>
      <w:sz w:val="20"/>
      <w:szCs w:val="20"/>
      <w:lang w:eastAsia="en-US"/>
    </w:rPr>
  </w:style>
  <w:style w:type="paragraph" w:customStyle="1" w:styleId="1B3DADF75BBA4C6A87D5A7FE5224B0A22">
    <w:name w:val="1B3DADF75BBA4C6A87D5A7FE5224B0A22"/>
    <w:rsid w:val="00705A6A"/>
    <w:pPr>
      <w:spacing w:after="120" w:line="240" w:lineRule="auto"/>
      <w:jc w:val="both"/>
    </w:pPr>
    <w:rPr>
      <w:rFonts w:ascii="Tahoma" w:eastAsiaTheme="minorHAnsi" w:hAnsi="Tahoma"/>
      <w:sz w:val="20"/>
      <w:szCs w:val="20"/>
      <w:lang w:eastAsia="en-US"/>
    </w:rPr>
  </w:style>
  <w:style w:type="paragraph" w:customStyle="1" w:styleId="D5B82A47E5874A77B8AC160058D0B7A62">
    <w:name w:val="D5B82A47E5874A77B8AC160058D0B7A62"/>
    <w:rsid w:val="00705A6A"/>
    <w:pPr>
      <w:spacing w:after="120" w:line="240" w:lineRule="auto"/>
      <w:jc w:val="both"/>
    </w:pPr>
    <w:rPr>
      <w:rFonts w:ascii="Tahoma" w:eastAsiaTheme="minorHAnsi" w:hAnsi="Tahoma"/>
      <w:sz w:val="20"/>
      <w:szCs w:val="20"/>
      <w:lang w:eastAsia="en-US"/>
    </w:rPr>
  </w:style>
  <w:style w:type="paragraph" w:customStyle="1" w:styleId="4645999DF7224A939E53F5194B8867764">
    <w:name w:val="4645999DF7224A939E53F5194B8867764"/>
    <w:rsid w:val="00705A6A"/>
    <w:pPr>
      <w:spacing w:after="120" w:line="240" w:lineRule="auto"/>
      <w:jc w:val="both"/>
    </w:pPr>
    <w:rPr>
      <w:rFonts w:ascii="Tahoma" w:eastAsiaTheme="minorHAnsi" w:hAnsi="Tahoma"/>
      <w:sz w:val="20"/>
      <w:szCs w:val="20"/>
      <w:lang w:eastAsia="en-US"/>
    </w:rPr>
  </w:style>
  <w:style w:type="paragraph" w:customStyle="1" w:styleId="98144D3415864D06B75C619D516E49EE4">
    <w:name w:val="98144D3415864D06B75C619D516E49EE4"/>
    <w:rsid w:val="00705A6A"/>
    <w:pPr>
      <w:spacing w:after="120" w:line="240" w:lineRule="auto"/>
      <w:jc w:val="both"/>
    </w:pPr>
    <w:rPr>
      <w:rFonts w:ascii="Tahoma" w:eastAsiaTheme="minorHAnsi" w:hAnsi="Tahoma"/>
      <w:sz w:val="20"/>
      <w:szCs w:val="20"/>
      <w:lang w:eastAsia="en-US"/>
    </w:rPr>
  </w:style>
  <w:style w:type="paragraph" w:customStyle="1" w:styleId="9412C3A2CF564EB7A86E2C8E527809FA4">
    <w:name w:val="9412C3A2CF564EB7A86E2C8E527809FA4"/>
    <w:rsid w:val="00705A6A"/>
    <w:pPr>
      <w:spacing w:after="120" w:line="240" w:lineRule="auto"/>
      <w:jc w:val="both"/>
    </w:pPr>
    <w:rPr>
      <w:rFonts w:ascii="Tahoma" w:eastAsiaTheme="minorHAnsi" w:hAnsi="Tahoma"/>
      <w:sz w:val="20"/>
      <w:szCs w:val="20"/>
      <w:lang w:eastAsia="en-US"/>
    </w:rPr>
  </w:style>
  <w:style w:type="paragraph" w:customStyle="1" w:styleId="CD7BF35B71D545E6A3F9DDA96BBED4E44">
    <w:name w:val="CD7BF35B71D545E6A3F9DDA96BBED4E44"/>
    <w:rsid w:val="00705A6A"/>
    <w:pPr>
      <w:spacing w:after="120" w:line="240" w:lineRule="auto"/>
      <w:jc w:val="both"/>
    </w:pPr>
    <w:rPr>
      <w:rFonts w:ascii="Tahoma" w:eastAsiaTheme="minorHAnsi" w:hAnsi="Tahoma"/>
      <w:sz w:val="20"/>
      <w:szCs w:val="20"/>
      <w:lang w:eastAsia="en-US"/>
    </w:rPr>
  </w:style>
  <w:style w:type="paragraph" w:customStyle="1" w:styleId="B7D1414B938C4D6EBD25770D504CDB144">
    <w:name w:val="B7D1414B938C4D6EBD25770D504CDB144"/>
    <w:rsid w:val="00705A6A"/>
    <w:pPr>
      <w:spacing w:after="120" w:line="240" w:lineRule="auto"/>
      <w:jc w:val="both"/>
    </w:pPr>
    <w:rPr>
      <w:rFonts w:ascii="Tahoma" w:eastAsiaTheme="minorHAnsi" w:hAnsi="Tahoma"/>
      <w:sz w:val="20"/>
      <w:szCs w:val="20"/>
      <w:lang w:eastAsia="en-US"/>
    </w:rPr>
  </w:style>
  <w:style w:type="paragraph" w:customStyle="1" w:styleId="4576C1C825834A598E8268B7C2BA472C4">
    <w:name w:val="4576C1C825834A598E8268B7C2BA472C4"/>
    <w:rsid w:val="00705A6A"/>
    <w:pPr>
      <w:spacing w:after="120" w:line="240" w:lineRule="auto"/>
      <w:jc w:val="both"/>
    </w:pPr>
    <w:rPr>
      <w:rFonts w:ascii="Tahoma" w:eastAsiaTheme="minorHAnsi" w:hAnsi="Tahoma"/>
      <w:sz w:val="20"/>
      <w:szCs w:val="20"/>
      <w:lang w:eastAsia="en-US"/>
    </w:rPr>
  </w:style>
  <w:style w:type="paragraph" w:customStyle="1" w:styleId="A59DC840E1D14311A952A087C1995E9C4">
    <w:name w:val="A59DC840E1D14311A952A087C1995E9C4"/>
    <w:rsid w:val="00705A6A"/>
    <w:pPr>
      <w:spacing w:after="120" w:line="240" w:lineRule="auto"/>
      <w:jc w:val="both"/>
    </w:pPr>
    <w:rPr>
      <w:rFonts w:ascii="Tahoma" w:eastAsiaTheme="minorHAnsi" w:hAnsi="Tahoma"/>
      <w:sz w:val="20"/>
      <w:szCs w:val="20"/>
      <w:lang w:eastAsia="en-US"/>
    </w:rPr>
  </w:style>
  <w:style w:type="paragraph" w:customStyle="1" w:styleId="243BDD39C36B4819B9C4EE2F617DA35F4">
    <w:name w:val="243BDD39C36B4819B9C4EE2F617DA35F4"/>
    <w:rsid w:val="00705A6A"/>
    <w:pPr>
      <w:spacing w:after="120" w:line="240" w:lineRule="auto"/>
      <w:jc w:val="both"/>
    </w:pPr>
    <w:rPr>
      <w:rFonts w:ascii="Tahoma" w:eastAsiaTheme="minorHAnsi" w:hAnsi="Tahoma"/>
      <w:sz w:val="20"/>
      <w:szCs w:val="20"/>
      <w:lang w:eastAsia="en-US"/>
    </w:rPr>
  </w:style>
  <w:style w:type="paragraph" w:customStyle="1" w:styleId="52620D2109204E64864DFBD5C66E31764">
    <w:name w:val="52620D2109204E64864DFBD5C66E31764"/>
    <w:rsid w:val="00705A6A"/>
    <w:pPr>
      <w:spacing w:after="120" w:line="240" w:lineRule="auto"/>
      <w:jc w:val="both"/>
    </w:pPr>
    <w:rPr>
      <w:rFonts w:ascii="Tahoma" w:eastAsiaTheme="minorHAnsi" w:hAnsi="Tahoma"/>
      <w:sz w:val="20"/>
      <w:szCs w:val="20"/>
      <w:lang w:eastAsia="en-US"/>
    </w:rPr>
  </w:style>
  <w:style w:type="paragraph" w:customStyle="1" w:styleId="D70B456E5CD74B63AE3EF0C93C887E7B3">
    <w:name w:val="D70B456E5CD74B63AE3EF0C93C887E7B3"/>
    <w:rsid w:val="00705A6A"/>
    <w:pPr>
      <w:spacing w:after="120" w:line="240" w:lineRule="auto"/>
      <w:jc w:val="both"/>
    </w:pPr>
    <w:rPr>
      <w:rFonts w:ascii="Tahoma" w:eastAsiaTheme="minorHAnsi" w:hAnsi="Tahoma"/>
      <w:sz w:val="20"/>
      <w:szCs w:val="20"/>
      <w:lang w:eastAsia="en-US"/>
    </w:rPr>
  </w:style>
  <w:style w:type="paragraph" w:customStyle="1" w:styleId="F5125BAB8B97464181AC7E54F4515D143">
    <w:name w:val="F5125BAB8B97464181AC7E54F4515D143"/>
    <w:rsid w:val="00705A6A"/>
    <w:pPr>
      <w:spacing w:after="120" w:line="240" w:lineRule="auto"/>
      <w:jc w:val="both"/>
    </w:pPr>
    <w:rPr>
      <w:rFonts w:ascii="Tahoma" w:eastAsiaTheme="minorHAnsi" w:hAnsi="Tahoma"/>
      <w:sz w:val="20"/>
      <w:szCs w:val="20"/>
      <w:lang w:eastAsia="en-US"/>
    </w:rPr>
  </w:style>
  <w:style w:type="paragraph" w:customStyle="1" w:styleId="94D2FF39F80244E6B328EA7C922043563">
    <w:name w:val="94D2FF39F80244E6B328EA7C922043563"/>
    <w:rsid w:val="00705A6A"/>
    <w:pPr>
      <w:spacing w:after="120" w:line="240" w:lineRule="auto"/>
      <w:jc w:val="both"/>
    </w:pPr>
    <w:rPr>
      <w:rFonts w:ascii="Tahoma" w:eastAsiaTheme="minorHAnsi" w:hAnsi="Tahoma"/>
      <w:sz w:val="20"/>
      <w:szCs w:val="20"/>
      <w:lang w:eastAsia="en-US"/>
    </w:rPr>
  </w:style>
  <w:style w:type="paragraph" w:customStyle="1" w:styleId="79D32415DCF3488293EDEE4374628FF23">
    <w:name w:val="79D32415DCF3488293EDEE4374628FF23"/>
    <w:rsid w:val="00705A6A"/>
    <w:pPr>
      <w:spacing w:after="120" w:line="240" w:lineRule="auto"/>
      <w:jc w:val="both"/>
    </w:pPr>
    <w:rPr>
      <w:rFonts w:ascii="Tahoma" w:eastAsiaTheme="minorHAnsi" w:hAnsi="Tahoma"/>
      <w:sz w:val="20"/>
      <w:szCs w:val="20"/>
      <w:lang w:eastAsia="en-US"/>
    </w:rPr>
  </w:style>
  <w:style w:type="paragraph" w:customStyle="1" w:styleId="2AD5FAAE253244BFAC47D7CFFD4E810B3">
    <w:name w:val="2AD5FAAE253244BFAC47D7CFFD4E810B3"/>
    <w:rsid w:val="00705A6A"/>
    <w:pPr>
      <w:spacing w:after="120" w:line="240" w:lineRule="auto"/>
      <w:jc w:val="both"/>
    </w:pPr>
    <w:rPr>
      <w:rFonts w:ascii="Tahoma" w:eastAsiaTheme="minorHAnsi" w:hAnsi="Tahoma"/>
      <w:sz w:val="20"/>
      <w:szCs w:val="20"/>
      <w:lang w:eastAsia="en-US"/>
    </w:rPr>
  </w:style>
  <w:style w:type="paragraph" w:customStyle="1" w:styleId="AFEADE4D01AF4B369A72620A0427B6333">
    <w:name w:val="AFEADE4D01AF4B369A72620A0427B6333"/>
    <w:rsid w:val="00705A6A"/>
    <w:pPr>
      <w:spacing w:after="120" w:line="240" w:lineRule="auto"/>
      <w:jc w:val="both"/>
    </w:pPr>
    <w:rPr>
      <w:rFonts w:ascii="Tahoma" w:eastAsiaTheme="minorHAnsi" w:hAnsi="Tahoma"/>
      <w:sz w:val="20"/>
      <w:szCs w:val="20"/>
      <w:lang w:eastAsia="en-US"/>
    </w:rPr>
  </w:style>
  <w:style w:type="paragraph" w:customStyle="1" w:styleId="27C797042A724B17B65AE027A4E7EB983">
    <w:name w:val="27C797042A724B17B65AE027A4E7EB983"/>
    <w:rsid w:val="00705A6A"/>
    <w:pPr>
      <w:spacing w:after="120" w:line="240" w:lineRule="auto"/>
      <w:jc w:val="both"/>
    </w:pPr>
    <w:rPr>
      <w:rFonts w:ascii="Tahoma" w:eastAsiaTheme="minorHAnsi" w:hAnsi="Tahoma"/>
      <w:sz w:val="20"/>
      <w:szCs w:val="20"/>
      <w:lang w:eastAsia="en-US"/>
    </w:rPr>
  </w:style>
  <w:style w:type="paragraph" w:customStyle="1" w:styleId="9D2A0ABFDF1B40D799B56B19690C9A613">
    <w:name w:val="9D2A0ABFDF1B40D799B56B19690C9A613"/>
    <w:rsid w:val="00705A6A"/>
    <w:pPr>
      <w:spacing w:after="120" w:line="240" w:lineRule="auto"/>
      <w:jc w:val="both"/>
    </w:pPr>
    <w:rPr>
      <w:rFonts w:ascii="Tahoma" w:eastAsiaTheme="minorHAnsi" w:hAnsi="Tahoma"/>
      <w:sz w:val="20"/>
      <w:szCs w:val="20"/>
      <w:lang w:eastAsia="en-US"/>
    </w:rPr>
  </w:style>
  <w:style w:type="paragraph" w:customStyle="1" w:styleId="1A6A4FE95E384BC8970690FDBA5FC99C3">
    <w:name w:val="1A6A4FE95E384BC8970690FDBA5FC99C3"/>
    <w:rsid w:val="00705A6A"/>
    <w:pPr>
      <w:spacing w:after="120" w:line="240" w:lineRule="auto"/>
      <w:jc w:val="both"/>
    </w:pPr>
    <w:rPr>
      <w:rFonts w:ascii="Tahoma" w:eastAsiaTheme="minorHAnsi" w:hAnsi="Tahoma"/>
      <w:sz w:val="20"/>
      <w:szCs w:val="20"/>
      <w:lang w:eastAsia="en-US"/>
    </w:rPr>
  </w:style>
  <w:style w:type="paragraph" w:customStyle="1" w:styleId="9108E88CEC4E4549BFDB0F18010A71443">
    <w:name w:val="9108E88CEC4E4549BFDB0F18010A71443"/>
    <w:rsid w:val="00705A6A"/>
    <w:pPr>
      <w:spacing w:after="120" w:line="240" w:lineRule="auto"/>
      <w:jc w:val="both"/>
    </w:pPr>
    <w:rPr>
      <w:rFonts w:ascii="Tahoma" w:eastAsiaTheme="minorHAnsi" w:hAnsi="Tahoma"/>
      <w:sz w:val="20"/>
      <w:szCs w:val="20"/>
      <w:lang w:eastAsia="en-US"/>
    </w:rPr>
  </w:style>
  <w:style w:type="paragraph" w:customStyle="1" w:styleId="297EB50B07264C3F8BC411B13A6EFD323">
    <w:name w:val="297EB50B07264C3F8BC411B13A6EFD323"/>
    <w:rsid w:val="00705A6A"/>
    <w:pPr>
      <w:spacing w:after="120" w:line="240" w:lineRule="auto"/>
      <w:jc w:val="both"/>
    </w:pPr>
    <w:rPr>
      <w:rFonts w:ascii="Tahoma" w:eastAsiaTheme="minorHAnsi" w:hAnsi="Tahoma"/>
      <w:sz w:val="20"/>
      <w:szCs w:val="20"/>
      <w:lang w:eastAsia="en-US"/>
    </w:rPr>
  </w:style>
  <w:style w:type="paragraph" w:customStyle="1" w:styleId="420F33F7881F4E8D8537061C8A1D767A3">
    <w:name w:val="420F33F7881F4E8D8537061C8A1D767A3"/>
    <w:rsid w:val="00705A6A"/>
    <w:pPr>
      <w:spacing w:after="120" w:line="240" w:lineRule="auto"/>
      <w:jc w:val="both"/>
    </w:pPr>
    <w:rPr>
      <w:rFonts w:ascii="Tahoma" w:eastAsiaTheme="minorHAnsi" w:hAnsi="Tahoma"/>
      <w:sz w:val="20"/>
      <w:szCs w:val="20"/>
      <w:lang w:eastAsia="en-US"/>
    </w:rPr>
  </w:style>
  <w:style w:type="paragraph" w:customStyle="1" w:styleId="15AF1729FC6D4E2CA93F5B90FEAA2FCD3">
    <w:name w:val="15AF1729FC6D4E2CA93F5B90FEAA2FCD3"/>
    <w:rsid w:val="00705A6A"/>
    <w:pPr>
      <w:spacing w:after="120" w:line="240" w:lineRule="auto"/>
      <w:jc w:val="both"/>
    </w:pPr>
    <w:rPr>
      <w:rFonts w:ascii="Tahoma" w:eastAsiaTheme="minorHAnsi" w:hAnsi="Tahoma"/>
      <w:sz w:val="20"/>
      <w:szCs w:val="20"/>
      <w:lang w:eastAsia="en-US"/>
    </w:rPr>
  </w:style>
  <w:style w:type="paragraph" w:customStyle="1" w:styleId="60005D3F84064309B74801739BBD870F">
    <w:name w:val="60005D3F84064309B74801739BBD870F"/>
    <w:rsid w:val="00705A6A"/>
    <w:pPr>
      <w:spacing w:after="120" w:line="240" w:lineRule="auto"/>
      <w:jc w:val="both"/>
    </w:pPr>
    <w:rPr>
      <w:rFonts w:ascii="Tahoma" w:eastAsiaTheme="minorHAnsi" w:hAnsi="Tahoma"/>
      <w:sz w:val="20"/>
      <w:szCs w:val="20"/>
      <w:lang w:eastAsia="en-US"/>
    </w:rPr>
  </w:style>
  <w:style w:type="paragraph" w:customStyle="1" w:styleId="095E4D38C78846D0BF9259219A8A40D7">
    <w:name w:val="095E4D38C78846D0BF9259219A8A40D7"/>
    <w:rsid w:val="00705A6A"/>
    <w:pPr>
      <w:spacing w:after="120" w:line="240" w:lineRule="auto"/>
      <w:jc w:val="both"/>
    </w:pPr>
    <w:rPr>
      <w:rFonts w:ascii="Tahoma" w:eastAsiaTheme="minorHAnsi" w:hAnsi="Tahoma"/>
      <w:sz w:val="20"/>
      <w:szCs w:val="20"/>
      <w:lang w:eastAsia="en-US"/>
    </w:rPr>
  </w:style>
  <w:style w:type="paragraph" w:customStyle="1" w:styleId="FD49960495B645E7B1C53CF5A340100F">
    <w:name w:val="FD49960495B645E7B1C53CF5A340100F"/>
    <w:rsid w:val="00705A6A"/>
    <w:pPr>
      <w:spacing w:after="120" w:line="240" w:lineRule="auto"/>
      <w:jc w:val="both"/>
    </w:pPr>
    <w:rPr>
      <w:rFonts w:ascii="Tahoma" w:eastAsiaTheme="minorHAnsi" w:hAnsi="Tahoma"/>
      <w:sz w:val="20"/>
      <w:szCs w:val="20"/>
      <w:lang w:eastAsia="en-US"/>
    </w:rPr>
  </w:style>
  <w:style w:type="paragraph" w:customStyle="1" w:styleId="08A35DC366DA482EB23E4FF16A26236E">
    <w:name w:val="08A35DC366DA482EB23E4FF16A26236E"/>
    <w:rsid w:val="00705A6A"/>
    <w:pPr>
      <w:spacing w:after="120" w:line="240" w:lineRule="auto"/>
      <w:jc w:val="both"/>
    </w:pPr>
    <w:rPr>
      <w:rFonts w:ascii="Tahoma" w:eastAsiaTheme="minorHAnsi" w:hAnsi="Tahoma"/>
      <w:sz w:val="20"/>
      <w:szCs w:val="20"/>
      <w:lang w:eastAsia="en-US"/>
    </w:rPr>
  </w:style>
  <w:style w:type="paragraph" w:customStyle="1" w:styleId="B5AC4DE3DDF348EA875785516DC24B79">
    <w:name w:val="B5AC4DE3DDF348EA875785516DC24B79"/>
    <w:rsid w:val="00705A6A"/>
    <w:pPr>
      <w:spacing w:after="120" w:line="240" w:lineRule="auto"/>
      <w:jc w:val="both"/>
    </w:pPr>
    <w:rPr>
      <w:rFonts w:ascii="Tahoma" w:eastAsiaTheme="minorHAnsi" w:hAnsi="Tahoma"/>
      <w:sz w:val="20"/>
      <w:szCs w:val="20"/>
      <w:lang w:eastAsia="en-US"/>
    </w:rPr>
  </w:style>
  <w:style w:type="paragraph" w:customStyle="1" w:styleId="883A73D7B1E54F0BB400318874F5C9AF">
    <w:name w:val="883A73D7B1E54F0BB400318874F5C9AF"/>
    <w:rsid w:val="00705A6A"/>
    <w:pPr>
      <w:spacing w:after="120" w:line="240" w:lineRule="auto"/>
      <w:jc w:val="both"/>
    </w:pPr>
    <w:rPr>
      <w:rFonts w:ascii="Tahoma" w:eastAsiaTheme="minorHAnsi" w:hAnsi="Tahoma"/>
      <w:sz w:val="20"/>
      <w:szCs w:val="20"/>
      <w:lang w:eastAsia="en-US"/>
    </w:rPr>
  </w:style>
  <w:style w:type="paragraph" w:customStyle="1" w:styleId="EF0BD5B1FB394708BA7ECEC07DAAF7C2">
    <w:name w:val="EF0BD5B1FB394708BA7ECEC07DAAF7C2"/>
    <w:rsid w:val="00705A6A"/>
    <w:pPr>
      <w:spacing w:after="120" w:line="240" w:lineRule="auto"/>
      <w:jc w:val="both"/>
    </w:pPr>
    <w:rPr>
      <w:rFonts w:ascii="Tahoma" w:eastAsiaTheme="minorHAnsi" w:hAnsi="Tahoma"/>
      <w:sz w:val="20"/>
      <w:szCs w:val="20"/>
      <w:lang w:eastAsia="en-US"/>
    </w:rPr>
  </w:style>
  <w:style w:type="paragraph" w:customStyle="1" w:styleId="975F57CD56C540A9BE2BD2A953731507">
    <w:name w:val="975F57CD56C540A9BE2BD2A953731507"/>
    <w:rsid w:val="00705A6A"/>
    <w:pPr>
      <w:spacing w:after="120" w:line="240" w:lineRule="auto"/>
      <w:jc w:val="both"/>
    </w:pPr>
    <w:rPr>
      <w:rFonts w:ascii="Tahoma" w:eastAsiaTheme="minorHAnsi" w:hAnsi="Tahoma"/>
      <w:sz w:val="20"/>
      <w:szCs w:val="20"/>
      <w:lang w:eastAsia="en-US"/>
    </w:rPr>
  </w:style>
  <w:style w:type="paragraph" w:customStyle="1" w:styleId="1450C4928D804FB6B98D81D0D218F992">
    <w:name w:val="1450C4928D804FB6B98D81D0D218F992"/>
    <w:rsid w:val="00705A6A"/>
    <w:pPr>
      <w:spacing w:after="120" w:line="240" w:lineRule="auto"/>
      <w:jc w:val="both"/>
    </w:pPr>
    <w:rPr>
      <w:rFonts w:ascii="Tahoma" w:eastAsiaTheme="minorHAnsi" w:hAnsi="Tahoma"/>
      <w:sz w:val="20"/>
      <w:szCs w:val="20"/>
      <w:lang w:eastAsia="en-US"/>
    </w:rPr>
  </w:style>
  <w:style w:type="paragraph" w:customStyle="1" w:styleId="2565CE88B1194103A052938AC143FC3D">
    <w:name w:val="2565CE88B1194103A052938AC143FC3D"/>
    <w:rsid w:val="00705A6A"/>
    <w:pPr>
      <w:spacing w:after="120" w:line="240" w:lineRule="auto"/>
      <w:jc w:val="both"/>
    </w:pPr>
    <w:rPr>
      <w:rFonts w:ascii="Tahoma" w:eastAsiaTheme="minorHAnsi" w:hAnsi="Tahoma"/>
      <w:sz w:val="20"/>
      <w:szCs w:val="20"/>
      <w:lang w:eastAsia="en-US"/>
    </w:rPr>
  </w:style>
  <w:style w:type="paragraph" w:customStyle="1" w:styleId="386717C51346456C8E8DDBA9D8BC299B">
    <w:name w:val="386717C51346456C8E8DDBA9D8BC299B"/>
    <w:rsid w:val="00705A6A"/>
    <w:pPr>
      <w:spacing w:after="120" w:line="240" w:lineRule="auto"/>
      <w:jc w:val="both"/>
    </w:pPr>
    <w:rPr>
      <w:rFonts w:ascii="Tahoma" w:eastAsiaTheme="minorHAnsi" w:hAnsi="Tahoma"/>
      <w:sz w:val="20"/>
      <w:szCs w:val="20"/>
      <w:lang w:eastAsia="en-US"/>
    </w:rPr>
  </w:style>
  <w:style w:type="paragraph" w:customStyle="1" w:styleId="6F16C3B5369941AAB098145A476578AB">
    <w:name w:val="6F16C3B5369941AAB098145A476578AB"/>
    <w:rsid w:val="00705A6A"/>
    <w:pPr>
      <w:spacing w:after="120" w:line="240" w:lineRule="auto"/>
      <w:jc w:val="both"/>
    </w:pPr>
    <w:rPr>
      <w:rFonts w:ascii="Tahoma" w:eastAsiaTheme="minorHAnsi" w:hAnsi="Tahoma"/>
      <w:sz w:val="20"/>
      <w:szCs w:val="20"/>
      <w:lang w:eastAsia="en-US"/>
    </w:rPr>
  </w:style>
  <w:style w:type="paragraph" w:customStyle="1" w:styleId="FFF177B771D144F5B9F71DDB973A71E7">
    <w:name w:val="FFF177B771D144F5B9F71DDB973A71E7"/>
    <w:rsid w:val="00705A6A"/>
    <w:pPr>
      <w:spacing w:after="120" w:line="240" w:lineRule="auto"/>
      <w:jc w:val="both"/>
    </w:pPr>
    <w:rPr>
      <w:rFonts w:ascii="Tahoma" w:eastAsiaTheme="minorHAnsi" w:hAnsi="Tahoma"/>
      <w:sz w:val="20"/>
      <w:szCs w:val="20"/>
      <w:lang w:eastAsia="en-US"/>
    </w:rPr>
  </w:style>
  <w:style w:type="paragraph" w:customStyle="1" w:styleId="F41DA5BE19A64A52B15D1C9D9051CE5E">
    <w:name w:val="F41DA5BE19A64A52B15D1C9D9051CE5E"/>
    <w:rsid w:val="00705A6A"/>
    <w:pPr>
      <w:spacing w:after="120" w:line="240" w:lineRule="auto"/>
      <w:jc w:val="both"/>
    </w:pPr>
    <w:rPr>
      <w:rFonts w:ascii="Tahoma" w:eastAsiaTheme="minorHAnsi" w:hAnsi="Tahoma"/>
      <w:sz w:val="20"/>
      <w:szCs w:val="20"/>
      <w:lang w:eastAsia="en-US"/>
    </w:rPr>
  </w:style>
  <w:style w:type="paragraph" w:customStyle="1" w:styleId="01DDF08396A64DBDA120C955A2AEE276">
    <w:name w:val="01DDF08396A64DBDA120C955A2AEE276"/>
    <w:rsid w:val="00705A6A"/>
    <w:pPr>
      <w:spacing w:after="120" w:line="240" w:lineRule="auto"/>
      <w:jc w:val="both"/>
    </w:pPr>
    <w:rPr>
      <w:rFonts w:ascii="Tahoma" w:eastAsiaTheme="minorHAnsi" w:hAnsi="Tahoma"/>
      <w:sz w:val="20"/>
      <w:szCs w:val="20"/>
      <w:lang w:eastAsia="en-US"/>
    </w:rPr>
  </w:style>
  <w:style w:type="paragraph" w:customStyle="1" w:styleId="9FEAFFCE742A42A0AA863068A9C3697C">
    <w:name w:val="9FEAFFCE742A42A0AA863068A9C3697C"/>
    <w:rsid w:val="00705A6A"/>
    <w:pPr>
      <w:spacing w:after="120" w:line="240" w:lineRule="auto"/>
      <w:jc w:val="both"/>
    </w:pPr>
    <w:rPr>
      <w:rFonts w:ascii="Tahoma" w:eastAsiaTheme="minorHAnsi" w:hAnsi="Tahoma"/>
      <w:sz w:val="20"/>
      <w:szCs w:val="20"/>
      <w:lang w:eastAsia="en-US"/>
    </w:rPr>
  </w:style>
  <w:style w:type="paragraph" w:customStyle="1" w:styleId="478DF48A62C348A3A8B80E7ED350AD54">
    <w:name w:val="478DF48A62C348A3A8B80E7ED350AD54"/>
    <w:rsid w:val="00705A6A"/>
    <w:pPr>
      <w:spacing w:after="120" w:line="240" w:lineRule="auto"/>
      <w:jc w:val="both"/>
    </w:pPr>
    <w:rPr>
      <w:rFonts w:ascii="Tahoma" w:eastAsiaTheme="minorHAnsi" w:hAnsi="Tahoma"/>
      <w:sz w:val="20"/>
      <w:szCs w:val="20"/>
      <w:lang w:eastAsia="en-US"/>
    </w:rPr>
  </w:style>
  <w:style w:type="paragraph" w:customStyle="1" w:styleId="DDA2D22DFADB4C49A37F8446AEC48ABC">
    <w:name w:val="DDA2D22DFADB4C49A37F8446AEC48ABC"/>
    <w:rsid w:val="00705A6A"/>
    <w:pPr>
      <w:spacing w:after="120" w:line="240" w:lineRule="auto"/>
      <w:jc w:val="both"/>
    </w:pPr>
    <w:rPr>
      <w:rFonts w:ascii="Tahoma" w:eastAsiaTheme="minorHAnsi" w:hAnsi="Tahoma"/>
      <w:sz w:val="20"/>
      <w:szCs w:val="20"/>
      <w:lang w:eastAsia="en-US"/>
    </w:rPr>
  </w:style>
  <w:style w:type="paragraph" w:customStyle="1" w:styleId="63DFFCDEDEBC4DD08DEC7601630BC602">
    <w:name w:val="63DFFCDEDEBC4DD08DEC7601630BC602"/>
    <w:rsid w:val="00705A6A"/>
    <w:pPr>
      <w:spacing w:after="120" w:line="240" w:lineRule="auto"/>
      <w:jc w:val="both"/>
    </w:pPr>
    <w:rPr>
      <w:rFonts w:ascii="Tahoma" w:eastAsiaTheme="minorHAnsi" w:hAnsi="Tahoma"/>
      <w:sz w:val="20"/>
      <w:szCs w:val="20"/>
      <w:lang w:eastAsia="en-US"/>
    </w:rPr>
  </w:style>
  <w:style w:type="paragraph" w:customStyle="1" w:styleId="0A6A7CD40E0F45729B23BBBD2A9834D4">
    <w:name w:val="0A6A7CD40E0F45729B23BBBD2A9834D4"/>
    <w:rsid w:val="00705A6A"/>
    <w:pPr>
      <w:spacing w:after="120" w:line="240" w:lineRule="auto"/>
      <w:jc w:val="both"/>
    </w:pPr>
    <w:rPr>
      <w:rFonts w:ascii="Tahoma" w:eastAsiaTheme="minorHAnsi" w:hAnsi="Tahoma"/>
      <w:sz w:val="20"/>
      <w:szCs w:val="20"/>
      <w:lang w:eastAsia="en-US"/>
    </w:rPr>
  </w:style>
  <w:style w:type="paragraph" w:customStyle="1" w:styleId="F06DA5E2C7D3456DADE6C342B96B2F38">
    <w:name w:val="F06DA5E2C7D3456DADE6C342B96B2F38"/>
    <w:rsid w:val="00705A6A"/>
    <w:pPr>
      <w:spacing w:after="120" w:line="240" w:lineRule="auto"/>
      <w:jc w:val="both"/>
    </w:pPr>
    <w:rPr>
      <w:rFonts w:ascii="Tahoma" w:eastAsiaTheme="minorHAnsi" w:hAnsi="Tahoma"/>
      <w:sz w:val="20"/>
      <w:szCs w:val="20"/>
      <w:lang w:eastAsia="en-US"/>
    </w:rPr>
  </w:style>
  <w:style w:type="paragraph" w:customStyle="1" w:styleId="F6D55AFB311F463CBF0F0E388CFD519E">
    <w:name w:val="F6D55AFB311F463CBF0F0E388CFD519E"/>
    <w:rsid w:val="00705A6A"/>
    <w:pPr>
      <w:spacing w:after="120" w:line="240" w:lineRule="auto"/>
      <w:jc w:val="both"/>
    </w:pPr>
    <w:rPr>
      <w:rFonts w:ascii="Tahoma" w:eastAsiaTheme="minorHAnsi" w:hAnsi="Tahoma"/>
      <w:sz w:val="20"/>
      <w:szCs w:val="20"/>
      <w:lang w:eastAsia="en-US"/>
    </w:rPr>
  </w:style>
  <w:style w:type="paragraph" w:customStyle="1" w:styleId="B7705C78CB45468BA3BB3730A0333A2D">
    <w:name w:val="B7705C78CB45468BA3BB3730A0333A2D"/>
    <w:rsid w:val="00705A6A"/>
    <w:pPr>
      <w:spacing w:after="120" w:line="240" w:lineRule="auto"/>
      <w:jc w:val="both"/>
    </w:pPr>
    <w:rPr>
      <w:rFonts w:ascii="Tahoma" w:eastAsiaTheme="minorHAnsi" w:hAnsi="Tahoma"/>
      <w:sz w:val="20"/>
      <w:szCs w:val="20"/>
      <w:lang w:eastAsia="en-US"/>
    </w:rPr>
  </w:style>
  <w:style w:type="paragraph" w:customStyle="1" w:styleId="9C2B15DC08BC462E86EDE23D88C2EB6A">
    <w:name w:val="9C2B15DC08BC462E86EDE23D88C2EB6A"/>
    <w:rsid w:val="00705A6A"/>
    <w:pPr>
      <w:spacing w:after="120" w:line="240" w:lineRule="auto"/>
      <w:jc w:val="both"/>
    </w:pPr>
    <w:rPr>
      <w:rFonts w:ascii="Tahoma" w:eastAsiaTheme="minorHAnsi" w:hAnsi="Tahoma"/>
      <w:sz w:val="20"/>
      <w:szCs w:val="20"/>
      <w:lang w:eastAsia="en-US"/>
    </w:rPr>
  </w:style>
  <w:style w:type="paragraph" w:customStyle="1" w:styleId="6096EEF470334016B07388A09D3E892A">
    <w:name w:val="6096EEF470334016B07388A09D3E892A"/>
    <w:rsid w:val="00705A6A"/>
    <w:pPr>
      <w:spacing w:after="120" w:line="240" w:lineRule="auto"/>
      <w:jc w:val="both"/>
    </w:pPr>
    <w:rPr>
      <w:rFonts w:ascii="Tahoma" w:eastAsiaTheme="minorHAnsi" w:hAnsi="Tahoma"/>
      <w:sz w:val="20"/>
      <w:szCs w:val="20"/>
      <w:lang w:eastAsia="en-US"/>
    </w:rPr>
  </w:style>
  <w:style w:type="paragraph" w:customStyle="1" w:styleId="49D1C9EAE126435CB450A5ECDFE635DB">
    <w:name w:val="49D1C9EAE126435CB450A5ECDFE635DB"/>
    <w:rsid w:val="00705A6A"/>
    <w:pPr>
      <w:spacing w:after="120" w:line="240" w:lineRule="auto"/>
      <w:jc w:val="both"/>
    </w:pPr>
    <w:rPr>
      <w:rFonts w:ascii="Tahoma" w:eastAsiaTheme="minorHAnsi" w:hAnsi="Tahoma"/>
      <w:sz w:val="20"/>
      <w:szCs w:val="20"/>
      <w:lang w:eastAsia="en-US"/>
    </w:rPr>
  </w:style>
  <w:style w:type="paragraph" w:customStyle="1" w:styleId="09A69DE327354F7FBA1FA2C6C412B7FC">
    <w:name w:val="09A69DE327354F7FBA1FA2C6C412B7FC"/>
    <w:rsid w:val="00705A6A"/>
    <w:pPr>
      <w:spacing w:after="120" w:line="240" w:lineRule="auto"/>
      <w:jc w:val="both"/>
    </w:pPr>
    <w:rPr>
      <w:rFonts w:ascii="Tahoma" w:eastAsiaTheme="minorHAnsi" w:hAnsi="Tahoma"/>
      <w:sz w:val="20"/>
      <w:szCs w:val="20"/>
      <w:lang w:eastAsia="en-US"/>
    </w:rPr>
  </w:style>
  <w:style w:type="paragraph" w:customStyle="1" w:styleId="A74EABFE9A1E423995586B85B4566213">
    <w:name w:val="A74EABFE9A1E423995586B85B4566213"/>
    <w:rsid w:val="00705A6A"/>
    <w:pPr>
      <w:spacing w:after="120" w:line="240" w:lineRule="auto"/>
      <w:jc w:val="both"/>
    </w:pPr>
    <w:rPr>
      <w:rFonts w:ascii="Tahoma" w:eastAsiaTheme="minorHAnsi" w:hAnsi="Tahoma"/>
      <w:sz w:val="20"/>
      <w:szCs w:val="20"/>
      <w:lang w:eastAsia="en-US"/>
    </w:rPr>
  </w:style>
  <w:style w:type="paragraph" w:customStyle="1" w:styleId="1BAA2CA675AB43EB96EAD1B0034E8DA3">
    <w:name w:val="1BAA2CA675AB43EB96EAD1B0034E8DA3"/>
    <w:rsid w:val="00705A6A"/>
    <w:pPr>
      <w:spacing w:after="120" w:line="240" w:lineRule="auto"/>
      <w:jc w:val="both"/>
    </w:pPr>
    <w:rPr>
      <w:rFonts w:ascii="Tahoma" w:eastAsiaTheme="minorHAnsi" w:hAnsi="Tahoma"/>
      <w:sz w:val="20"/>
      <w:szCs w:val="20"/>
      <w:lang w:eastAsia="en-US"/>
    </w:rPr>
  </w:style>
  <w:style w:type="paragraph" w:customStyle="1" w:styleId="66F28336579242B09C876D244D8E530B">
    <w:name w:val="66F28336579242B09C876D244D8E530B"/>
    <w:rsid w:val="00705A6A"/>
    <w:pPr>
      <w:spacing w:after="120" w:line="240" w:lineRule="auto"/>
      <w:jc w:val="both"/>
    </w:pPr>
    <w:rPr>
      <w:rFonts w:ascii="Tahoma" w:eastAsiaTheme="minorHAnsi" w:hAnsi="Tahoma"/>
      <w:sz w:val="20"/>
      <w:szCs w:val="20"/>
      <w:lang w:eastAsia="en-US"/>
    </w:rPr>
  </w:style>
  <w:style w:type="paragraph" w:customStyle="1" w:styleId="5EF60C96428E4393B3B4439F05460A66">
    <w:name w:val="5EF60C96428E4393B3B4439F05460A66"/>
    <w:rsid w:val="00705A6A"/>
    <w:pPr>
      <w:spacing w:after="120" w:line="240" w:lineRule="auto"/>
      <w:jc w:val="both"/>
    </w:pPr>
    <w:rPr>
      <w:rFonts w:ascii="Tahoma" w:eastAsiaTheme="minorHAnsi" w:hAnsi="Tahoma"/>
      <w:sz w:val="20"/>
      <w:szCs w:val="20"/>
      <w:lang w:eastAsia="en-US"/>
    </w:rPr>
  </w:style>
  <w:style w:type="paragraph" w:customStyle="1" w:styleId="CAB00109A03B4A659BB08FC30F5A40CE">
    <w:name w:val="CAB00109A03B4A659BB08FC30F5A40CE"/>
    <w:rsid w:val="00705A6A"/>
    <w:pPr>
      <w:spacing w:after="120" w:line="240" w:lineRule="auto"/>
      <w:jc w:val="both"/>
    </w:pPr>
    <w:rPr>
      <w:rFonts w:ascii="Tahoma" w:eastAsiaTheme="minorHAnsi" w:hAnsi="Tahoma"/>
      <w:sz w:val="20"/>
      <w:szCs w:val="20"/>
      <w:lang w:eastAsia="en-US"/>
    </w:rPr>
  </w:style>
  <w:style w:type="paragraph" w:customStyle="1" w:styleId="3645EB203C874D6B863EA637D7712132">
    <w:name w:val="3645EB203C874D6B863EA637D7712132"/>
    <w:rsid w:val="00705A6A"/>
    <w:pPr>
      <w:spacing w:after="120" w:line="240" w:lineRule="auto"/>
      <w:jc w:val="both"/>
    </w:pPr>
    <w:rPr>
      <w:rFonts w:ascii="Tahoma" w:eastAsiaTheme="minorHAnsi" w:hAnsi="Tahoma"/>
      <w:sz w:val="20"/>
      <w:szCs w:val="20"/>
      <w:lang w:eastAsia="en-US"/>
    </w:rPr>
  </w:style>
  <w:style w:type="paragraph" w:customStyle="1" w:styleId="1FBD2BD498264CE388DACB817CE74EDA">
    <w:name w:val="1FBD2BD498264CE388DACB817CE74EDA"/>
    <w:rsid w:val="00705A6A"/>
    <w:pPr>
      <w:spacing w:after="120" w:line="240" w:lineRule="auto"/>
      <w:jc w:val="both"/>
    </w:pPr>
    <w:rPr>
      <w:rFonts w:ascii="Tahoma" w:eastAsiaTheme="minorHAnsi" w:hAnsi="Tahoma"/>
      <w:sz w:val="20"/>
      <w:szCs w:val="20"/>
      <w:lang w:eastAsia="en-US"/>
    </w:rPr>
  </w:style>
  <w:style w:type="paragraph" w:customStyle="1" w:styleId="BF9D920662974F88BE25BC7DA2939899">
    <w:name w:val="BF9D920662974F88BE25BC7DA2939899"/>
    <w:rsid w:val="00705A6A"/>
    <w:pPr>
      <w:spacing w:after="120" w:line="240" w:lineRule="auto"/>
      <w:jc w:val="both"/>
    </w:pPr>
    <w:rPr>
      <w:rFonts w:ascii="Tahoma" w:eastAsiaTheme="minorHAnsi" w:hAnsi="Tahoma"/>
      <w:sz w:val="20"/>
      <w:szCs w:val="20"/>
      <w:lang w:eastAsia="en-US"/>
    </w:rPr>
  </w:style>
  <w:style w:type="paragraph" w:customStyle="1" w:styleId="2836C884805C4443B570F00AB7924482">
    <w:name w:val="2836C884805C4443B570F00AB7924482"/>
    <w:rsid w:val="00705A6A"/>
    <w:pPr>
      <w:spacing w:after="120" w:line="240" w:lineRule="auto"/>
      <w:jc w:val="both"/>
    </w:pPr>
    <w:rPr>
      <w:rFonts w:ascii="Tahoma" w:eastAsiaTheme="minorHAnsi" w:hAnsi="Tahoma"/>
      <w:sz w:val="20"/>
      <w:szCs w:val="20"/>
      <w:lang w:eastAsia="en-US"/>
    </w:rPr>
  </w:style>
  <w:style w:type="paragraph" w:customStyle="1" w:styleId="8C0DD5AC32A44CCE9FF508D47C58B804">
    <w:name w:val="8C0DD5AC32A44CCE9FF508D47C58B804"/>
    <w:rsid w:val="00705A6A"/>
    <w:pPr>
      <w:spacing w:after="120" w:line="240" w:lineRule="auto"/>
      <w:jc w:val="both"/>
    </w:pPr>
    <w:rPr>
      <w:rFonts w:ascii="Tahoma" w:eastAsiaTheme="minorHAnsi" w:hAnsi="Tahoma"/>
      <w:sz w:val="20"/>
      <w:szCs w:val="20"/>
      <w:lang w:eastAsia="en-US"/>
    </w:rPr>
  </w:style>
  <w:style w:type="paragraph" w:customStyle="1" w:styleId="053FDC819D564103A0CC3CAD99E93235">
    <w:name w:val="053FDC819D564103A0CC3CAD99E93235"/>
    <w:rsid w:val="00705A6A"/>
    <w:pPr>
      <w:spacing w:after="120" w:line="240" w:lineRule="auto"/>
      <w:jc w:val="both"/>
    </w:pPr>
    <w:rPr>
      <w:rFonts w:ascii="Tahoma" w:eastAsiaTheme="minorHAnsi" w:hAnsi="Tahoma"/>
      <w:sz w:val="20"/>
      <w:szCs w:val="20"/>
      <w:lang w:eastAsia="en-US"/>
    </w:rPr>
  </w:style>
  <w:style w:type="paragraph" w:customStyle="1" w:styleId="E34E9EDB74AB43388CC4730DDEEA0969">
    <w:name w:val="E34E9EDB74AB43388CC4730DDEEA0969"/>
    <w:rsid w:val="00705A6A"/>
    <w:pPr>
      <w:spacing w:after="120" w:line="240" w:lineRule="auto"/>
      <w:jc w:val="both"/>
    </w:pPr>
    <w:rPr>
      <w:rFonts w:ascii="Tahoma" w:eastAsiaTheme="minorHAnsi" w:hAnsi="Tahoma"/>
      <w:sz w:val="20"/>
      <w:szCs w:val="20"/>
      <w:lang w:eastAsia="en-US"/>
    </w:rPr>
  </w:style>
  <w:style w:type="paragraph" w:customStyle="1" w:styleId="20F4147E5ECA4FE09F0C7A71A5CBC6D7">
    <w:name w:val="20F4147E5ECA4FE09F0C7A71A5CBC6D7"/>
    <w:rsid w:val="00705A6A"/>
    <w:pPr>
      <w:spacing w:after="120" w:line="240" w:lineRule="auto"/>
      <w:jc w:val="both"/>
    </w:pPr>
    <w:rPr>
      <w:rFonts w:ascii="Tahoma" w:eastAsiaTheme="minorHAnsi" w:hAnsi="Tahoma"/>
      <w:sz w:val="20"/>
      <w:szCs w:val="20"/>
      <w:lang w:eastAsia="en-US"/>
    </w:rPr>
  </w:style>
  <w:style w:type="paragraph" w:customStyle="1" w:styleId="1C89B40FA12B49449A95D6BB7A144B62">
    <w:name w:val="1C89B40FA12B49449A95D6BB7A144B62"/>
    <w:rsid w:val="00705A6A"/>
    <w:pPr>
      <w:numPr>
        <w:numId w:val="3"/>
      </w:numPr>
      <w:tabs>
        <w:tab w:val="clear" w:pos="360"/>
        <w:tab w:val="num" w:pos="0"/>
      </w:tabs>
      <w:spacing w:after="120" w:line="240" w:lineRule="auto"/>
      <w:ind w:left="720" w:hanging="360"/>
      <w:jc w:val="both"/>
    </w:pPr>
    <w:rPr>
      <w:rFonts w:ascii="Tahoma" w:eastAsiaTheme="minorHAnsi" w:hAnsi="Tahoma"/>
      <w:sz w:val="20"/>
      <w:szCs w:val="20"/>
      <w:lang w:eastAsia="en-US"/>
    </w:rPr>
  </w:style>
  <w:style w:type="paragraph" w:customStyle="1" w:styleId="C332FF4B2C374E47A3FEB7334C981123">
    <w:name w:val="C332FF4B2C374E47A3FEB7334C981123"/>
    <w:rsid w:val="00705A6A"/>
    <w:pPr>
      <w:numPr>
        <w:numId w:val="3"/>
      </w:numPr>
      <w:tabs>
        <w:tab w:val="clear" w:pos="360"/>
        <w:tab w:val="num" w:pos="0"/>
      </w:tabs>
      <w:spacing w:after="120" w:line="240" w:lineRule="auto"/>
      <w:ind w:left="720" w:hanging="360"/>
      <w:jc w:val="both"/>
    </w:pPr>
    <w:rPr>
      <w:rFonts w:ascii="Tahoma" w:eastAsiaTheme="minorHAnsi" w:hAnsi="Tahoma"/>
      <w:sz w:val="20"/>
      <w:szCs w:val="20"/>
      <w:lang w:eastAsia="en-US"/>
    </w:rPr>
  </w:style>
  <w:style w:type="paragraph" w:customStyle="1" w:styleId="556561BCD51C476BA6614F37011B96AF">
    <w:name w:val="556561BCD51C476BA6614F37011B96AF"/>
    <w:rsid w:val="00705A6A"/>
    <w:pPr>
      <w:spacing w:after="120" w:line="240" w:lineRule="auto"/>
      <w:jc w:val="both"/>
    </w:pPr>
    <w:rPr>
      <w:rFonts w:ascii="Tahoma" w:eastAsiaTheme="minorHAnsi" w:hAnsi="Tahoma"/>
      <w:sz w:val="20"/>
      <w:szCs w:val="20"/>
      <w:lang w:eastAsia="en-US"/>
    </w:rPr>
  </w:style>
  <w:style w:type="paragraph" w:customStyle="1" w:styleId="03F2B0BD580440E8B656962672C61491">
    <w:name w:val="03F2B0BD580440E8B656962672C61491"/>
    <w:rsid w:val="00705A6A"/>
    <w:pPr>
      <w:spacing w:after="120" w:line="240" w:lineRule="auto"/>
      <w:jc w:val="both"/>
    </w:pPr>
    <w:rPr>
      <w:rFonts w:ascii="Tahoma" w:eastAsiaTheme="minorHAnsi" w:hAnsi="Tahoma"/>
      <w:sz w:val="20"/>
      <w:szCs w:val="20"/>
      <w:lang w:eastAsia="en-US"/>
    </w:rPr>
  </w:style>
  <w:style w:type="paragraph" w:customStyle="1" w:styleId="AF30FD3524744522913E7E14B1AC06FD">
    <w:name w:val="AF30FD3524744522913E7E14B1AC06FD"/>
    <w:rsid w:val="00705A6A"/>
    <w:pPr>
      <w:spacing w:after="120" w:line="240" w:lineRule="auto"/>
      <w:jc w:val="both"/>
    </w:pPr>
    <w:rPr>
      <w:rFonts w:ascii="Tahoma" w:eastAsiaTheme="minorHAnsi" w:hAnsi="Tahoma"/>
      <w:sz w:val="20"/>
      <w:szCs w:val="20"/>
      <w:lang w:eastAsia="en-US"/>
    </w:rPr>
  </w:style>
  <w:style w:type="paragraph" w:customStyle="1" w:styleId="A1A4C56CEABF4D17957E2D2DCD112A71">
    <w:name w:val="A1A4C56CEABF4D17957E2D2DCD112A71"/>
    <w:rsid w:val="00705A6A"/>
    <w:pPr>
      <w:spacing w:after="120" w:line="240" w:lineRule="auto"/>
      <w:jc w:val="both"/>
    </w:pPr>
    <w:rPr>
      <w:rFonts w:ascii="Tahoma" w:eastAsiaTheme="minorHAnsi" w:hAnsi="Tahoma"/>
      <w:sz w:val="20"/>
      <w:szCs w:val="20"/>
      <w:lang w:eastAsia="en-US"/>
    </w:rPr>
  </w:style>
  <w:style w:type="paragraph" w:customStyle="1" w:styleId="EF9F015A69324ED2B3DD965614934632">
    <w:name w:val="EF9F015A69324ED2B3DD965614934632"/>
    <w:rsid w:val="00705A6A"/>
    <w:pPr>
      <w:spacing w:after="120" w:line="240" w:lineRule="auto"/>
      <w:jc w:val="both"/>
    </w:pPr>
    <w:rPr>
      <w:rFonts w:ascii="Tahoma" w:eastAsiaTheme="minorHAnsi" w:hAnsi="Tahoma"/>
      <w:sz w:val="20"/>
      <w:szCs w:val="20"/>
      <w:lang w:eastAsia="en-US"/>
    </w:rPr>
  </w:style>
  <w:style w:type="paragraph" w:customStyle="1" w:styleId="9E7627C140DC4B58A79096E72B0B586D">
    <w:name w:val="9E7627C140DC4B58A79096E72B0B586D"/>
    <w:rsid w:val="00705A6A"/>
    <w:pPr>
      <w:spacing w:after="120" w:line="240" w:lineRule="auto"/>
      <w:jc w:val="both"/>
    </w:pPr>
    <w:rPr>
      <w:rFonts w:ascii="Tahoma" w:eastAsiaTheme="minorHAnsi" w:hAnsi="Tahoma"/>
      <w:sz w:val="20"/>
      <w:szCs w:val="20"/>
      <w:lang w:eastAsia="en-US"/>
    </w:rPr>
  </w:style>
  <w:style w:type="paragraph" w:customStyle="1" w:styleId="099B852596EC432E8C72C3D4FF9994D3">
    <w:name w:val="099B852596EC432E8C72C3D4FF9994D3"/>
    <w:rsid w:val="00705A6A"/>
    <w:pPr>
      <w:spacing w:after="120" w:line="240" w:lineRule="auto"/>
      <w:jc w:val="both"/>
    </w:pPr>
    <w:rPr>
      <w:rFonts w:ascii="Tahoma" w:eastAsiaTheme="minorHAnsi" w:hAnsi="Tahoma"/>
      <w:sz w:val="20"/>
      <w:szCs w:val="20"/>
      <w:lang w:eastAsia="en-US"/>
    </w:rPr>
  </w:style>
  <w:style w:type="paragraph" w:customStyle="1" w:styleId="CED68560581B4B13BDCD5292EB453964">
    <w:name w:val="CED68560581B4B13BDCD5292EB453964"/>
    <w:rsid w:val="00705A6A"/>
    <w:pPr>
      <w:spacing w:after="120" w:line="240" w:lineRule="auto"/>
      <w:jc w:val="both"/>
    </w:pPr>
    <w:rPr>
      <w:rFonts w:ascii="Tahoma" w:eastAsiaTheme="minorHAnsi" w:hAnsi="Tahoma"/>
      <w:sz w:val="20"/>
      <w:szCs w:val="20"/>
      <w:lang w:eastAsia="en-US"/>
    </w:rPr>
  </w:style>
  <w:style w:type="paragraph" w:customStyle="1" w:styleId="7F832469CA7C4F5F9D4E30729589F09F">
    <w:name w:val="7F832469CA7C4F5F9D4E30729589F09F"/>
    <w:rsid w:val="00705A6A"/>
    <w:pPr>
      <w:spacing w:after="120" w:line="240" w:lineRule="auto"/>
      <w:jc w:val="both"/>
    </w:pPr>
    <w:rPr>
      <w:rFonts w:ascii="Tahoma" w:eastAsiaTheme="minorHAnsi" w:hAnsi="Tahoma"/>
      <w:sz w:val="20"/>
      <w:szCs w:val="20"/>
      <w:lang w:eastAsia="en-US"/>
    </w:rPr>
  </w:style>
  <w:style w:type="paragraph" w:customStyle="1" w:styleId="F13E443F9BE7437486AD09E483100510">
    <w:name w:val="F13E443F9BE7437486AD09E483100510"/>
    <w:rsid w:val="00705A6A"/>
    <w:pPr>
      <w:spacing w:after="120" w:line="240" w:lineRule="auto"/>
      <w:jc w:val="both"/>
    </w:pPr>
    <w:rPr>
      <w:rFonts w:ascii="Tahoma" w:eastAsiaTheme="minorHAnsi" w:hAnsi="Tahoma"/>
      <w:sz w:val="20"/>
      <w:szCs w:val="20"/>
      <w:lang w:eastAsia="en-US"/>
    </w:rPr>
  </w:style>
  <w:style w:type="paragraph" w:customStyle="1" w:styleId="E01519AD0B584400BC982997687D7BF2">
    <w:name w:val="E01519AD0B584400BC982997687D7BF2"/>
    <w:rsid w:val="00705A6A"/>
    <w:pPr>
      <w:spacing w:after="120" w:line="240" w:lineRule="auto"/>
      <w:jc w:val="both"/>
    </w:pPr>
    <w:rPr>
      <w:rFonts w:ascii="Tahoma" w:eastAsiaTheme="minorHAnsi" w:hAnsi="Tahoma"/>
      <w:sz w:val="20"/>
      <w:szCs w:val="20"/>
      <w:lang w:eastAsia="en-US"/>
    </w:rPr>
  </w:style>
  <w:style w:type="paragraph" w:customStyle="1" w:styleId="D4D7BF4BE3584D5CBF3DA769394AD673">
    <w:name w:val="D4D7BF4BE3584D5CBF3DA769394AD673"/>
    <w:rsid w:val="00705A6A"/>
    <w:pPr>
      <w:spacing w:after="120" w:line="240" w:lineRule="auto"/>
      <w:jc w:val="both"/>
    </w:pPr>
    <w:rPr>
      <w:rFonts w:ascii="Tahoma" w:eastAsiaTheme="minorHAnsi" w:hAnsi="Tahoma"/>
      <w:sz w:val="20"/>
      <w:szCs w:val="20"/>
      <w:lang w:eastAsia="en-US"/>
    </w:rPr>
  </w:style>
  <w:style w:type="paragraph" w:customStyle="1" w:styleId="D929E0EEAD334250B21CF0AA45B6682211">
    <w:name w:val="D929E0EEAD334250B21CF0AA45B6682211"/>
    <w:rsid w:val="00B45100"/>
    <w:pPr>
      <w:spacing w:after="120" w:line="240" w:lineRule="auto"/>
      <w:jc w:val="both"/>
    </w:pPr>
    <w:rPr>
      <w:rFonts w:ascii="Tahoma" w:eastAsiaTheme="minorHAnsi" w:hAnsi="Tahoma"/>
      <w:sz w:val="20"/>
      <w:szCs w:val="20"/>
      <w:lang w:eastAsia="en-US"/>
    </w:rPr>
  </w:style>
  <w:style w:type="paragraph" w:customStyle="1" w:styleId="84E7337708CD4247B919E316C5F23AE010">
    <w:name w:val="84E7337708CD4247B919E316C5F23AE010"/>
    <w:rsid w:val="00B45100"/>
    <w:pPr>
      <w:spacing w:after="120" w:line="240" w:lineRule="auto"/>
      <w:jc w:val="both"/>
    </w:pPr>
    <w:rPr>
      <w:rFonts w:ascii="Tahoma" w:eastAsiaTheme="minorHAnsi" w:hAnsi="Tahoma"/>
      <w:sz w:val="20"/>
      <w:szCs w:val="20"/>
      <w:lang w:eastAsia="en-US"/>
    </w:rPr>
  </w:style>
  <w:style w:type="paragraph" w:customStyle="1" w:styleId="8E6F1ECEFA584DE78CF5A08E497B59EE10">
    <w:name w:val="8E6F1ECEFA584DE78CF5A08E497B59EE10"/>
    <w:rsid w:val="00B45100"/>
    <w:pPr>
      <w:spacing w:after="120" w:line="240" w:lineRule="auto"/>
      <w:jc w:val="both"/>
    </w:pPr>
    <w:rPr>
      <w:rFonts w:ascii="Tahoma" w:eastAsiaTheme="minorHAnsi" w:hAnsi="Tahoma"/>
      <w:sz w:val="20"/>
      <w:szCs w:val="20"/>
      <w:lang w:eastAsia="en-US"/>
    </w:rPr>
  </w:style>
  <w:style w:type="paragraph" w:customStyle="1" w:styleId="BDA809AFD81F44338CE81EFD0C9309A110">
    <w:name w:val="BDA809AFD81F44338CE81EFD0C9309A110"/>
    <w:rsid w:val="00B45100"/>
    <w:pPr>
      <w:spacing w:after="120" w:line="240" w:lineRule="auto"/>
      <w:jc w:val="both"/>
    </w:pPr>
    <w:rPr>
      <w:rFonts w:ascii="Tahoma" w:eastAsiaTheme="minorHAnsi" w:hAnsi="Tahoma"/>
      <w:sz w:val="20"/>
      <w:szCs w:val="20"/>
      <w:lang w:eastAsia="en-US"/>
    </w:rPr>
  </w:style>
  <w:style w:type="paragraph" w:customStyle="1" w:styleId="035C2939E37F41DD909673E74496623C3">
    <w:name w:val="035C2939E37F41DD909673E74496623C3"/>
    <w:rsid w:val="00B45100"/>
    <w:pPr>
      <w:spacing w:after="120" w:line="240" w:lineRule="auto"/>
      <w:jc w:val="both"/>
    </w:pPr>
    <w:rPr>
      <w:rFonts w:ascii="Tahoma" w:eastAsiaTheme="minorHAnsi" w:hAnsi="Tahoma"/>
      <w:sz w:val="20"/>
      <w:szCs w:val="20"/>
      <w:lang w:eastAsia="en-US"/>
    </w:rPr>
  </w:style>
  <w:style w:type="paragraph" w:customStyle="1" w:styleId="04EC7EBB8BC64E879DDC423533E500CF10">
    <w:name w:val="04EC7EBB8BC64E879DDC423533E500CF10"/>
    <w:rsid w:val="00B45100"/>
    <w:pPr>
      <w:spacing w:after="120" w:line="240" w:lineRule="auto"/>
      <w:jc w:val="both"/>
    </w:pPr>
    <w:rPr>
      <w:rFonts w:ascii="Tahoma" w:eastAsiaTheme="minorHAnsi" w:hAnsi="Tahoma"/>
      <w:sz w:val="20"/>
      <w:szCs w:val="20"/>
      <w:lang w:eastAsia="en-US"/>
    </w:rPr>
  </w:style>
  <w:style w:type="paragraph" w:customStyle="1" w:styleId="0CD0066F48DE489D8AD7FCC4451239173">
    <w:name w:val="0CD0066F48DE489D8AD7FCC4451239173"/>
    <w:rsid w:val="00B45100"/>
    <w:pPr>
      <w:spacing w:after="120" w:line="240" w:lineRule="auto"/>
      <w:jc w:val="both"/>
    </w:pPr>
    <w:rPr>
      <w:rFonts w:ascii="Tahoma" w:eastAsiaTheme="minorHAnsi" w:hAnsi="Tahoma"/>
      <w:sz w:val="20"/>
      <w:szCs w:val="20"/>
      <w:lang w:eastAsia="en-US"/>
    </w:rPr>
  </w:style>
  <w:style w:type="paragraph" w:customStyle="1" w:styleId="245A40A2B13E4EA48ECCFEC0BB4D3B2E9">
    <w:name w:val="245A40A2B13E4EA48ECCFEC0BB4D3B2E9"/>
    <w:rsid w:val="00B45100"/>
    <w:pPr>
      <w:spacing w:after="120" w:line="240" w:lineRule="auto"/>
      <w:jc w:val="both"/>
    </w:pPr>
    <w:rPr>
      <w:rFonts w:ascii="Tahoma" w:eastAsiaTheme="minorHAnsi" w:hAnsi="Tahoma"/>
      <w:sz w:val="20"/>
      <w:szCs w:val="20"/>
      <w:lang w:eastAsia="en-US"/>
    </w:rPr>
  </w:style>
  <w:style w:type="paragraph" w:customStyle="1" w:styleId="8FA902430EC04999B736E2B403162EA19">
    <w:name w:val="8FA902430EC04999B736E2B403162EA19"/>
    <w:rsid w:val="00B45100"/>
    <w:pPr>
      <w:spacing w:after="120" w:line="240" w:lineRule="auto"/>
      <w:jc w:val="both"/>
    </w:pPr>
    <w:rPr>
      <w:rFonts w:ascii="Tahoma" w:eastAsiaTheme="minorHAnsi" w:hAnsi="Tahoma"/>
      <w:sz w:val="20"/>
      <w:szCs w:val="20"/>
      <w:lang w:eastAsia="en-US"/>
    </w:rPr>
  </w:style>
  <w:style w:type="paragraph" w:customStyle="1" w:styleId="574E8610E1E54F2984926DDB2DC99E579">
    <w:name w:val="574E8610E1E54F2984926DDB2DC99E579"/>
    <w:rsid w:val="00B45100"/>
    <w:pPr>
      <w:spacing w:after="120" w:line="240" w:lineRule="auto"/>
      <w:jc w:val="both"/>
    </w:pPr>
    <w:rPr>
      <w:rFonts w:ascii="Tahoma" w:eastAsiaTheme="minorHAnsi" w:hAnsi="Tahoma"/>
      <w:sz w:val="20"/>
      <w:szCs w:val="20"/>
      <w:lang w:eastAsia="en-US"/>
    </w:rPr>
  </w:style>
  <w:style w:type="paragraph" w:customStyle="1" w:styleId="F09FE4A3E97346119863EBC776F3701D6">
    <w:name w:val="F09FE4A3E97346119863EBC776F3701D6"/>
    <w:rsid w:val="00B45100"/>
    <w:pPr>
      <w:spacing w:after="120" w:line="240" w:lineRule="auto"/>
      <w:jc w:val="both"/>
    </w:pPr>
    <w:rPr>
      <w:rFonts w:ascii="Tahoma" w:eastAsiaTheme="minorHAnsi" w:hAnsi="Tahoma"/>
      <w:sz w:val="20"/>
      <w:szCs w:val="20"/>
      <w:lang w:eastAsia="en-US"/>
    </w:rPr>
  </w:style>
  <w:style w:type="paragraph" w:customStyle="1" w:styleId="6F7ABE0BBB284774BBF662C8ED8731226">
    <w:name w:val="6F7ABE0BBB284774BBF662C8ED8731226"/>
    <w:rsid w:val="00B45100"/>
    <w:pPr>
      <w:spacing w:after="120" w:line="240" w:lineRule="auto"/>
      <w:jc w:val="both"/>
    </w:pPr>
    <w:rPr>
      <w:rFonts w:ascii="Tahoma" w:eastAsiaTheme="minorHAnsi" w:hAnsi="Tahoma"/>
      <w:sz w:val="20"/>
      <w:szCs w:val="20"/>
      <w:lang w:eastAsia="en-US"/>
    </w:rPr>
  </w:style>
  <w:style w:type="paragraph" w:customStyle="1" w:styleId="779F2B4FFB20460BABDE081FE93BD09C6">
    <w:name w:val="779F2B4FFB20460BABDE081FE93BD09C6"/>
    <w:rsid w:val="00B45100"/>
    <w:pPr>
      <w:spacing w:after="120" w:line="240" w:lineRule="auto"/>
      <w:jc w:val="both"/>
    </w:pPr>
    <w:rPr>
      <w:rFonts w:ascii="Tahoma" w:eastAsiaTheme="minorHAnsi" w:hAnsi="Tahoma"/>
      <w:sz w:val="20"/>
      <w:szCs w:val="20"/>
      <w:lang w:eastAsia="en-US"/>
    </w:rPr>
  </w:style>
  <w:style w:type="paragraph" w:customStyle="1" w:styleId="2B38163517804DA086101F401AF513126">
    <w:name w:val="2B38163517804DA086101F401AF513126"/>
    <w:rsid w:val="00B45100"/>
    <w:pPr>
      <w:spacing w:after="120" w:line="240" w:lineRule="auto"/>
      <w:jc w:val="both"/>
    </w:pPr>
    <w:rPr>
      <w:rFonts w:ascii="Tahoma" w:eastAsiaTheme="minorHAnsi" w:hAnsi="Tahoma"/>
      <w:sz w:val="20"/>
      <w:szCs w:val="20"/>
      <w:lang w:eastAsia="en-US"/>
    </w:rPr>
  </w:style>
  <w:style w:type="paragraph" w:customStyle="1" w:styleId="279AC7F4C7BB43D4983EA92BDA54B3236">
    <w:name w:val="279AC7F4C7BB43D4983EA92BDA54B3236"/>
    <w:rsid w:val="00B45100"/>
    <w:pPr>
      <w:spacing w:after="120" w:line="240" w:lineRule="auto"/>
      <w:jc w:val="both"/>
    </w:pPr>
    <w:rPr>
      <w:rFonts w:ascii="Tahoma" w:eastAsiaTheme="minorHAnsi" w:hAnsi="Tahoma"/>
      <w:sz w:val="20"/>
      <w:szCs w:val="20"/>
      <w:lang w:eastAsia="en-US"/>
    </w:rPr>
  </w:style>
  <w:style w:type="paragraph" w:customStyle="1" w:styleId="1A3B2B92521A4C9BADE7F3E8DB295D2F6">
    <w:name w:val="1A3B2B92521A4C9BADE7F3E8DB295D2F6"/>
    <w:rsid w:val="00B45100"/>
    <w:pPr>
      <w:spacing w:after="120" w:line="240" w:lineRule="auto"/>
      <w:jc w:val="both"/>
    </w:pPr>
    <w:rPr>
      <w:rFonts w:ascii="Tahoma" w:eastAsiaTheme="minorHAnsi" w:hAnsi="Tahoma"/>
      <w:sz w:val="20"/>
      <w:szCs w:val="20"/>
      <w:lang w:eastAsia="en-US"/>
    </w:rPr>
  </w:style>
  <w:style w:type="paragraph" w:customStyle="1" w:styleId="A80D28BA26FB4478B24D37BD5D922A036">
    <w:name w:val="A80D28BA26FB4478B24D37BD5D922A036"/>
    <w:rsid w:val="00B45100"/>
    <w:pPr>
      <w:spacing w:after="120" w:line="240" w:lineRule="auto"/>
      <w:jc w:val="both"/>
    </w:pPr>
    <w:rPr>
      <w:rFonts w:ascii="Tahoma" w:eastAsiaTheme="minorHAnsi" w:hAnsi="Tahoma"/>
      <w:sz w:val="20"/>
      <w:szCs w:val="20"/>
      <w:lang w:eastAsia="en-US"/>
    </w:rPr>
  </w:style>
  <w:style w:type="paragraph" w:customStyle="1" w:styleId="C0F15B458B7D4FE99A7B047F3951C1866">
    <w:name w:val="C0F15B458B7D4FE99A7B047F3951C1866"/>
    <w:rsid w:val="00B45100"/>
    <w:pPr>
      <w:spacing w:after="120" w:line="240" w:lineRule="auto"/>
      <w:jc w:val="both"/>
    </w:pPr>
    <w:rPr>
      <w:rFonts w:ascii="Tahoma" w:eastAsiaTheme="minorHAnsi" w:hAnsi="Tahoma"/>
      <w:sz w:val="20"/>
      <w:szCs w:val="20"/>
      <w:lang w:eastAsia="en-US"/>
    </w:rPr>
  </w:style>
  <w:style w:type="paragraph" w:customStyle="1" w:styleId="CBD3E27E27204061A0AF4447C4099EEA6">
    <w:name w:val="CBD3E27E27204061A0AF4447C4099EEA6"/>
    <w:rsid w:val="00B45100"/>
    <w:pPr>
      <w:spacing w:after="120" w:line="240" w:lineRule="auto"/>
      <w:jc w:val="both"/>
    </w:pPr>
    <w:rPr>
      <w:rFonts w:ascii="Tahoma" w:eastAsiaTheme="minorHAnsi" w:hAnsi="Tahoma"/>
      <w:sz w:val="20"/>
      <w:szCs w:val="20"/>
      <w:lang w:eastAsia="en-US"/>
    </w:rPr>
  </w:style>
  <w:style w:type="paragraph" w:customStyle="1" w:styleId="CD00DFBF7B144700B497A00736A0E0EA6">
    <w:name w:val="CD00DFBF7B144700B497A00736A0E0EA6"/>
    <w:rsid w:val="00B45100"/>
    <w:pPr>
      <w:spacing w:after="120" w:line="240" w:lineRule="auto"/>
      <w:jc w:val="both"/>
    </w:pPr>
    <w:rPr>
      <w:rFonts w:ascii="Tahoma" w:eastAsiaTheme="minorHAnsi" w:hAnsi="Tahoma"/>
      <w:sz w:val="20"/>
      <w:szCs w:val="20"/>
      <w:lang w:eastAsia="en-US"/>
    </w:rPr>
  </w:style>
  <w:style w:type="paragraph" w:customStyle="1" w:styleId="3A4F350439A84FBB9E4EC07CB548EED06">
    <w:name w:val="3A4F350439A84FBB9E4EC07CB548EED06"/>
    <w:rsid w:val="00B45100"/>
    <w:pPr>
      <w:spacing w:after="120" w:line="240" w:lineRule="auto"/>
      <w:jc w:val="both"/>
    </w:pPr>
    <w:rPr>
      <w:rFonts w:ascii="Tahoma" w:eastAsiaTheme="minorHAnsi" w:hAnsi="Tahoma"/>
      <w:sz w:val="20"/>
      <w:szCs w:val="20"/>
      <w:lang w:eastAsia="en-US"/>
    </w:rPr>
  </w:style>
  <w:style w:type="paragraph" w:customStyle="1" w:styleId="6D998FAC24E045F88AFD43ADDA9A173D3">
    <w:name w:val="6D998FAC24E045F88AFD43ADDA9A173D3"/>
    <w:rsid w:val="00B45100"/>
    <w:pPr>
      <w:spacing w:after="120" w:line="240" w:lineRule="auto"/>
      <w:jc w:val="both"/>
    </w:pPr>
    <w:rPr>
      <w:rFonts w:ascii="Tahoma" w:eastAsiaTheme="minorHAnsi" w:hAnsi="Tahoma"/>
      <w:sz w:val="20"/>
      <w:szCs w:val="20"/>
      <w:lang w:eastAsia="en-US"/>
    </w:rPr>
  </w:style>
  <w:style w:type="paragraph" w:customStyle="1" w:styleId="D0B1D8076556447B84E35F63A4349EC63">
    <w:name w:val="D0B1D8076556447B84E35F63A4349EC63"/>
    <w:rsid w:val="00B45100"/>
    <w:pPr>
      <w:spacing w:after="120" w:line="240" w:lineRule="auto"/>
      <w:jc w:val="both"/>
    </w:pPr>
    <w:rPr>
      <w:rFonts w:ascii="Tahoma" w:eastAsiaTheme="minorHAnsi" w:hAnsi="Tahoma"/>
      <w:sz w:val="20"/>
      <w:szCs w:val="20"/>
      <w:lang w:eastAsia="en-US"/>
    </w:rPr>
  </w:style>
  <w:style w:type="paragraph" w:customStyle="1" w:styleId="1B3DADF75BBA4C6A87D5A7FE5224B0A23">
    <w:name w:val="1B3DADF75BBA4C6A87D5A7FE5224B0A23"/>
    <w:rsid w:val="00B45100"/>
    <w:pPr>
      <w:spacing w:after="120" w:line="240" w:lineRule="auto"/>
      <w:jc w:val="both"/>
    </w:pPr>
    <w:rPr>
      <w:rFonts w:ascii="Tahoma" w:eastAsiaTheme="minorHAnsi" w:hAnsi="Tahoma"/>
      <w:sz w:val="20"/>
      <w:szCs w:val="20"/>
      <w:lang w:eastAsia="en-US"/>
    </w:rPr>
  </w:style>
  <w:style w:type="paragraph" w:customStyle="1" w:styleId="D5B82A47E5874A77B8AC160058D0B7A63">
    <w:name w:val="D5B82A47E5874A77B8AC160058D0B7A63"/>
    <w:rsid w:val="00B45100"/>
    <w:pPr>
      <w:spacing w:after="120" w:line="240" w:lineRule="auto"/>
      <w:jc w:val="both"/>
    </w:pPr>
    <w:rPr>
      <w:rFonts w:ascii="Tahoma" w:eastAsiaTheme="minorHAnsi" w:hAnsi="Tahoma"/>
      <w:sz w:val="20"/>
      <w:szCs w:val="20"/>
      <w:lang w:eastAsia="en-US"/>
    </w:rPr>
  </w:style>
  <w:style w:type="paragraph" w:customStyle="1" w:styleId="4645999DF7224A939E53F5194B8867765">
    <w:name w:val="4645999DF7224A939E53F5194B8867765"/>
    <w:rsid w:val="00B45100"/>
    <w:pPr>
      <w:spacing w:after="120" w:line="240" w:lineRule="auto"/>
      <w:jc w:val="both"/>
    </w:pPr>
    <w:rPr>
      <w:rFonts w:ascii="Tahoma" w:eastAsiaTheme="minorHAnsi" w:hAnsi="Tahoma"/>
      <w:sz w:val="20"/>
      <w:szCs w:val="20"/>
      <w:lang w:eastAsia="en-US"/>
    </w:rPr>
  </w:style>
  <w:style w:type="paragraph" w:customStyle="1" w:styleId="98144D3415864D06B75C619D516E49EE5">
    <w:name w:val="98144D3415864D06B75C619D516E49EE5"/>
    <w:rsid w:val="00B45100"/>
    <w:pPr>
      <w:spacing w:after="120" w:line="240" w:lineRule="auto"/>
      <w:jc w:val="both"/>
    </w:pPr>
    <w:rPr>
      <w:rFonts w:ascii="Tahoma" w:eastAsiaTheme="minorHAnsi" w:hAnsi="Tahoma"/>
      <w:sz w:val="20"/>
      <w:szCs w:val="20"/>
      <w:lang w:eastAsia="en-US"/>
    </w:rPr>
  </w:style>
  <w:style w:type="paragraph" w:customStyle="1" w:styleId="9412C3A2CF564EB7A86E2C8E527809FA5">
    <w:name w:val="9412C3A2CF564EB7A86E2C8E527809FA5"/>
    <w:rsid w:val="00B45100"/>
    <w:pPr>
      <w:spacing w:after="120" w:line="240" w:lineRule="auto"/>
      <w:jc w:val="both"/>
    </w:pPr>
    <w:rPr>
      <w:rFonts w:ascii="Tahoma" w:eastAsiaTheme="minorHAnsi" w:hAnsi="Tahoma"/>
      <w:sz w:val="20"/>
      <w:szCs w:val="20"/>
      <w:lang w:eastAsia="en-US"/>
    </w:rPr>
  </w:style>
  <w:style w:type="paragraph" w:customStyle="1" w:styleId="CD7BF35B71D545E6A3F9DDA96BBED4E45">
    <w:name w:val="CD7BF35B71D545E6A3F9DDA96BBED4E45"/>
    <w:rsid w:val="00B45100"/>
    <w:pPr>
      <w:spacing w:after="120" w:line="240" w:lineRule="auto"/>
      <w:jc w:val="both"/>
    </w:pPr>
    <w:rPr>
      <w:rFonts w:ascii="Tahoma" w:eastAsiaTheme="minorHAnsi" w:hAnsi="Tahoma"/>
      <w:sz w:val="20"/>
      <w:szCs w:val="20"/>
      <w:lang w:eastAsia="en-US"/>
    </w:rPr>
  </w:style>
  <w:style w:type="paragraph" w:customStyle="1" w:styleId="B7D1414B938C4D6EBD25770D504CDB145">
    <w:name w:val="B7D1414B938C4D6EBD25770D504CDB145"/>
    <w:rsid w:val="00B45100"/>
    <w:pPr>
      <w:spacing w:after="120" w:line="240" w:lineRule="auto"/>
      <w:jc w:val="both"/>
    </w:pPr>
    <w:rPr>
      <w:rFonts w:ascii="Tahoma" w:eastAsiaTheme="minorHAnsi" w:hAnsi="Tahoma"/>
      <w:sz w:val="20"/>
      <w:szCs w:val="20"/>
      <w:lang w:eastAsia="en-US"/>
    </w:rPr>
  </w:style>
  <w:style w:type="paragraph" w:customStyle="1" w:styleId="4576C1C825834A598E8268B7C2BA472C5">
    <w:name w:val="4576C1C825834A598E8268B7C2BA472C5"/>
    <w:rsid w:val="00B45100"/>
    <w:pPr>
      <w:spacing w:after="120" w:line="240" w:lineRule="auto"/>
      <w:jc w:val="both"/>
    </w:pPr>
    <w:rPr>
      <w:rFonts w:ascii="Tahoma" w:eastAsiaTheme="minorHAnsi" w:hAnsi="Tahoma"/>
      <w:sz w:val="20"/>
      <w:szCs w:val="20"/>
      <w:lang w:eastAsia="en-US"/>
    </w:rPr>
  </w:style>
  <w:style w:type="paragraph" w:customStyle="1" w:styleId="A59DC840E1D14311A952A087C1995E9C5">
    <w:name w:val="A59DC840E1D14311A952A087C1995E9C5"/>
    <w:rsid w:val="00B45100"/>
    <w:pPr>
      <w:spacing w:after="120" w:line="240" w:lineRule="auto"/>
      <w:jc w:val="both"/>
    </w:pPr>
    <w:rPr>
      <w:rFonts w:ascii="Tahoma" w:eastAsiaTheme="minorHAnsi" w:hAnsi="Tahoma"/>
      <w:sz w:val="20"/>
      <w:szCs w:val="20"/>
      <w:lang w:eastAsia="en-US"/>
    </w:rPr>
  </w:style>
  <w:style w:type="paragraph" w:customStyle="1" w:styleId="243BDD39C36B4819B9C4EE2F617DA35F5">
    <w:name w:val="243BDD39C36B4819B9C4EE2F617DA35F5"/>
    <w:rsid w:val="00B45100"/>
    <w:pPr>
      <w:spacing w:after="120" w:line="240" w:lineRule="auto"/>
      <w:jc w:val="both"/>
    </w:pPr>
    <w:rPr>
      <w:rFonts w:ascii="Tahoma" w:eastAsiaTheme="minorHAnsi" w:hAnsi="Tahoma"/>
      <w:sz w:val="20"/>
      <w:szCs w:val="20"/>
      <w:lang w:eastAsia="en-US"/>
    </w:rPr>
  </w:style>
  <w:style w:type="paragraph" w:customStyle="1" w:styleId="52620D2109204E64864DFBD5C66E31765">
    <w:name w:val="52620D2109204E64864DFBD5C66E31765"/>
    <w:rsid w:val="00B45100"/>
    <w:pPr>
      <w:spacing w:after="120" w:line="240" w:lineRule="auto"/>
      <w:jc w:val="both"/>
    </w:pPr>
    <w:rPr>
      <w:rFonts w:ascii="Tahoma" w:eastAsiaTheme="minorHAnsi" w:hAnsi="Tahoma"/>
      <w:sz w:val="20"/>
      <w:szCs w:val="20"/>
      <w:lang w:eastAsia="en-US"/>
    </w:rPr>
  </w:style>
  <w:style w:type="paragraph" w:customStyle="1" w:styleId="D70B456E5CD74B63AE3EF0C93C887E7B4">
    <w:name w:val="D70B456E5CD74B63AE3EF0C93C887E7B4"/>
    <w:rsid w:val="00B45100"/>
    <w:pPr>
      <w:spacing w:after="120" w:line="240" w:lineRule="auto"/>
      <w:jc w:val="both"/>
    </w:pPr>
    <w:rPr>
      <w:rFonts w:ascii="Tahoma" w:eastAsiaTheme="minorHAnsi" w:hAnsi="Tahoma"/>
      <w:sz w:val="20"/>
      <w:szCs w:val="20"/>
      <w:lang w:eastAsia="en-US"/>
    </w:rPr>
  </w:style>
  <w:style w:type="paragraph" w:customStyle="1" w:styleId="F5125BAB8B97464181AC7E54F4515D144">
    <w:name w:val="F5125BAB8B97464181AC7E54F4515D144"/>
    <w:rsid w:val="00B45100"/>
    <w:pPr>
      <w:spacing w:after="120" w:line="240" w:lineRule="auto"/>
      <w:jc w:val="both"/>
    </w:pPr>
    <w:rPr>
      <w:rFonts w:ascii="Tahoma" w:eastAsiaTheme="minorHAnsi" w:hAnsi="Tahoma"/>
      <w:sz w:val="20"/>
      <w:szCs w:val="20"/>
      <w:lang w:eastAsia="en-US"/>
    </w:rPr>
  </w:style>
  <w:style w:type="paragraph" w:customStyle="1" w:styleId="94D2FF39F80244E6B328EA7C922043564">
    <w:name w:val="94D2FF39F80244E6B328EA7C922043564"/>
    <w:rsid w:val="00B45100"/>
    <w:pPr>
      <w:spacing w:after="120" w:line="240" w:lineRule="auto"/>
      <w:jc w:val="both"/>
    </w:pPr>
    <w:rPr>
      <w:rFonts w:ascii="Tahoma" w:eastAsiaTheme="minorHAnsi" w:hAnsi="Tahoma"/>
      <w:sz w:val="20"/>
      <w:szCs w:val="20"/>
      <w:lang w:eastAsia="en-US"/>
    </w:rPr>
  </w:style>
  <w:style w:type="paragraph" w:customStyle="1" w:styleId="79D32415DCF3488293EDEE4374628FF24">
    <w:name w:val="79D32415DCF3488293EDEE4374628FF24"/>
    <w:rsid w:val="00B45100"/>
    <w:pPr>
      <w:spacing w:after="120" w:line="240" w:lineRule="auto"/>
      <w:jc w:val="both"/>
    </w:pPr>
    <w:rPr>
      <w:rFonts w:ascii="Tahoma" w:eastAsiaTheme="minorHAnsi" w:hAnsi="Tahoma"/>
      <w:sz w:val="20"/>
      <w:szCs w:val="20"/>
      <w:lang w:eastAsia="en-US"/>
    </w:rPr>
  </w:style>
  <w:style w:type="paragraph" w:customStyle="1" w:styleId="2AD5FAAE253244BFAC47D7CFFD4E810B4">
    <w:name w:val="2AD5FAAE253244BFAC47D7CFFD4E810B4"/>
    <w:rsid w:val="00B45100"/>
    <w:pPr>
      <w:spacing w:after="120" w:line="240" w:lineRule="auto"/>
      <w:jc w:val="both"/>
    </w:pPr>
    <w:rPr>
      <w:rFonts w:ascii="Tahoma" w:eastAsiaTheme="minorHAnsi" w:hAnsi="Tahoma"/>
      <w:sz w:val="20"/>
      <w:szCs w:val="20"/>
      <w:lang w:eastAsia="en-US"/>
    </w:rPr>
  </w:style>
  <w:style w:type="paragraph" w:customStyle="1" w:styleId="AFEADE4D01AF4B369A72620A0427B6334">
    <w:name w:val="AFEADE4D01AF4B369A72620A0427B6334"/>
    <w:rsid w:val="00B45100"/>
    <w:pPr>
      <w:spacing w:after="120" w:line="240" w:lineRule="auto"/>
      <w:jc w:val="both"/>
    </w:pPr>
    <w:rPr>
      <w:rFonts w:ascii="Tahoma" w:eastAsiaTheme="minorHAnsi" w:hAnsi="Tahoma"/>
      <w:sz w:val="20"/>
      <w:szCs w:val="20"/>
      <w:lang w:eastAsia="en-US"/>
    </w:rPr>
  </w:style>
  <w:style w:type="paragraph" w:customStyle="1" w:styleId="27C797042A724B17B65AE027A4E7EB984">
    <w:name w:val="27C797042A724B17B65AE027A4E7EB984"/>
    <w:rsid w:val="00B45100"/>
    <w:pPr>
      <w:spacing w:after="120" w:line="240" w:lineRule="auto"/>
      <w:jc w:val="both"/>
    </w:pPr>
    <w:rPr>
      <w:rFonts w:ascii="Tahoma" w:eastAsiaTheme="minorHAnsi" w:hAnsi="Tahoma"/>
      <w:sz w:val="20"/>
      <w:szCs w:val="20"/>
      <w:lang w:eastAsia="en-US"/>
    </w:rPr>
  </w:style>
  <w:style w:type="paragraph" w:customStyle="1" w:styleId="9D2A0ABFDF1B40D799B56B19690C9A614">
    <w:name w:val="9D2A0ABFDF1B40D799B56B19690C9A614"/>
    <w:rsid w:val="00B45100"/>
    <w:pPr>
      <w:spacing w:after="120" w:line="240" w:lineRule="auto"/>
      <w:jc w:val="both"/>
    </w:pPr>
    <w:rPr>
      <w:rFonts w:ascii="Tahoma" w:eastAsiaTheme="minorHAnsi" w:hAnsi="Tahoma"/>
      <w:sz w:val="20"/>
      <w:szCs w:val="20"/>
      <w:lang w:eastAsia="en-US"/>
    </w:rPr>
  </w:style>
  <w:style w:type="paragraph" w:customStyle="1" w:styleId="1A6A4FE95E384BC8970690FDBA5FC99C4">
    <w:name w:val="1A6A4FE95E384BC8970690FDBA5FC99C4"/>
    <w:rsid w:val="00B45100"/>
    <w:pPr>
      <w:spacing w:after="120" w:line="240" w:lineRule="auto"/>
      <w:jc w:val="both"/>
    </w:pPr>
    <w:rPr>
      <w:rFonts w:ascii="Tahoma" w:eastAsiaTheme="minorHAnsi" w:hAnsi="Tahoma"/>
      <w:sz w:val="20"/>
      <w:szCs w:val="20"/>
      <w:lang w:eastAsia="en-US"/>
    </w:rPr>
  </w:style>
  <w:style w:type="paragraph" w:customStyle="1" w:styleId="9108E88CEC4E4549BFDB0F18010A71444">
    <w:name w:val="9108E88CEC4E4549BFDB0F18010A71444"/>
    <w:rsid w:val="00B45100"/>
    <w:pPr>
      <w:spacing w:after="120" w:line="240" w:lineRule="auto"/>
      <w:jc w:val="both"/>
    </w:pPr>
    <w:rPr>
      <w:rFonts w:ascii="Tahoma" w:eastAsiaTheme="minorHAnsi" w:hAnsi="Tahoma"/>
      <w:sz w:val="20"/>
      <w:szCs w:val="20"/>
      <w:lang w:eastAsia="en-US"/>
    </w:rPr>
  </w:style>
  <w:style w:type="paragraph" w:customStyle="1" w:styleId="297EB50B07264C3F8BC411B13A6EFD324">
    <w:name w:val="297EB50B07264C3F8BC411B13A6EFD324"/>
    <w:rsid w:val="00B45100"/>
    <w:pPr>
      <w:spacing w:after="120" w:line="240" w:lineRule="auto"/>
      <w:jc w:val="both"/>
    </w:pPr>
    <w:rPr>
      <w:rFonts w:ascii="Tahoma" w:eastAsiaTheme="minorHAnsi" w:hAnsi="Tahoma"/>
      <w:sz w:val="20"/>
      <w:szCs w:val="20"/>
      <w:lang w:eastAsia="en-US"/>
    </w:rPr>
  </w:style>
  <w:style w:type="paragraph" w:customStyle="1" w:styleId="420F33F7881F4E8D8537061C8A1D767A4">
    <w:name w:val="420F33F7881F4E8D8537061C8A1D767A4"/>
    <w:rsid w:val="00B45100"/>
    <w:pPr>
      <w:spacing w:after="120" w:line="240" w:lineRule="auto"/>
      <w:jc w:val="both"/>
    </w:pPr>
    <w:rPr>
      <w:rFonts w:ascii="Tahoma" w:eastAsiaTheme="minorHAnsi" w:hAnsi="Tahoma"/>
      <w:sz w:val="20"/>
      <w:szCs w:val="20"/>
      <w:lang w:eastAsia="en-US"/>
    </w:rPr>
  </w:style>
  <w:style w:type="paragraph" w:customStyle="1" w:styleId="15AF1729FC6D4E2CA93F5B90FEAA2FCD4">
    <w:name w:val="15AF1729FC6D4E2CA93F5B90FEAA2FCD4"/>
    <w:rsid w:val="00B45100"/>
    <w:pPr>
      <w:spacing w:after="120" w:line="240" w:lineRule="auto"/>
      <w:jc w:val="both"/>
    </w:pPr>
    <w:rPr>
      <w:rFonts w:ascii="Tahoma" w:eastAsiaTheme="minorHAnsi" w:hAnsi="Tahoma"/>
      <w:sz w:val="20"/>
      <w:szCs w:val="20"/>
      <w:lang w:eastAsia="en-US"/>
    </w:rPr>
  </w:style>
  <w:style w:type="paragraph" w:customStyle="1" w:styleId="60005D3F84064309B74801739BBD870F1">
    <w:name w:val="60005D3F84064309B74801739BBD870F1"/>
    <w:rsid w:val="00B45100"/>
    <w:pPr>
      <w:spacing w:after="120" w:line="240" w:lineRule="auto"/>
      <w:jc w:val="both"/>
    </w:pPr>
    <w:rPr>
      <w:rFonts w:ascii="Tahoma" w:eastAsiaTheme="minorHAnsi" w:hAnsi="Tahoma"/>
      <w:sz w:val="20"/>
      <w:szCs w:val="20"/>
      <w:lang w:eastAsia="en-US"/>
    </w:rPr>
  </w:style>
  <w:style w:type="paragraph" w:customStyle="1" w:styleId="095E4D38C78846D0BF9259219A8A40D71">
    <w:name w:val="095E4D38C78846D0BF9259219A8A40D71"/>
    <w:rsid w:val="00B45100"/>
    <w:pPr>
      <w:spacing w:after="120" w:line="240" w:lineRule="auto"/>
      <w:jc w:val="both"/>
    </w:pPr>
    <w:rPr>
      <w:rFonts w:ascii="Tahoma" w:eastAsiaTheme="minorHAnsi" w:hAnsi="Tahoma"/>
      <w:sz w:val="20"/>
      <w:szCs w:val="20"/>
      <w:lang w:eastAsia="en-US"/>
    </w:rPr>
  </w:style>
  <w:style w:type="paragraph" w:customStyle="1" w:styleId="FD49960495B645E7B1C53CF5A340100F1">
    <w:name w:val="FD49960495B645E7B1C53CF5A340100F1"/>
    <w:rsid w:val="00B45100"/>
    <w:pPr>
      <w:spacing w:after="120" w:line="240" w:lineRule="auto"/>
      <w:jc w:val="both"/>
    </w:pPr>
    <w:rPr>
      <w:rFonts w:ascii="Tahoma" w:eastAsiaTheme="minorHAnsi" w:hAnsi="Tahoma"/>
      <w:sz w:val="20"/>
      <w:szCs w:val="20"/>
      <w:lang w:eastAsia="en-US"/>
    </w:rPr>
  </w:style>
  <w:style w:type="paragraph" w:customStyle="1" w:styleId="08A35DC366DA482EB23E4FF16A26236E1">
    <w:name w:val="08A35DC366DA482EB23E4FF16A26236E1"/>
    <w:rsid w:val="00B45100"/>
    <w:pPr>
      <w:spacing w:after="120" w:line="240" w:lineRule="auto"/>
      <w:jc w:val="both"/>
    </w:pPr>
    <w:rPr>
      <w:rFonts w:ascii="Tahoma" w:eastAsiaTheme="minorHAnsi" w:hAnsi="Tahoma"/>
      <w:sz w:val="20"/>
      <w:szCs w:val="20"/>
      <w:lang w:eastAsia="en-US"/>
    </w:rPr>
  </w:style>
  <w:style w:type="paragraph" w:customStyle="1" w:styleId="B5AC4DE3DDF348EA875785516DC24B791">
    <w:name w:val="B5AC4DE3DDF348EA875785516DC24B791"/>
    <w:rsid w:val="00B45100"/>
    <w:pPr>
      <w:spacing w:after="120" w:line="240" w:lineRule="auto"/>
      <w:jc w:val="both"/>
    </w:pPr>
    <w:rPr>
      <w:rFonts w:ascii="Tahoma" w:eastAsiaTheme="minorHAnsi" w:hAnsi="Tahoma"/>
      <w:sz w:val="20"/>
      <w:szCs w:val="20"/>
      <w:lang w:eastAsia="en-US"/>
    </w:rPr>
  </w:style>
  <w:style w:type="paragraph" w:customStyle="1" w:styleId="883A73D7B1E54F0BB400318874F5C9AF1">
    <w:name w:val="883A73D7B1E54F0BB400318874F5C9AF1"/>
    <w:rsid w:val="00B45100"/>
    <w:pPr>
      <w:spacing w:after="120" w:line="240" w:lineRule="auto"/>
      <w:jc w:val="both"/>
    </w:pPr>
    <w:rPr>
      <w:rFonts w:ascii="Tahoma" w:eastAsiaTheme="minorHAnsi" w:hAnsi="Tahoma"/>
      <w:sz w:val="20"/>
      <w:szCs w:val="20"/>
      <w:lang w:eastAsia="en-US"/>
    </w:rPr>
  </w:style>
  <w:style w:type="paragraph" w:customStyle="1" w:styleId="EF0BD5B1FB394708BA7ECEC07DAAF7C21">
    <w:name w:val="EF0BD5B1FB394708BA7ECEC07DAAF7C21"/>
    <w:rsid w:val="00B45100"/>
    <w:pPr>
      <w:spacing w:after="120" w:line="240" w:lineRule="auto"/>
      <w:jc w:val="both"/>
    </w:pPr>
    <w:rPr>
      <w:rFonts w:ascii="Tahoma" w:eastAsiaTheme="minorHAnsi" w:hAnsi="Tahoma"/>
      <w:sz w:val="20"/>
      <w:szCs w:val="20"/>
      <w:lang w:eastAsia="en-US"/>
    </w:rPr>
  </w:style>
  <w:style w:type="paragraph" w:customStyle="1" w:styleId="975F57CD56C540A9BE2BD2A9537315071">
    <w:name w:val="975F57CD56C540A9BE2BD2A9537315071"/>
    <w:rsid w:val="00B45100"/>
    <w:pPr>
      <w:spacing w:after="120" w:line="240" w:lineRule="auto"/>
      <w:jc w:val="both"/>
    </w:pPr>
    <w:rPr>
      <w:rFonts w:ascii="Tahoma" w:eastAsiaTheme="minorHAnsi" w:hAnsi="Tahoma"/>
      <w:sz w:val="20"/>
      <w:szCs w:val="20"/>
      <w:lang w:eastAsia="en-US"/>
    </w:rPr>
  </w:style>
  <w:style w:type="paragraph" w:customStyle="1" w:styleId="1450C4928D804FB6B98D81D0D218F9921">
    <w:name w:val="1450C4928D804FB6B98D81D0D218F9921"/>
    <w:rsid w:val="00B45100"/>
    <w:pPr>
      <w:spacing w:after="120" w:line="240" w:lineRule="auto"/>
      <w:jc w:val="both"/>
    </w:pPr>
    <w:rPr>
      <w:rFonts w:ascii="Tahoma" w:eastAsiaTheme="minorHAnsi" w:hAnsi="Tahoma"/>
      <w:sz w:val="20"/>
      <w:szCs w:val="20"/>
      <w:lang w:eastAsia="en-US"/>
    </w:rPr>
  </w:style>
  <w:style w:type="paragraph" w:customStyle="1" w:styleId="2565CE88B1194103A052938AC143FC3D1">
    <w:name w:val="2565CE88B1194103A052938AC143FC3D1"/>
    <w:rsid w:val="00B45100"/>
    <w:pPr>
      <w:spacing w:after="120" w:line="240" w:lineRule="auto"/>
      <w:jc w:val="both"/>
    </w:pPr>
    <w:rPr>
      <w:rFonts w:ascii="Tahoma" w:eastAsiaTheme="minorHAnsi" w:hAnsi="Tahoma"/>
      <w:sz w:val="20"/>
      <w:szCs w:val="20"/>
      <w:lang w:eastAsia="en-US"/>
    </w:rPr>
  </w:style>
  <w:style w:type="paragraph" w:customStyle="1" w:styleId="386717C51346456C8E8DDBA9D8BC299B1">
    <w:name w:val="386717C51346456C8E8DDBA9D8BC299B1"/>
    <w:rsid w:val="00B45100"/>
    <w:pPr>
      <w:spacing w:after="120" w:line="240" w:lineRule="auto"/>
      <w:jc w:val="both"/>
    </w:pPr>
    <w:rPr>
      <w:rFonts w:ascii="Tahoma" w:eastAsiaTheme="minorHAnsi" w:hAnsi="Tahoma"/>
      <w:sz w:val="20"/>
      <w:szCs w:val="20"/>
      <w:lang w:eastAsia="en-US"/>
    </w:rPr>
  </w:style>
  <w:style w:type="paragraph" w:customStyle="1" w:styleId="6F16C3B5369941AAB098145A476578AB1">
    <w:name w:val="6F16C3B5369941AAB098145A476578AB1"/>
    <w:rsid w:val="00B45100"/>
    <w:pPr>
      <w:spacing w:after="120" w:line="240" w:lineRule="auto"/>
      <w:jc w:val="both"/>
    </w:pPr>
    <w:rPr>
      <w:rFonts w:ascii="Tahoma" w:eastAsiaTheme="minorHAnsi" w:hAnsi="Tahoma"/>
      <w:sz w:val="20"/>
      <w:szCs w:val="20"/>
      <w:lang w:eastAsia="en-US"/>
    </w:rPr>
  </w:style>
  <w:style w:type="paragraph" w:customStyle="1" w:styleId="FFF177B771D144F5B9F71DDB973A71E71">
    <w:name w:val="FFF177B771D144F5B9F71DDB973A71E71"/>
    <w:rsid w:val="00B45100"/>
    <w:pPr>
      <w:spacing w:after="120" w:line="240" w:lineRule="auto"/>
      <w:jc w:val="both"/>
    </w:pPr>
    <w:rPr>
      <w:rFonts w:ascii="Tahoma" w:eastAsiaTheme="minorHAnsi" w:hAnsi="Tahoma"/>
      <w:sz w:val="20"/>
      <w:szCs w:val="20"/>
      <w:lang w:eastAsia="en-US"/>
    </w:rPr>
  </w:style>
  <w:style w:type="paragraph" w:customStyle="1" w:styleId="F41DA5BE19A64A52B15D1C9D9051CE5E1">
    <w:name w:val="F41DA5BE19A64A52B15D1C9D9051CE5E1"/>
    <w:rsid w:val="00B45100"/>
    <w:pPr>
      <w:spacing w:after="120" w:line="240" w:lineRule="auto"/>
      <w:jc w:val="both"/>
    </w:pPr>
    <w:rPr>
      <w:rFonts w:ascii="Tahoma" w:eastAsiaTheme="minorHAnsi" w:hAnsi="Tahoma"/>
      <w:sz w:val="20"/>
      <w:szCs w:val="20"/>
      <w:lang w:eastAsia="en-US"/>
    </w:rPr>
  </w:style>
  <w:style w:type="paragraph" w:customStyle="1" w:styleId="01DDF08396A64DBDA120C955A2AEE2761">
    <w:name w:val="01DDF08396A64DBDA120C955A2AEE2761"/>
    <w:rsid w:val="00B45100"/>
    <w:pPr>
      <w:spacing w:after="120" w:line="240" w:lineRule="auto"/>
      <w:jc w:val="both"/>
    </w:pPr>
    <w:rPr>
      <w:rFonts w:ascii="Tahoma" w:eastAsiaTheme="minorHAnsi" w:hAnsi="Tahoma"/>
      <w:sz w:val="20"/>
      <w:szCs w:val="20"/>
      <w:lang w:eastAsia="en-US"/>
    </w:rPr>
  </w:style>
  <w:style w:type="paragraph" w:customStyle="1" w:styleId="9FEAFFCE742A42A0AA863068A9C3697C1">
    <w:name w:val="9FEAFFCE742A42A0AA863068A9C3697C1"/>
    <w:rsid w:val="00B45100"/>
    <w:pPr>
      <w:spacing w:after="120" w:line="240" w:lineRule="auto"/>
      <w:jc w:val="both"/>
    </w:pPr>
    <w:rPr>
      <w:rFonts w:ascii="Tahoma" w:eastAsiaTheme="minorHAnsi" w:hAnsi="Tahoma"/>
      <w:sz w:val="20"/>
      <w:szCs w:val="20"/>
      <w:lang w:eastAsia="en-US"/>
    </w:rPr>
  </w:style>
  <w:style w:type="paragraph" w:customStyle="1" w:styleId="478DF48A62C348A3A8B80E7ED350AD541">
    <w:name w:val="478DF48A62C348A3A8B80E7ED350AD541"/>
    <w:rsid w:val="00B45100"/>
    <w:pPr>
      <w:spacing w:after="120" w:line="240" w:lineRule="auto"/>
      <w:jc w:val="both"/>
    </w:pPr>
    <w:rPr>
      <w:rFonts w:ascii="Tahoma" w:eastAsiaTheme="minorHAnsi" w:hAnsi="Tahoma"/>
      <w:sz w:val="20"/>
      <w:szCs w:val="20"/>
      <w:lang w:eastAsia="en-US"/>
    </w:rPr>
  </w:style>
  <w:style w:type="paragraph" w:customStyle="1" w:styleId="DDA2D22DFADB4C49A37F8446AEC48ABC1">
    <w:name w:val="DDA2D22DFADB4C49A37F8446AEC48ABC1"/>
    <w:rsid w:val="00B45100"/>
    <w:pPr>
      <w:spacing w:after="120" w:line="240" w:lineRule="auto"/>
      <w:jc w:val="both"/>
    </w:pPr>
    <w:rPr>
      <w:rFonts w:ascii="Tahoma" w:eastAsiaTheme="minorHAnsi" w:hAnsi="Tahoma"/>
      <w:sz w:val="20"/>
      <w:szCs w:val="20"/>
      <w:lang w:eastAsia="en-US"/>
    </w:rPr>
  </w:style>
  <w:style w:type="paragraph" w:customStyle="1" w:styleId="63DFFCDEDEBC4DD08DEC7601630BC6021">
    <w:name w:val="63DFFCDEDEBC4DD08DEC7601630BC6021"/>
    <w:rsid w:val="00B45100"/>
    <w:pPr>
      <w:spacing w:after="120" w:line="240" w:lineRule="auto"/>
      <w:jc w:val="both"/>
    </w:pPr>
    <w:rPr>
      <w:rFonts w:ascii="Tahoma" w:eastAsiaTheme="minorHAnsi" w:hAnsi="Tahoma"/>
      <w:sz w:val="20"/>
      <w:szCs w:val="20"/>
      <w:lang w:eastAsia="en-US"/>
    </w:rPr>
  </w:style>
  <w:style w:type="paragraph" w:customStyle="1" w:styleId="0A6A7CD40E0F45729B23BBBD2A9834D41">
    <w:name w:val="0A6A7CD40E0F45729B23BBBD2A9834D41"/>
    <w:rsid w:val="00B45100"/>
    <w:pPr>
      <w:spacing w:after="120" w:line="240" w:lineRule="auto"/>
      <w:jc w:val="both"/>
    </w:pPr>
    <w:rPr>
      <w:rFonts w:ascii="Tahoma" w:eastAsiaTheme="minorHAnsi" w:hAnsi="Tahoma"/>
      <w:sz w:val="20"/>
      <w:szCs w:val="20"/>
      <w:lang w:eastAsia="en-US"/>
    </w:rPr>
  </w:style>
  <w:style w:type="paragraph" w:customStyle="1" w:styleId="F06DA5E2C7D3456DADE6C342B96B2F381">
    <w:name w:val="F06DA5E2C7D3456DADE6C342B96B2F381"/>
    <w:rsid w:val="00B45100"/>
    <w:pPr>
      <w:spacing w:after="120" w:line="240" w:lineRule="auto"/>
      <w:jc w:val="both"/>
    </w:pPr>
    <w:rPr>
      <w:rFonts w:ascii="Tahoma" w:eastAsiaTheme="minorHAnsi" w:hAnsi="Tahoma"/>
      <w:sz w:val="20"/>
      <w:szCs w:val="20"/>
      <w:lang w:eastAsia="en-US"/>
    </w:rPr>
  </w:style>
  <w:style w:type="paragraph" w:customStyle="1" w:styleId="F6D55AFB311F463CBF0F0E388CFD519E1">
    <w:name w:val="F6D55AFB311F463CBF0F0E388CFD519E1"/>
    <w:rsid w:val="00B45100"/>
    <w:pPr>
      <w:spacing w:after="120" w:line="240" w:lineRule="auto"/>
      <w:jc w:val="both"/>
    </w:pPr>
    <w:rPr>
      <w:rFonts w:ascii="Tahoma" w:eastAsiaTheme="minorHAnsi" w:hAnsi="Tahoma"/>
      <w:sz w:val="20"/>
      <w:szCs w:val="20"/>
      <w:lang w:eastAsia="en-US"/>
    </w:rPr>
  </w:style>
  <w:style w:type="paragraph" w:customStyle="1" w:styleId="B7705C78CB45468BA3BB3730A0333A2D1">
    <w:name w:val="B7705C78CB45468BA3BB3730A0333A2D1"/>
    <w:rsid w:val="00B45100"/>
    <w:pPr>
      <w:spacing w:after="120" w:line="240" w:lineRule="auto"/>
      <w:jc w:val="both"/>
    </w:pPr>
    <w:rPr>
      <w:rFonts w:ascii="Tahoma" w:eastAsiaTheme="minorHAnsi" w:hAnsi="Tahoma"/>
      <w:sz w:val="20"/>
      <w:szCs w:val="20"/>
      <w:lang w:eastAsia="en-US"/>
    </w:rPr>
  </w:style>
  <w:style w:type="paragraph" w:customStyle="1" w:styleId="9C2B15DC08BC462E86EDE23D88C2EB6A1">
    <w:name w:val="9C2B15DC08BC462E86EDE23D88C2EB6A1"/>
    <w:rsid w:val="00B45100"/>
    <w:pPr>
      <w:spacing w:after="120" w:line="240" w:lineRule="auto"/>
      <w:jc w:val="both"/>
    </w:pPr>
    <w:rPr>
      <w:rFonts w:ascii="Tahoma" w:eastAsiaTheme="minorHAnsi" w:hAnsi="Tahoma"/>
      <w:sz w:val="20"/>
      <w:szCs w:val="20"/>
      <w:lang w:eastAsia="en-US"/>
    </w:rPr>
  </w:style>
  <w:style w:type="paragraph" w:customStyle="1" w:styleId="6096EEF470334016B07388A09D3E892A1">
    <w:name w:val="6096EEF470334016B07388A09D3E892A1"/>
    <w:rsid w:val="00B45100"/>
    <w:pPr>
      <w:spacing w:after="120" w:line="240" w:lineRule="auto"/>
      <w:jc w:val="both"/>
    </w:pPr>
    <w:rPr>
      <w:rFonts w:ascii="Tahoma" w:eastAsiaTheme="minorHAnsi" w:hAnsi="Tahoma"/>
      <w:sz w:val="20"/>
      <w:szCs w:val="20"/>
      <w:lang w:eastAsia="en-US"/>
    </w:rPr>
  </w:style>
  <w:style w:type="paragraph" w:customStyle="1" w:styleId="49D1C9EAE126435CB450A5ECDFE635DB1">
    <w:name w:val="49D1C9EAE126435CB450A5ECDFE635DB1"/>
    <w:rsid w:val="00B45100"/>
    <w:pPr>
      <w:spacing w:after="120" w:line="240" w:lineRule="auto"/>
      <w:jc w:val="both"/>
    </w:pPr>
    <w:rPr>
      <w:rFonts w:ascii="Tahoma" w:eastAsiaTheme="minorHAnsi" w:hAnsi="Tahoma"/>
      <w:sz w:val="20"/>
      <w:szCs w:val="20"/>
      <w:lang w:eastAsia="en-US"/>
    </w:rPr>
  </w:style>
  <w:style w:type="paragraph" w:customStyle="1" w:styleId="09A69DE327354F7FBA1FA2C6C412B7FC1">
    <w:name w:val="09A69DE327354F7FBA1FA2C6C412B7FC1"/>
    <w:rsid w:val="00B45100"/>
    <w:pPr>
      <w:spacing w:after="120" w:line="240" w:lineRule="auto"/>
      <w:jc w:val="both"/>
    </w:pPr>
    <w:rPr>
      <w:rFonts w:ascii="Tahoma" w:eastAsiaTheme="minorHAnsi" w:hAnsi="Tahoma"/>
      <w:sz w:val="20"/>
      <w:szCs w:val="20"/>
      <w:lang w:eastAsia="en-US"/>
    </w:rPr>
  </w:style>
  <w:style w:type="paragraph" w:customStyle="1" w:styleId="A74EABFE9A1E423995586B85B45662131">
    <w:name w:val="A74EABFE9A1E423995586B85B45662131"/>
    <w:rsid w:val="00B45100"/>
    <w:pPr>
      <w:spacing w:after="120" w:line="240" w:lineRule="auto"/>
      <w:jc w:val="both"/>
    </w:pPr>
    <w:rPr>
      <w:rFonts w:ascii="Tahoma" w:eastAsiaTheme="minorHAnsi" w:hAnsi="Tahoma"/>
      <w:sz w:val="20"/>
      <w:szCs w:val="20"/>
      <w:lang w:eastAsia="en-US"/>
    </w:rPr>
  </w:style>
  <w:style w:type="paragraph" w:customStyle="1" w:styleId="1BAA2CA675AB43EB96EAD1B0034E8DA31">
    <w:name w:val="1BAA2CA675AB43EB96EAD1B0034E8DA31"/>
    <w:rsid w:val="00B45100"/>
    <w:pPr>
      <w:spacing w:after="120" w:line="240" w:lineRule="auto"/>
      <w:jc w:val="both"/>
    </w:pPr>
    <w:rPr>
      <w:rFonts w:ascii="Tahoma" w:eastAsiaTheme="minorHAnsi" w:hAnsi="Tahoma"/>
      <w:sz w:val="20"/>
      <w:szCs w:val="20"/>
      <w:lang w:eastAsia="en-US"/>
    </w:rPr>
  </w:style>
  <w:style w:type="paragraph" w:customStyle="1" w:styleId="66F28336579242B09C876D244D8E530B1">
    <w:name w:val="66F28336579242B09C876D244D8E530B1"/>
    <w:rsid w:val="00B45100"/>
    <w:pPr>
      <w:spacing w:after="120" w:line="240" w:lineRule="auto"/>
      <w:jc w:val="both"/>
    </w:pPr>
    <w:rPr>
      <w:rFonts w:ascii="Tahoma" w:eastAsiaTheme="minorHAnsi" w:hAnsi="Tahoma"/>
      <w:sz w:val="20"/>
      <w:szCs w:val="20"/>
      <w:lang w:eastAsia="en-US"/>
    </w:rPr>
  </w:style>
  <w:style w:type="paragraph" w:customStyle="1" w:styleId="5EF60C96428E4393B3B4439F05460A661">
    <w:name w:val="5EF60C96428E4393B3B4439F05460A661"/>
    <w:rsid w:val="00B45100"/>
    <w:pPr>
      <w:spacing w:after="120" w:line="240" w:lineRule="auto"/>
      <w:jc w:val="both"/>
    </w:pPr>
    <w:rPr>
      <w:rFonts w:ascii="Tahoma" w:eastAsiaTheme="minorHAnsi" w:hAnsi="Tahoma"/>
      <w:sz w:val="20"/>
      <w:szCs w:val="20"/>
      <w:lang w:eastAsia="en-US"/>
    </w:rPr>
  </w:style>
  <w:style w:type="paragraph" w:customStyle="1" w:styleId="CAB00109A03B4A659BB08FC30F5A40CE1">
    <w:name w:val="CAB00109A03B4A659BB08FC30F5A40CE1"/>
    <w:rsid w:val="00B45100"/>
    <w:pPr>
      <w:spacing w:after="120" w:line="240" w:lineRule="auto"/>
      <w:jc w:val="both"/>
    </w:pPr>
    <w:rPr>
      <w:rFonts w:ascii="Tahoma" w:eastAsiaTheme="minorHAnsi" w:hAnsi="Tahoma"/>
      <w:sz w:val="20"/>
      <w:szCs w:val="20"/>
      <w:lang w:eastAsia="en-US"/>
    </w:rPr>
  </w:style>
  <w:style w:type="paragraph" w:customStyle="1" w:styleId="3645EB203C874D6B863EA637D77121321">
    <w:name w:val="3645EB203C874D6B863EA637D77121321"/>
    <w:rsid w:val="00B45100"/>
    <w:pPr>
      <w:spacing w:after="120" w:line="240" w:lineRule="auto"/>
      <w:jc w:val="both"/>
    </w:pPr>
    <w:rPr>
      <w:rFonts w:ascii="Tahoma" w:eastAsiaTheme="minorHAnsi" w:hAnsi="Tahoma"/>
      <w:sz w:val="20"/>
      <w:szCs w:val="20"/>
      <w:lang w:eastAsia="en-US"/>
    </w:rPr>
  </w:style>
  <w:style w:type="paragraph" w:customStyle="1" w:styleId="1FBD2BD498264CE388DACB817CE74EDA1">
    <w:name w:val="1FBD2BD498264CE388DACB817CE74EDA1"/>
    <w:rsid w:val="00B45100"/>
    <w:pPr>
      <w:spacing w:after="120" w:line="240" w:lineRule="auto"/>
      <w:jc w:val="both"/>
    </w:pPr>
    <w:rPr>
      <w:rFonts w:ascii="Tahoma" w:eastAsiaTheme="minorHAnsi" w:hAnsi="Tahoma"/>
      <w:sz w:val="20"/>
      <w:szCs w:val="20"/>
      <w:lang w:eastAsia="en-US"/>
    </w:rPr>
  </w:style>
  <w:style w:type="paragraph" w:customStyle="1" w:styleId="BF9D920662974F88BE25BC7DA29398991">
    <w:name w:val="BF9D920662974F88BE25BC7DA29398991"/>
    <w:rsid w:val="00B45100"/>
    <w:pPr>
      <w:spacing w:after="120" w:line="240" w:lineRule="auto"/>
      <w:jc w:val="both"/>
    </w:pPr>
    <w:rPr>
      <w:rFonts w:ascii="Tahoma" w:eastAsiaTheme="minorHAnsi" w:hAnsi="Tahoma"/>
      <w:sz w:val="20"/>
      <w:szCs w:val="20"/>
      <w:lang w:eastAsia="en-US"/>
    </w:rPr>
  </w:style>
  <w:style w:type="paragraph" w:customStyle="1" w:styleId="2836C884805C4443B570F00AB79244821">
    <w:name w:val="2836C884805C4443B570F00AB79244821"/>
    <w:rsid w:val="00B45100"/>
    <w:pPr>
      <w:spacing w:after="120" w:line="240" w:lineRule="auto"/>
      <w:jc w:val="both"/>
    </w:pPr>
    <w:rPr>
      <w:rFonts w:ascii="Tahoma" w:eastAsiaTheme="minorHAnsi" w:hAnsi="Tahoma"/>
      <w:sz w:val="20"/>
      <w:szCs w:val="20"/>
      <w:lang w:eastAsia="en-US"/>
    </w:rPr>
  </w:style>
  <w:style w:type="paragraph" w:customStyle="1" w:styleId="8C0DD5AC32A44CCE9FF508D47C58B8041">
    <w:name w:val="8C0DD5AC32A44CCE9FF508D47C58B8041"/>
    <w:rsid w:val="00B45100"/>
    <w:pPr>
      <w:spacing w:after="120" w:line="240" w:lineRule="auto"/>
      <w:jc w:val="both"/>
    </w:pPr>
    <w:rPr>
      <w:rFonts w:ascii="Tahoma" w:eastAsiaTheme="minorHAnsi" w:hAnsi="Tahoma"/>
      <w:sz w:val="20"/>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D56B1-B49F-474E-8B7F-F368DD183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Technical report template</Template>
  <TotalTime>87</TotalTime>
  <Pages>12</Pages>
  <Words>4123</Words>
  <Characters>23506</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EFSA</Company>
  <LinksUpToDate>false</LinksUpToDate>
  <CharactersWithSpaces>27574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COTTRELL James West</dc:creator>
  <cp:lastModifiedBy>JORDA CALERO Jorge</cp:lastModifiedBy>
  <cp:revision>12</cp:revision>
  <cp:lastPrinted>2017-02-17T15:02:00Z</cp:lastPrinted>
  <dcterms:created xsi:type="dcterms:W3CDTF">2017-02-17T14:16:00Z</dcterms:created>
  <dcterms:modified xsi:type="dcterms:W3CDTF">2017-03-20T15:36:00Z</dcterms:modified>
</cp:coreProperties>
</file>