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6"/>
      </w:tblGrid>
      <w:tr w:rsidR="00D03960" w:rsidRPr="00BC7CC3" w:rsidTr="003367F6">
        <w:tc>
          <w:tcPr>
            <w:tcW w:w="9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960" w:rsidRPr="00BC7CC3" w:rsidRDefault="00D03960" w:rsidP="003367F6">
            <w:pPr>
              <w:pStyle w:val="EFSABodytext"/>
              <w:spacing w:before="120"/>
              <w:jc w:val="center"/>
              <w:rPr>
                <w:b/>
              </w:rPr>
            </w:pPr>
            <w:r w:rsidRPr="00BC7CC3">
              <w:rPr>
                <w:b/>
              </w:rPr>
              <w:t>Summary of the application</w:t>
            </w:r>
          </w:p>
        </w:tc>
      </w:tr>
    </w:tbl>
    <w:p w:rsidR="00D03960" w:rsidRDefault="00D03960" w:rsidP="00FD24B2">
      <w:pPr>
        <w:pStyle w:val="EFSABodytext"/>
        <w:spacing w:before="240" w:after="0"/>
      </w:pPr>
      <w:r w:rsidRPr="00BC7CC3">
        <w:t>The template provided should be used for the summary of the application for a health claim pursuant to Article 13(5) or 14, or for a modification of an existing authorisation in accordance with Article 19 of Regulation (EC) No 1924/2006</w:t>
      </w:r>
      <w:r w:rsidRPr="00BC7CC3">
        <w:rPr>
          <w:rStyle w:val="FootnoteReference"/>
        </w:rPr>
        <w:footnoteReference w:id="1"/>
      </w:r>
      <w:r w:rsidRPr="00BC7CC3">
        <w:t xml:space="preserve"> submitted to a Member State of the European Union for the scientific evaluation by the European Food Safety Authority (EFSA).</w:t>
      </w:r>
    </w:p>
    <w:p w:rsidR="00D03960" w:rsidRPr="00BC7CC3" w:rsidRDefault="00D03960" w:rsidP="00FD24B2">
      <w:pPr>
        <w:pStyle w:val="EFSABodytext"/>
      </w:pPr>
      <w:r w:rsidRPr="00180798">
        <w:rPr>
          <w:u w:val="single"/>
        </w:rPr>
        <w:t>Note</w:t>
      </w:r>
      <w:r w:rsidRPr="00DC2F55">
        <w:t xml:space="preserve">: The summary of the application should not contain confidential data. For claims falling under the scope of Article 14, </w:t>
      </w:r>
      <w:r w:rsidRPr="00DC2F55">
        <w:rPr>
          <w:rFonts w:cs="Tahoma"/>
          <w:color w:val="000000" w:themeColor="text1"/>
        </w:rPr>
        <w:t>EFSA will make public the summary of the application as provided by the applicant.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6"/>
      </w:tblGrid>
      <w:tr w:rsidR="00D03960" w:rsidRPr="00BC7CC3" w:rsidTr="003367F6"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960" w:rsidRPr="00BC7CC3" w:rsidRDefault="00D03960" w:rsidP="003367F6">
            <w:pPr>
              <w:pStyle w:val="EFSABodytext"/>
              <w:spacing w:before="120"/>
              <w:rPr>
                <w:b/>
              </w:rPr>
            </w:pPr>
            <w:r w:rsidRPr="00BC7CC3">
              <w:rPr>
                <w:b/>
              </w:rPr>
              <w:t xml:space="preserve">General information </w:t>
            </w:r>
          </w:p>
        </w:tc>
      </w:tr>
      <w:tr w:rsidR="00D03960" w:rsidRPr="00BC7CC3" w:rsidTr="003367F6">
        <w:tc>
          <w:tcPr>
            <w:tcW w:w="9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960" w:rsidRPr="005F37BA" w:rsidRDefault="00D03960" w:rsidP="003367F6">
            <w:pPr>
              <w:pStyle w:val="EFSABodytext"/>
              <w:rPr>
                <w:b/>
                <w:sz w:val="8"/>
                <w:szCs w:val="8"/>
              </w:rPr>
            </w:pPr>
          </w:p>
        </w:tc>
      </w:tr>
      <w:tr w:rsidR="00D03960" w:rsidRPr="00BC7CC3" w:rsidTr="003367F6">
        <w:tc>
          <w:tcPr>
            <w:tcW w:w="9286" w:type="dxa"/>
            <w:tcBorders>
              <w:top w:val="single" w:sz="4" w:space="0" w:color="auto"/>
            </w:tcBorders>
          </w:tcPr>
          <w:p w:rsidR="00D03960" w:rsidRPr="00BC7CC3" w:rsidRDefault="00D03960" w:rsidP="003367F6">
            <w:pPr>
              <w:pStyle w:val="EFSABodytext"/>
              <w:spacing w:before="120"/>
            </w:pPr>
            <w:r w:rsidRPr="00BC7CC3">
              <w:t>Applicant</w:t>
            </w:r>
            <w:r w:rsidRPr="00BC7CC3">
              <w:rPr>
                <w:rStyle w:val="FootnoteReference"/>
              </w:rPr>
              <w:footnoteReference w:id="2"/>
            </w:r>
            <w:r w:rsidRPr="00BC7CC3">
              <w:t xml:space="preserve">: </w:t>
            </w:r>
          </w:p>
          <w:tbl>
            <w:tblPr>
              <w:tblStyle w:val="TableGrid"/>
              <w:tblW w:w="0" w:type="auto"/>
              <w:tblInd w:w="5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99"/>
              <w:gridCol w:w="5794"/>
            </w:tblGrid>
            <w:tr w:rsidR="00DD6A74" w:rsidTr="003D212B">
              <w:tc>
                <w:tcPr>
                  <w:tcW w:w="2699" w:type="dxa"/>
                </w:tcPr>
                <w:p w:rsidR="00DD6A74" w:rsidRDefault="00DD6A74" w:rsidP="003D212B">
                  <w:pPr>
                    <w:pStyle w:val="EFSABodytext"/>
                    <w:rPr>
                      <w:b/>
                    </w:rPr>
                  </w:pPr>
                  <w:r w:rsidRPr="00BC7CC3">
                    <w:t>(Company) Name:</w:t>
                  </w:r>
                </w:p>
              </w:tc>
              <w:tc>
                <w:tcPr>
                  <w:tcW w:w="5794" w:type="dxa"/>
                </w:tcPr>
                <w:p w:rsidR="00DD6A74" w:rsidRDefault="001C3F86" w:rsidP="003D212B">
                  <w:pPr>
                    <w:pStyle w:val="EFSABodytext"/>
                    <w:rPr>
                      <w:b/>
                    </w:rPr>
                  </w:pPr>
                  <w:sdt>
                    <w:sdtPr>
                      <w:id w:val="-1284195354"/>
                      <w:placeholder>
                        <w:docPart w:val="516B4C0A254E459D831BAED2807684DA"/>
                      </w:placeholder>
                      <w:showingPlcHdr/>
                    </w:sdtPr>
                    <w:sdtEndPr/>
                    <w:sdtContent>
                      <w:bookmarkStart w:id="0" w:name="_GoBack"/>
                      <w:r w:rsidR="00DD6A74">
                        <w:rPr>
                          <w:rStyle w:val="PlaceholderText"/>
                        </w:rPr>
                        <w:t>Company</w:t>
                      </w:r>
                      <w:bookmarkEnd w:id="0"/>
                    </w:sdtContent>
                  </w:sdt>
                </w:p>
              </w:tc>
            </w:tr>
            <w:tr w:rsidR="00DD6A74" w:rsidTr="003D212B">
              <w:tc>
                <w:tcPr>
                  <w:tcW w:w="2699" w:type="dxa"/>
                </w:tcPr>
                <w:p w:rsidR="00DD6A74" w:rsidRDefault="00DD6A74" w:rsidP="003D212B">
                  <w:pPr>
                    <w:pStyle w:val="EFSABodytext"/>
                    <w:rPr>
                      <w:b/>
                    </w:rPr>
                  </w:pPr>
                  <w:r w:rsidRPr="00BC7CC3">
                    <w:t xml:space="preserve">Address:     </w:t>
                  </w:r>
                </w:p>
              </w:tc>
              <w:tc>
                <w:tcPr>
                  <w:tcW w:w="5794" w:type="dxa"/>
                </w:tcPr>
                <w:p w:rsidR="00DD6A74" w:rsidRDefault="001C3F86" w:rsidP="003D212B">
                  <w:pPr>
                    <w:pStyle w:val="EFSABodytext"/>
                    <w:rPr>
                      <w:b/>
                    </w:rPr>
                  </w:pPr>
                  <w:sdt>
                    <w:sdtPr>
                      <w:id w:val="-1793135050"/>
                      <w:placeholder>
                        <w:docPart w:val="50069C8E007149688B6DCEFEE1E7E40E"/>
                      </w:placeholder>
                      <w:showingPlcHdr/>
                    </w:sdtPr>
                    <w:sdtEndPr/>
                    <w:sdtContent>
                      <w:r w:rsidR="00DD6A74">
                        <w:rPr>
                          <w:rStyle w:val="PlaceholderText"/>
                        </w:rPr>
                        <w:t>Address line</w:t>
                      </w:r>
                    </w:sdtContent>
                  </w:sdt>
                </w:p>
              </w:tc>
            </w:tr>
            <w:tr w:rsidR="00DD6A74" w:rsidTr="003D212B">
              <w:tc>
                <w:tcPr>
                  <w:tcW w:w="2699" w:type="dxa"/>
                </w:tcPr>
                <w:p w:rsidR="00DD6A74" w:rsidRDefault="00DD6A74" w:rsidP="003D212B">
                  <w:pPr>
                    <w:pStyle w:val="EFSABodytext"/>
                    <w:rPr>
                      <w:b/>
                    </w:rPr>
                  </w:pPr>
                  <w:r w:rsidRPr="00BC7CC3">
                    <w:t>Country:</w:t>
                  </w:r>
                </w:p>
              </w:tc>
              <w:tc>
                <w:tcPr>
                  <w:tcW w:w="5794" w:type="dxa"/>
                </w:tcPr>
                <w:p w:rsidR="00DD6A74" w:rsidRDefault="001C3F86" w:rsidP="003D212B">
                  <w:pPr>
                    <w:pStyle w:val="EFSABodytext"/>
                    <w:rPr>
                      <w:b/>
                    </w:rPr>
                  </w:pPr>
                  <w:sdt>
                    <w:sdtPr>
                      <w:id w:val="-267933464"/>
                      <w:placeholder>
                        <w:docPart w:val="1BE4D04E6F4A49F88A762BC96C73C3B4"/>
                      </w:placeholder>
                      <w:showingPlcHdr/>
                    </w:sdtPr>
                    <w:sdtEndPr/>
                    <w:sdtContent>
                      <w:r w:rsidR="00DD6A74">
                        <w:rPr>
                          <w:rStyle w:val="PlaceholderText"/>
                        </w:rPr>
                        <w:t>Country</w:t>
                      </w:r>
                    </w:sdtContent>
                  </w:sdt>
                </w:p>
              </w:tc>
            </w:tr>
          </w:tbl>
          <w:p w:rsidR="00D03960" w:rsidRPr="00BC7CC3" w:rsidRDefault="00D03960" w:rsidP="00FD24B2">
            <w:pPr>
              <w:pStyle w:val="EFSABodytext"/>
              <w:tabs>
                <w:tab w:val="left" w:pos="2410"/>
              </w:tabs>
              <w:ind w:left="284"/>
            </w:pPr>
          </w:p>
        </w:tc>
      </w:tr>
    </w:tbl>
    <w:p w:rsidR="00D03960" w:rsidRPr="00BC7CC3" w:rsidRDefault="00D03960" w:rsidP="005F37BA">
      <w:pPr>
        <w:pStyle w:val="EFSABodytext"/>
        <w:spacing w:after="0"/>
      </w:pPr>
      <w:r w:rsidRPr="00BC7CC3">
        <w:tab/>
      </w:r>
      <w:r w:rsidRPr="00BC7CC3">
        <w:tab/>
        <w:t xml:space="preserve">     </w:t>
      </w:r>
    </w:p>
    <w:p w:rsidR="00D03960" w:rsidRPr="00BC7CC3" w:rsidRDefault="00D03960" w:rsidP="00D03960">
      <w:pPr>
        <w:pStyle w:val="EFSABodytext"/>
      </w:pPr>
      <w:r w:rsidRPr="00BC7CC3">
        <w:t>Recipient Member State of Application:</w:t>
      </w:r>
    </w:p>
    <w:sdt>
      <w:sdtPr>
        <w:id w:val="-1707009876"/>
        <w:placeholder>
          <w:docPart w:val="494D5730C0254870949CBD556C6E5D3B"/>
        </w:placeholder>
        <w:showingPlcHdr/>
      </w:sdtPr>
      <w:sdtEndPr/>
      <w:sdtContent>
        <w:p w:rsidR="00D03960" w:rsidRPr="00BC7CC3" w:rsidRDefault="0033733C" w:rsidP="0033733C">
          <w:pPr>
            <w:pStyle w:val="EFSABodytext"/>
            <w:ind w:firstLine="426"/>
          </w:pPr>
          <w:r>
            <w:rPr>
              <w:rStyle w:val="PlaceholderText"/>
            </w:rPr>
            <w:t>MS receiving the application</w:t>
          </w:r>
        </w:p>
      </w:sdtContent>
    </w:sdt>
    <w:p w:rsidR="00D03960" w:rsidRPr="00BC7CC3" w:rsidRDefault="00D03960" w:rsidP="00D03960">
      <w:pPr>
        <w:pStyle w:val="EFSABodytext"/>
        <w:rPr>
          <w:u w:val="single"/>
        </w:rPr>
      </w:pPr>
      <w:r w:rsidRPr="00BC7CC3">
        <w:rPr>
          <w:u w:val="single"/>
        </w:rPr>
        <w:t>This application concerns:</w:t>
      </w:r>
    </w:p>
    <w:p w:rsidR="00D03960" w:rsidRPr="00BC7CC3" w:rsidRDefault="001C3F86" w:rsidP="0010574C">
      <w:pPr>
        <w:pStyle w:val="EFSABodytext"/>
        <w:ind w:left="284"/>
      </w:pPr>
      <w:sdt>
        <w:sdtPr>
          <w:rPr>
            <w:szCs w:val="24"/>
          </w:rPr>
          <w:id w:val="683250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33C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03960" w:rsidRPr="00BC7CC3">
        <w:tab/>
        <w:t xml:space="preserve">a health claim pursuant to Article 13(5) of Regulation (EC) No 1924/2006 </w:t>
      </w:r>
    </w:p>
    <w:p w:rsidR="00D03960" w:rsidRPr="00BC7CC3" w:rsidRDefault="001C3F86" w:rsidP="0010574C">
      <w:pPr>
        <w:pStyle w:val="EFSABodytext"/>
        <w:ind w:left="719" w:hanging="435"/>
      </w:pPr>
      <w:sdt>
        <w:sdtPr>
          <w:rPr>
            <w:szCs w:val="24"/>
          </w:rPr>
          <w:id w:val="327176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33C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03960" w:rsidRPr="00BC7CC3">
        <w:tab/>
        <w:t>a health claim referring to disease risk reduction pursuant to Article 14 of Regulation (EC) No</w:t>
      </w:r>
      <w:r w:rsidR="0033733C">
        <w:t> </w:t>
      </w:r>
      <w:r w:rsidR="00D03960" w:rsidRPr="00BC7CC3">
        <w:t>1924/2006</w:t>
      </w:r>
    </w:p>
    <w:p w:rsidR="00D03960" w:rsidRPr="00BC7CC3" w:rsidRDefault="001C3F86" w:rsidP="0010574C">
      <w:pPr>
        <w:pStyle w:val="EFSABodytext"/>
        <w:ind w:left="719" w:hanging="435"/>
      </w:pPr>
      <w:sdt>
        <w:sdtPr>
          <w:rPr>
            <w:szCs w:val="24"/>
          </w:rPr>
          <w:id w:val="1430385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33C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03960" w:rsidRPr="00BC7CC3">
        <w:tab/>
        <w:t>a health claim referring to children’s development and health pursuant to Article 14 of Regulation (EC) No 1924/2006</w:t>
      </w:r>
    </w:p>
    <w:p w:rsidR="00D03960" w:rsidRPr="00BC7CC3" w:rsidRDefault="001C3F86" w:rsidP="0010574C">
      <w:pPr>
        <w:pStyle w:val="EFSABodytext"/>
        <w:ind w:left="709" w:hanging="425"/>
      </w:pPr>
      <w:sdt>
        <w:sdtPr>
          <w:rPr>
            <w:szCs w:val="24"/>
          </w:rPr>
          <w:id w:val="-1869757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33C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03960" w:rsidRPr="00BC7CC3">
        <w:tab/>
        <w:t xml:space="preserve">a modification of an existing health claim authorisation in accordance with Article 19 of Regulation (EC) No 1924/2006 </w:t>
      </w:r>
    </w:p>
    <w:p w:rsidR="00D03960" w:rsidRPr="00BC7CC3" w:rsidRDefault="00D03960" w:rsidP="0010574C">
      <w:pPr>
        <w:pStyle w:val="EFSABodytext"/>
        <w:ind w:firstLine="851"/>
      </w:pPr>
      <w:r w:rsidRPr="00BC7CC3">
        <w:t>Please specify:</w:t>
      </w:r>
    </w:p>
    <w:p w:rsidR="00D03960" w:rsidRPr="00BC7CC3" w:rsidRDefault="001C3F86" w:rsidP="0010574C">
      <w:pPr>
        <w:pStyle w:val="EFSABodytext"/>
        <w:ind w:left="992" w:firstLine="1"/>
      </w:pPr>
      <w:sdt>
        <w:sdtPr>
          <w:rPr>
            <w:szCs w:val="24"/>
          </w:rPr>
          <w:id w:val="-848180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74C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10574C">
        <w:tab/>
      </w:r>
      <w:r w:rsidR="0033733C">
        <w:t>m</w:t>
      </w:r>
      <w:r w:rsidR="00D03960" w:rsidRPr="00BC7CC3">
        <w:t>odification of an authorised Article 14 health claim</w:t>
      </w:r>
    </w:p>
    <w:p w:rsidR="00D03960" w:rsidRPr="00BC7CC3" w:rsidRDefault="001C3F86" w:rsidP="0010574C">
      <w:pPr>
        <w:pStyle w:val="EFSABodytext"/>
        <w:ind w:left="992" w:firstLine="1"/>
      </w:pPr>
      <w:sdt>
        <w:sdtPr>
          <w:rPr>
            <w:szCs w:val="24"/>
          </w:rPr>
          <w:id w:val="741455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7F87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03960" w:rsidRPr="00BC7CC3">
        <w:tab/>
      </w:r>
      <w:r w:rsidR="0033733C">
        <w:t>m</w:t>
      </w:r>
      <w:r w:rsidR="00D03960" w:rsidRPr="00BC7CC3">
        <w:t>odification of an authorised Article 13(5) health claim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6"/>
      </w:tblGrid>
      <w:tr w:rsidR="00D03960" w:rsidRPr="00BC7CC3" w:rsidTr="003367F6">
        <w:tc>
          <w:tcPr>
            <w:tcW w:w="9286" w:type="dxa"/>
            <w:vAlign w:val="center"/>
          </w:tcPr>
          <w:p w:rsidR="00D03960" w:rsidRPr="00BC7CC3" w:rsidRDefault="00D03960" w:rsidP="003367F6">
            <w:pPr>
              <w:pStyle w:val="EFSABodytext"/>
              <w:spacing w:before="120"/>
              <w:rPr>
                <w:b/>
              </w:rPr>
            </w:pPr>
            <w:r w:rsidRPr="00BC7CC3">
              <w:rPr>
                <w:b/>
              </w:rPr>
              <w:t>Health claim particulars</w:t>
            </w:r>
          </w:p>
        </w:tc>
      </w:tr>
    </w:tbl>
    <w:p w:rsidR="00D03960" w:rsidRDefault="00D03960" w:rsidP="00D03960">
      <w:pPr>
        <w:pStyle w:val="EFSABodytext"/>
        <w:spacing w:before="240"/>
      </w:pPr>
      <w:r>
        <w:t xml:space="preserve">Specify the food/constituent: </w:t>
      </w:r>
    </w:p>
    <w:sdt>
      <w:sdtPr>
        <w:id w:val="1345285372"/>
        <w:showingPlcHdr/>
      </w:sdtPr>
      <w:sdtEndPr/>
      <w:sdtContent>
        <w:p w:rsidR="00D03960" w:rsidRPr="00BC7CC3" w:rsidRDefault="0033733C" w:rsidP="00967F87">
          <w:pPr>
            <w:pStyle w:val="EFSABodytext"/>
            <w:ind w:left="426"/>
          </w:pPr>
          <w:r>
            <w:rPr>
              <w:rStyle w:val="PlaceholderText"/>
            </w:rPr>
            <w:t>Food/constituent</w:t>
          </w:r>
        </w:p>
      </w:sdtContent>
    </w:sdt>
    <w:p w:rsidR="00D03960" w:rsidRPr="00BC7CC3" w:rsidRDefault="00D03960" w:rsidP="00D03960">
      <w:pPr>
        <w:pStyle w:val="EFSABodytext"/>
      </w:pPr>
      <w:r w:rsidRPr="00305CF7">
        <w:t xml:space="preserve">Describe the relationship between the food/constituent and the claimed effect, including the outcome variable(s) used to assess the claimed effect </w:t>
      </w:r>
      <w:r w:rsidRPr="00E14410">
        <w:rPr>
          <w:i/>
        </w:rPr>
        <w:t>in vivo</w:t>
      </w:r>
      <w:r w:rsidRPr="00305CF7">
        <w:t xml:space="preserve"> in humans and the methods of measurement</w:t>
      </w:r>
      <w:r w:rsidRPr="00BC7CC3">
        <w:t>:</w:t>
      </w:r>
    </w:p>
    <w:sdt>
      <w:sdtPr>
        <w:id w:val="1627507998"/>
        <w:showingPlcHdr/>
      </w:sdtPr>
      <w:sdtEndPr/>
      <w:sdtContent>
        <w:p w:rsidR="00D03960" w:rsidRPr="00BC7CC3" w:rsidRDefault="0033733C" w:rsidP="00967F87">
          <w:pPr>
            <w:pStyle w:val="EFSABodytext"/>
            <w:ind w:left="426"/>
          </w:pPr>
          <w:r>
            <w:rPr>
              <w:rStyle w:val="PlaceholderText"/>
            </w:rPr>
            <w:t>Relationship between food/constituent and claimed effect</w:t>
          </w:r>
        </w:p>
      </w:sdtContent>
    </w:sdt>
    <w:p w:rsidR="00D03960" w:rsidRPr="00BC7CC3" w:rsidRDefault="00D03960" w:rsidP="00D03960">
      <w:pPr>
        <w:pStyle w:val="EFSABodytext"/>
      </w:pPr>
      <w:r w:rsidRPr="00BC7CC3">
        <w:t xml:space="preserve">Proposal </w:t>
      </w:r>
      <w:r>
        <w:t>for</w:t>
      </w:r>
      <w:r w:rsidRPr="00BC7CC3">
        <w:t xml:space="preserve"> the wording of the health claim: </w:t>
      </w:r>
    </w:p>
    <w:sdt>
      <w:sdtPr>
        <w:id w:val="-528256546"/>
        <w:showingPlcHdr/>
      </w:sdtPr>
      <w:sdtEndPr/>
      <w:sdtContent>
        <w:p w:rsidR="00D03960" w:rsidRPr="00BC7CC3" w:rsidRDefault="0033733C" w:rsidP="00967F87">
          <w:pPr>
            <w:pStyle w:val="EFSABodytext"/>
            <w:ind w:left="426"/>
          </w:pPr>
          <w:r>
            <w:rPr>
              <w:rStyle w:val="PlaceholderText"/>
            </w:rPr>
            <w:t>Proposed wording</w:t>
          </w:r>
        </w:p>
      </w:sdtContent>
    </w:sdt>
    <w:p w:rsidR="00D03960" w:rsidRPr="00BC7CC3" w:rsidRDefault="00D03960" w:rsidP="00D03960">
      <w:pPr>
        <w:pStyle w:val="EFSABodytext"/>
        <w:spacing w:after="0"/>
      </w:pPr>
      <w:r w:rsidRPr="00BC7CC3">
        <w:t>Specify the conditions of use:</w:t>
      </w:r>
    </w:p>
    <w:sdt>
      <w:sdtPr>
        <w:id w:val="-357274283"/>
        <w:showingPlcHdr/>
      </w:sdtPr>
      <w:sdtEndPr/>
      <w:sdtContent>
        <w:p w:rsidR="00D03960" w:rsidRDefault="0033733C" w:rsidP="00967F87">
          <w:pPr>
            <w:pStyle w:val="EFSABodytext"/>
            <w:spacing w:before="120" w:after="0"/>
            <w:ind w:left="426"/>
          </w:pPr>
          <w:r>
            <w:rPr>
              <w:rStyle w:val="PlaceholderText"/>
            </w:rPr>
            <w:t>Conditions of use</w:t>
          </w:r>
        </w:p>
      </w:sdtContent>
    </w:sdt>
    <w:sectPr w:rsidR="00D03960" w:rsidSect="005F37B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418" w:bottom="851" w:left="1418" w:header="709" w:footer="393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0B3" w:rsidRDefault="00B870B3" w:rsidP="00214C6C">
      <w:pPr>
        <w:spacing w:after="0" w:line="240" w:lineRule="auto"/>
      </w:pPr>
      <w:r>
        <w:separator/>
      </w:r>
    </w:p>
  </w:endnote>
  <w:endnote w:type="continuationSeparator" w:id="0">
    <w:p w:rsidR="00B870B3" w:rsidRDefault="00B870B3" w:rsidP="00214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3F4" w:rsidRDefault="009903F4">
    <w:pPr>
      <w:pStyle w:val="EFSAFooter"/>
    </w:pPr>
    <w:r>
      <w:t>www.efsa.europa.eu/efsajournal</w:t>
    </w: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10</w:t>
    </w:r>
    <w:r>
      <w:fldChar w:fldCharType="end"/>
    </w:r>
    <w:r>
      <w:tab/>
      <w:t xml:space="preserve">EFSA Journal </w:t>
    </w:r>
    <w:r>
      <w:rPr>
        <w:shd w:val="clear" w:color="auto" w:fill="FFFF00"/>
      </w:rPr>
      <w:t>20XX: volume(issue):xxxx</w:t>
    </w:r>
    <w:r>
      <w:rPr>
        <w:noProof/>
        <w:lang w:eastAsia="en-GB"/>
      </w:rPr>
      <w:drawing>
        <wp:inline distT="0" distB="0" distL="0" distR="0" wp14:anchorId="1F04961C" wp14:editId="0DFF7A48">
          <wp:extent cx="8277225" cy="38100"/>
          <wp:effectExtent l="0" t="0" r="9525" b="0"/>
          <wp:docPr id="109" name="Picture 1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n-GB"/>
      </w:rPr>
      <w:drawing>
        <wp:inline distT="0" distB="0" distL="0" distR="0" wp14:anchorId="1D02C1EC" wp14:editId="0DD64332">
          <wp:extent cx="8277225" cy="38100"/>
          <wp:effectExtent l="0" t="0" r="9525" b="0"/>
          <wp:docPr id="110" name="Picture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n-GB"/>
      </w:rPr>
      <w:drawing>
        <wp:inline distT="0" distB="0" distL="0" distR="0" wp14:anchorId="6FDC7B13" wp14:editId="786A84A8">
          <wp:extent cx="8277225" cy="38100"/>
          <wp:effectExtent l="0" t="0" r="9525" b="0"/>
          <wp:docPr id="111" name="Picture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n-GB"/>
      </w:rPr>
      <w:drawing>
        <wp:inline distT="0" distB="0" distL="0" distR="0" wp14:anchorId="29700B82" wp14:editId="4A76320C">
          <wp:extent cx="8277225" cy="38100"/>
          <wp:effectExtent l="0" t="0" r="9525" b="0"/>
          <wp:docPr id="112" name="Pictur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n-GB"/>
      </w:rPr>
      <w:drawing>
        <wp:inline distT="0" distB="0" distL="0" distR="0" wp14:anchorId="336ADC90" wp14:editId="259C50DD">
          <wp:extent cx="8277225" cy="38100"/>
          <wp:effectExtent l="0" t="0" r="9525" b="0"/>
          <wp:docPr id="113" name="Picture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n-GB"/>
      </w:rPr>
      <w:drawing>
        <wp:inline distT="0" distB="0" distL="0" distR="0" wp14:anchorId="78D6EBE0" wp14:editId="6823D60D">
          <wp:extent cx="8277225" cy="38100"/>
          <wp:effectExtent l="0" t="0" r="9525" b="0"/>
          <wp:docPr id="114" name="Picture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n-GB"/>
      </w:rPr>
      <w:drawing>
        <wp:inline distT="0" distB="0" distL="0" distR="0" wp14:anchorId="41D79D4B" wp14:editId="07BA27A8">
          <wp:extent cx="8277225" cy="38100"/>
          <wp:effectExtent l="0" t="0" r="9525" b="0"/>
          <wp:docPr id="115" name="Picture 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n-GB"/>
      </w:rPr>
      <w:drawing>
        <wp:inline distT="0" distB="0" distL="0" distR="0" wp14:anchorId="0B90109B" wp14:editId="30D9C31B">
          <wp:extent cx="8277225" cy="38100"/>
          <wp:effectExtent l="0" t="0" r="9525" b="0"/>
          <wp:docPr id="116" name="Picture 1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n-GB"/>
      </w:rPr>
      <w:drawing>
        <wp:inline distT="0" distB="0" distL="0" distR="0" wp14:anchorId="2D1EB083" wp14:editId="0D6652EE">
          <wp:extent cx="8277225" cy="38100"/>
          <wp:effectExtent l="0" t="0" r="9525" b="0"/>
          <wp:docPr id="117" name="Picture 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n-GB"/>
      </w:rPr>
      <w:drawing>
        <wp:inline distT="0" distB="0" distL="0" distR="0" wp14:anchorId="298836ED" wp14:editId="69AFD9FE">
          <wp:extent cx="8277225" cy="38100"/>
          <wp:effectExtent l="0" t="0" r="9525" b="0"/>
          <wp:docPr id="118" name="Picture 1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n-GB"/>
      </w:rPr>
      <w:drawing>
        <wp:inline distT="0" distB="0" distL="0" distR="0" wp14:anchorId="1A4AD272" wp14:editId="43782BD7">
          <wp:extent cx="8277225" cy="38100"/>
          <wp:effectExtent l="0" t="0" r="9525" b="0"/>
          <wp:docPr id="119" name="Picture 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n-GB"/>
      </w:rPr>
      <w:drawing>
        <wp:inline distT="0" distB="0" distL="0" distR="0" wp14:anchorId="7436BB6E" wp14:editId="72C1737A">
          <wp:extent cx="8277225" cy="38100"/>
          <wp:effectExtent l="0" t="0" r="9525" b="0"/>
          <wp:docPr id="120" name="Picture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n-GB"/>
      </w:rPr>
      <w:drawing>
        <wp:inline distT="0" distB="0" distL="0" distR="0" wp14:anchorId="02780D94" wp14:editId="52AD9CCA">
          <wp:extent cx="8277225" cy="38100"/>
          <wp:effectExtent l="0" t="0" r="9525" b="0"/>
          <wp:docPr id="121" name="Picture 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n-GB"/>
      </w:rPr>
      <w:drawing>
        <wp:inline distT="0" distB="0" distL="0" distR="0" wp14:anchorId="6964C9CC" wp14:editId="5A9E94D6">
          <wp:extent cx="8277225" cy="38100"/>
          <wp:effectExtent l="0" t="0" r="9525" b="0"/>
          <wp:docPr id="122" name="Picture 1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n-GB"/>
      </w:rPr>
      <w:drawing>
        <wp:inline distT="0" distB="0" distL="0" distR="0" wp14:anchorId="10C0CE01" wp14:editId="4FABC44B">
          <wp:extent cx="8277225" cy="38100"/>
          <wp:effectExtent l="0" t="0" r="9525" b="0"/>
          <wp:docPr id="123" name="Picture 1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n-GB"/>
      </w:rPr>
      <w:drawing>
        <wp:inline distT="0" distB="0" distL="0" distR="0" wp14:anchorId="0B96597A" wp14:editId="21F343D6">
          <wp:extent cx="8277225" cy="38100"/>
          <wp:effectExtent l="0" t="0" r="9525" b="0"/>
          <wp:docPr id="124" name="Picture 1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n-GB"/>
      </w:rPr>
      <w:drawing>
        <wp:anchor distT="0" distB="0" distL="114300" distR="114300" simplePos="0" relativeHeight="251649024" behindDoc="0" locked="0" layoutInCell="1" allowOverlap="1" wp14:anchorId="0C7E2A28" wp14:editId="5F2409F6">
          <wp:simplePos x="0" y="0"/>
          <wp:positionH relativeFrom="column">
            <wp:posOffset>-722630</wp:posOffset>
          </wp:positionH>
          <wp:positionV relativeFrom="paragraph">
            <wp:posOffset>-44450</wp:posOffset>
          </wp:positionV>
          <wp:extent cx="7559675" cy="35560"/>
          <wp:effectExtent l="0" t="0" r="3175" b="2540"/>
          <wp:wrapNone/>
          <wp:docPr id="12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355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03F4" w:rsidRDefault="009903F4"/>
  <w:p w:rsidR="009903F4" w:rsidRDefault="009903F4"/>
  <w:p w:rsidR="009903F4" w:rsidRDefault="009903F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6"/>
    </w:tblGrid>
    <w:tr w:rsidR="009903F4" w:rsidRPr="00EA0C60" w:rsidTr="00CB13F3">
      <w:trPr>
        <w:trHeight w:val="98"/>
      </w:trPr>
      <w:tc>
        <w:tcPr>
          <w:tcW w:w="5000" w:type="pct"/>
        </w:tcPr>
        <w:tbl>
          <w:tblPr>
            <w:tblStyle w:val="TableGrid"/>
            <w:tblW w:w="5000" w:type="pc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566"/>
            <w:gridCol w:w="1801"/>
            <w:gridCol w:w="3703"/>
          </w:tblGrid>
          <w:tr w:rsidR="0040400B" w:rsidRPr="002623C1" w:rsidTr="00A41E7C">
            <w:trPr>
              <w:trHeight w:val="98"/>
            </w:trPr>
            <w:tc>
              <w:tcPr>
                <w:tcW w:w="5000" w:type="pct"/>
                <w:gridSpan w:val="3"/>
              </w:tcPr>
              <w:p w:rsidR="0040400B" w:rsidRPr="002623C1" w:rsidRDefault="0040400B" w:rsidP="00A41E7C">
                <w:pPr>
                  <w:pStyle w:val="EFSAFooter"/>
                  <w:rPr>
                    <w:rFonts w:asciiTheme="minorHAnsi" w:hAnsiTheme="minorHAnsi"/>
                  </w:rPr>
                </w:pPr>
                <w:r w:rsidRPr="002623C1">
                  <w:rPr>
                    <w:noProof/>
                  </w:rPr>
                  <w:drawing>
                    <wp:inline distT="0" distB="0" distL="0" distR="0" wp14:anchorId="049EFC83" wp14:editId="6249CE68">
                      <wp:extent cx="5760000" cy="32400"/>
                      <wp:effectExtent l="0" t="0" r="0" b="5715"/>
                      <wp:docPr id="387" name="Picture 38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header-footer-landscape-02.jp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760000" cy="324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0400B" w:rsidRPr="002623C1" w:rsidTr="00A41E7C">
            <w:trPr>
              <w:trHeight w:val="97"/>
            </w:trPr>
            <w:tc>
              <w:tcPr>
                <w:tcW w:w="1966" w:type="pct"/>
              </w:tcPr>
              <w:p w:rsidR="0040400B" w:rsidRPr="002623C1" w:rsidRDefault="0040400B" w:rsidP="00A41E7C">
                <w:pPr>
                  <w:pStyle w:val="EFSAFooter"/>
                </w:pPr>
              </w:p>
            </w:tc>
            <w:tc>
              <w:tcPr>
                <w:tcW w:w="992" w:type="pct"/>
              </w:tcPr>
              <w:p w:rsidR="0040400B" w:rsidRPr="002623C1" w:rsidRDefault="0040400B" w:rsidP="00A41E7C">
                <w:pPr>
                  <w:pStyle w:val="EFSAFooter"/>
                </w:pPr>
              </w:p>
            </w:tc>
            <w:tc>
              <w:tcPr>
                <w:tcW w:w="2042" w:type="pct"/>
              </w:tcPr>
              <w:p w:rsidR="0040400B" w:rsidRPr="002623C1" w:rsidRDefault="0040400B" w:rsidP="00A41E7C">
                <w:pPr>
                  <w:pStyle w:val="EFSAFooter"/>
                  <w:jc w:val="right"/>
                </w:pPr>
              </w:p>
            </w:tc>
          </w:tr>
        </w:tbl>
        <w:p w:rsidR="009903F4" w:rsidRPr="002623C1" w:rsidRDefault="009903F4" w:rsidP="00CB13F3">
          <w:pPr>
            <w:pStyle w:val="EFSAFooter"/>
            <w:rPr>
              <w:rFonts w:asciiTheme="minorHAnsi" w:hAnsiTheme="minorHAnsi"/>
            </w:rPr>
          </w:pPr>
        </w:p>
      </w:tc>
    </w:tr>
  </w:tbl>
  <w:p w:rsidR="009903F4" w:rsidRPr="00633AFB" w:rsidRDefault="009903F4" w:rsidP="00633AFB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0B3" w:rsidRDefault="00B870B3" w:rsidP="00214C6C">
      <w:pPr>
        <w:spacing w:after="0" w:line="240" w:lineRule="auto"/>
      </w:pPr>
      <w:r>
        <w:separator/>
      </w:r>
    </w:p>
  </w:footnote>
  <w:footnote w:type="continuationSeparator" w:id="0">
    <w:p w:rsidR="00B870B3" w:rsidRDefault="00B870B3" w:rsidP="00214C6C">
      <w:pPr>
        <w:spacing w:after="0" w:line="240" w:lineRule="auto"/>
      </w:pPr>
      <w:r>
        <w:continuationSeparator/>
      </w:r>
    </w:p>
  </w:footnote>
  <w:footnote w:id="1">
    <w:p w:rsidR="00D03960" w:rsidRDefault="00D03960" w:rsidP="00D03960">
      <w:pPr>
        <w:pStyle w:val="EFSAFootnote"/>
      </w:pPr>
      <w:r>
        <w:rPr>
          <w:rStyle w:val="FootnoteReference"/>
        </w:rPr>
        <w:footnoteRef/>
      </w:r>
      <w:r>
        <w:t xml:space="preserve"> </w:t>
      </w:r>
      <w:r w:rsidR="005F37BA">
        <w:tab/>
      </w:r>
      <w:r w:rsidRPr="00267462">
        <w:t>Regulation (EC) No 1924/2006 of the European Parliament and of the Council of 20 December 2006 on nutrition and health claims made on foods. OJ L 404, 30.12.2006, p. 9–25.</w:t>
      </w:r>
    </w:p>
  </w:footnote>
  <w:footnote w:id="2">
    <w:p w:rsidR="00D03960" w:rsidRDefault="00D03960" w:rsidP="00D03960">
      <w:pPr>
        <w:pStyle w:val="EFSAFootnote"/>
      </w:pPr>
      <w:r>
        <w:rPr>
          <w:rStyle w:val="FootnoteReference"/>
        </w:rPr>
        <w:footnoteRef/>
      </w:r>
      <w:r>
        <w:t xml:space="preserve"> </w:t>
      </w:r>
      <w:r w:rsidR="005F37BA">
        <w:tab/>
      </w:r>
      <w:r w:rsidRPr="00736A9E">
        <w:t>In case more than one company or organisation submit an application, provide their names and addresses.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3F4" w:rsidRDefault="009903F4">
    <w:pPr>
      <w:pStyle w:val="EFSAShorttitle"/>
    </w:pPr>
    <w:r>
      <w:rPr>
        <w:shd w:val="clear" w:color="auto" w:fill="FFFF00"/>
      </w:rPr>
      <w:t>Short title</w:t>
    </w:r>
    <w:r>
      <w:t xml:space="preserve"> </w:t>
    </w:r>
    <w:r>
      <w:rPr>
        <w:noProof/>
        <w:lang w:eastAsia="en-GB"/>
      </w:rPr>
      <w:drawing>
        <wp:anchor distT="0" distB="0" distL="114300" distR="114300" simplePos="0" relativeHeight="251651072" behindDoc="1" locked="0" layoutInCell="1" allowOverlap="1" wp14:anchorId="524425CC" wp14:editId="1B6AF647">
          <wp:simplePos x="0" y="0"/>
          <wp:positionH relativeFrom="column">
            <wp:posOffset>5688965</wp:posOffset>
          </wp:positionH>
          <wp:positionV relativeFrom="paragraph">
            <wp:posOffset>-323850</wp:posOffset>
          </wp:positionV>
          <wp:extent cx="805815" cy="417195"/>
          <wp:effectExtent l="0" t="0" r="0" b="1905"/>
          <wp:wrapTight wrapText="bothSides">
            <wp:wrapPolygon edited="0">
              <wp:start x="0" y="0"/>
              <wp:lineTo x="0" y="20712"/>
              <wp:lineTo x="20936" y="20712"/>
              <wp:lineTo x="20936" y="0"/>
              <wp:lineTo x="0" y="0"/>
            </wp:wrapPolygon>
          </wp:wrapTight>
          <wp:docPr id="105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815" cy="417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3120" behindDoc="1" locked="0" layoutInCell="1" allowOverlap="1" wp14:anchorId="7176BC3C" wp14:editId="73203DB5">
          <wp:simplePos x="0" y="0"/>
          <wp:positionH relativeFrom="column">
            <wp:posOffset>-360045</wp:posOffset>
          </wp:positionH>
          <wp:positionV relativeFrom="paragraph">
            <wp:posOffset>144145</wp:posOffset>
          </wp:positionV>
          <wp:extent cx="7559675" cy="35560"/>
          <wp:effectExtent l="0" t="0" r="3175" b="2540"/>
          <wp:wrapSquare wrapText="bothSides"/>
          <wp:docPr id="106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355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03F4" w:rsidRDefault="009903F4"/>
  <w:p w:rsidR="009903F4" w:rsidRDefault="009903F4"/>
  <w:p w:rsidR="009903F4" w:rsidRDefault="009903F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19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1"/>
    </w:tblGrid>
    <w:tr w:rsidR="009903F4" w:rsidRPr="00EA0C60" w:rsidTr="00476213">
      <w:trPr>
        <w:trHeight w:val="109"/>
      </w:trPr>
      <w:tc>
        <w:tcPr>
          <w:tcW w:w="5000" w:type="pct"/>
        </w:tcPr>
        <w:p w:rsidR="009903F4" w:rsidRDefault="0040400B" w:rsidP="00476213">
          <w:pPr>
            <w:pStyle w:val="EFSAShorttitle"/>
            <w:rPr>
              <w:highlight w:val="yellow"/>
            </w:rPr>
          </w:pPr>
          <w:r w:rsidRPr="0040400B">
            <w:t>Guidance for the preparation and presentation of a health claim appli</w:t>
          </w:r>
          <w:r>
            <w:t>cation (Revision 2) – Appendix B (Summary of the application</w:t>
          </w:r>
          <w:r w:rsidRPr="0040400B">
            <w:t>)</w:t>
          </w:r>
        </w:p>
      </w:tc>
    </w:tr>
    <w:tr w:rsidR="009903F4" w:rsidRPr="00EA0C60" w:rsidTr="00476213">
      <w:trPr>
        <w:trHeight w:val="109"/>
      </w:trPr>
      <w:tc>
        <w:tcPr>
          <w:tcW w:w="5000" w:type="pct"/>
        </w:tcPr>
        <w:p w:rsidR="009903F4" w:rsidRPr="00EA0C60" w:rsidRDefault="009903F4" w:rsidP="00476213">
          <w:pPr>
            <w:pStyle w:val="EFSAShorttitle"/>
            <w:rPr>
              <w:noProof/>
              <w:sz w:val="2"/>
              <w:szCs w:val="2"/>
            </w:rPr>
          </w:pPr>
          <w:r w:rsidRPr="00EA0C60">
            <w:rPr>
              <w:noProof/>
              <w:sz w:val="2"/>
              <w:szCs w:val="2"/>
            </w:rPr>
            <w:drawing>
              <wp:anchor distT="0" distB="0" distL="114300" distR="114300" simplePos="0" relativeHeight="251702272" behindDoc="0" locked="0" layoutInCell="1" allowOverlap="1" wp14:anchorId="36EC48F5" wp14:editId="21B7B0C1">
                <wp:simplePos x="0" y="0"/>
                <wp:positionH relativeFrom="margin">
                  <wp:posOffset>76</wp:posOffset>
                </wp:positionH>
                <wp:positionV relativeFrom="paragraph">
                  <wp:posOffset>15875</wp:posOffset>
                </wp:positionV>
                <wp:extent cx="5759450" cy="35560"/>
                <wp:effectExtent l="0" t="0" r="0" b="2540"/>
                <wp:wrapNone/>
                <wp:docPr id="108" name="Picture 1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eader-footer-portrait-01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9450" cy="35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9903F4" w:rsidRPr="002623C1" w:rsidRDefault="009903F4" w:rsidP="00EA0C60">
    <w:pPr>
      <w:pStyle w:val="Header"/>
      <w:suppressLineNumbers w:val="0"/>
      <w:suppressAutoHyphens w:val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7734"/>
    <w:multiLevelType w:val="multilevel"/>
    <w:tmpl w:val="74207EA0"/>
    <w:styleLink w:val="EFSAheadinglist"/>
    <w:lvl w:ilvl="0">
      <w:start w:val="1"/>
      <w:numFmt w:val="decimal"/>
      <w:pStyle w:val="EFSAHeading1"/>
      <w:lvlText w:val="%1."/>
      <w:lvlJc w:val="left"/>
      <w:pPr>
        <w:ind w:left="1021" w:hanging="1021"/>
      </w:pPr>
      <w:rPr>
        <w:rFonts w:hint="default"/>
      </w:rPr>
    </w:lvl>
    <w:lvl w:ilvl="1">
      <w:start w:val="1"/>
      <w:numFmt w:val="decimal"/>
      <w:pStyle w:val="EFSAHeading2"/>
      <w:lvlText w:val="%1.%2."/>
      <w:lvlJc w:val="left"/>
      <w:pPr>
        <w:ind w:left="1021" w:hanging="1021"/>
      </w:pPr>
      <w:rPr>
        <w:rFonts w:hint="default"/>
      </w:rPr>
    </w:lvl>
    <w:lvl w:ilvl="2">
      <w:start w:val="1"/>
      <w:numFmt w:val="decimal"/>
      <w:pStyle w:val="EFSAHeading3"/>
      <w:lvlText w:val="%1.%2.%3."/>
      <w:lvlJc w:val="left"/>
      <w:pPr>
        <w:ind w:left="1021" w:hanging="1021"/>
      </w:pPr>
      <w:rPr>
        <w:rFonts w:hint="default"/>
      </w:rPr>
    </w:lvl>
    <w:lvl w:ilvl="3">
      <w:start w:val="1"/>
      <w:numFmt w:val="decimal"/>
      <w:pStyle w:val="EFSAHeading4"/>
      <w:lvlText w:val="%1.%2.%3.%4."/>
      <w:lvlJc w:val="left"/>
      <w:pPr>
        <w:ind w:left="1021" w:hanging="1021"/>
      </w:pPr>
      <w:rPr>
        <w:rFonts w:hint="default"/>
      </w:rPr>
    </w:lvl>
    <w:lvl w:ilvl="4">
      <w:start w:val="1"/>
      <w:numFmt w:val="none"/>
      <w:pStyle w:val="EFSA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abstractNum w:abstractNumId="1">
    <w:nsid w:val="28E76A47"/>
    <w:multiLevelType w:val="multilevel"/>
    <w:tmpl w:val="A0CEA056"/>
    <w:lvl w:ilvl="0">
      <w:start w:val="1"/>
      <w:numFmt w:val="decimal"/>
      <w:lvlText w:val="%1."/>
      <w:lvlJc w:val="left"/>
      <w:pPr>
        <w:ind w:left="1021" w:hanging="102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102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1" w:hanging="102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abstractNum w:abstractNumId="2">
    <w:nsid w:val="3CDE628E"/>
    <w:multiLevelType w:val="multilevel"/>
    <w:tmpl w:val="8EEEE2FE"/>
    <w:styleLink w:val="EFSAListbullets"/>
    <w:lvl w:ilvl="0">
      <w:start w:val="1"/>
      <w:numFmt w:val="bullet"/>
      <w:lvlText w:val=""/>
      <w:lvlJc w:val="left"/>
      <w:pPr>
        <w:tabs>
          <w:tab w:val="num" w:pos="0"/>
        </w:tabs>
        <w:ind w:left="720" w:hanging="363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357"/>
        </w:tabs>
        <w:ind w:left="1077" w:hanging="363"/>
      </w:pPr>
      <w:rPr>
        <w:rFonts w:ascii="Tahoma" w:hAnsi="Tahoma" w:hint="default"/>
        <w:caps w:val="0"/>
        <w:strike w:val="0"/>
        <w:dstrike w:val="0"/>
        <w:vanish w:val="0"/>
        <w:color w:val="auto"/>
        <w:sz w:val="20"/>
        <w:vertAlign w:val="baseline"/>
      </w:rPr>
    </w:lvl>
    <w:lvl w:ilvl="2">
      <w:start w:val="1"/>
      <w:numFmt w:val="bullet"/>
      <w:lvlText w:val="–"/>
      <w:lvlJc w:val="left"/>
      <w:pPr>
        <w:tabs>
          <w:tab w:val="num" w:pos="714"/>
        </w:tabs>
        <w:ind w:left="1434" w:hanging="363"/>
      </w:pPr>
      <w:rPr>
        <w:rFonts w:ascii="Tahoma" w:hAnsi="Tahoma" w:hint="default"/>
        <w:color w:val="auto"/>
        <w:sz w:val="20"/>
      </w:rPr>
    </w:lvl>
    <w:lvl w:ilvl="3">
      <w:start w:val="1"/>
      <w:numFmt w:val="bullet"/>
      <w:lvlText w:val="–"/>
      <w:lvlJc w:val="left"/>
      <w:pPr>
        <w:tabs>
          <w:tab w:val="num" w:pos="1071"/>
        </w:tabs>
        <w:ind w:left="1791" w:hanging="363"/>
      </w:pPr>
      <w:rPr>
        <w:rFonts w:ascii="Tahoma" w:hAnsi="Tahoma" w:hint="default"/>
        <w:color w:val="auto"/>
        <w:sz w:val="20"/>
      </w:rPr>
    </w:lvl>
    <w:lvl w:ilvl="4">
      <w:start w:val="1"/>
      <w:numFmt w:val="bullet"/>
      <w:lvlText w:val="–"/>
      <w:lvlJc w:val="left"/>
      <w:pPr>
        <w:tabs>
          <w:tab w:val="num" w:pos="1428"/>
        </w:tabs>
        <w:ind w:left="2148" w:hanging="363"/>
      </w:pPr>
      <w:rPr>
        <w:rFonts w:ascii="Tahoma" w:hAnsi="Tahoma" w:hint="default"/>
        <w:color w:val="auto"/>
        <w:sz w:val="20"/>
      </w:rPr>
    </w:lvl>
    <w:lvl w:ilvl="5">
      <w:start w:val="1"/>
      <w:numFmt w:val="bullet"/>
      <w:lvlText w:val="–"/>
      <w:lvlJc w:val="left"/>
      <w:pPr>
        <w:tabs>
          <w:tab w:val="num" w:pos="1785"/>
        </w:tabs>
        <w:ind w:left="2505" w:hanging="363"/>
      </w:pPr>
      <w:rPr>
        <w:rFonts w:ascii="Tahoma" w:hAnsi="Tahoma" w:hint="default"/>
        <w:color w:val="auto"/>
        <w:sz w:val="20"/>
      </w:rPr>
    </w:lvl>
    <w:lvl w:ilvl="6">
      <w:start w:val="1"/>
      <w:numFmt w:val="bullet"/>
      <w:lvlText w:val="–"/>
      <w:lvlJc w:val="left"/>
      <w:pPr>
        <w:tabs>
          <w:tab w:val="num" w:pos="2142"/>
        </w:tabs>
        <w:ind w:left="2862" w:hanging="363"/>
      </w:pPr>
      <w:rPr>
        <w:rFonts w:ascii="Tahoma" w:hAnsi="Tahoma" w:hint="default"/>
        <w:color w:val="auto"/>
        <w:sz w:val="20"/>
      </w:rPr>
    </w:lvl>
    <w:lvl w:ilvl="7">
      <w:start w:val="1"/>
      <w:numFmt w:val="bullet"/>
      <w:lvlText w:val="–"/>
      <w:lvlJc w:val="left"/>
      <w:pPr>
        <w:tabs>
          <w:tab w:val="num" w:pos="2499"/>
        </w:tabs>
        <w:ind w:left="3219" w:hanging="363"/>
      </w:pPr>
      <w:rPr>
        <w:rFonts w:ascii="Tahoma" w:hAnsi="Tahoma" w:hint="default"/>
        <w:color w:val="auto"/>
        <w:sz w:val="20"/>
      </w:rPr>
    </w:lvl>
    <w:lvl w:ilvl="8">
      <w:start w:val="1"/>
      <w:numFmt w:val="bullet"/>
      <w:lvlText w:val="–"/>
      <w:lvlJc w:val="left"/>
      <w:pPr>
        <w:tabs>
          <w:tab w:val="num" w:pos="2856"/>
        </w:tabs>
        <w:ind w:left="3576" w:hanging="363"/>
      </w:pPr>
      <w:rPr>
        <w:rFonts w:ascii="Tahoma" w:hAnsi="Tahoma" w:hint="default"/>
        <w:color w:val="auto"/>
        <w:sz w:val="20"/>
      </w:rPr>
    </w:lvl>
  </w:abstractNum>
  <w:abstractNum w:abstractNumId="3">
    <w:nsid w:val="46D21CDC"/>
    <w:multiLevelType w:val="hybridMultilevel"/>
    <w:tmpl w:val="FA10ED66"/>
    <w:lvl w:ilvl="0" w:tplc="EA8C86D6">
      <w:start w:val="1"/>
      <w:numFmt w:val="decimal"/>
      <w:pStyle w:val="EFSADocsprovided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BD6523"/>
    <w:multiLevelType w:val="hybridMultilevel"/>
    <w:tmpl w:val="0FBE2ED4"/>
    <w:lvl w:ilvl="0" w:tplc="AE06941E">
      <w:start w:val="1"/>
      <w:numFmt w:val="upperLetter"/>
      <w:lvlText w:val="Appendix %1 –"/>
      <w:lvlJc w:val="left"/>
      <w:pPr>
        <w:ind w:left="360" w:hanging="360"/>
      </w:pPr>
      <w:rPr>
        <w:rFonts w:ascii="Tahoma" w:hAnsi="Tahoma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>
    <w:nsid w:val="4D307082"/>
    <w:multiLevelType w:val="multilevel"/>
    <w:tmpl w:val="9EA212F4"/>
    <w:lvl w:ilvl="0">
      <w:start w:val="1"/>
      <w:numFmt w:val="upperLetter"/>
      <w:pStyle w:val="EFSAAppendixtitle"/>
      <w:lvlText w:val="Appendix %1 –"/>
      <w:lvlJc w:val="left"/>
      <w:pPr>
        <w:ind w:left="0" w:firstLine="0"/>
      </w:pPr>
      <w:rPr>
        <w:rFonts w:ascii="Tahoma" w:hAnsi="Tahoma" w:hint="default"/>
        <w:b/>
      </w:rPr>
    </w:lvl>
    <w:lvl w:ilvl="1">
      <w:start w:val="1"/>
      <w:numFmt w:val="decimal"/>
      <w:pStyle w:val="EFSAAppendixlevel1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EFSAAppendixlevel2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EFSAAppendixlevel3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6">
    <w:nsid w:val="50C734B1"/>
    <w:multiLevelType w:val="multilevel"/>
    <w:tmpl w:val="E06AC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1163" w:hanging="1021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304" w:hanging="1304"/>
      </w:pPr>
      <w:rPr>
        <w:rFonts w:ascii="Tahoma" w:hAnsi="Tahoma" w:cs="Tahoma" w:hint="default"/>
        <w:b/>
        <w:i w:val="0"/>
        <w:color w:val="7F7F7F" w:themeColor="text1" w:themeTint="80"/>
        <w:sz w:val="22"/>
      </w:rPr>
    </w:lvl>
    <w:lvl w:ilvl="3">
      <w:start w:val="1"/>
      <w:numFmt w:val="decimal"/>
      <w:isLgl/>
      <w:lvlText w:val="%1.%2.%3.%4"/>
      <w:lvlJc w:val="left"/>
      <w:pPr>
        <w:ind w:left="1588" w:hanging="1588"/>
      </w:pPr>
      <w:rPr>
        <w:rFonts w:ascii="Verdana" w:hAnsi="Verdana" w:hint="default"/>
        <w:b w:val="0"/>
        <w:i w:val="0"/>
        <w:color w:val="auto"/>
        <w:sz w:val="20"/>
      </w:rPr>
    </w:lvl>
    <w:lvl w:ilvl="4">
      <w:start w:val="1"/>
      <w:numFmt w:val="decimal"/>
      <w:isLgl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7">
    <w:nsid w:val="5741341D"/>
    <w:multiLevelType w:val="hybridMultilevel"/>
    <w:tmpl w:val="E2DCB8EA"/>
    <w:lvl w:ilvl="0" w:tplc="9C50387C">
      <w:start w:val="1"/>
      <w:numFmt w:val="decimal"/>
      <w:pStyle w:val="EFSAFiguretitle"/>
      <w:lvlText w:val="Figure %1: "/>
      <w:lvlJc w:val="left"/>
      <w:pPr>
        <w:ind w:left="720" w:hanging="360"/>
      </w:pPr>
      <w:rPr>
        <w:rFonts w:ascii="Tahoma" w:hAnsi="Tahoma" w:cs="Tahoma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BF359A"/>
    <w:multiLevelType w:val="hybridMultilevel"/>
    <w:tmpl w:val="4D10CE0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6038C4C6">
      <w:start w:val="1"/>
      <w:numFmt w:val="lowerLetter"/>
      <w:lvlText w:val="%2.1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5002F8"/>
    <w:multiLevelType w:val="hybridMultilevel"/>
    <w:tmpl w:val="1F4038FE"/>
    <w:lvl w:ilvl="0" w:tplc="56BE2848">
      <w:start w:val="1"/>
      <w:numFmt w:val="lowerLetter"/>
      <w:lvlText w:val="(%1):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157E15"/>
    <w:multiLevelType w:val="hybridMultilevel"/>
    <w:tmpl w:val="8054B7A4"/>
    <w:lvl w:ilvl="0" w:tplc="B748C7F6">
      <w:start w:val="1"/>
      <w:numFmt w:val="decimal"/>
      <w:pStyle w:val="EFSAListnumbered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9379E"/>
    <w:multiLevelType w:val="hybridMultilevel"/>
    <w:tmpl w:val="2156513E"/>
    <w:lvl w:ilvl="0" w:tplc="448035BE">
      <w:start w:val="1"/>
      <w:numFmt w:val="upperLetter"/>
      <w:pStyle w:val="EFSAAnnextitle"/>
      <w:lvlText w:val="Annex %1 –"/>
      <w:lvlJc w:val="left"/>
      <w:pPr>
        <w:ind w:left="360" w:hanging="360"/>
      </w:pPr>
      <w:rPr>
        <w:rFonts w:ascii="Tahoma" w:hAnsi="Tahoma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7A1D3C"/>
    <w:multiLevelType w:val="multilevel"/>
    <w:tmpl w:val="4BC06B12"/>
    <w:lvl w:ilvl="0">
      <w:start w:val="1"/>
      <w:numFmt w:val="upperLetter"/>
      <w:lvlText w:val="Appendix %1 –"/>
      <w:lvlJc w:val="left"/>
      <w:pPr>
        <w:ind w:left="0" w:firstLine="0"/>
      </w:pPr>
      <w:rPr>
        <w:rFonts w:ascii="Tahoma" w:hAnsi="Tahoma"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EFSAAppendixlevel4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3">
    <w:nsid w:val="79C24798"/>
    <w:multiLevelType w:val="hybridMultilevel"/>
    <w:tmpl w:val="64DA7824"/>
    <w:lvl w:ilvl="0" w:tplc="9D60DA34">
      <w:start w:val="1"/>
      <w:numFmt w:val="decimal"/>
      <w:pStyle w:val="EFSATabletitle"/>
      <w:lvlText w:val="Table %1: "/>
      <w:lvlJc w:val="left"/>
      <w:pPr>
        <w:ind w:left="644" w:hanging="360"/>
      </w:pPr>
      <w:rPr>
        <w:rFonts w:ascii="Tahoma" w:hAnsi="Tahoma" w:cs="Tahoma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D34036A"/>
    <w:multiLevelType w:val="multilevel"/>
    <w:tmpl w:val="756C11F0"/>
    <w:lvl w:ilvl="0">
      <w:start w:val="1"/>
      <w:numFmt w:val="bullet"/>
      <w:pStyle w:val="EFSABullet1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pStyle w:val="EFSABullet2"/>
      <w:lvlText w:val="–"/>
      <w:lvlJc w:val="left"/>
      <w:pPr>
        <w:tabs>
          <w:tab w:val="num" w:pos="0"/>
        </w:tabs>
        <w:ind w:left="1440" w:hanging="360"/>
      </w:pPr>
      <w:rPr>
        <w:rFonts w:ascii="Tahoma" w:hAnsi="Tahoma" w:hint="default"/>
        <w:color w:val="auto"/>
        <w:sz w:val="20"/>
      </w:rPr>
    </w:lvl>
    <w:lvl w:ilvl="2">
      <w:start w:val="1"/>
      <w:numFmt w:val="bullet"/>
      <w:lvlText w:val="–"/>
      <w:lvlJc w:val="left"/>
      <w:pPr>
        <w:tabs>
          <w:tab w:val="num" w:pos="0"/>
        </w:tabs>
        <w:ind w:left="2160" w:hanging="360"/>
      </w:pPr>
      <w:rPr>
        <w:rFonts w:ascii="Tahoma" w:hAnsi="Tahoma" w:hint="default"/>
        <w:color w:val="auto"/>
        <w:sz w:val="20"/>
      </w:rPr>
    </w:lvl>
    <w:lvl w:ilvl="3">
      <w:start w:val="1"/>
      <w:numFmt w:val="bullet"/>
      <w:lvlText w:val="–"/>
      <w:lvlJc w:val="left"/>
      <w:pPr>
        <w:tabs>
          <w:tab w:val="num" w:pos="0"/>
        </w:tabs>
        <w:ind w:left="2880" w:hanging="360"/>
      </w:pPr>
      <w:rPr>
        <w:rFonts w:ascii="Tahoma" w:hAnsi="Tahoma" w:hint="default"/>
        <w:color w:val="auto"/>
        <w:sz w:val="20"/>
      </w:rPr>
    </w:lvl>
    <w:lvl w:ilvl="4">
      <w:start w:val="1"/>
      <w:numFmt w:val="bullet"/>
      <w:lvlText w:val="–"/>
      <w:lvlJc w:val="left"/>
      <w:pPr>
        <w:tabs>
          <w:tab w:val="num" w:pos="0"/>
        </w:tabs>
        <w:ind w:left="3600" w:hanging="360"/>
      </w:pPr>
      <w:rPr>
        <w:rFonts w:ascii="Tahoma" w:hAnsi="Tahoma" w:hint="default"/>
        <w:color w:val="auto"/>
        <w:sz w:val="20"/>
      </w:rPr>
    </w:lvl>
    <w:lvl w:ilvl="5">
      <w:start w:val="1"/>
      <w:numFmt w:val="bullet"/>
      <w:lvlText w:val="–"/>
      <w:lvlJc w:val="left"/>
      <w:pPr>
        <w:tabs>
          <w:tab w:val="num" w:pos="0"/>
        </w:tabs>
        <w:ind w:left="4320" w:hanging="360"/>
      </w:pPr>
      <w:rPr>
        <w:rFonts w:ascii="Tahoma" w:hAnsi="Tahoma" w:hint="default"/>
        <w:color w:val="auto"/>
        <w:sz w:val="20"/>
      </w:rPr>
    </w:lvl>
    <w:lvl w:ilvl="6">
      <w:start w:val="1"/>
      <w:numFmt w:val="bullet"/>
      <w:lvlText w:val="–"/>
      <w:lvlJc w:val="left"/>
      <w:pPr>
        <w:tabs>
          <w:tab w:val="num" w:pos="0"/>
        </w:tabs>
        <w:ind w:left="5040" w:hanging="360"/>
      </w:pPr>
      <w:rPr>
        <w:rFonts w:ascii="Tahoma" w:hAnsi="Tahoma" w:hint="default"/>
        <w:color w:val="auto"/>
        <w:sz w:val="20"/>
      </w:rPr>
    </w:lvl>
    <w:lvl w:ilvl="7">
      <w:start w:val="1"/>
      <w:numFmt w:val="bullet"/>
      <w:lvlText w:val="–"/>
      <w:lvlJc w:val="left"/>
      <w:pPr>
        <w:tabs>
          <w:tab w:val="num" w:pos="0"/>
        </w:tabs>
        <w:ind w:left="5760" w:hanging="360"/>
      </w:pPr>
      <w:rPr>
        <w:rFonts w:ascii="Tahoma" w:hAnsi="Tahoma" w:cs="Courier New" w:hint="default"/>
        <w:color w:val="auto"/>
        <w:sz w:val="20"/>
      </w:rPr>
    </w:lvl>
    <w:lvl w:ilvl="8">
      <w:start w:val="1"/>
      <w:numFmt w:val="bullet"/>
      <w:lvlText w:val="–"/>
      <w:lvlJc w:val="left"/>
      <w:pPr>
        <w:tabs>
          <w:tab w:val="num" w:pos="0"/>
        </w:tabs>
        <w:ind w:left="6480" w:hanging="360"/>
      </w:pPr>
      <w:rPr>
        <w:rFonts w:ascii="Tahoma" w:hAnsi="Tahoma" w:hint="default"/>
        <w:color w:val="auto"/>
        <w:sz w:val="20"/>
      </w:rPr>
    </w:lvl>
  </w:abstractNum>
  <w:num w:numId="1">
    <w:abstractNumId w:val="4"/>
  </w:num>
  <w:num w:numId="2">
    <w:abstractNumId w:val="14"/>
  </w:num>
  <w:num w:numId="3">
    <w:abstractNumId w:val="14"/>
  </w:num>
  <w:num w:numId="4">
    <w:abstractNumId w:val="3"/>
  </w:num>
  <w:num w:numId="5">
    <w:abstractNumId w:val="9"/>
  </w:num>
  <w:num w:numId="6">
    <w:abstractNumId w:val="7"/>
  </w:num>
  <w:num w:numId="7">
    <w:abstractNumId w:val="6"/>
  </w:num>
  <w:num w:numId="8">
    <w:abstractNumId w:val="6"/>
  </w:num>
  <w:num w:numId="9">
    <w:abstractNumId w:val="6"/>
  </w:num>
  <w:num w:numId="10">
    <w:abstractNumId w:val="2"/>
  </w:num>
  <w:num w:numId="11">
    <w:abstractNumId w:val="10"/>
  </w:num>
  <w:num w:numId="12">
    <w:abstractNumId w:val="13"/>
  </w:num>
  <w:num w:numId="13">
    <w:abstractNumId w:val="9"/>
    <w:lvlOverride w:ilvl="0">
      <w:startOverride w:val="1"/>
    </w:lvlOverride>
  </w:num>
  <w:num w:numId="14">
    <w:abstractNumId w:val="11"/>
  </w:num>
  <w:num w:numId="15">
    <w:abstractNumId w:val="11"/>
  </w:num>
  <w:num w:numId="16">
    <w:abstractNumId w:val="5"/>
  </w:num>
  <w:num w:numId="17">
    <w:abstractNumId w:val="5"/>
  </w:num>
  <w:num w:numId="18">
    <w:abstractNumId w:val="5"/>
  </w:num>
  <w:num w:numId="19">
    <w:abstractNumId w:val="12"/>
  </w:num>
  <w:num w:numId="20">
    <w:abstractNumId w:val="5"/>
  </w:num>
  <w:num w:numId="21">
    <w:abstractNumId w:val="14"/>
  </w:num>
  <w:num w:numId="22">
    <w:abstractNumId w:val="14"/>
  </w:num>
  <w:num w:numId="23">
    <w:abstractNumId w:val="3"/>
  </w:num>
  <w:num w:numId="24">
    <w:abstractNumId w:val="7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0"/>
  </w:num>
  <w:num w:numId="31">
    <w:abstractNumId w:val="2"/>
  </w:num>
  <w:num w:numId="32">
    <w:abstractNumId w:val="10"/>
  </w:num>
  <w:num w:numId="33">
    <w:abstractNumId w:val="13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SortMethod w:val="0000"/>
  <w:documentProtection w:edit="forms" w:enforcement="1" w:cryptProviderType="rsaFull" w:cryptAlgorithmClass="hash" w:cryptAlgorithmType="typeAny" w:cryptAlgorithmSid="4" w:cryptSpinCount="100000" w:hash="HlzdDoiAFchLv5Hx0EyE8b27Plc=" w:salt="c/UZ9c5+Tig+IC+azaqkPg==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516"/>
    <w:rsid w:val="000061DA"/>
    <w:rsid w:val="000260F5"/>
    <w:rsid w:val="00034A25"/>
    <w:rsid w:val="00054D98"/>
    <w:rsid w:val="00070BDC"/>
    <w:rsid w:val="0007363C"/>
    <w:rsid w:val="00076956"/>
    <w:rsid w:val="000A44D1"/>
    <w:rsid w:val="000C506E"/>
    <w:rsid w:val="0010574C"/>
    <w:rsid w:val="00111289"/>
    <w:rsid w:val="001219D4"/>
    <w:rsid w:val="001259B4"/>
    <w:rsid w:val="00136FF5"/>
    <w:rsid w:val="00173032"/>
    <w:rsid w:val="00180798"/>
    <w:rsid w:val="001A04E6"/>
    <w:rsid w:val="001C3F86"/>
    <w:rsid w:val="001D1EB5"/>
    <w:rsid w:val="00214C6C"/>
    <w:rsid w:val="002623C1"/>
    <w:rsid w:val="00291899"/>
    <w:rsid w:val="003234E9"/>
    <w:rsid w:val="00324631"/>
    <w:rsid w:val="0033733C"/>
    <w:rsid w:val="00347022"/>
    <w:rsid w:val="00357734"/>
    <w:rsid w:val="0037451F"/>
    <w:rsid w:val="003C67FB"/>
    <w:rsid w:val="0040400B"/>
    <w:rsid w:val="00416516"/>
    <w:rsid w:val="00416E18"/>
    <w:rsid w:val="00432103"/>
    <w:rsid w:val="004733E6"/>
    <w:rsid w:val="00476213"/>
    <w:rsid w:val="004C252B"/>
    <w:rsid w:val="004E2764"/>
    <w:rsid w:val="004F4B41"/>
    <w:rsid w:val="0053143B"/>
    <w:rsid w:val="0054498F"/>
    <w:rsid w:val="005573CC"/>
    <w:rsid w:val="005A67A2"/>
    <w:rsid w:val="005C6921"/>
    <w:rsid w:val="005D60FF"/>
    <w:rsid w:val="005F37BA"/>
    <w:rsid w:val="00623E9C"/>
    <w:rsid w:val="00630088"/>
    <w:rsid w:val="00633AFB"/>
    <w:rsid w:val="00646303"/>
    <w:rsid w:val="006B15C9"/>
    <w:rsid w:val="006B50C2"/>
    <w:rsid w:val="007306ED"/>
    <w:rsid w:val="00742BAA"/>
    <w:rsid w:val="00752B9F"/>
    <w:rsid w:val="007A3AFE"/>
    <w:rsid w:val="007D4655"/>
    <w:rsid w:val="00856117"/>
    <w:rsid w:val="008C6AEA"/>
    <w:rsid w:val="008E25A3"/>
    <w:rsid w:val="008F4828"/>
    <w:rsid w:val="009454DA"/>
    <w:rsid w:val="00967F87"/>
    <w:rsid w:val="00973582"/>
    <w:rsid w:val="009903F4"/>
    <w:rsid w:val="009943D4"/>
    <w:rsid w:val="009A09AC"/>
    <w:rsid w:val="009A4CAC"/>
    <w:rsid w:val="00A0306B"/>
    <w:rsid w:val="00A70542"/>
    <w:rsid w:val="00A9448C"/>
    <w:rsid w:val="00AA0540"/>
    <w:rsid w:val="00AA26F2"/>
    <w:rsid w:val="00B453C5"/>
    <w:rsid w:val="00B61811"/>
    <w:rsid w:val="00B75051"/>
    <w:rsid w:val="00B83166"/>
    <w:rsid w:val="00B870B3"/>
    <w:rsid w:val="00B926E4"/>
    <w:rsid w:val="00C22BD4"/>
    <w:rsid w:val="00C35B74"/>
    <w:rsid w:val="00C45C6E"/>
    <w:rsid w:val="00C630A5"/>
    <w:rsid w:val="00C775FE"/>
    <w:rsid w:val="00CB13F3"/>
    <w:rsid w:val="00D03960"/>
    <w:rsid w:val="00D22CAF"/>
    <w:rsid w:val="00D4470D"/>
    <w:rsid w:val="00D72DE6"/>
    <w:rsid w:val="00DB70F9"/>
    <w:rsid w:val="00DD6A74"/>
    <w:rsid w:val="00DF33E3"/>
    <w:rsid w:val="00E90D88"/>
    <w:rsid w:val="00E91BD9"/>
    <w:rsid w:val="00E96646"/>
    <w:rsid w:val="00EA0C60"/>
    <w:rsid w:val="00EB032C"/>
    <w:rsid w:val="00EB3D7A"/>
    <w:rsid w:val="00EE15C9"/>
    <w:rsid w:val="00F3500B"/>
    <w:rsid w:val="00FA5CBB"/>
    <w:rsid w:val="00FB384F"/>
    <w:rsid w:val="00FD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qFormat="1"/>
    <w:lsdException w:name="heading 1" w:semiHidden="0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header" w:uiPriority="0"/>
    <w:lsdException w:name="caption" w:uiPriority="35" w:unhideWhenUsed="1" w:qFormat="1"/>
    <w:lsdException w:name="Title" w:uiPriority="10" w:qFormat="1"/>
    <w:lsdException w:name="Default Paragraph Font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semiHidden/>
    <w:qFormat/>
    <w:rsid w:val="00416E18"/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416E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416E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416E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416E1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FSAAppendixtitle">
    <w:name w:val="EFSA_Appendix title"/>
    <w:next w:val="EFSABodytext"/>
    <w:link w:val="EFSAAppendixtitleChar"/>
    <w:qFormat/>
    <w:rsid w:val="00416E18"/>
    <w:pPr>
      <w:keepNext/>
      <w:numPr>
        <w:numId w:val="20"/>
      </w:numPr>
      <w:suppressLineNumbers/>
      <w:suppressAutoHyphens/>
      <w:spacing w:before="240" w:after="120" w:line="240" w:lineRule="auto"/>
      <w:jc w:val="both"/>
      <w:outlineLvl w:val="0"/>
    </w:pPr>
    <w:rPr>
      <w:rFonts w:ascii="Tahoma" w:eastAsia="Times New Roman" w:hAnsi="Tahoma" w:cs="Mangal"/>
      <w:b/>
      <w:iCs/>
      <w:sz w:val="24"/>
      <w:szCs w:val="24"/>
      <w:lang w:eastAsia="en-GB"/>
    </w:rPr>
  </w:style>
  <w:style w:type="character" w:customStyle="1" w:styleId="EFSAAppendixtitleChar">
    <w:name w:val="EFSA_Appendix title Char"/>
    <w:basedOn w:val="DefaultParagraphFont"/>
    <w:link w:val="EFSAAppendixtitle"/>
    <w:rsid w:val="00416E18"/>
    <w:rPr>
      <w:rFonts w:ascii="Tahoma" w:eastAsia="Times New Roman" w:hAnsi="Tahoma" w:cs="Mangal"/>
      <w:b/>
      <w:iCs/>
      <w:sz w:val="24"/>
      <w:szCs w:val="24"/>
      <w:lang w:eastAsia="en-GB"/>
    </w:rPr>
  </w:style>
  <w:style w:type="paragraph" w:styleId="Caption">
    <w:name w:val="caption"/>
    <w:basedOn w:val="Normal"/>
    <w:next w:val="Normal"/>
    <w:uiPriority w:val="35"/>
    <w:semiHidden/>
    <w:qFormat/>
    <w:rsid w:val="00416E1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EFSAHeading1nonumber">
    <w:name w:val="EFSA_Heading 1 (no number)"/>
    <w:next w:val="EFSABodytext"/>
    <w:link w:val="EFSAHeading1nonumberChar"/>
    <w:qFormat/>
    <w:rsid w:val="00416E18"/>
    <w:pPr>
      <w:keepNext/>
      <w:spacing w:before="240" w:after="120" w:line="240" w:lineRule="auto"/>
      <w:outlineLvl w:val="0"/>
    </w:pPr>
    <w:rPr>
      <w:rFonts w:ascii="Tahoma" w:hAnsi="Tahoma"/>
      <w:b/>
      <w:sz w:val="24"/>
      <w:szCs w:val="24"/>
    </w:rPr>
  </w:style>
  <w:style w:type="character" w:customStyle="1" w:styleId="EFSAHeading1nonumberChar">
    <w:name w:val="EFSA_Heading 1 (no number) Char"/>
    <w:basedOn w:val="DefaultParagraphFont"/>
    <w:link w:val="EFSAHeading1nonumber"/>
    <w:rsid w:val="00416E18"/>
    <w:rPr>
      <w:rFonts w:ascii="Tahoma" w:hAnsi="Tahoma"/>
      <w:b/>
      <w:sz w:val="24"/>
      <w:szCs w:val="24"/>
    </w:rPr>
  </w:style>
  <w:style w:type="paragraph" w:customStyle="1" w:styleId="EFSAAuthor">
    <w:name w:val="EFSA_Author"/>
    <w:next w:val="EFSABodytext"/>
    <w:link w:val="EFSAAuthorChar"/>
    <w:qFormat/>
    <w:rsid w:val="00C35B74"/>
    <w:pPr>
      <w:spacing w:before="240" w:after="120" w:line="240" w:lineRule="auto"/>
      <w:jc w:val="center"/>
    </w:pPr>
    <w:rPr>
      <w:rFonts w:ascii="Tahoma" w:hAnsi="Tahoma"/>
      <w:b/>
      <w:sz w:val="24"/>
      <w:szCs w:val="24"/>
    </w:rPr>
  </w:style>
  <w:style w:type="character" w:customStyle="1" w:styleId="EFSAAuthorChar">
    <w:name w:val="EFSA_Author Char"/>
    <w:basedOn w:val="EFSAHeading1nonumberChar"/>
    <w:link w:val="EFSAAuthor"/>
    <w:rsid w:val="00C35B74"/>
    <w:rPr>
      <w:rFonts w:ascii="Tahoma" w:hAnsi="Tahoma"/>
      <w:b/>
      <w:sz w:val="24"/>
      <w:szCs w:val="24"/>
    </w:rPr>
  </w:style>
  <w:style w:type="paragraph" w:customStyle="1" w:styleId="EFSABodytext">
    <w:name w:val="EFSA_Body text"/>
    <w:basedOn w:val="Normal"/>
    <w:link w:val="EFSABodytextChar"/>
    <w:qFormat/>
    <w:rsid w:val="00416E18"/>
    <w:pPr>
      <w:spacing w:after="120" w:line="240" w:lineRule="auto"/>
      <w:jc w:val="both"/>
    </w:pPr>
    <w:rPr>
      <w:rFonts w:ascii="Tahoma" w:hAnsi="Tahoma"/>
      <w:sz w:val="20"/>
      <w:szCs w:val="20"/>
    </w:rPr>
  </w:style>
  <w:style w:type="character" w:customStyle="1" w:styleId="EFSABodytextChar">
    <w:name w:val="EFSA_Body text Char"/>
    <w:basedOn w:val="DefaultParagraphFont"/>
    <w:link w:val="EFSABodytext"/>
    <w:rsid w:val="00416E18"/>
    <w:rPr>
      <w:rFonts w:ascii="Tahoma" w:hAnsi="Tahoma"/>
      <w:sz w:val="20"/>
      <w:szCs w:val="20"/>
    </w:rPr>
  </w:style>
  <w:style w:type="paragraph" w:customStyle="1" w:styleId="EFSABullet1">
    <w:name w:val="EFSA_Bullet 1"/>
    <w:basedOn w:val="EFSABodytext"/>
    <w:link w:val="EFSABullet1Char"/>
    <w:qFormat/>
    <w:rsid w:val="00416E18"/>
    <w:pPr>
      <w:numPr>
        <w:numId w:val="22"/>
      </w:numPr>
    </w:pPr>
  </w:style>
  <w:style w:type="character" w:customStyle="1" w:styleId="EFSABullet1Char">
    <w:name w:val="EFSA_Bullet 1 Char"/>
    <w:basedOn w:val="EFSABodytextChar"/>
    <w:link w:val="EFSABullet1"/>
    <w:rsid w:val="00416E18"/>
    <w:rPr>
      <w:rFonts w:ascii="Tahoma" w:hAnsi="Tahoma"/>
      <w:sz w:val="20"/>
      <w:szCs w:val="20"/>
    </w:rPr>
  </w:style>
  <w:style w:type="paragraph" w:customStyle="1" w:styleId="EFSABullet2">
    <w:name w:val="EFSA_Bullet 2"/>
    <w:basedOn w:val="EFSABodytext"/>
    <w:link w:val="EFSABullet2Char"/>
    <w:qFormat/>
    <w:rsid w:val="00416E18"/>
    <w:pPr>
      <w:numPr>
        <w:ilvl w:val="1"/>
        <w:numId w:val="22"/>
      </w:numPr>
    </w:pPr>
  </w:style>
  <w:style w:type="character" w:customStyle="1" w:styleId="EFSABullet2Char">
    <w:name w:val="EFSA_Bullet 2 Char"/>
    <w:basedOn w:val="EFSABodytextChar"/>
    <w:link w:val="EFSABullet2"/>
    <w:rsid w:val="00416E18"/>
    <w:rPr>
      <w:rFonts w:ascii="Tahoma" w:hAnsi="Tahoma"/>
      <w:sz w:val="20"/>
      <w:szCs w:val="20"/>
    </w:rPr>
  </w:style>
  <w:style w:type="paragraph" w:customStyle="1" w:styleId="EFSADates">
    <w:name w:val="EFSA_Dates"/>
    <w:link w:val="EFSADatesChar"/>
    <w:qFormat/>
    <w:rsid w:val="00416E18"/>
    <w:pPr>
      <w:spacing w:before="120" w:after="0" w:line="240" w:lineRule="auto"/>
    </w:pPr>
    <w:rPr>
      <w:rFonts w:ascii="Calibri" w:hAnsi="Calibri"/>
      <w:sz w:val="18"/>
      <w:lang w:val="en-US"/>
    </w:rPr>
  </w:style>
  <w:style w:type="character" w:customStyle="1" w:styleId="EFSADatesChar">
    <w:name w:val="EFSA_Dates Char"/>
    <w:basedOn w:val="DefaultParagraphFont"/>
    <w:link w:val="EFSADates"/>
    <w:rsid w:val="00416E18"/>
    <w:rPr>
      <w:rFonts w:ascii="Calibri" w:hAnsi="Calibri"/>
      <w:sz w:val="18"/>
      <w:lang w:val="en-US"/>
    </w:rPr>
  </w:style>
  <w:style w:type="paragraph" w:customStyle="1" w:styleId="EFSADocsprovided">
    <w:name w:val="EFSA_Docs provided"/>
    <w:basedOn w:val="EFSABodytext"/>
    <w:link w:val="EFSADocsprovidedChar"/>
    <w:qFormat/>
    <w:rsid w:val="00416E18"/>
    <w:pPr>
      <w:keepNext/>
      <w:numPr>
        <w:numId w:val="23"/>
      </w:numPr>
      <w:spacing w:after="240"/>
    </w:pPr>
  </w:style>
  <w:style w:type="character" w:customStyle="1" w:styleId="EFSADocsprovidedChar">
    <w:name w:val="EFSA_Docs provided Char"/>
    <w:basedOn w:val="EFSABodytextChar"/>
    <w:link w:val="EFSADocsprovided"/>
    <w:rsid w:val="00416E18"/>
    <w:rPr>
      <w:rFonts w:ascii="Tahoma" w:hAnsi="Tahoma"/>
      <w:sz w:val="20"/>
      <w:szCs w:val="20"/>
    </w:rPr>
  </w:style>
  <w:style w:type="paragraph" w:customStyle="1" w:styleId="EFSATablefootnote">
    <w:name w:val="EFSA_Table footnote"/>
    <w:link w:val="EFSATablefootnoteChar"/>
    <w:qFormat/>
    <w:rsid w:val="00416E18"/>
    <w:pPr>
      <w:tabs>
        <w:tab w:val="left" w:pos="426"/>
      </w:tabs>
      <w:ind w:left="357" w:hanging="357"/>
      <w:contextualSpacing/>
    </w:pPr>
    <w:rPr>
      <w:rFonts w:ascii="Tahoma" w:hAnsi="Tahoma"/>
      <w:sz w:val="16"/>
      <w:szCs w:val="20"/>
    </w:rPr>
  </w:style>
  <w:style w:type="character" w:customStyle="1" w:styleId="EFSATablefootnoteChar">
    <w:name w:val="EFSA_Table footnote Char"/>
    <w:basedOn w:val="EFSABodytextChar"/>
    <w:link w:val="EFSATablefootnote"/>
    <w:rsid w:val="00416E18"/>
    <w:rPr>
      <w:rFonts w:ascii="Tahoma" w:hAnsi="Tahoma"/>
      <w:sz w:val="16"/>
      <w:szCs w:val="20"/>
    </w:rPr>
  </w:style>
  <w:style w:type="paragraph" w:customStyle="1" w:styleId="EFSATablelegend">
    <w:name w:val="EFSA_Table legend"/>
    <w:basedOn w:val="EFSATablefootnote"/>
    <w:link w:val="EFSATablelegendChar"/>
    <w:qFormat/>
    <w:rsid w:val="00416E18"/>
    <w:pPr>
      <w:spacing w:after="0"/>
      <w:ind w:left="0" w:firstLine="0"/>
      <w:contextualSpacing w:val="0"/>
    </w:pPr>
  </w:style>
  <w:style w:type="character" w:customStyle="1" w:styleId="EFSATablelegendChar">
    <w:name w:val="EFSA_Table legend Char"/>
    <w:basedOn w:val="EFSATablefootnoteChar"/>
    <w:link w:val="EFSATablelegend"/>
    <w:rsid w:val="00416E18"/>
    <w:rPr>
      <w:rFonts w:ascii="Tahoma" w:hAnsi="Tahoma"/>
      <w:sz w:val="16"/>
      <w:szCs w:val="20"/>
    </w:rPr>
  </w:style>
  <w:style w:type="paragraph" w:customStyle="1" w:styleId="EFSAFigurelegend">
    <w:name w:val="EFSA_Figure legend"/>
    <w:basedOn w:val="EFSATablelegend"/>
    <w:link w:val="EFSAFigurelegendChar"/>
    <w:qFormat/>
    <w:rsid w:val="00416E18"/>
    <w:pPr>
      <w:autoSpaceDE w:val="0"/>
      <w:autoSpaceDN w:val="0"/>
      <w:adjustRightInd w:val="0"/>
    </w:pPr>
    <w:rPr>
      <w:rFonts w:cs="Arial"/>
      <w:szCs w:val="18"/>
    </w:rPr>
  </w:style>
  <w:style w:type="character" w:customStyle="1" w:styleId="EFSAFigurelegendChar">
    <w:name w:val="EFSA_Figure legend Char"/>
    <w:basedOn w:val="EFSATablefootnoteChar"/>
    <w:link w:val="EFSAFigurelegend"/>
    <w:rsid w:val="00416E18"/>
    <w:rPr>
      <w:rFonts w:ascii="Tahoma" w:hAnsi="Tahoma" w:cs="Arial"/>
      <w:sz w:val="16"/>
      <w:szCs w:val="18"/>
    </w:rPr>
  </w:style>
  <w:style w:type="paragraph" w:customStyle="1" w:styleId="EFSAFiguretitle">
    <w:name w:val="EFSA_Figure title"/>
    <w:next w:val="EFSABodytext"/>
    <w:link w:val="EFSAFiguretitleChar"/>
    <w:rsid w:val="00416E18"/>
    <w:pPr>
      <w:numPr>
        <w:numId w:val="24"/>
      </w:numPr>
      <w:tabs>
        <w:tab w:val="left" w:pos="1080"/>
      </w:tabs>
      <w:spacing w:before="240" w:after="24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EFSAFiguretitleChar">
    <w:name w:val="EFSA_Figure title Char"/>
    <w:basedOn w:val="DefaultParagraphFont"/>
    <w:link w:val="EFSAFiguretitle"/>
    <w:rsid w:val="00416E18"/>
    <w:rPr>
      <w:rFonts w:ascii="Tahoma" w:eastAsia="Times New Roman" w:hAnsi="Tahoma" w:cs="Times New Roman"/>
      <w:sz w:val="20"/>
      <w:szCs w:val="20"/>
    </w:rPr>
  </w:style>
  <w:style w:type="paragraph" w:customStyle="1" w:styleId="EFSAFooter">
    <w:name w:val="EFSA_Footer"/>
    <w:basedOn w:val="Normal"/>
    <w:link w:val="EFSAFooterChar"/>
    <w:qFormat/>
    <w:rsid w:val="00416E18"/>
    <w:pPr>
      <w:tabs>
        <w:tab w:val="right" w:pos="10206"/>
      </w:tabs>
      <w:spacing w:after="0" w:line="240" w:lineRule="auto"/>
    </w:pPr>
    <w:rPr>
      <w:sz w:val="16"/>
      <w:szCs w:val="16"/>
    </w:rPr>
  </w:style>
  <w:style w:type="character" w:customStyle="1" w:styleId="EFSAFooterChar">
    <w:name w:val="EFSA_Footer Char"/>
    <w:basedOn w:val="DefaultParagraphFont"/>
    <w:link w:val="EFSAFooter"/>
    <w:rsid w:val="00416E18"/>
    <w:rPr>
      <w:sz w:val="16"/>
      <w:szCs w:val="16"/>
    </w:rPr>
  </w:style>
  <w:style w:type="paragraph" w:customStyle="1" w:styleId="EFSAFootnote">
    <w:name w:val="EFSA_Footnote"/>
    <w:basedOn w:val="FootnoteText"/>
    <w:link w:val="EFSAFootnoteChar"/>
    <w:qFormat/>
    <w:rsid w:val="00416E18"/>
    <w:pPr>
      <w:ind w:left="170" w:hanging="170"/>
      <w:jc w:val="both"/>
    </w:pPr>
    <w:rPr>
      <w:rFonts w:ascii="Tahoma" w:hAnsi="Tahoma"/>
      <w:sz w:val="16"/>
    </w:rPr>
  </w:style>
  <w:style w:type="character" w:customStyle="1" w:styleId="EFSAFootnoteChar">
    <w:name w:val="EFSA_Footnote Char"/>
    <w:basedOn w:val="FootnoteTextChar"/>
    <w:link w:val="EFSAFootnote"/>
    <w:rsid w:val="00416E18"/>
    <w:rPr>
      <w:rFonts w:ascii="Tahoma" w:hAnsi="Tahoma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416E1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6E18"/>
    <w:rPr>
      <w:sz w:val="20"/>
      <w:szCs w:val="20"/>
    </w:rPr>
  </w:style>
  <w:style w:type="paragraph" w:customStyle="1" w:styleId="EFSAHeading1">
    <w:name w:val="EFSA_Heading 1"/>
    <w:next w:val="EFSABodytext"/>
    <w:link w:val="EFSAHeading1Char"/>
    <w:qFormat/>
    <w:rsid w:val="00416E18"/>
    <w:pPr>
      <w:numPr>
        <w:numId w:val="30"/>
      </w:numPr>
      <w:spacing w:before="240" w:after="120" w:line="240" w:lineRule="auto"/>
    </w:pPr>
    <w:rPr>
      <w:rFonts w:ascii="Tahoma" w:eastAsiaTheme="majorEastAsia" w:hAnsi="Tahoma" w:cstheme="majorBidi"/>
      <w:b/>
      <w:bCs/>
      <w:color w:val="000000" w:themeColor="text1"/>
      <w:sz w:val="24"/>
      <w:szCs w:val="28"/>
    </w:rPr>
  </w:style>
  <w:style w:type="character" w:customStyle="1" w:styleId="EFSAHeading1Char">
    <w:name w:val="EFSA_Heading 1 Char"/>
    <w:basedOn w:val="Heading1Char"/>
    <w:link w:val="EFSAHeading1"/>
    <w:rsid w:val="00416E18"/>
    <w:rPr>
      <w:rFonts w:ascii="Tahoma" w:eastAsiaTheme="majorEastAsia" w:hAnsi="Tahoma" w:cstheme="majorBidi"/>
      <w:b/>
      <w:bCs/>
      <w:color w:val="000000" w:themeColor="text1"/>
      <w:sz w:val="24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416E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EFSAHeading2">
    <w:name w:val="EFSA_Heading 2"/>
    <w:next w:val="EFSABodytext"/>
    <w:link w:val="EFSAHeading2Char"/>
    <w:qFormat/>
    <w:rsid w:val="00416E18"/>
    <w:pPr>
      <w:keepNext/>
      <w:numPr>
        <w:ilvl w:val="1"/>
        <w:numId w:val="30"/>
      </w:numPr>
      <w:spacing w:before="240" w:after="120" w:line="240" w:lineRule="auto"/>
      <w:outlineLvl w:val="1"/>
    </w:pPr>
    <w:rPr>
      <w:rFonts w:ascii="Tahoma" w:eastAsiaTheme="majorEastAsia" w:hAnsi="Tahoma" w:cstheme="majorBidi"/>
      <w:b/>
      <w:bCs/>
      <w:color w:val="7F7F7F" w:themeColor="text1" w:themeTint="80"/>
      <w:sz w:val="24"/>
      <w:szCs w:val="28"/>
    </w:rPr>
  </w:style>
  <w:style w:type="character" w:customStyle="1" w:styleId="EFSAHeading2Char">
    <w:name w:val="EFSA_Heading 2 Char"/>
    <w:basedOn w:val="EFSAHeading1Char"/>
    <w:link w:val="EFSAHeading2"/>
    <w:rsid w:val="00416E18"/>
    <w:rPr>
      <w:rFonts w:ascii="Tahoma" w:eastAsiaTheme="majorEastAsia" w:hAnsi="Tahoma" w:cstheme="majorBidi"/>
      <w:b/>
      <w:bCs/>
      <w:color w:val="7F7F7F" w:themeColor="text1" w:themeTint="80"/>
      <w:sz w:val="24"/>
      <w:szCs w:val="28"/>
    </w:rPr>
  </w:style>
  <w:style w:type="paragraph" w:customStyle="1" w:styleId="EFSAHeading3">
    <w:name w:val="EFSA_Heading 3"/>
    <w:next w:val="EFSABodytext"/>
    <w:link w:val="EFSAHeading3Char"/>
    <w:qFormat/>
    <w:rsid w:val="00416E18"/>
    <w:pPr>
      <w:numPr>
        <w:ilvl w:val="2"/>
        <w:numId w:val="30"/>
      </w:numPr>
      <w:outlineLvl w:val="2"/>
    </w:pPr>
    <w:rPr>
      <w:rFonts w:ascii="Tahoma" w:eastAsiaTheme="majorEastAsia" w:hAnsi="Tahoma" w:cstheme="majorBidi"/>
      <w:b/>
      <w:bCs/>
      <w:color w:val="7F7F7F" w:themeColor="text1" w:themeTint="80"/>
      <w:sz w:val="24"/>
      <w:szCs w:val="28"/>
    </w:rPr>
  </w:style>
  <w:style w:type="character" w:customStyle="1" w:styleId="EFSAHeading3Char">
    <w:name w:val="EFSA_Heading 3 Char"/>
    <w:basedOn w:val="EFSAHeading2Char"/>
    <w:link w:val="EFSAHeading3"/>
    <w:rsid w:val="00416E18"/>
    <w:rPr>
      <w:rFonts w:ascii="Tahoma" w:eastAsiaTheme="majorEastAsia" w:hAnsi="Tahoma" w:cstheme="majorBidi"/>
      <w:b/>
      <w:bCs/>
      <w:color w:val="7F7F7F" w:themeColor="text1" w:themeTint="80"/>
      <w:sz w:val="24"/>
      <w:szCs w:val="28"/>
    </w:rPr>
  </w:style>
  <w:style w:type="paragraph" w:customStyle="1" w:styleId="EFSAHeading4">
    <w:name w:val="EFSA_Heading 4"/>
    <w:next w:val="EFSABodytext"/>
    <w:link w:val="EFSAHeading4Char"/>
    <w:qFormat/>
    <w:rsid w:val="00416E18"/>
    <w:pPr>
      <w:keepNext/>
      <w:numPr>
        <w:ilvl w:val="3"/>
        <w:numId w:val="30"/>
      </w:numPr>
      <w:spacing w:before="240" w:after="120" w:line="240" w:lineRule="auto"/>
      <w:outlineLvl w:val="3"/>
    </w:pPr>
    <w:rPr>
      <w:rFonts w:ascii="Tahoma" w:hAnsi="Tahoma"/>
      <w:b/>
      <w:sz w:val="20"/>
      <w:szCs w:val="20"/>
    </w:rPr>
  </w:style>
  <w:style w:type="character" w:customStyle="1" w:styleId="EFSAHeading4Char">
    <w:name w:val="EFSA_Heading 4 Char"/>
    <w:basedOn w:val="DefaultParagraphFont"/>
    <w:link w:val="EFSAHeading4"/>
    <w:rsid w:val="00416E18"/>
    <w:rPr>
      <w:rFonts w:ascii="Tahoma" w:hAnsi="Tahoma"/>
      <w:b/>
      <w:sz w:val="20"/>
      <w:szCs w:val="20"/>
    </w:rPr>
  </w:style>
  <w:style w:type="paragraph" w:customStyle="1" w:styleId="EFSAHeading5">
    <w:name w:val="EFSA_Heading 5"/>
    <w:next w:val="EFSABodytext"/>
    <w:link w:val="EFSAHeading5Char"/>
    <w:qFormat/>
    <w:rsid w:val="00A70542"/>
    <w:pPr>
      <w:numPr>
        <w:ilvl w:val="4"/>
        <w:numId w:val="30"/>
      </w:numPr>
      <w:spacing w:before="240" w:after="120" w:line="240" w:lineRule="auto"/>
      <w:outlineLvl w:val="4"/>
    </w:pPr>
    <w:rPr>
      <w:rFonts w:ascii="Tahoma" w:hAnsi="Tahoma"/>
      <w:i/>
      <w:sz w:val="20"/>
      <w:szCs w:val="20"/>
    </w:rPr>
  </w:style>
  <w:style w:type="character" w:customStyle="1" w:styleId="EFSAHeading5Char">
    <w:name w:val="EFSA_Heading 5 Char"/>
    <w:basedOn w:val="EFSAHeading4Char"/>
    <w:link w:val="EFSAHeading5"/>
    <w:rsid w:val="00A70542"/>
    <w:rPr>
      <w:rFonts w:ascii="Tahoma" w:hAnsi="Tahoma"/>
      <w:b w:val="0"/>
      <w:i/>
      <w:sz w:val="20"/>
      <w:szCs w:val="20"/>
    </w:rPr>
  </w:style>
  <w:style w:type="numbering" w:customStyle="1" w:styleId="EFSAListbullets">
    <w:name w:val="EFSA_List bullets"/>
    <w:basedOn w:val="NoList"/>
    <w:uiPriority w:val="99"/>
    <w:rsid w:val="00416E18"/>
    <w:pPr>
      <w:numPr>
        <w:numId w:val="10"/>
      </w:numPr>
    </w:pPr>
  </w:style>
  <w:style w:type="paragraph" w:customStyle="1" w:styleId="EFSAListnumbered">
    <w:name w:val="EFSA_List numbered"/>
    <w:basedOn w:val="ListParagraph"/>
    <w:link w:val="EFSAListnumberedChar"/>
    <w:qFormat/>
    <w:rsid w:val="00416E18"/>
    <w:pPr>
      <w:numPr>
        <w:numId w:val="32"/>
      </w:numPr>
      <w:suppressAutoHyphens/>
      <w:spacing w:after="120" w:line="240" w:lineRule="auto"/>
      <w:contextualSpacing w:val="0"/>
    </w:pPr>
    <w:rPr>
      <w:rFonts w:ascii="Tahoma" w:eastAsia="Times New Roman" w:hAnsi="Tahoma" w:cs="Times New Roman"/>
      <w:sz w:val="20"/>
      <w:szCs w:val="20"/>
      <w:lang w:eastAsia="en-GB"/>
    </w:rPr>
  </w:style>
  <w:style w:type="character" w:customStyle="1" w:styleId="EFSAListnumberedChar">
    <w:name w:val="EFSA_List numbered Char"/>
    <w:basedOn w:val="DefaultParagraphFont"/>
    <w:link w:val="EFSAListnumbered"/>
    <w:rsid w:val="00416E18"/>
    <w:rPr>
      <w:rFonts w:ascii="Tahoma" w:eastAsia="Times New Roman" w:hAnsi="Tahoma" w:cs="Times New Roman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semiHidden/>
    <w:qFormat/>
    <w:rsid w:val="00416E18"/>
    <w:pPr>
      <w:ind w:left="720"/>
      <w:contextualSpacing/>
    </w:pPr>
  </w:style>
  <w:style w:type="paragraph" w:customStyle="1" w:styleId="EFSAOutputcategory">
    <w:name w:val="EFSA_Output category"/>
    <w:link w:val="EFSAOutputcategoryChar"/>
    <w:qFormat/>
    <w:rsid w:val="00416E18"/>
    <w:pPr>
      <w:spacing w:before="240" w:after="240" w:line="240" w:lineRule="auto"/>
    </w:pPr>
    <w:rPr>
      <w:rFonts w:ascii="Calibri" w:eastAsiaTheme="majorEastAsia" w:hAnsi="Calibri" w:cstheme="majorBidi"/>
      <w:b/>
      <w:iCs/>
      <w:caps/>
      <w:color w:val="171796"/>
      <w:sz w:val="32"/>
      <w:szCs w:val="32"/>
    </w:rPr>
  </w:style>
  <w:style w:type="character" w:customStyle="1" w:styleId="EFSAOutputcategoryChar">
    <w:name w:val="EFSA_Output category Char"/>
    <w:basedOn w:val="DefaultParagraphFont"/>
    <w:link w:val="EFSAOutputcategory"/>
    <w:rsid w:val="00416E18"/>
    <w:rPr>
      <w:rFonts w:ascii="Calibri" w:eastAsiaTheme="majorEastAsia" w:hAnsi="Calibri" w:cstheme="majorBidi"/>
      <w:b/>
      <w:iCs/>
      <w:caps/>
      <w:color w:val="171796"/>
      <w:sz w:val="32"/>
      <w:szCs w:val="32"/>
    </w:rPr>
  </w:style>
  <w:style w:type="paragraph" w:customStyle="1" w:styleId="EFSAOutputtitle">
    <w:name w:val="EFSA_Output title"/>
    <w:basedOn w:val="Normal"/>
    <w:next w:val="EFSAAuthor"/>
    <w:link w:val="EFSAOutputtitleChar"/>
    <w:qFormat/>
    <w:rsid w:val="00416E18"/>
    <w:pPr>
      <w:spacing w:before="360" w:after="240" w:line="240" w:lineRule="auto"/>
      <w:jc w:val="center"/>
    </w:pPr>
    <w:rPr>
      <w:rFonts w:ascii="Tahoma" w:hAnsi="Tahoma"/>
      <w:b/>
      <w:sz w:val="32"/>
      <w:szCs w:val="32"/>
    </w:rPr>
  </w:style>
  <w:style w:type="character" w:customStyle="1" w:styleId="EFSAOutputtitleChar">
    <w:name w:val="EFSA_Output title Char"/>
    <w:basedOn w:val="DefaultParagraphFont"/>
    <w:link w:val="EFSAOutputtitle"/>
    <w:rsid w:val="00416E18"/>
    <w:rPr>
      <w:rFonts w:ascii="Tahoma" w:hAnsi="Tahoma"/>
      <w:b/>
      <w:sz w:val="32"/>
      <w:szCs w:val="32"/>
    </w:rPr>
  </w:style>
  <w:style w:type="paragraph" w:customStyle="1" w:styleId="EFSAReferences">
    <w:name w:val="EFSA_References"/>
    <w:link w:val="EFSAReferencesChar"/>
    <w:qFormat/>
    <w:rsid w:val="00416E18"/>
    <w:pPr>
      <w:keepLines/>
      <w:tabs>
        <w:tab w:val="left" w:pos="284"/>
      </w:tabs>
      <w:spacing w:after="120" w:line="240" w:lineRule="auto"/>
      <w:ind w:left="284" w:hanging="284"/>
      <w:jc w:val="both"/>
    </w:pPr>
    <w:rPr>
      <w:rFonts w:ascii="Tahoma" w:eastAsia="Times New Roman" w:hAnsi="Tahoma" w:cs="Times New Roman"/>
      <w:color w:val="000000"/>
      <w:sz w:val="20"/>
      <w:szCs w:val="20"/>
    </w:rPr>
  </w:style>
  <w:style w:type="character" w:customStyle="1" w:styleId="EFSAReferencesChar">
    <w:name w:val="EFSA_References Char"/>
    <w:basedOn w:val="DefaultParagraphFont"/>
    <w:link w:val="EFSAReferences"/>
    <w:rsid w:val="00416E18"/>
    <w:rPr>
      <w:rFonts w:ascii="Tahoma" w:eastAsia="Times New Roman" w:hAnsi="Tahoma" w:cs="Times New Roman"/>
      <w:color w:val="000000"/>
      <w:sz w:val="20"/>
      <w:szCs w:val="20"/>
    </w:rPr>
  </w:style>
  <w:style w:type="paragraph" w:customStyle="1" w:styleId="EFSAShorttitle">
    <w:name w:val="EFSA_Short title"/>
    <w:link w:val="EFSAShorttitleChar"/>
    <w:qFormat/>
    <w:rsid w:val="00416E18"/>
    <w:pPr>
      <w:spacing w:after="0" w:line="240" w:lineRule="auto"/>
    </w:pPr>
    <w:rPr>
      <w:rFonts w:ascii="Calibri" w:eastAsiaTheme="majorEastAsia" w:hAnsi="Calibri" w:cstheme="majorBidi"/>
      <w:b/>
      <w:iCs/>
      <w:color w:val="171796"/>
      <w:sz w:val="18"/>
      <w:szCs w:val="24"/>
    </w:rPr>
  </w:style>
  <w:style w:type="character" w:customStyle="1" w:styleId="EFSAShorttitleChar">
    <w:name w:val="EFSA_Short title Char"/>
    <w:basedOn w:val="DefaultParagraphFont"/>
    <w:link w:val="EFSAShorttitle"/>
    <w:rsid w:val="00416E18"/>
    <w:rPr>
      <w:rFonts w:ascii="Calibri" w:eastAsiaTheme="majorEastAsia" w:hAnsi="Calibri" w:cstheme="majorBidi"/>
      <w:b/>
      <w:iCs/>
      <w:color w:val="171796"/>
      <w:sz w:val="18"/>
      <w:szCs w:val="24"/>
    </w:rPr>
  </w:style>
  <w:style w:type="paragraph" w:customStyle="1" w:styleId="EFSATabledata">
    <w:name w:val="EFSA_Table data"/>
    <w:basedOn w:val="EFSABodytext"/>
    <w:link w:val="EFSATabledataChar"/>
    <w:qFormat/>
    <w:rsid w:val="00416E18"/>
    <w:pPr>
      <w:spacing w:after="0"/>
      <w:jc w:val="left"/>
    </w:pPr>
    <w:rPr>
      <w:sz w:val="18"/>
    </w:rPr>
  </w:style>
  <w:style w:type="character" w:customStyle="1" w:styleId="EFSATabledataChar">
    <w:name w:val="EFSA_Table data Char"/>
    <w:basedOn w:val="EFSABodytextChar"/>
    <w:link w:val="EFSATabledata"/>
    <w:rsid w:val="00416E18"/>
    <w:rPr>
      <w:rFonts w:ascii="Tahoma" w:hAnsi="Tahoma"/>
      <w:sz w:val="18"/>
      <w:szCs w:val="20"/>
    </w:rPr>
  </w:style>
  <w:style w:type="paragraph" w:customStyle="1" w:styleId="EFSATablefirstcolumn">
    <w:name w:val="EFSA_Table first column"/>
    <w:basedOn w:val="EFSATabledata"/>
    <w:link w:val="EFSATablefirstcolumnChar"/>
    <w:qFormat/>
    <w:rsid w:val="00416E18"/>
    <w:rPr>
      <w:b/>
    </w:rPr>
  </w:style>
  <w:style w:type="character" w:customStyle="1" w:styleId="EFSATablefirstcolumnChar">
    <w:name w:val="EFSA_Table first column Char"/>
    <w:basedOn w:val="EFSATabledataChar"/>
    <w:link w:val="EFSATablefirstcolumn"/>
    <w:rsid w:val="00416E18"/>
    <w:rPr>
      <w:rFonts w:ascii="Tahoma" w:hAnsi="Tahoma"/>
      <w:b/>
      <w:sz w:val="18"/>
      <w:szCs w:val="20"/>
    </w:rPr>
  </w:style>
  <w:style w:type="paragraph" w:customStyle="1" w:styleId="EFSATableheadingrow">
    <w:name w:val="EFSA_Table heading row"/>
    <w:basedOn w:val="EFSATabledata"/>
    <w:link w:val="EFSATableheadingrowChar"/>
    <w:qFormat/>
    <w:rsid w:val="00416E18"/>
    <w:rPr>
      <w:b/>
    </w:rPr>
  </w:style>
  <w:style w:type="character" w:customStyle="1" w:styleId="EFSATableheadingrowChar">
    <w:name w:val="EFSA_Table heading row Char"/>
    <w:basedOn w:val="EFSATabledataChar"/>
    <w:link w:val="EFSATableheadingrow"/>
    <w:rsid w:val="00416E18"/>
    <w:rPr>
      <w:rFonts w:ascii="Tahoma" w:hAnsi="Tahoma"/>
      <w:b/>
      <w:sz w:val="18"/>
      <w:szCs w:val="20"/>
    </w:rPr>
  </w:style>
  <w:style w:type="paragraph" w:customStyle="1" w:styleId="EFSATabletitle">
    <w:name w:val="EFSA_Table title"/>
    <w:next w:val="EFSABodytext"/>
    <w:link w:val="EFSATabletitleChar"/>
    <w:qFormat/>
    <w:rsid w:val="00416E18"/>
    <w:pPr>
      <w:numPr>
        <w:numId w:val="33"/>
      </w:numPr>
      <w:tabs>
        <w:tab w:val="left" w:pos="1080"/>
      </w:tabs>
      <w:spacing w:before="240" w:after="240"/>
    </w:pPr>
    <w:rPr>
      <w:rFonts w:ascii="Tahoma" w:hAnsi="Tahoma"/>
      <w:sz w:val="20"/>
      <w:szCs w:val="20"/>
    </w:rPr>
  </w:style>
  <w:style w:type="character" w:customStyle="1" w:styleId="EFSATabletitleChar">
    <w:name w:val="EFSA_Table title Char"/>
    <w:basedOn w:val="EFSABodytextChar"/>
    <w:link w:val="EFSATabletitle"/>
    <w:rsid w:val="00416E18"/>
    <w:rPr>
      <w:rFonts w:ascii="Tahoma" w:hAnsi="Tahoma"/>
      <w:sz w:val="20"/>
      <w:szCs w:val="20"/>
    </w:rPr>
  </w:style>
  <w:style w:type="character" w:styleId="SubtleEmphasis">
    <w:name w:val="Subtle Emphasis"/>
    <w:semiHidden/>
    <w:qFormat/>
    <w:rsid w:val="00416E18"/>
    <w:rPr>
      <w:rFonts w:ascii="Verdana" w:hAnsi="Verdana"/>
      <w:iCs/>
      <w:color w:val="000000"/>
      <w:sz w:val="20"/>
    </w:rPr>
  </w:style>
  <w:style w:type="paragraph" w:styleId="Header">
    <w:name w:val="header"/>
    <w:basedOn w:val="Normal"/>
    <w:link w:val="HeaderChar"/>
    <w:semiHidden/>
    <w:rsid w:val="00416E18"/>
    <w:pPr>
      <w:suppressLineNumbers/>
      <w:tabs>
        <w:tab w:val="center" w:pos="4513"/>
        <w:tab w:val="right" w:pos="9026"/>
      </w:tabs>
      <w:suppressAutoHyphens/>
      <w:spacing w:after="120" w:line="240" w:lineRule="auto"/>
    </w:pPr>
    <w:rPr>
      <w:rFonts w:ascii="Tahoma" w:eastAsia="Times New Roman" w:hAnsi="Tahoma" w:cs="Times New Roman"/>
      <w:sz w:val="20"/>
      <w:szCs w:val="20"/>
      <w:lang w:eastAsia="en-GB"/>
    </w:rPr>
  </w:style>
  <w:style w:type="character" w:customStyle="1" w:styleId="HeaderChar">
    <w:name w:val="Header Char"/>
    <w:basedOn w:val="DefaultParagraphFont"/>
    <w:link w:val="Header"/>
    <w:semiHidden/>
    <w:rsid w:val="00416E18"/>
    <w:rPr>
      <w:rFonts w:ascii="Tahoma" w:eastAsia="Times New Roman" w:hAnsi="Tahoma" w:cs="Times New Roman"/>
      <w:sz w:val="20"/>
      <w:szCs w:val="20"/>
      <w:lang w:eastAsia="en-GB"/>
    </w:rPr>
  </w:style>
  <w:style w:type="paragraph" w:styleId="TOC1">
    <w:name w:val="toc 1"/>
    <w:basedOn w:val="Normal"/>
    <w:uiPriority w:val="39"/>
    <w:qFormat/>
    <w:rsid w:val="00416E18"/>
    <w:pPr>
      <w:tabs>
        <w:tab w:val="right" w:leader="dot" w:pos="9072"/>
      </w:tabs>
      <w:suppressAutoHyphens/>
      <w:spacing w:after="0" w:line="240" w:lineRule="auto"/>
      <w:ind w:left="680" w:hanging="680"/>
    </w:pPr>
    <w:rPr>
      <w:rFonts w:ascii="Tahoma" w:eastAsia="Times New Roman" w:hAnsi="Tahoma" w:cs="Times New Roman"/>
      <w:sz w:val="20"/>
      <w:szCs w:val="20"/>
      <w:lang w:eastAsia="en-GB"/>
    </w:rPr>
  </w:style>
  <w:style w:type="paragraph" w:styleId="TOC2">
    <w:name w:val="toc 2"/>
    <w:basedOn w:val="Normal"/>
    <w:uiPriority w:val="39"/>
    <w:qFormat/>
    <w:rsid w:val="00416E18"/>
    <w:pPr>
      <w:tabs>
        <w:tab w:val="right" w:leader="dot" w:pos="9072"/>
      </w:tabs>
      <w:suppressAutoHyphens/>
      <w:spacing w:after="0" w:line="240" w:lineRule="auto"/>
      <w:ind w:left="680" w:hanging="680"/>
    </w:pPr>
    <w:rPr>
      <w:rFonts w:ascii="Tahoma" w:eastAsia="Times New Roman" w:hAnsi="Tahoma" w:cs="Times New Roman"/>
      <w:sz w:val="20"/>
      <w:szCs w:val="20"/>
      <w:lang w:eastAsia="en-GB"/>
    </w:rPr>
  </w:style>
  <w:style w:type="paragraph" w:styleId="TOC3">
    <w:name w:val="toc 3"/>
    <w:basedOn w:val="Normal"/>
    <w:uiPriority w:val="39"/>
    <w:qFormat/>
    <w:rsid w:val="00416E18"/>
    <w:pPr>
      <w:tabs>
        <w:tab w:val="right" w:leader="dot" w:pos="9072"/>
      </w:tabs>
      <w:suppressAutoHyphens/>
      <w:spacing w:after="0" w:line="240" w:lineRule="auto"/>
      <w:ind w:left="680" w:hanging="680"/>
    </w:pPr>
    <w:rPr>
      <w:rFonts w:ascii="Tahoma" w:eastAsia="Times New Roman" w:hAnsi="Tahoma" w:cs="Times New Roman"/>
      <w:sz w:val="20"/>
      <w:szCs w:val="20"/>
      <w:lang w:eastAsia="en-GB"/>
    </w:rPr>
  </w:style>
  <w:style w:type="character" w:styleId="FootnoteReference">
    <w:name w:val="footnote reference"/>
    <w:aliases w:val="Footnote Reference/,Carattere Carattere3 Char Char Zchn Zchn"/>
    <w:basedOn w:val="DefaultParagraphFont"/>
    <w:link w:val="CarattereCarattere3CharChar"/>
    <w:uiPriority w:val="99"/>
    <w:rsid w:val="00416E18"/>
    <w:rPr>
      <w:vertAlign w:val="superscript"/>
    </w:rPr>
  </w:style>
  <w:style w:type="table" w:styleId="TableGrid">
    <w:name w:val="Table Grid"/>
    <w:basedOn w:val="TableNormal"/>
    <w:uiPriority w:val="59"/>
    <w:rsid w:val="00416E18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16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E1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6E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6E1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Footer">
    <w:name w:val="footer"/>
    <w:basedOn w:val="Normal"/>
    <w:link w:val="FooterChar"/>
    <w:uiPriority w:val="99"/>
    <w:semiHidden/>
    <w:rsid w:val="00416E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6E18"/>
  </w:style>
  <w:style w:type="character" w:styleId="LineNumber">
    <w:name w:val="line number"/>
    <w:basedOn w:val="DefaultParagraphFont"/>
    <w:uiPriority w:val="99"/>
    <w:semiHidden/>
    <w:rsid w:val="00416E18"/>
  </w:style>
  <w:style w:type="paragraph" w:styleId="TOCHeading">
    <w:name w:val="TOC Heading"/>
    <w:basedOn w:val="Heading1"/>
    <w:next w:val="Normal"/>
    <w:uiPriority w:val="39"/>
    <w:unhideWhenUsed/>
    <w:qFormat/>
    <w:rsid w:val="00416E18"/>
    <w:pPr>
      <w:outlineLvl w:val="9"/>
    </w:pPr>
    <w:rPr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416E18"/>
    <w:rPr>
      <w:color w:val="0000FF" w:themeColor="hyperlink"/>
      <w:u w:val="single"/>
    </w:rPr>
  </w:style>
  <w:style w:type="paragraph" w:styleId="TOC4">
    <w:name w:val="toc 4"/>
    <w:next w:val="Normal"/>
    <w:autoRedefine/>
    <w:uiPriority w:val="39"/>
    <w:rsid w:val="00416E18"/>
    <w:pPr>
      <w:tabs>
        <w:tab w:val="right" w:leader="dot" w:pos="9072"/>
      </w:tabs>
      <w:spacing w:after="0" w:line="240" w:lineRule="auto"/>
      <w:ind w:left="680" w:hanging="680"/>
      <w:outlineLvl w:val="3"/>
    </w:pPr>
    <w:rPr>
      <w:rFonts w:ascii="Tahoma" w:hAnsi="Tahoma"/>
      <w:sz w:val="20"/>
    </w:rPr>
  </w:style>
  <w:style w:type="paragraph" w:styleId="TOC5">
    <w:name w:val="toc 5"/>
    <w:next w:val="Normal"/>
    <w:autoRedefine/>
    <w:uiPriority w:val="39"/>
    <w:rsid w:val="00416E18"/>
    <w:pPr>
      <w:tabs>
        <w:tab w:val="right" w:leader="dot" w:pos="9072"/>
      </w:tabs>
      <w:spacing w:after="0" w:line="240" w:lineRule="auto"/>
      <w:ind w:left="1247" w:hanging="1247"/>
    </w:pPr>
    <w:rPr>
      <w:rFonts w:ascii="Tahoma" w:hAnsi="Tahoma"/>
      <w:sz w:val="20"/>
    </w:rPr>
  </w:style>
  <w:style w:type="table" w:customStyle="1" w:styleId="EFSAtable">
    <w:name w:val="EFSA table"/>
    <w:basedOn w:val="TableNormal"/>
    <w:uiPriority w:val="99"/>
    <w:rsid w:val="00416E18"/>
    <w:pPr>
      <w:spacing w:after="0" w:line="240" w:lineRule="auto"/>
    </w:pPr>
    <w:tblPr>
      <w:tblInd w:w="0" w:type="dxa"/>
      <w:tblBorders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hAnsi="Tahoma"/>
        <w:sz w:val="18"/>
      </w:rPr>
      <w:tblPr/>
      <w:tcPr>
        <w:tcBorders>
          <w:top w:val="single" w:sz="12" w:space="0" w:color="000000" w:themeColor="text1"/>
        </w:tcBorders>
      </w:tcPr>
    </w:tblStylePr>
    <w:tblStylePr w:type="lastRow">
      <w:tblPr/>
      <w:tcPr>
        <w:tcBorders>
          <w:bottom w:val="single" w:sz="12" w:space="0" w:color="000000" w:themeColor="text1"/>
        </w:tcBorders>
      </w:tcPr>
    </w:tblStylePr>
  </w:style>
  <w:style w:type="paragraph" w:customStyle="1" w:styleId="EFSAAnnextitle">
    <w:name w:val="EFSA_Annex title"/>
    <w:next w:val="EFSABodytext"/>
    <w:uiPriority w:val="99"/>
    <w:qFormat/>
    <w:rsid w:val="00416E18"/>
    <w:pPr>
      <w:keepNext/>
      <w:numPr>
        <w:numId w:val="15"/>
      </w:numPr>
      <w:spacing w:before="240" w:after="120" w:line="240" w:lineRule="auto"/>
      <w:outlineLvl w:val="0"/>
    </w:pPr>
    <w:rPr>
      <w:rFonts w:ascii="Tahoma" w:eastAsia="Times New Roman" w:hAnsi="Tahoma" w:cs="Mangal"/>
      <w:b/>
      <w:iCs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rsid w:val="00416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16E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6E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16E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E18"/>
    <w:rPr>
      <w:b/>
      <w:bCs/>
      <w:sz w:val="20"/>
      <w:szCs w:val="20"/>
    </w:rPr>
  </w:style>
  <w:style w:type="paragraph" w:customStyle="1" w:styleId="EFSAAppendixlevel1">
    <w:name w:val="EFSA_Appendix level 1"/>
    <w:next w:val="EFSABodytext"/>
    <w:qFormat/>
    <w:rsid w:val="00416E18"/>
    <w:pPr>
      <w:numPr>
        <w:ilvl w:val="1"/>
        <w:numId w:val="20"/>
      </w:numPr>
      <w:spacing w:before="240" w:after="120" w:line="240" w:lineRule="auto"/>
    </w:pPr>
    <w:rPr>
      <w:rFonts w:ascii="Tahoma" w:eastAsiaTheme="majorEastAsia" w:hAnsi="Tahoma" w:cstheme="majorBidi"/>
      <w:b/>
      <w:bCs/>
      <w:sz w:val="24"/>
      <w:szCs w:val="28"/>
    </w:rPr>
  </w:style>
  <w:style w:type="paragraph" w:customStyle="1" w:styleId="EFSAAppendixlevel2">
    <w:name w:val="EFSA_Appendix level 2"/>
    <w:qFormat/>
    <w:rsid w:val="00416E18"/>
    <w:pPr>
      <w:numPr>
        <w:ilvl w:val="2"/>
        <w:numId w:val="20"/>
      </w:numPr>
      <w:spacing w:before="240" w:after="120" w:line="240" w:lineRule="auto"/>
    </w:pPr>
    <w:rPr>
      <w:rFonts w:ascii="Tahoma" w:eastAsiaTheme="majorEastAsia" w:hAnsi="Tahoma" w:cstheme="majorBidi"/>
      <w:b/>
      <w:color w:val="7F7F7F" w:themeColor="text1" w:themeTint="80"/>
      <w:sz w:val="24"/>
      <w:szCs w:val="28"/>
    </w:rPr>
  </w:style>
  <w:style w:type="paragraph" w:customStyle="1" w:styleId="EFSAAppendixlevel3">
    <w:name w:val="EFSA_Appendix level 3"/>
    <w:next w:val="EFSABodytext"/>
    <w:qFormat/>
    <w:rsid w:val="00416E18"/>
    <w:pPr>
      <w:numPr>
        <w:ilvl w:val="3"/>
        <w:numId w:val="20"/>
      </w:numPr>
      <w:spacing w:before="240" w:after="120" w:line="240" w:lineRule="auto"/>
    </w:pPr>
    <w:rPr>
      <w:rFonts w:ascii="Tahoma" w:eastAsiaTheme="majorEastAsia" w:hAnsi="Tahoma" w:cstheme="majorBidi"/>
      <w:b/>
      <w:bCs/>
      <w:color w:val="7F7F7F" w:themeColor="text1" w:themeTint="80"/>
      <w:szCs w:val="28"/>
    </w:rPr>
  </w:style>
  <w:style w:type="paragraph" w:customStyle="1" w:styleId="EFSAAppendixlevel4">
    <w:name w:val="EFSA_Appendix level 4"/>
    <w:uiPriority w:val="99"/>
    <w:qFormat/>
    <w:rsid w:val="00416E18"/>
    <w:pPr>
      <w:numPr>
        <w:ilvl w:val="4"/>
        <w:numId w:val="19"/>
      </w:numPr>
      <w:spacing w:before="240" w:after="120" w:line="240" w:lineRule="auto"/>
    </w:pPr>
    <w:rPr>
      <w:rFonts w:ascii="Tahoma" w:hAnsi="Tahoma"/>
      <w:b/>
      <w:sz w:val="20"/>
      <w:szCs w:val="20"/>
    </w:rPr>
  </w:style>
  <w:style w:type="numbering" w:customStyle="1" w:styleId="EFSAheadinglist">
    <w:name w:val="EFSA_heading list"/>
    <w:uiPriority w:val="99"/>
    <w:rsid w:val="00416E18"/>
    <w:pPr>
      <w:numPr>
        <w:numId w:val="30"/>
      </w:numPr>
    </w:pPr>
  </w:style>
  <w:style w:type="character" w:styleId="FollowedHyperlink">
    <w:name w:val="FollowedHyperlink"/>
    <w:basedOn w:val="DefaultParagraphFont"/>
    <w:uiPriority w:val="99"/>
    <w:semiHidden/>
    <w:rsid w:val="00416E18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6E1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arattereCarattere3CharChar">
    <w:name w:val="Carattere Carattere3 Char Char"/>
    <w:basedOn w:val="Normal"/>
    <w:link w:val="FootnoteReference"/>
    <w:uiPriority w:val="99"/>
    <w:qFormat/>
    <w:rsid w:val="00AA26F2"/>
    <w:pPr>
      <w:spacing w:after="220" w:line="240" w:lineRule="auto"/>
      <w:jc w:val="both"/>
    </w:pPr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FD24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qFormat="1"/>
    <w:lsdException w:name="heading 1" w:semiHidden="0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header" w:uiPriority="0"/>
    <w:lsdException w:name="caption" w:uiPriority="35" w:unhideWhenUsed="1" w:qFormat="1"/>
    <w:lsdException w:name="Title" w:uiPriority="10" w:qFormat="1"/>
    <w:lsdException w:name="Default Paragraph Font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semiHidden/>
    <w:qFormat/>
    <w:rsid w:val="00416E18"/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416E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416E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416E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416E1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FSAAppendixtitle">
    <w:name w:val="EFSA_Appendix title"/>
    <w:next w:val="EFSABodytext"/>
    <w:link w:val="EFSAAppendixtitleChar"/>
    <w:qFormat/>
    <w:rsid w:val="00416E18"/>
    <w:pPr>
      <w:keepNext/>
      <w:numPr>
        <w:numId w:val="20"/>
      </w:numPr>
      <w:suppressLineNumbers/>
      <w:suppressAutoHyphens/>
      <w:spacing w:before="240" w:after="120" w:line="240" w:lineRule="auto"/>
      <w:jc w:val="both"/>
      <w:outlineLvl w:val="0"/>
    </w:pPr>
    <w:rPr>
      <w:rFonts w:ascii="Tahoma" w:eastAsia="Times New Roman" w:hAnsi="Tahoma" w:cs="Mangal"/>
      <w:b/>
      <w:iCs/>
      <w:sz w:val="24"/>
      <w:szCs w:val="24"/>
      <w:lang w:eastAsia="en-GB"/>
    </w:rPr>
  </w:style>
  <w:style w:type="character" w:customStyle="1" w:styleId="EFSAAppendixtitleChar">
    <w:name w:val="EFSA_Appendix title Char"/>
    <w:basedOn w:val="DefaultParagraphFont"/>
    <w:link w:val="EFSAAppendixtitle"/>
    <w:rsid w:val="00416E18"/>
    <w:rPr>
      <w:rFonts w:ascii="Tahoma" w:eastAsia="Times New Roman" w:hAnsi="Tahoma" w:cs="Mangal"/>
      <w:b/>
      <w:iCs/>
      <w:sz w:val="24"/>
      <w:szCs w:val="24"/>
      <w:lang w:eastAsia="en-GB"/>
    </w:rPr>
  </w:style>
  <w:style w:type="paragraph" w:styleId="Caption">
    <w:name w:val="caption"/>
    <w:basedOn w:val="Normal"/>
    <w:next w:val="Normal"/>
    <w:uiPriority w:val="35"/>
    <w:semiHidden/>
    <w:qFormat/>
    <w:rsid w:val="00416E1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EFSAHeading1nonumber">
    <w:name w:val="EFSA_Heading 1 (no number)"/>
    <w:next w:val="EFSABodytext"/>
    <w:link w:val="EFSAHeading1nonumberChar"/>
    <w:qFormat/>
    <w:rsid w:val="00416E18"/>
    <w:pPr>
      <w:keepNext/>
      <w:spacing w:before="240" w:after="120" w:line="240" w:lineRule="auto"/>
      <w:outlineLvl w:val="0"/>
    </w:pPr>
    <w:rPr>
      <w:rFonts w:ascii="Tahoma" w:hAnsi="Tahoma"/>
      <w:b/>
      <w:sz w:val="24"/>
      <w:szCs w:val="24"/>
    </w:rPr>
  </w:style>
  <w:style w:type="character" w:customStyle="1" w:styleId="EFSAHeading1nonumberChar">
    <w:name w:val="EFSA_Heading 1 (no number) Char"/>
    <w:basedOn w:val="DefaultParagraphFont"/>
    <w:link w:val="EFSAHeading1nonumber"/>
    <w:rsid w:val="00416E18"/>
    <w:rPr>
      <w:rFonts w:ascii="Tahoma" w:hAnsi="Tahoma"/>
      <w:b/>
      <w:sz w:val="24"/>
      <w:szCs w:val="24"/>
    </w:rPr>
  </w:style>
  <w:style w:type="paragraph" w:customStyle="1" w:styleId="EFSAAuthor">
    <w:name w:val="EFSA_Author"/>
    <w:next w:val="EFSABodytext"/>
    <w:link w:val="EFSAAuthorChar"/>
    <w:qFormat/>
    <w:rsid w:val="00C35B74"/>
    <w:pPr>
      <w:spacing w:before="240" w:after="120" w:line="240" w:lineRule="auto"/>
      <w:jc w:val="center"/>
    </w:pPr>
    <w:rPr>
      <w:rFonts w:ascii="Tahoma" w:hAnsi="Tahoma"/>
      <w:b/>
      <w:sz w:val="24"/>
      <w:szCs w:val="24"/>
    </w:rPr>
  </w:style>
  <w:style w:type="character" w:customStyle="1" w:styleId="EFSAAuthorChar">
    <w:name w:val="EFSA_Author Char"/>
    <w:basedOn w:val="EFSAHeading1nonumberChar"/>
    <w:link w:val="EFSAAuthor"/>
    <w:rsid w:val="00C35B74"/>
    <w:rPr>
      <w:rFonts w:ascii="Tahoma" w:hAnsi="Tahoma"/>
      <w:b/>
      <w:sz w:val="24"/>
      <w:szCs w:val="24"/>
    </w:rPr>
  </w:style>
  <w:style w:type="paragraph" w:customStyle="1" w:styleId="EFSABodytext">
    <w:name w:val="EFSA_Body text"/>
    <w:basedOn w:val="Normal"/>
    <w:link w:val="EFSABodytextChar"/>
    <w:qFormat/>
    <w:rsid w:val="00416E18"/>
    <w:pPr>
      <w:spacing w:after="120" w:line="240" w:lineRule="auto"/>
      <w:jc w:val="both"/>
    </w:pPr>
    <w:rPr>
      <w:rFonts w:ascii="Tahoma" w:hAnsi="Tahoma"/>
      <w:sz w:val="20"/>
      <w:szCs w:val="20"/>
    </w:rPr>
  </w:style>
  <w:style w:type="character" w:customStyle="1" w:styleId="EFSABodytextChar">
    <w:name w:val="EFSA_Body text Char"/>
    <w:basedOn w:val="DefaultParagraphFont"/>
    <w:link w:val="EFSABodytext"/>
    <w:rsid w:val="00416E18"/>
    <w:rPr>
      <w:rFonts w:ascii="Tahoma" w:hAnsi="Tahoma"/>
      <w:sz w:val="20"/>
      <w:szCs w:val="20"/>
    </w:rPr>
  </w:style>
  <w:style w:type="paragraph" w:customStyle="1" w:styleId="EFSABullet1">
    <w:name w:val="EFSA_Bullet 1"/>
    <w:basedOn w:val="EFSABodytext"/>
    <w:link w:val="EFSABullet1Char"/>
    <w:qFormat/>
    <w:rsid w:val="00416E18"/>
    <w:pPr>
      <w:numPr>
        <w:numId w:val="22"/>
      </w:numPr>
    </w:pPr>
  </w:style>
  <w:style w:type="character" w:customStyle="1" w:styleId="EFSABullet1Char">
    <w:name w:val="EFSA_Bullet 1 Char"/>
    <w:basedOn w:val="EFSABodytextChar"/>
    <w:link w:val="EFSABullet1"/>
    <w:rsid w:val="00416E18"/>
    <w:rPr>
      <w:rFonts w:ascii="Tahoma" w:hAnsi="Tahoma"/>
      <w:sz w:val="20"/>
      <w:szCs w:val="20"/>
    </w:rPr>
  </w:style>
  <w:style w:type="paragraph" w:customStyle="1" w:styleId="EFSABullet2">
    <w:name w:val="EFSA_Bullet 2"/>
    <w:basedOn w:val="EFSABodytext"/>
    <w:link w:val="EFSABullet2Char"/>
    <w:qFormat/>
    <w:rsid w:val="00416E18"/>
    <w:pPr>
      <w:numPr>
        <w:ilvl w:val="1"/>
        <w:numId w:val="22"/>
      </w:numPr>
    </w:pPr>
  </w:style>
  <w:style w:type="character" w:customStyle="1" w:styleId="EFSABullet2Char">
    <w:name w:val="EFSA_Bullet 2 Char"/>
    <w:basedOn w:val="EFSABodytextChar"/>
    <w:link w:val="EFSABullet2"/>
    <w:rsid w:val="00416E18"/>
    <w:rPr>
      <w:rFonts w:ascii="Tahoma" w:hAnsi="Tahoma"/>
      <w:sz w:val="20"/>
      <w:szCs w:val="20"/>
    </w:rPr>
  </w:style>
  <w:style w:type="paragraph" w:customStyle="1" w:styleId="EFSADates">
    <w:name w:val="EFSA_Dates"/>
    <w:link w:val="EFSADatesChar"/>
    <w:qFormat/>
    <w:rsid w:val="00416E18"/>
    <w:pPr>
      <w:spacing w:before="120" w:after="0" w:line="240" w:lineRule="auto"/>
    </w:pPr>
    <w:rPr>
      <w:rFonts w:ascii="Calibri" w:hAnsi="Calibri"/>
      <w:sz w:val="18"/>
      <w:lang w:val="en-US"/>
    </w:rPr>
  </w:style>
  <w:style w:type="character" w:customStyle="1" w:styleId="EFSADatesChar">
    <w:name w:val="EFSA_Dates Char"/>
    <w:basedOn w:val="DefaultParagraphFont"/>
    <w:link w:val="EFSADates"/>
    <w:rsid w:val="00416E18"/>
    <w:rPr>
      <w:rFonts w:ascii="Calibri" w:hAnsi="Calibri"/>
      <w:sz w:val="18"/>
      <w:lang w:val="en-US"/>
    </w:rPr>
  </w:style>
  <w:style w:type="paragraph" w:customStyle="1" w:styleId="EFSADocsprovided">
    <w:name w:val="EFSA_Docs provided"/>
    <w:basedOn w:val="EFSABodytext"/>
    <w:link w:val="EFSADocsprovidedChar"/>
    <w:qFormat/>
    <w:rsid w:val="00416E18"/>
    <w:pPr>
      <w:keepNext/>
      <w:numPr>
        <w:numId w:val="23"/>
      </w:numPr>
      <w:spacing w:after="240"/>
    </w:pPr>
  </w:style>
  <w:style w:type="character" w:customStyle="1" w:styleId="EFSADocsprovidedChar">
    <w:name w:val="EFSA_Docs provided Char"/>
    <w:basedOn w:val="EFSABodytextChar"/>
    <w:link w:val="EFSADocsprovided"/>
    <w:rsid w:val="00416E18"/>
    <w:rPr>
      <w:rFonts w:ascii="Tahoma" w:hAnsi="Tahoma"/>
      <w:sz w:val="20"/>
      <w:szCs w:val="20"/>
    </w:rPr>
  </w:style>
  <w:style w:type="paragraph" w:customStyle="1" w:styleId="EFSATablefootnote">
    <w:name w:val="EFSA_Table footnote"/>
    <w:link w:val="EFSATablefootnoteChar"/>
    <w:qFormat/>
    <w:rsid w:val="00416E18"/>
    <w:pPr>
      <w:tabs>
        <w:tab w:val="left" w:pos="426"/>
      </w:tabs>
      <w:ind w:left="357" w:hanging="357"/>
      <w:contextualSpacing/>
    </w:pPr>
    <w:rPr>
      <w:rFonts w:ascii="Tahoma" w:hAnsi="Tahoma"/>
      <w:sz w:val="16"/>
      <w:szCs w:val="20"/>
    </w:rPr>
  </w:style>
  <w:style w:type="character" w:customStyle="1" w:styleId="EFSATablefootnoteChar">
    <w:name w:val="EFSA_Table footnote Char"/>
    <w:basedOn w:val="EFSABodytextChar"/>
    <w:link w:val="EFSATablefootnote"/>
    <w:rsid w:val="00416E18"/>
    <w:rPr>
      <w:rFonts w:ascii="Tahoma" w:hAnsi="Tahoma"/>
      <w:sz w:val="16"/>
      <w:szCs w:val="20"/>
    </w:rPr>
  </w:style>
  <w:style w:type="paragraph" w:customStyle="1" w:styleId="EFSATablelegend">
    <w:name w:val="EFSA_Table legend"/>
    <w:basedOn w:val="EFSATablefootnote"/>
    <w:link w:val="EFSATablelegendChar"/>
    <w:qFormat/>
    <w:rsid w:val="00416E18"/>
    <w:pPr>
      <w:spacing w:after="0"/>
      <w:ind w:left="0" w:firstLine="0"/>
      <w:contextualSpacing w:val="0"/>
    </w:pPr>
  </w:style>
  <w:style w:type="character" w:customStyle="1" w:styleId="EFSATablelegendChar">
    <w:name w:val="EFSA_Table legend Char"/>
    <w:basedOn w:val="EFSATablefootnoteChar"/>
    <w:link w:val="EFSATablelegend"/>
    <w:rsid w:val="00416E18"/>
    <w:rPr>
      <w:rFonts w:ascii="Tahoma" w:hAnsi="Tahoma"/>
      <w:sz w:val="16"/>
      <w:szCs w:val="20"/>
    </w:rPr>
  </w:style>
  <w:style w:type="paragraph" w:customStyle="1" w:styleId="EFSAFigurelegend">
    <w:name w:val="EFSA_Figure legend"/>
    <w:basedOn w:val="EFSATablelegend"/>
    <w:link w:val="EFSAFigurelegendChar"/>
    <w:qFormat/>
    <w:rsid w:val="00416E18"/>
    <w:pPr>
      <w:autoSpaceDE w:val="0"/>
      <w:autoSpaceDN w:val="0"/>
      <w:adjustRightInd w:val="0"/>
    </w:pPr>
    <w:rPr>
      <w:rFonts w:cs="Arial"/>
      <w:szCs w:val="18"/>
    </w:rPr>
  </w:style>
  <w:style w:type="character" w:customStyle="1" w:styleId="EFSAFigurelegendChar">
    <w:name w:val="EFSA_Figure legend Char"/>
    <w:basedOn w:val="EFSATablefootnoteChar"/>
    <w:link w:val="EFSAFigurelegend"/>
    <w:rsid w:val="00416E18"/>
    <w:rPr>
      <w:rFonts w:ascii="Tahoma" w:hAnsi="Tahoma" w:cs="Arial"/>
      <w:sz w:val="16"/>
      <w:szCs w:val="18"/>
    </w:rPr>
  </w:style>
  <w:style w:type="paragraph" w:customStyle="1" w:styleId="EFSAFiguretitle">
    <w:name w:val="EFSA_Figure title"/>
    <w:next w:val="EFSABodytext"/>
    <w:link w:val="EFSAFiguretitleChar"/>
    <w:rsid w:val="00416E18"/>
    <w:pPr>
      <w:numPr>
        <w:numId w:val="24"/>
      </w:numPr>
      <w:tabs>
        <w:tab w:val="left" w:pos="1080"/>
      </w:tabs>
      <w:spacing w:before="240" w:after="24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EFSAFiguretitleChar">
    <w:name w:val="EFSA_Figure title Char"/>
    <w:basedOn w:val="DefaultParagraphFont"/>
    <w:link w:val="EFSAFiguretitle"/>
    <w:rsid w:val="00416E18"/>
    <w:rPr>
      <w:rFonts w:ascii="Tahoma" w:eastAsia="Times New Roman" w:hAnsi="Tahoma" w:cs="Times New Roman"/>
      <w:sz w:val="20"/>
      <w:szCs w:val="20"/>
    </w:rPr>
  </w:style>
  <w:style w:type="paragraph" w:customStyle="1" w:styleId="EFSAFooter">
    <w:name w:val="EFSA_Footer"/>
    <w:basedOn w:val="Normal"/>
    <w:link w:val="EFSAFooterChar"/>
    <w:qFormat/>
    <w:rsid w:val="00416E18"/>
    <w:pPr>
      <w:tabs>
        <w:tab w:val="right" w:pos="10206"/>
      </w:tabs>
      <w:spacing w:after="0" w:line="240" w:lineRule="auto"/>
    </w:pPr>
    <w:rPr>
      <w:sz w:val="16"/>
      <w:szCs w:val="16"/>
    </w:rPr>
  </w:style>
  <w:style w:type="character" w:customStyle="1" w:styleId="EFSAFooterChar">
    <w:name w:val="EFSA_Footer Char"/>
    <w:basedOn w:val="DefaultParagraphFont"/>
    <w:link w:val="EFSAFooter"/>
    <w:rsid w:val="00416E18"/>
    <w:rPr>
      <w:sz w:val="16"/>
      <w:szCs w:val="16"/>
    </w:rPr>
  </w:style>
  <w:style w:type="paragraph" w:customStyle="1" w:styleId="EFSAFootnote">
    <w:name w:val="EFSA_Footnote"/>
    <w:basedOn w:val="FootnoteText"/>
    <w:link w:val="EFSAFootnoteChar"/>
    <w:qFormat/>
    <w:rsid w:val="00416E18"/>
    <w:pPr>
      <w:ind w:left="170" w:hanging="170"/>
      <w:jc w:val="both"/>
    </w:pPr>
    <w:rPr>
      <w:rFonts w:ascii="Tahoma" w:hAnsi="Tahoma"/>
      <w:sz w:val="16"/>
    </w:rPr>
  </w:style>
  <w:style w:type="character" w:customStyle="1" w:styleId="EFSAFootnoteChar">
    <w:name w:val="EFSA_Footnote Char"/>
    <w:basedOn w:val="FootnoteTextChar"/>
    <w:link w:val="EFSAFootnote"/>
    <w:rsid w:val="00416E18"/>
    <w:rPr>
      <w:rFonts w:ascii="Tahoma" w:hAnsi="Tahoma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416E1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6E18"/>
    <w:rPr>
      <w:sz w:val="20"/>
      <w:szCs w:val="20"/>
    </w:rPr>
  </w:style>
  <w:style w:type="paragraph" w:customStyle="1" w:styleId="EFSAHeading1">
    <w:name w:val="EFSA_Heading 1"/>
    <w:next w:val="EFSABodytext"/>
    <w:link w:val="EFSAHeading1Char"/>
    <w:qFormat/>
    <w:rsid w:val="00416E18"/>
    <w:pPr>
      <w:numPr>
        <w:numId w:val="30"/>
      </w:numPr>
      <w:spacing w:before="240" w:after="120" w:line="240" w:lineRule="auto"/>
    </w:pPr>
    <w:rPr>
      <w:rFonts w:ascii="Tahoma" w:eastAsiaTheme="majorEastAsia" w:hAnsi="Tahoma" w:cstheme="majorBidi"/>
      <w:b/>
      <w:bCs/>
      <w:color w:val="000000" w:themeColor="text1"/>
      <w:sz w:val="24"/>
      <w:szCs w:val="28"/>
    </w:rPr>
  </w:style>
  <w:style w:type="character" w:customStyle="1" w:styleId="EFSAHeading1Char">
    <w:name w:val="EFSA_Heading 1 Char"/>
    <w:basedOn w:val="Heading1Char"/>
    <w:link w:val="EFSAHeading1"/>
    <w:rsid w:val="00416E18"/>
    <w:rPr>
      <w:rFonts w:ascii="Tahoma" w:eastAsiaTheme="majorEastAsia" w:hAnsi="Tahoma" w:cstheme="majorBidi"/>
      <w:b/>
      <w:bCs/>
      <w:color w:val="000000" w:themeColor="text1"/>
      <w:sz w:val="24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416E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EFSAHeading2">
    <w:name w:val="EFSA_Heading 2"/>
    <w:next w:val="EFSABodytext"/>
    <w:link w:val="EFSAHeading2Char"/>
    <w:qFormat/>
    <w:rsid w:val="00416E18"/>
    <w:pPr>
      <w:keepNext/>
      <w:numPr>
        <w:ilvl w:val="1"/>
        <w:numId w:val="30"/>
      </w:numPr>
      <w:spacing w:before="240" w:after="120" w:line="240" w:lineRule="auto"/>
      <w:outlineLvl w:val="1"/>
    </w:pPr>
    <w:rPr>
      <w:rFonts w:ascii="Tahoma" w:eastAsiaTheme="majorEastAsia" w:hAnsi="Tahoma" w:cstheme="majorBidi"/>
      <w:b/>
      <w:bCs/>
      <w:color w:val="7F7F7F" w:themeColor="text1" w:themeTint="80"/>
      <w:sz w:val="24"/>
      <w:szCs w:val="28"/>
    </w:rPr>
  </w:style>
  <w:style w:type="character" w:customStyle="1" w:styleId="EFSAHeading2Char">
    <w:name w:val="EFSA_Heading 2 Char"/>
    <w:basedOn w:val="EFSAHeading1Char"/>
    <w:link w:val="EFSAHeading2"/>
    <w:rsid w:val="00416E18"/>
    <w:rPr>
      <w:rFonts w:ascii="Tahoma" w:eastAsiaTheme="majorEastAsia" w:hAnsi="Tahoma" w:cstheme="majorBidi"/>
      <w:b/>
      <w:bCs/>
      <w:color w:val="7F7F7F" w:themeColor="text1" w:themeTint="80"/>
      <w:sz w:val="24"/>
      <w:szCs w:val="28"/>
    </w:rPr>
  </w:style>
  <w:style w:type="paragraph" w:customStyle="1" w:styleId="EFSAHeading3">
    <w:name w:val="EFSA_Heading 3"/>
    <w:next w:val="EFSABodytext"/>
    <w:link w:val="EFSAHeading3Char"/>
    <w:qFormat/>
    <w:rsid w:val="00416E18"/>
    <w:pPr>
      <w:numPr>
        <w:ilvl w:val="2"/>
        <w:numId w:val="30"/>
      </w:numPr>
      <w:outlineLvl w:val="2"/>
    </w:pPr>
    <w:rPr>
      <w:rFonts w:ascii="Tahoma" w:eastAsiaTheme="majorEastAsia" w:hAnsi="Tahoma" w:cstheme="majorBidi"/>
      <w:b/>
      <w:bCs/>
      <w:color w:val="7F7F7F" w:themeColor="text1" w:themeTint="80"/>
      <w:sz w:val="24"/>
      <w:szCs w:val="28"/>
    </w:rPr>
  </w:style>
  <w:style w:type="character" w:customStyle="1" w:styleId="EFSAHeading3Char">
    <w:name w:val="EFSA_Heading 3 Char"/>
    <w:basedOn w:val="EFSAHeading2Char"/>
    <w:link w:val="EFSAHeading3"/>
    <w:rsid w:val="00416E18"/>
    <w:rPr>
      <w:rFonts w:ascii="Tahoma" w:eastAsiaTheme="majorEastAsia" w:hAnsi="Tahoma" w:cstheme="majorBidi"/>
      <w:b/>
      <w:bCs/>
      <w:color w:val="7F7F7F" w:themeColor="text1" w:themeTint="80"/>
      <w:sz w:val="24"/>
      <w:szCs w:val="28"/>
    </w:rPr>
  </w:style>
  <w:style w:type="paragraph" w:customStyle="1" w:styleId="EFSAHeading4">
    <w:name w:val="EFSA_Heading 4"/>
    <w:next w:val="EFSABodytext"/>
    <w:link w:val="EFSAHeading4Char"/>
    <w:qFormat/>
    <w:rsid w:val="00416E18"/>
    <w:pPr>
      <w:keepNext/>
      <w:numPr>
        <w:ilvl w:val="3"/>
        <w:numId w:val="30"/>
      </w:numPr>
      <w:spacing w:before="240" w:after="120" w:line="240" w:lineRule="auto"/>
      <w:outlineLvl w:val="3"/>
    </w:pPr>
    <w:rPr>
      <w:rFonts w:ascii="Tahoma" w:hAnsi="Tahoma"/>
      <w:b/>
      <w:sz w:val="20"/>
      <w:szCs w:val="20"/>
    </w:rPr>
  </w:style>
  <w:style w:type="character" w:customStyle="1" w:styleId="EFSAHeading4Char">
    <w:name w:val="EFSA_Heading 4 Char"/>
    <w:basedOn w:val="DefaultParagraphFont"/>
    <w:link w:val="EFSAHeading4"/>
    <w:rsid w:val="00416E18"/>
    <w:rPr>
      <w:rFonts w:ascii="Tahoma" w:hAnsi="Tahoma"/>
      <w:b/>
      <w:sz w:val="20"/>
      <w:szCs w:val="20"/>
    </w:rPr>
  </w:style>
  <w:style w:type="paragraph" w:customStyle="1" w:styleId="EFSAHeading5">
    <w:name w:val="EFSA_Heading 5"/>
    <w:next w:val="EFSABodytext"/>
    <w:link w:val="EFSAHeading5Char"/>
    <w:qFormat/>
    <w:rsid w:val="00A70542"/>
    <w:pPr>
      <w:numPr>
        <w:ilvl w:val="4"/>
        <w:numId w:val="30"/>
      </w:numPr>
      <w:spacing w:before="240" w:after="120" w:line="240" w:lineRule="auto"/>
      <w:outlineLvl w:val="4"/>
    </w:pPr>
    <w:rPr>
      <w:rFonts w:ascii="Tahoma" w:hAnsi="Tahoma"/>
      <w:i/>
      <w:sz w:val="20"/>
      <w:szCs w:val="20"/>
    </w:rPr>
  </w:style>
  <w:style w:type="character" w:customStyle="1" w:styleId="EFSAHeading5Char">
    <w:name w:val="EFSA_Heading 5 Char"/>
    <w:basedOn w:val="EFSAHeading4Char"/>
    <w:link w:val="EFSAHeading5"/>
    <w:rsid w:val="00A70542"/>
    <w:rPr>
      <w:rFonts w:ascii="Tahoma" w:hAnsi="Tahoma"/>
      <w:b w:val="0"/>
      <w:i/>
      <w:sz w:val="20"/>
      <w:szCs w:val="20"/>
    </w:rPr>
  </w:style>
  <w:style w:type="numbering" w:customStyle="1" w:styleId="EFSAListbullets">
    <w:name w:val="EFSA_List bullets"/>
    <w:basedOn w:val="NoList"/>
    <w:uiPriority w:val="99"/>
    <w:rsid w:val="00416E18"/>
    <w:pPr>
      <w:numPr>
        <w:numId w:val="10"/>
      </w:numPr>
    </w:pPr>
  </w:style>
  <w:style w:type="paragraph" w:customStyle="1" w:styleId="EFSAListnumbered">
    <w:name w:val="EFSA_List numbered"/>
    <w:basedOn w:val="ListParagraph"/>
    <w:link w:val="EFSAListnumberedChar"/>
    <w:qFormat/>
    <w:rsid w:val="00416E18"/>
    <w:pPr>
      <w:numPr>
        <w:numId w:val="32"/>
      </w:numPr>
      <w:suppressAutoHyphens/>
      <w:spacing w:after="120" w:line="240" w:lineRule="auto"/>
      <w:contextualSpacing w:val="0"/>
    </w:pPr>
    <w:rPr>
      <w:rFonts w:ascii="Tahoma" w:eastAsia="Times New Roman" w:hAnsi="Tahoma" w:cs="Times New Roman"/>
      <w:sz w:val="20"/>
      <w:szCs w:val="20"/>
      <w:lang w:eastAsia="en-GB"/>
    </w:rPr>
  </w:style>
  <w:style w:type="character" w:customStyle="1" w:styleId="EFSAListnumberedChar">
    <w:name w:val="EFSA_List numbered Char"/>
    <w:basedOn w:val="DefaultParagraphFont"/>
    <w:link w:val="EFSAListnumbered"/>
    <w:rsid w:val="00416E18"/>
    <w:rPr>
      <w:rFonts w:ascii="Tahoma" w:eastAsia="Times New Roman" w:hAnsi="Tahoma" w:cs="Times New Roman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semiHidden/>
    <w:qFormat/>
    <w:rsid w:val="00416E18"/>
    <w:pPr>
      <w:ind w:left="720"/>
      <w:contextualSpacing/>
    </w:pPr>
  </w:style>
  <w:style w:type="paragraph" w:customStyle="1" w:styleId="EFSAOutputcategory">
    <w:name w:val="EFSA_Output category"/>
    <w:link w:val="EFSAOutputcategoryChar"/>
    <w:qFormat/>
    <w:rsid w:val="00416E18"/>
    <w:pPr>
      <w:spacing w:before="240" w:after="240" w:line="240" w:lineRule="auto"/>
    </w:pPr>
    <w:rPr>
      <w:rFonts w:ascii="Calibri" w:eastAsiaTheme="majorEastAsia" w:hAnsi="Calibri" w:cstheme="majorBidi"/>
      <w:b/>
      <w:iCs/>
      <w:caps/>
      <w:color w:val="171796"/>
      <w:sz w:val="32"/>
      <w:szCs w:val="32"/>
    </w:rPr>
  </w:style>
  <w:style w:type="character" w:customStyle="1" w:styleId="EFSAOutputcategoryChar">
    <w:name w:val="EFSA_Output category Char"/>
    <w:basedOn w:val="DefaultParagraphFont"/>
    <w:link w:val="EFSAOutputcategory"/>
    <w:rsid w:val="00416E18"/>
    <w:rPr>
      <w:rFonts w:ascii="Calibri" w:eastAsiaTheme="majorEastAsia" w:hAnsi="Calibri" w:cstheme="majorBidi"/>
      <w:b/>
      <w:iCs/>
      <w:caps/>
      <w:color w:val="171796"/>
      <w:sz w:val="32"/>
      <w:szCs w:val="32"/>
    </w:rPr>
  </w:style>
  <w:style w:type="paragraph" w:customStyle="1" w:styleId="EFSAOutputtitle">
    <w:name w:val="EFSA_Output title"/>
    <w:basedOn w:val="Normal"/>
    <w:next w:val="EFSAAuthor"/>
    <w:link w:val="EFSAOutputtitleChar"/>
    <w:qFormat/>
    <w:rsid w:val="00416E18"/>
    <w:pPr>
      <w:spacing w:before="360" w:after="240" w:line="240" w:lineRule="auto"/>
      <w:jc w:val="center"/>
    </w:pPr>
    <w:rPr>
      <w:rFonts w:ascii="Tahoma" w:hAnsi="Tahoma"/>
      <w:b/>
      <w:sz w:val="32"/>
      <w:szCs w:val="32"/>
    </w:rPr>
  </w:style>
  <w:style w:type="character" w:customStyle="1" w:styleId="EFSAOutputtitleChar">
    <w:name w:val="EFSA_Output title Char"/>
    <w:basedOn w:val="DefaultParagraphFont"/>
    <w:link w:val="EFSAOutputtitle"/>
    <w:rsid w:val="00416E18"/>
    <w:rPr>
      <w:rFonts w:ascii="Tahoma" w:hAnsi="Tahoma"/>
      <w:b/>
      <w:sz w:val="32"/>
      <w:szCs w:val="32"/>
    </w:rPr>
  </w:style>
  <w:style w:type="paragraph" w:customStyle="1" w:styleId="EFSAReferences">
    <w:name w:val="EFSA_References"/>
    <w:link w:val="EFSAReferencesChar"/>
    <w:qFormat/>
    <w:rsid w:val="00416E18"/>
    <w:pPr>
      <w:keepLines/>
      <w:tabs>
        <w:tab w:val="left" w:pos="284"/>
      </w:tabs>
      <w:spacing w:after="120" w:line="240" w:lineRule="auto"/>
      <w:ind w:left="284" w:hanging="284"/>
      <w:jc w:val="both"/>
    </w:pPr>
    <w:rPr>
      <w:rFonts w:ascii="Tahoma" w:eastAsia="Times New Roman" w:hAnsi="Tahoma" w:cs="Times New Roman"/>
      <w:color w:val="000000"/>
      <w:sz w:val="20"/>
      <w:szCs w:val="20"/>
    </w:rPr>
  </w:style>
  <w:style w:type="character" w:customStyle="1" w:styleId="EFSAReferencesChar">
    <w:name w:val="EFSA_References Char"/>
    <w:basedOn w:val="DefaultParagraphFont"/>
    <w:link w:val="EFSAReferences"/>
    <w:rsid w:val="00416E18"/>
    <w:rPr>
      <w:rFonts w:ascii="Tahoma" w:eastAsia="Times New Roman" w:hAnsi="Tahoma" w:cs="Times New Roman"/>
      <w:color w:val="000000"/>
      <w:sz w:val="20"/>
      <w:szCs w:val="20"/>
    </w:rPr>
  </w:style>
  <w:style w:type="paragraph" w:customStyle="1" w:styleId="EFSAShorttitle">
    <w:name w:val="EFSA_Short title"/>
    <w:link w:val="EFSAShorttitleChar"/>
    <w:qFormat/>
    <w:rsid w:val="00416E18"/>
    <w:pPr>
      <w:spacing w:after="0" w:line="240" w:lineRule="auto"/>
    </w:pPr>
    <w:rPr>
      <w:rFonts w:ascii="Calibri" w:eastAsiaTheme="majorEastAsia" w:hAnsi="Calibri" w:cstheme="majorBidi"/>
      <w:b/>
      <w:iCs/>
      <w:color w:val="171796"/>
      <w:sz w:val="18"/>
      <w:szCs w:val="24"/>
    </w:rPr>
  </w:style>
  <w:style w:type="character" w:customStyle="1" w:styleId="EFSAShorttitleChar">
    <w:name w:val="EFSA_Short title Char"/>
    <w:basedOn w:val="DefaultParagraphFont"/>
    <w:link w:val="EFSAShorttitle"/>
    <w:rsid w:val="00416E18"/>
    <w:rPr>
      <w:rFonts w:ascii="Calibri" w:eastAsiaTheme="majorEastAsia" w:hAnsi="Calibri" w:cstheme="majorBidi"/>
      <w:b/>
      <w:iCs/>
      <w:color w:val="171796"/>
      <w:sz w:val="18"/>
      <w:szCs w:val="24"/>
    </w:rPr>
  </w:style>
  <w:style w:type="paragraph" w:customStyle="1" w:styleId="EFSATabledata">
    <w:name w:val="EFSA_Table data"/>
    <w:basedOn w:val="EFSABodytext"/>
    <w:link w:val="EFSATabledataChar"/>
    <w:qFormat/>
    <w:rsid w:val="00416E18"/>
    <w:pPr>
      <w:spacing w:after="0"/>
      <w:jc w:val="left"/>
    </w:pPr>
    <w:rPr>
      <w:sz w:val="18"/>
    </w:rPr>
  </w:style>
  <w:style w:type="character" w:customStyle="1" w:styleId="EFSATabledataChar">
    <w:name w:val="EFSA_Table data Char"/>
    <w:basedOn w:val="EFSABodytextChar"/>
    <w:link w:val="EFSATabledata"/>
    <w:rsid w:val="00416E18"/>
    <w:rPr>
      <w:rFonts w:ascii="Tahoma" w:hAnsi="Tahoma"/>
      <w:sz w:val="18"/>
      <w:szCs w:val="20"/>
    </w:rPr>
  </w:style>
  <w:style w:type="paragraph" w:customStyle="1" w:styleId="EFSATablefirstcolumn">
    <w:name w:val="EFSA_Table first column"/>
    <w:basedOn w:val="EFSATabledata"/>
    <w:link w:val="EFSATablefirstcolumnChar"/>
    <w:qFormat/>
    <w:rsid w:val="00416E18"/>
    <w:rPr>
      <w:b/>
    </w:rPr>
  </w:style>
  <w:style w:type="character" w:customStyle="1" w:styleId="EFSATablefirstcolumnChar">
    <w:name w:val="EFSA_Table first column Char"/>
    <w:basedOn w:val="EFSATabledataChar"/>
    <w:link w:val="EFSATablefirstcolumn"/>
    <w:rsid w:val="00416E18"/>
    <w:rPr>
      <w:rFonts w:ascii="Tahoma" w:hAnsi="Tahoma"/>
      <w:b/>
      <w:sz w:val="18"/>
      <w:szCs w:val="20"/>
    </w:rPr>
  </w:style>
  <w:style w:type="paragraph" w:customStyle="1" w:styleId="EFSATableheadingrow">
    <w:name w:val="EFSA_Table heading row"/>
    <w:basedOn w:val="EFSATabledata"/>
    <w:link w:val="EFSATableheadingrowChar"/>
    <w:qFormat/>
    <w:rsid w:val="00416E18"/>
    <w:rPr>
      <w:b/>
    </w:rPr>
  </w:style>
  <w:style w:type="character" w:customStyle="1" w:styleId="EFSATableheadingrowChar">
    <w:name w:val="EFSA_Table heading row Char"/>
    <w:basedOn w:val="EFSATabledataChar"/>
    <w:link w:val="EFSATableheadingrow"/>
    <w:rsid w:val="00416E18"/>
    <w:rPr>
      <w:rFonts w:ascii="Tahoma" w:hAnsi="Tahoma"/>
      <w:b/>
      <w:sz w:val="18"/>
      <w:szCs w:val="20"/>
    </w:rPr>
  </w:style>
  <w:style w:type="paragraph" w:customStyle="1" w:styleId="EFSATabletitle">
    <w:name w:val="EFSA_Table title"/>
    <w:next w:val="EFSABodytext"/>
    <w:link w:val="EFSATabletitleChar"/>
    <w:qFormat/>
    <w:rsid w:val="00416E18"/>
    <w:pPr>
      <w:numPr>
        <w:numId w:val="33"/>
      </w:numPr>
      <w:tabs>
        <w:tab w:val="left" w:pos="1080"/>
      </w:tabs>
      <w:spacing w:before="240" w:after="240"/>
    </w:pPr>
    <w:rPr>
      <w:rFonts w:ascii="Tahoma" w:hAnsi="Tahoma"/>
      <w:sz w:val="20"/>
      <w:szCs w:val="20"/>
    </w:rPr>
  </w:style>
  <w:style w:type="character" w:customStyle="1" w:styleId="EFSATabletitleChar">
    <w:name w:val="EFSA_Table title Char"/>
    <w:basedOn w:val="EFSABodytextChar"/>
    <w:link w:val="EFSATabletitle"/>
    <w:rsid w:val="00416E18"/>
    <w:rPr>
      <w:rFonts w:ascii="Tahoma" w:hAnsi="Tahoma"/>
      <w:sz w:val="20"/>
      <w:szCs w:val="20"/>
    </w:rPr>
  </w:style>
  <w:style w:type="character" w:styleId="SubtleEmphasis">
    <w:name w:val="Subtle Emphasis"/>
    <w:semiHidden/>
    <w:qFormat/>
    <w:rsid w:val="00416E18"/>
    <w:rPr>
      <w:rFonts w:ascii="Verdana" w:hAnsi="Verdana"/>
      <w:iCs/>
      <w:color w:val="000000"/>
      <w:sz w:val="20"/>
    </w:rPr>
  </w:style>
  <w:style w:type="paragraph" w:styleId="Header">
    <w:name w:val="header"/>
    <w:basedOn w:val="Normal"/>
    <w:link w:val="HeaderChar"/>
    <w:semiHidden/>
    <w:rsid w:val="00416E18"/>
    <w:pPr>
      <w:suppressLineNumbers/>
      <w:tabs>
        <w:tab w:val="center" w:pos="4513"/>
        <w:tab w:val="right" w:pos="9026"/>
      </w:tabs>
      <w:suppressAutoHyphens/>
      <w:spacing w:after="120" w:line="240" w:lineRule="auto"/>
    </w:pPr>
    <w:rPr>
      <w:rFonts w:ascii="Tahoma" w:eastAsia="Times New Roman" w:hAnsi="Tahoma" w:cs="Times New Roman"/>
      <w:sz w:val="20"/>
      <w:szCs w:val="20"/>
      <w:lang w:eastAsia="en-GB"/>
    </w:rPr>
  </w:style>
  <w:style w:type="character" w:customStyle="1" w:styleId="HeaderChar">
    <w:name w:val="Header Char"/>
    <w:basedOn w:val="DefaultParagraphFont"/>
    <w:link w:val="Header"/>
    <w:semiHidden/>
    <w:rsid w:val="00416E18"/>
    <w:rPr>
      <w:rFonts w:ascii="Tahoma" w:eastAsia="Times New Roman" w:hAnsi="Tahoma" w:cs="Times New Roman"/>
      <w:sz w:val="20"/>
      <w:szCs w:val="20"/>
      <w:lang w:eastAsia="en-GB"/>
    </w:rPr>
  </w:style>
  <w:style w:type="paragraph" w:styleId="TOC1">
    <w:name w:val="toc 1"/>
    <w:basedOn w:val="Normal"/>
    <w:uiPriority w:val="39"/>
    <w:qFormat/>
    <w:rsid w:val="00416E18"/>
    <w:pPr>
      <w:tabs>
        <w:tab w:val="right" w:leader="dot" w:pos="9072"/>
      </w:tabs>
      <w:suppressAutoHyphens/>
      <w:spacing w:after="0" w:line="240" w:lineRule="auto"/>
      <w:ind w:left="680" w:hanging="680"/>
    </w:pPr>
    <w:rPr>
      <w:rFonts w:ascii="Tahoma" w:eastAsia="Times New Roman" w:hAnsi="Tahoma" w:cs="Times New Roman"/>
      <w:sz w:val="20"/>
      <w:szCs w:val="20"/>
      <w:lang w:eastAsia="en-GB"/>
    </w:rPr>
  </w:style>
  <w:style w:type="paragraph" w:styleId="TOC2">
    <w:name w:val="toc 2"/>
    <w:basedOn w:val="Normal"/>
    <w:uiPriority w:val="39"/>
    <w:qFormat/>
    <w:rsid w:val="00416E18"/>
    <w:pPr>
      <w:tabs>
        <w:tab w:val="right" w:leader="dot" w:pos="9072"/>
      </w:tabs>
      <w:suppressAutoHyphens/>
      <w:spacing w:after="0" w:line="240" w:lineRule="auto"/>
      <w:ind w:left="680" w:hanging="680"/>
    </w:pPr>
    <w:rPr>
      <w:rFonts w:ascii="Tahoma" w:eastAsia="Times New Roman" w:hAnsi="Tahoma" w:cs="Times New Roman"/>
      <w:sz w:val="20"/>
      <w:szCs w:val="20"/>
      <w:lang w:eastAsia="en-GB"/>
    </w:rPr>
  </w:style>
  <w:style w:type="paragraph" w:styleId="TOC3">
    <w:name w:val="toc 3"/>
    <w:basedOn w:val="Normal"/>
    <w:uiPriority w:val="39"/>
    <w:qFormat/>
    <w:rsid w:val="00416E18"/>
    <w:pPr>
      <w:tabs>
        <w:tab w:val="right" w:leader="dot" w:pos="9072"/>
      </w:tabs>
      <w:suppressAutoHyphens/>
      <w:spacing w:after="0" w:line="240" w:lineRule="auto"/>
      <w:ind w:left="680" w:hanging="680"/>
    </w:pPr>
    <w:rPr>
      <w:rFonts w:ascii="Tahoma" w:eastAsia="Times New Roman" w:hAnsi="Tahoma" w:cs="Times New Roman"/>
      <w:sz w:val="20"/>
      <w:szCs w:val="20"/>
      <w:lang w:eastAsia="en-GB"/>
    </w:rPr>
  </w:style>
  <w:style w:type="character" w:styleId="FootnoteReference">
    <w:name w:val="footnote reference"/>
    <w:aliases w:val="Footnote Reference/,Carattere Carattere3 Char Char Zchn Zchn"/>
    <w:basedOn w:val="DefaultParagraphFont"/>
    <w:link w:val="CarattereCarattere3CharChar"/>
    <w:uiPriority w:val="99"/>
    <w:rsid w:val="00416E18"/>
    <w:rPr>
      <w:vertAlign w:val="superscript"/>
    </w:rPr>
  </w:style>
  <w:style w:type="table" w:styleId="TableGrid">
    <w:name w:val="Table Grid"/>
    <w:basedOn w:val="TableNormal"/>
    <w:uiPriority w:val="59"/>
    <w:rsid w:val="00416E18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16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E1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6E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6E1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Footer">
    <w:name w:val="footer"/>
    <w:basedOn w:val="Normal"/>
    <w:link w:val="FooterChar"/>
    <w:uiPriority w:val="99"/>
    <w:semiHidden/>
    <w:rsid w:val="00416E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6E18"/>
  </w:style>
  <w:style w:type="character" w:styleId="LineNumber">
    <w:name w:val="line number"/>
    <w:basedOn w:val="DefaultParagraphFont"/>
    <w:uiPriority w:val="99"/>
    <w:semiHidden/>
    <w:rsid w:val="00416E18"/>
  </w:style>
  <w:style w:type="paragraph" w:styleId="TOCHeading">
    <w:name w:val="TOC Heading"/>
    <w:basedOn w:val="Heading1"/>
    <w:next w:val="Normal"/>
    <w:uiPriority w:val="39"/>
    <w:unhideWhenUsed/>
    <w:qFormat/>
    <w:rsid w:val="00416E18"/>
    <w:pPr>
      <w:outlineLvl w:val="9"/>
    </w:pPr>
    <w:rPr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416E18"/>
    <w:rPr>
      <w:color w:val="0000FF" w:themeColor="hyperlink"/>
      <w:u w:val="single"/>
    </w:rPr>
  </w:style>
  <w:style w:type="paragraph" w:styleId="TOC4">
    <w:name w:val="toc 4"/>
    <w:next w:val="Normal"/>
    <w:autoRedefine/>
    <w:uiPriority w:val="39"/>
    <w:rsid w:val="00416E18"/>
    <w:pPr>
      <w:tabs>
        <w:tab w:val="right" w:leader="dot" w:pos="9072"/>
      </w:tabs>
      <w:spacing w:after="0" w:line="240" w:lineRule="auto"/>
      <w:ind w:left="680" w:hanging="680"/>
      <w:outlineLvl w:val="3"/>
    </w:pPr>
    <w:rPr>
      <w:rFonts w:ascii="Tahoma" w:hAnsi="Tahoma"/>
      <w:sz w:val="20"/>
    </w:rPr>
  </w:style>
  <w:style w:type="paragraph" w:styleId="TOC5">
    <w:name w:val="toc 5"/>
    <w:next w:val="Normal"/>
    <w:autoRedefine/>
    <w:uiPriority w:val="39"/>
    <w:rsid w:val="00416E18"/>
    <w:pPr>
      <w:tabs>
        <w:tab w:val="right" w:leader="dot" w:pos="9072"/>
      </w:tabs>
      <w:spacing w:after="0" w:line="240" w:lineRule="auto"/>
      <w:ind w:left="1247" w:hanging="1247"/>
    </w:pPr>
    <w:rPr>
      <w:rFonts w:ascii="Tahoma" w:hAnsi="Tahoma"/>
      <w:sz w:val="20"/>
    </w:rPr>
  </w:style>
  <w:style w:type="table" w:customStyle="1" w:styleId="EFSAtable">
    <w:name w:val="EFSA table"/>
    <w:basedOn w:val="TableNormal"/>
    <w:uiPriority w:val="99"/>
    <w:rsid w:val="00416E18"/>
    <w:pPr>
      <w:spacing w:after="0" w:line="240" w:lineRule="auto"/>
    </w:pPr>
    <w:tblPr>
      <w:tblInd w:w="0" w:type="dxa"/>
      <w:tblBorders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hAnsi="Tahoma"/>
        <w:sz w:val="18"/>
      </w:rPr>
      <w:tblPr/>
      <w:tcPr>
        <w:tcBorders>
          <w:top w:val="single" w:sz="12" w:space="0" w:color="000000" w:themeColor="text1"/>
        </w:tcBorders>
      </w:tcPr>
    </w:tblStylePr>
    <w:tblStylePr w:type="lastRow">
      <w:tblPr/>
      <w:tcPr>
        <w:tcBorders>
          <w:bottom w:val="single" w:sz="12" w:space="0" w:color="000000" w:themeColor="text1"/>
        </w:tcBorders>
      </w:tcPr>
    </w:tblStylePr>
  </w:style>
  <w:style w:type="paragraph" w:customStyle="1" w:styleId="EFSAAnnextitle">
    <w:name w:val="EFSA_Annex title"/>
    <w:next w:val="EFSABodytext"/>
    <w:uiPriority w:val="99"/>
    <w:qFormat/>
    <w:rsid w:val="00416E18"/>
    <w:pPr>
      <w:keepNext/>
      <w:numPr>
        <w:numId w:val="15"/>
      </w:numPr>
      <w:spacing w:before="240" w:after="120" w:line="240" w:lineRule="auto"/>
      <w:outlineLvl w:val="0"/>
    </w:pPr>
    <w:rPr>
      <w:rFonts w:ascii="Tahoma" w:eastAsia="Times New Roman" w:hAnsi="Tahoma" w:cs="Mangal"/>
      <w:b/>
      <w:iCs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rsid w:val="00416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16E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6E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16E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E18"/>
    <w:rPr>
      <w:b/>
      <w:bCs/>
      <w:sz w:val="20"/>
      <w:szCs w:val="20"/>
    </w:rPr>
  </w:style>
  <w:style w:type="paragraph" w:customStyle="1" w:styleId="EFSAAppendixlevel1">
    <w:name w:val="EFSA_Appendix level 1"/>
    <w:next w:val="EFSABodytext"/>
    <w:qFormat/>
    <w:rsid w:val="00416E18"/>
    <w:pPr>
      <w:numPr>
        <w:ilvl w:val="1"/>
        <w:numId w:val="20"/>
      </w:numPr>
      <w:spacing w:before="240" w:after="120" w:line="240" w:lineRule="auto"/>
    </w:pPr>
    <w:rPr>
      <w:rFonts w:ascii="Tahoma" w:eastAsiaTheme="majorEastAsia" w:hAnsi="Tahoma" w:cstheme="majorBidi"/>
      <w:b/>
      <w:bCs/>
      <w:sz w:val="24"/>
      <w:szCs w:val="28"/>
    </w:rPr>
  </w:style>
  <w:style w:type="paragraph" w:customStyle="1" w:styleId="EFSAAppendixlevel2">
    <w:name w:val="EFSA_Appendix level 2"/>
    <w:qFormat/>
    <w:rsid w:val="00416E18"/>
    <w:pPr>
      <w:numPr>
        <w:ilvl w:val="2"/>
        <w:numId w:val="20"/>
      </w:numPr>
      <w:spacing w:before="240" w:after="120" w:line="240" w:lineRule="auto"/>
    </w:pPr>
    <w:rPr>
      <w:rFonts w:ascii="Tahoma" w:eastAsiaTheme="majorEastAsia" w:hAnsi="Tahoma" w:cstheme="majorBidi"/>
      <w:b/>
      <w:color w:val="7F7F7F" w:themeColor="text1" w:themeTint="80"/>
      <w:sz w:val="24"/>
      <w:szCs w:val="28"/>
    </w:rPr>
  </w:style>
  <w:style w:type="paragraph" w:customStyle="1" w:styleId="EFSAAppendixlevel3">
    <w:name w:val="EFSA_Appendix level 3"/>
    <w:next w:val="EFSABodytext"/>
    <w:qFormat/>
    <w:rsid w:val="00416E18"/>
    <w:pPr>
      <w:numPr>
        <w:ilvl w:val="3"/>
        <w:numId w:val="20"/>
      </w:numPr>
      <w:spacing w:before="240" w:after="120" w:line="240" w:lineRule="auto"/>
    </w:pPr>
    <w:rPr>
      <w:rFonts w:ascii="Tahoma" w:eastAsiaTheme="majorEastAsia" w:hAnsi="Tahoma" w:cstheme="majorBidi"/>
      <w:b/>
      <w:bCs/>
      <w:color w:val="7F7F7F" w:themeColor="text1" w:themeTint="80"/>
      <w:szCs w:val="28"/>
    </w:rPr>
  </w:style>
  <w:style w:type="paragraph" w:customStyle="1" w:styleId="EFSAAppendixlevel4">
    <w:name w:val="EFSA_Appendix level 4"/>
    <w:uiPriority w:val="99"/>
    <w:qFormat/>
    <w:rsid w:val="00416E18"/>
    <w:pPr>
      <w:numPr>
        <w:ilvl w:val="4"/>
        <w:numId w:val="19"/>
      </w:numPr>
      <w:spacing w:before="240" w:after="120" w:line="240" w:lineRule="auto"/>
    </w:pPr>
    <w:rPr>
      <w:rFonts w:ascii="Tahoma" w:hAnsi="Tahoma"/>
      <w:b/>
      <w:sz w:val="20"/>
      <w:szCs w:val="20"/>
    </w:rPr>
  </w:style>
  <w:style w:type="numbering" w:customStyle="1" w:styleId="EFSAheadinglist">
    <w:name w:val="EFSA_heading list"/>
    <w:uiPriority w:val="99"/>
    <w:rsid w:val="00416E18"/>
    <w:pPr>
      <w:numPr>
        <w:numId w:val="30"/>
      </w:numPr>
    </w:pPr>
  </w:style>
  <w:style w:type="character" w:styleId="FollowedHyperlink">
    <w:name w:val="FollowedHyperlink"/>
    <w:basedOn w:val="DefaultParagraphFont"/>
    <w:uiPriority w:val="99"/>
    <w:semiHidden/>
    <w:rsid w:val="00416E18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6E1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arattereCarattere3CharChar">
    <w:name w:val="Carattere Carattere3 Char Char"/>
    <w:basedOn w:val="Normal"/>
    <w:link w:val="FootnoteReference"/>
    <w:uiPriority w:val="99"/>
    <w:qFormat/>
    <w:rsid w:val="00AA26F2"/>
    <w:pPr>
      <w:spacing w:after="220" w:line="240" w:lineRule="auto"/>
      <w:jc w:val="both"/>
    </w:pPr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FD24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efsa.eu.int\fileserver\common\OfficeTemplates\Science\Technical%20report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94D5730C0254870949CBD556C6E5D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C0E25B-5191-4DEB-A0DE-920F1B435290}"/>
      </w:docPartPr>
      <w:docPartBody>
        <w:p w:rsidR="00EA144D" w:rsidRDefault="00F5043F" w:rsidP="00F5043F">
          <w:pPr>
            <w:pStyle w:val="494D5730C0254870949CBD556C6E5D3B1"/>
          </w:pPr>
          <w:r>
            <w:rPr>
              <w:rStyle w:val="PlaceholderText"/>
            </w:rPr>
            <w:t>MS receiving the application</w:t>
          </w:r>
        </w:p>
      </w:docPartBody>
    </w:docPart>
    <w:docPart>
      <w:docPartPr>
        <w:name w:val="516B4C0A254E459D831BAED2807684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DAE0F-4346-4E67-BE29-16901F8A9B8F}"/>
      </w:docPartPr>
      <w:docPartBody>
        <w:p w:rsidR="00F5554E" w:rsidRDefault="00010BA5" w:rsidP="00010BA5">
          <w:pPr>
            <w:pStyle w:val="516B4C0A254E459D831BAED2807684DA"/>
          </w:pPr>
          <w:r>
            <w:rPr>
              <w:rStyle w:val="PlaceholderText"/>
            </w:rPr>
            <w:t>Company</w:t>
          </w:r>
        </w:p>
      </w:docPartBody>
    </w:docPart>
    <w:docPart>
      <w:docPartPr>
        <w:name w:val="50069C8E007149688B6DCEFEE1E7E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C4A45F-E967-4E29-922B-41FD509C23C1}"/>
      </w:docPartPr>
      <w:docPartBody>
        <w:p w:rsidR="00F5554E" w:rsidRDefault="00010BA5" w:rsidP="00010BA5">
          <w:pPr>
            <w:pStyle w:val="50069C8E007149688B6DCEFEE1E7E40E"/>
          </w:pPr>
          <w:r>
            <w:rPr>
              <w:rStyle w:val="PlaceholderText"/>
            </w:rPr>
            <w:t>Address line</w:t>
          </w:r>
        </w:p>
      </w:docPartBody>
    </w:docPart>
    <w:docPart>
      <w:docPartPr>
        <w:name w:val="1BE4D04E6F4A49F88A762BC96C73C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7BB3F9-508B-41F0-B3A8-2641A9BA2000}"/>
      </w:docPartPr>
      <w:docPartBody>
        <w:p w:rsidR="00F5554E" w:rsidRDefault="00010BA5" w:rsidP="00010BA5">
          <w:pPr>
            <w:pStyle w:val="1BE4D04E6F4A49F88A762BC96C73C3B4"/>
          </w:pPr>
          <w:r>
            <w:rPr>
              <w:rStyle w:val="PlaceholderText"/>
            </w:rPr>
            <w:t>Country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43F"/>
    <w:rsid w:val="00010BA5"/>
    <w:rsid w:val="00136664"/>
    <w:rsid w:val="00573E54"/>
    <w:rsid w:val="00724AAC"/>
    <w:rsid w:val="00AF59B4"/>
    <w:rsid w:val="00EA144D"/>
    <w:rsid w:val="00F5043F"/>
    <w:rsid w:val="00F5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0BA5"/>
    <w:rPr>
      <w:color w:val="808080"/>
    </w:rPr>
  </w:style>
  <w:style w:type="paragraph" w:customStyle="1" w:styleId="0B470294A88E4E2AA375C93DE56F2E0F">
    <w:name w:val="0B470294A88E4E2AA375C93DE56F2E0F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188C7294F5554FD285EEAF745A60D655">
    <w:name w:val="188C7294F5554FD285EEAF745A60D655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9C4C4CA6D864A21B28EE76B96DDA819">
    <w:name w:val="C9C4C4CA6D864A21B28EE76B96DDA819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E83D4BC199E64372AC0FD36437E52EE7">
    <w:name w:val="E83D4BC199E64372AC0FD36437E52EE7"/>
    <w:rsid w:val="00F5043F"/>
  </w:style>
  <w:style w:type="paragraph" w:customStyle="1" w:styleId="0B470294A88E4E2AA375C93DE56F2E0F1">
    <w:name w:val="0B470294A88E4E2AA375C93DE56F2E0F1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15835D06BB094D1C98F4B2A0CA032340">
    <w:name w:val="15835D06BB094D1C98F4B2A0CA032340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9C4C4CA6D864A21B28EE76B96DDA8191">
    <w:name w:val="C9C4C4CA6D864A21B28EE76B96DDA8191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98C29B453BB641FAB49BF45E2B0545EB">
    <w:name w:val="98C29B453BB641FAB49BF45E2B0545EB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494D5730C0254870949CBD556C6E5D3B">
    <w:name w:val="494D5730C0254870949CBD556C6E5D3B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3B1CEFBB1514EA7B9B68AB051CCFFF6">
    <w:name w:val="83B1CEFBB1514EA7B9B68AB051CCFFF6"/>
    <w:rsid w:val="00F5043F"/>
  </w:style>
  <w:style w:type="paragraph" w:customStyle="1" w:styleId="0B470294A88E4E2AA375C93DE56F2E0F2">
    <w:name w:val="0B470294A88E4E2AA375C93DE56F2E0F2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15835D06BB094D1C98F4B2A0CA0323401">
    <w:name w:val="15835D06BB094D1C98F4B2A0CA0323401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9C4C4CA6D864A21B28EE76B96DDA8192">
    <w:name w:val="C9C4C4CA6D864A21B28EE76B96DDA8192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98C29B453BB641FAB49BF45E2B0545EB1">
    <w:name w:val="98C29B453BB641FAB49BF45E2B0545EB1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494D5730C0254870949CBD556C6E5D3B1">
    <w:name w:val="494D5730C0254870949CBD556C6E5D3B1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E22B3FB87A5045B6BD62E9E6BA94D8D8">
    <w:name w:val="E22B3FB87A5045B6BD62E9E6BA94D8D8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9B09B890B23446848864C1A1E35B5114">
    <w:name w:val="9B09B890B23446848864C1A1E35B5114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39E8A2E68A14B91A356552578EE4F3A">
    <w:name w:val="D39E8A2E68A14B91A356552578EE4F3A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BDE5F8E605A94D6FA9D465E8D240FA94">
    <w:name w:val="BDE5F8E605A94D6FA9D465E8D240FA94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516B4C0A254E459D831BAED2807684DA">
    <w:name w:val="516B4C0A254E459D831BAED2807684DA"/>
    <w:rsid w:val="00010BA5"/>
  </w:style>
  <w:style w:type="paragraph" w:customStyle="1" w:styleId="50069C8E007149688B6DCEFEE1E7E40E">
    <w:name w:val="50069C8E007149688B6DCEFEE1E7E40E"/>
    <w:rsid w:val="00010BA5"/>
  </w:style>
  <w:style w:type="paragraph" w:customStyle="1" w:styleId="1BE4D04E6F4A49F88A762BC96C73C3B4">
    <w:name w:val="1BE4D04E6F4A49F88A762BC96C73C3B4"/>
    <w:rsid w:val="00010BA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0BA5"/>
    <w:rPr>
      <w:color w:val="808080"/>
    </w:rPr>
  </w:style>
  <w:style w:type="paragraph" w:customStyle="1" w:styleId="0B470294A88E4E2AA375C93DE56F2E0F">
    <w:name w:val="0B470294A88E4E2AA375C93DE56F2E0F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188C7294F5554FD285EEAF745A60D655">
    <w:name w:val="188C7294F5554FD285EEAF745A60D655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9C4C4CA6D864A21B28EE76B96DDA819">
    <w:name w:val="C9C4C4CA6D864A21B28EE76B96DDA819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E83D4BC199E64372AC0FD36437E52EE7">
    <w:name w:val="E83D4BC199E64372AC0FD36437E52EE7"/>
    <w:rsid w:val="00F5043F"/>
  </w:style>
  <w:style w:type="paragraph" w:customStyle="1" w:styleId="0B470294A88E4E2AA375C93DE56F2E0F1">
    <w:name w:val="0B470294A88E4E2AA375C93DE56F2E0F1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15835D06BB094D1C98F4B2A0CA032340">
    <w:name w:val="15835D06BB094D1C98F4B2A0CA032340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9C4C4CA6D864A21B28EE76B96DDA8191">
    <w:name w:val="C9C4C4CA6D864A21B28EE76B96DDA8191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98C29B453BB641FAB49BF45E2B0545EB">
    <w:name w:val="98C29B453BB641FAB49BF45E2B0545EB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494D5730C0254870949CBD556C6E5D3B">
    <w:name w:val="494D5730C0254870949CBD556C6E5D3B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3B1CEFBB1514EA7B9B68AB051CCFFF6">
    <w:name w:val="83B1CEFBB1514EA7B9B68AB051CCFFF6"/>
    <w:rsid w:val="00F5043F"/>
  </w:style>
  <w:style w:type="paragraph" w:customStyle="1" w:styleId="0B470294A88E4E2AA375C93DE56F2E0F2">
    <w:name w:val="0B470294A88E4E2AA375C93DE56F2E0F2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15835D06BB094D1C98F4B2A0CA0323401">
    <w:name w:val="15835D06BB094D1C98F4B2A0CA0323401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9C4C4CA6D864A21B28EE76B96DDA8192">
    <w:name w:val="C9C4C4CA6D864A21B28EE76B96DDA8192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98C29B453BB641FAB49BF45E2B0545EB1">
    <w:name w:val="98C29B453BB641FAB49BF45E2B0545EB1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494D5730C0254870949CBD556C6E5D3B1">
    <w:name w:val="494D5730C0254870949CBD556C6E5D3B1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E22B3FB87A5045B6BD62E9E6BA94D8D8">
    <w:name w:val="E22B3FB87A5045B6BD62E9E6BA94D8D8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9B09B890B23446848864C1A1E35B5114">
    <w:name w:val="9B09B890B23446848864C1A1E35B5114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39E8A2E68A14B91A356552578EE4F3A">
    <w:name w:val="D39E8A2E68A14B91A356552578EE4F3A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BDE5F8E605A94D6FA9D465E8D240FA94">
    <w:name w:val="BDE5F8E605A94D6FA9D465E8D240FA94"/>
    <w:rsid w:val="00F5043F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516B4C0A254E459D831BAED2807684DA">
    <w:name w:val="516B4C0A254E459D831BAED2807684DA"/>
    <w:rsid w:val="00010BA5"/>
  </w:style>
  <w:style w:type="paragraph" w:customStyle="1" w:styleId="50069C8E007149688B6DCEFEE1E7E40E">
    <w:name w:val="50069C8E007149688B6DCEFEE1E7E40E"/>
    <w:rsid w:val="00010BA5"/>
  </w:style>
  <w:style w:type="paragraph" w:customStyle="1" w:styleId="1BE4D04E6F4A49F88A762BC96C73C3B4">
    <w:name w:val="1BE4D04E6F4A49F88A762BC96C73C3B4"/>
    <w:rsid w:val="00010B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65EF6-19E0-4AEF-B9B4-6F93E0DA6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 report template</Template>
  <TotalTime>31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EFSA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COTTRELL James West</dc:creator>
  <cp:lastModifiedBy>JORDA CALERO Jorge</cp:lastModifiedBy>
  <cp:revision>8</cp:revision>
  <cp:lastPrinted>2017-02-17T15:02:00Z</cp:lastPrinted>
  <dcterms:created xsi:type="dcterms:W3CDTF">2017-02-16T16:07:00Z</dcterms:created>
  <dcterms:modified xsi:type="dcterms:W3CDTF">2017-03-21T14:02:00Z</dcterms:modified>
</cp:coreProperties>
</file>