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30D" w:rsidRDefault="005B130D" w:rsidP="001240F0">
      <w:pPr>
        <w:pStyle w:val="EFSATITLE1"/>
      </w:pPr>
      <w:r w:rsidRPr="0020775F">
        <w:t xml:space="preserve">Justification </w:t>
      </w:r>
      <w:r w:rsidR="00B7140B">
        <w:t xml:space="preserve">form </w:t>
      </w:r>
      <w:r w:rsidRPr="0020775F">
        <w:t>for removal of</w:t>
      </w:r>
      <w:r w:rsidR="00B7140B">
        <w:t xml:space="preserve"> confidential</w:t>
      </w:r>
      <w:r>
        <w:t xml:space="preserve"> information in the DAR/</w:t>
      </w:r>
      <w:r w:rsidRPr="0020775F">
        <w:t>RAR</w:t>
      </w:r>
      <w:r>
        <w:t xml:space="preserve"> and updated sanitised supplementary </w:t>
      </w:r>
      <w:r w:rsidR="00786538">
        <w:t xml:space="preserve">summary </w:t>
      </w:r>
      <w:r>
        <w:t>dossier (USSSD)</w:t>
      </w:r>
    </w:p>
    <w:p w:rsidR="005B130D" w:rsidRPr="005B130D" w:rsidRDefault="005B130D" w:rsidP="005B130D">
      <w:pPr>
        <w:pStyle w:val="EFSABODYCOPY"/>
        <w:rPr>
          <w:sz w:val="22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03"/>
        <w:gridCol w:w="2835"/>
      </w:tblGrid>
      <w:tr w:rsidR="005B130D" w:rsidRPr="005B130D" w:rsidTr="007541F5">
        <w:trPr>
          <w:trHeight w:val="567"/>
        </w:trPr>
        <w:tc>
          <w:tcPr>
            <w:tcW w:w="3403" w:type="dxa"/>
            <w:vAlign w:val="center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Active substance:</w:t>
            </w:r>
          </w:p>
        </w:tc>
        <w:tc>
          <w:tcPr>
            <w:tcW w:w="2835" w:type="dxa"/>
            <w:vAlign w:val="center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………………………………</w:t>
            </w:r>
          </w:p>
        </w:tc>
      </w:tr>
      <w:tr w:rsidR="005B130D" w:rsidRPr="005B130D" w:rsidTr="007541F5">
        <w:trPr>
          <w:trHeight w:val="567"/>
        </w:trPr>
        <w:tc>
          <w:tcPr>
            <w:tcW w:w="3403" w:type="dxa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Rapporteur Member State:</w:t>
            </w:r>
          </w:p>
        </w:tc>
        <w:tc>
          <w:tcPr>
            <w:tcW w:w="2835" w:type="dxa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………………………………</w:t>
            </w:r>
          </w:p>
        </w:tc>
      </w:tr>
    </w:tbl>
    <w:p w:rsidR="005B130D" w:rsidRPr="005B130D" w:rsidRDefault="005B130D" w:rsidP="005B130D">
      <w:pPr>
        <w:pStyle w:val="EFSABODYCOPY"/>
        <w:tabs>
          <w:tab w:val="left" w:pos="567"/>
          <w:tab w:val="left" w:pos="1134"/>
        </w:tabs>
        <w:rPr>
          <w:sz w:val="22"/>
        </w:rPr>
      </w:pPr>
      <w:r w:rsidRPr="005B130D">
        <w:rPr>
          <w:sz w:val="22"/>
        </w:rPr>
        <w:t xml:space="preserve">DAR/RAR </w:t>
      </w:r>
      <w:r w:rsidRPr="005B130D">
        <w:rPr>
          <w:sz w:val="22"/>
        </w:rPr>
        <w:t xml:space="preserve">        USSSD </w:t>
      </w:r>
      <w:r w:rsidRPr="005B130D">
        <w:rPr>
          <w:sz w:val="22"/>
        </w:rPr>
        <w:t></w:t>
      </w:r>
    </w:p>
    <w:p w:rsidR="005B130D" w:rsidRPr="005B130D" w:rsidRDefault="005B130D" w:rsidP="005B130D">
      <w:pPr>
        <w:pStyle w:val="EFSABODYCOPY"/>
        <w:tabs>
          <w:tab w:val="left" w:pos="567"/>
          <w:tab w:val="left" w:pos="1134"/>
        </w:tabs>
        <w:rPr>
          <w:sz w:val="22"/>
        </w:rPr>
      </w:pPr>
    </w:p>
    <w:p w:rsidR="00FE6E52" w:rsidRPr="006D0C35" w:rsidRDefault="005B130D" w:rsidP="00FE6E52">
      <w:pPr>
        <w:pStyle w:val="EFSABODYCOPY"/>
        <w:tabs>
          <w:tab w:val="left" w:pos="567"/>
          <w:tab w:val="left" w:pos="1134"/>
        </w:tabs>
        <w:rPr>
          <w:sz w:val="22"/>
        </w:rPr>
      </w:pPr>
      <w:r w:rsidRPr="005B130D">
        <w:rPr>
          <w:b/>
          <w:sz w:val="22"/>
          <w:u w:val="single"/>
        </w:rPr>
        <w:t>Note</w:t>
      </w:r>
      <w:r w:rsidRPr="006D0C35">
        <w:rPr>
          <w:b/>
          <w:sz w:val="22"/>
        </w:rPr>
        <w:t>:</w:t>
      </w:r>
      <w:r w:rsidRPr="005B130D">
        <w:rPr>
          <w:sz w:val="22"/>
        </w:rPr>
        <w:t xml:space="preserve"> </w:t>
      </w:r>
      <w:r w:rsidRPr="005B130D">
        <w:rPr>
          <w:sz w:val="22"/>
        </w:rPr>
        <w:tab/>
        <w:t xml:space="preserve">Each applied sanitisation should be </w:t>
      </w:r>
      <w:r w:rsidRPr="005B130D">
        <w:rPr>
          <w:b/>
          <w:sz w:val="22"/>
        </w:rPr>
        <w:t>individually</w:t>
      </w:r>
      <w:r w:rsidRPr="005B130D">
        <w:rPr>
          <w:sz w:val="22"/>
        </w:rPr>
        <w:t xml:space="preserve"> indicated in the form. For clarity please refer to the </w:t>
      </w:r>
      <w:r w:rsidRPr="005B130D">
        <w:rPr>
          <w:b/>
          <w:sz w:val="22"/>
        </w:rPr>
        <w:t>document (electronic) page number</w:t>
      </w:r>
      <w:r w:rsidRPr="005B130D">
        <w:rPr>
          <w:sz w:val="22"/>
        </w:rPr>
        <w:t xml:space="preserve"> and NOT the printed page number (indicated on the pages) and clearly indicate the </w:t>
      </w:r>
      <w:proofErr w:type="spellStart"/>
      <w:r w:rsidRPr="005B130D">
        <w:rPr>
          <w:b/>
          <w:sz w:val="22"/>
        </w:rPr>
        <w:t>Vol</w:t>
      </w:r>
      <w:proofErr w:type="spellEnd"/>
      <w:r w:rsidRPr="005B130D">
        <w:rPr>
          <w:b/>
          <w:sz w:val="22"/>
        </w:rPr>
        <w:t xml:space="preserve"> No </w:t>
      </w:r>
      <w:r w:rsidRPr="005B130D">
        <w:rPr>
          <w:sz w:val="22"/>
        </w:rPr>
        <w:t>(e</w:t>
      </w:r>
      <w:r w:rsidR="00786538">
        <w:rPr>
          <w:sz w:val="22"/>
        </w:rPr>
        <w:t>.</w:t>
      </w:r>
      <w:r w:rsidRPr="005B130D">
        <w:rPr>
          <w:sz w:val="22"/>
        </w:rPr>
        <w:t xml:space="preserve">g. </w:t>
      </w:r>
      <w:proofErr w:type="spellStart"/>
      <w:r w:rsidRPr="005B130D">
        <w:rPr>
          <w:sz w:val="22"/>
        </w:rPr>
        <w:t>Vol</w:t>
      </w:r>
      <w:proofErr w:type="spellEnd"/>
      <w:r w:rsidRPr="005B130D">
        <w:rPr>
          <w:sz w:val="22"/>
        </w:rPr>
        <w:t xml:space="preserve"> 2, </w:t>
      </w:r>
      <w:proofErr w:type="spellStart"/>
      <w:r w:rsidRPr="005B130D">
        <w:rPr>
          <w:sz w:val="22"/>
        </w:rPr>
        <w:t>Vol</w:t>
      </w:r>
      <w:proofErr w:type="spellEnd"/>
      <w:r w:rsidRPr="005B130D">
        <w:rPr>
          <w:sz w:val="22"/>
        </w:rPr>
        <w:t xml:space="preserve"> 3CA B-5,…)</w:t>
      </w:r>
      <w:r w:rsidR="00786538">
        <w:rPr>
          <w:sz w:val="22"/>
        </w:rPr>
        <w:t xml:space="preserve"> </w:t>
      </w:r>
      <w:r w:rsidRPr="005B130D">
        <w:rPr>
          <w:sz w:val="22"/>
        </w:rPr>
        <w:t>or</w:t>
      </w:r>
      <w:r w:rsidRPr="005B130D">
        <w:rPr>
          <w:b/>
          <w:sz w:val="22"/>
        </w:rPr>
        <w:t xml:space="preserve"> Document name </w:t>
      </w:r>
      <w:r w:rsidRPr="005B130D">
        <w:rPr>
          <w:sz w:val="22"/>
        </w:rPr>
        <w:t>(e</w:t>
      </w:r>
      <w:r w:rsidR="00786538">
        <w:rPr>
          <w:sz w:val="22"/>
        </w:rPr>
        <w:t>.</w:t>
      </w:r>
      <w:r w:rsidRPr="005B130D">
        <w:rPr>
          <w:sz w:val="22"/>
        </w:rPr>
        <w:t>g. Doc A, Doc KCP-2,…)</w:t>
      </w:r>
      <w:r w:rsidR="00732150">
        <w:rPr>
          <w:sz w:val="22"/>
        </w:rPr>
        <w:t xml:space="preserve">. </w:t>
      </w:r>
      <w:r w:rsidR="00FE6E52" w:rsidRPr="00FE6E52">
        <w:rPr>
          <w:sz w:val="22"/>
        </w:rPr>
        <w:t xml:space="preserve">In the specific case of USSSD, </w:t>
      </w:r>
      <w:r w:rsidR="00B118FA" w:rsidRPr="006D0C35">
        <w:rPr>
          <w:sz w:val="22"/>
        </w:rPr>
        <w:t>u</w:t>
      </w:r>
      <w:proofErr w:type="spellStart"/>
      <w:r w:rsidR="00FE6E52" w:rsidRPr="006D0C35">
        <w:rPr>
          <w:sz w:val="22"/>
          <w:lang w:val="x-none"/>
        </w:rPr>
        <w:t>pdates</w:t>
      </w:r>
      <w:proofErr w:type="spellEnd"/>
      <w:r w:rsidR="00FE6E52" w:rsidRPr="006D0C35">
        <w:rPr>
          <w:sz w:val="22"/>
        </w:rPr>
        <w:t xml:space="preserve"> </w:t>
      </w:r>
      <w:r w:rsidR="00FE6E52" w:rsidRPr="006D0C35">
        <w:rPr>
          <w:sz w:val="22"/>
          <w:lang w:val="x-none"/>
        </w:rPr>
        <w:t>should be highlighted</w:t>
      </w:r>
      <w:r w:rsidR="00FE6E52" w:rsidRPr="006D0C35">
        <w:rPr>
          <w:sz w:val="22"/>
        </w:rPr>
        <w:t xml:space="preserve"> </w:t>
      </w:r>
      <w:r w:rsidR="00FE6E52" w:rsidRPr="006D0C35">
        <w:rPr>
          <w:b/>
          <w:sz w:val="22"/>
          <w:lang w:val="x-none"/>
        </w:rPr>
        <w:t xml:space="preserve">both </w:t>
      </w:r>
      <w:r w:rsidR="00FE6E52" w:rsidRPr="006D0C35">
        <w:rPr>
          <w:sz w:val="22"/>
          <w:lang w:val="x-none"/>
        </w:rPr>
        <w:t>in the sanitised</w:t>
      </w:r>
      <w:r w:rsidR="00FE6E52" w:rsidRPr="006D0C35">
        <w:rPr>
          <w:sz w:val="22"/>
        </w:rPr>
        <w:t xml:space="preserve"> </w:t>
      </w:r>
      <w:r w:rsidR="00FE6E52" w:rsidRPr="006D0C35">
        <w:rPr>
          <w:sz w:val="22"/>
          <w:lang w:val="x-none"/>
        </w:rPr>
        <w:t>dossier and in th</w:t>
      </w:r>
      <w:r w:rsidR="00B118FA" w:rsidRPr="006D0C35">
        <w:rPr>
          <w:sz w:val="22"/>
        </w:rPr>
        <w:t>is</w:t>
      </w:r>
      <w:r w:rsidR="00FE6E52" w:rsidRPr="006D0C35">
        <w:rPr>
          <w:sz w:val="22"/>
        </w:rPr>
        <w:t xml:space="preserve"> </w:t>
      </w:r>
      <w:r w:rsidR="00FE6E52" w:rsidRPr="006D0C35">
        <w:rPr>
          <w:sz w:val="22"/>
          <w:lang w:val="x-none"/>
        </w:rPr>
        <w:t>justification form</w:t>
      </w:r>
      <w:r w:rsidR="00FE6E52" w:rsidRPr="006D0C35">
        <w:rPr>
          <w:sz w:val="22"/>
        </w:rPr>
        <w:t>.</w:t>
      </w:r>
      <w:r w:rsidR="00FE6E52">
        <w:rPr>
          <w:sz w:val="22"/>
        </w:rPr>
        <w:t xml:space="preserve"> </w:t>
      </w:r>
    </w:p>
    <w:p w:rsidR="00FE6E52" w:rsidRPr="006D0C35" w:rsidRDefault="00FE6E52" w:rsidP="005B130D">
      <w:pPr>
        <w:pStyle w:val="EFSABODYCOPY"/>
        <w:tabs>
          <w:tab w:val="left" w:pos="567"/>
          <w:tab w:val="left" w:pos="1134"/>
        </w:tabs>
        <w:rPr>
          <w:sz w:val="22"/>
          <w:lang w:val="x-none"/>
        </w:rPr>
      </w:pPr>
    </w:p>
    <w:p w:rsidR="005B130D" w:rsidRPr="005B130D" w:rsidRDefault="005B130D" w:rsidP="005B130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1772"/>
        <w:gridCol w:w="1933"/>
        <w:gridCol w:w="8536"/>
      </w:tblGrid>
      <w:tr w:rsidR="005B130D" w:rsidRPr="005B130D" w:rsidTr="005B130D">
        <w:trPr>
          <w:trHeight w:val="33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30D" w:rsidRPr="005B130D" w:rsidRDefault="005B130D" w:rsidP="005B130D">
            <w:pPr>
              <w:spacing w:after="200"/>
              <w:jc w:val="center"/>
              <w:rPr>
                <w:b/>
                <w:lang w:val="it-IT"/>
              </w:rPr>
            </w:pPr>
            <w:r w:rsidRPr="005B130D">
              <w:rPr>
                <w:b/>
                <w:lang w:val="it-IT"/>
              </w:rPr>
              <w:t xml:space="preserve">Volume or </w:t>
            </w:r>
            <w:proofErr w:type="spellStart"/>
            <w:r w:rsidRPr="005B130D">
              <w:rPr>
                <w:b/>
                <w:lang w:val="it-IT"/>
              </w:rPr>
              <w:t>Document</w:t>
            </w:r>
            <w:proofErr w:type="spellEnd"/>
            <w:r w:rsidRPr="005B130D">
              <w:rPr>
                <w:b/>
                <w:lang w:val="it-IT"/>
              </w:rPr>
              <w:t xml:space="preserve"> </w:t>
            </w:r>
            <w:proofErr w:type="spellStart"/>
            <w:r w:rsidRPr="005B130D">
              <w:rPr>
                <w:b/>
                <w:lang w:val="it-IT"/>
              </w:rPr>
              <w:t>name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30D" w:rsidRPr="005B130D" w:rsidRDefault="005B130D" w:rsidP="005B130D">
            <w:pPr>
              <w:spacing w:after="200"/>
              <w:jc w:val="center"/>
              <w:rPr>
                <w:b/>
                <w:lang w:val="it-IT"/>
              </w:rPr>
            </w:pPr>
            <w:r w:rsidRPr="005B130D">
              <w:rPr>
                <w:b/>
                <w:lang w:val="it-IT"/>
              </w:rPr>
              <w:t>Electronic page No.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30D" w:rsidRPr="005B130D" w:rsidRDefault="005B130D" w:rsidP="005B130D">
            <w:pPr>
              <w:spacing w:after="200"/>
              <w:jc w:val="center"/>
              <w:rPr>
                <w:b/>
                <w:lang w:val="it-IT"/>
              </w:rPr>
            </w:pPr>
            <w:proofErr w:type="spellStart"/>
            <w:r w:rsidRPr="005B130D">
              <w:rPr>
                <w:b/>
                <w:lang w:val="it-IT"/>
              </w:rPr>
              <w:t>Paragraph</w:t>
            </w:r>
            <w:proofErr w:type="spellEnd"/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130D" w:rsidRPr="005B130D" w:rsidRDefault="005B130D" w:rsidP="00895599">
            <w:pPr>
              <w:spacing w:after="200"/>
              <w:jc w:val="center"/>
              <w:rPr>
                <w:rFonts w:eastAsia="Arial Unicode MS"/>
              </w:rPr>
            </w:pPr>
            <w:r w:rsidRPr="006D0C35">
              <w:rPr>
                <w:b/>
              </w:rPr>
              <w:t>Justification</w:t>
            </w:r>
            <w:r w:rsidR="00895599" w:rsidRPr="006D0C35">
              <w:rPr>
                <w:b/>
              </w:rPr>
              <w:t xml:space="preserve"> </w:t>
            </w:r>
            <w:r w:rsidR="00895599" w:rsidRPr="00040B3C">
              <w:rPr>
                <w:b/>
                <w:bCs/>
              </w:rPr>
              <w:t>and/or reference to Article 63(2) of Reg</w:t>
            </w:r>
            <w:r w:rsidR="00895599">
              <w:rPr>
                <w:b/>
                <w:bCs/>
              </w:rPr>
              <w:t>.</w:t>
            </w:r>
            <w:r w:rsidR="00895599" w:rsidRPr="00040B3C">
              <w:rPr>
                <w:b/>
                <w:bCs/>
              </w:rPr>
              <w:t xml:space="preserve"> EC No 1107/2009</w:t>
            </w:r>
          </w:p>
        </w:tc>
      </w:tr>
      <w:tr w:rsidR="005B130D" w:rsidRPr="005B130D" w:rsidTr="005B130D">
        <w:trPr>
          <w:trHeight w:val="33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</w:tr>
      <w:tr w:rsidR="005B130D" w:rsidRPr="005B130D" w:rsidTr="005B130D">
        <w:trPr>
          <w:trHeight w:val="33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</w:tr>
      <w:tr w:rsidR="005B130D" w:rsidRPr="005B130D" w:rsidTr="005B130D">
        <w:trPr>
          <w:trHeight w:val="33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</w:tr>
      <w:tr w:rsidR="005B130D" w:rsidRPr="005B130D" w:rsidTr="005B130D">
        <w:trPr>
          <w:trHeight w:val="33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</w:tr>
      <w:tr w:rsidR="005B130D" w:rsidRPr="005B130D" w:rsidTr="005B130D">
        <w:trPr>
          <w:trHeight w:val="33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</w:tr>
      <w:tr w:rsidR="005B130D" w:rsidRPr="005B130D" w:rsidTr="005B130D">
        <w:trPr>
          <w:trHeight w:val="33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</w:tr>
      <w:tr w:rsidR="005B130D" w:rsidRPr="005B130D" w:rsidTr="005B130D">
        <w:trPr>
          <w:trHeight w:val="33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30D" w:rsidRPr="005B130D" w:rsidRDefault="005B130D" w:rsidP="007541F5">
            <w:pPr>
              <w:spacing w:after="200"/>
            </w:pPr>
          </w:p>
        </w:tc>
      </w:tr>
    </w:tbl>
    <w:p w:rsidR="005B130D" w:rsidRPr="005B130D" w:rsidRDefault="005B130D" w:rsidP="005B130D">
      <w:pPr>
        <w:pStyle w:val="EFSABODYCOPY"/>
        <w:tabs>
          <w:tab w:val="left" w:pos="567"/>
          <w:tab w:val="left" w:pos="1134"/>
        </w:tabs>
        <w:rPr>
          <w:sz w:val="22"/>
        </w:rPr>
      </w:pPr>
    </w:p>
    <w:p w:rsidR="005B130D" w:rsidRPr="005B130D" w:rsidRDefault="005B130D" w:rsidP="005B130D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087"/>
        <w:gridCol w:w="3210"/>
      </w:tblGrid>
      <w:tr w:rsidR="005B130D" w:rsidRPr="005B130D" w:rsidTr="005B130D">
        <w:trPr>
          <w:trHeight w:val="524"/>
        </w:trPr>
        <w:tc>
          <w:tcPr>
            <w:tcW w:w="2087" w:type="dxa"/>
            <w:vAlign w:val="center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Name:</w:t>
            </w:r>
          </w:p>
        </w:tc>
        <w:tc>
          <w:tcPr>
            <w:tcW w:w="3210" w:type="dxa"/>
            <w:vAlign w:val="center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</w:tr>
      <w:tr w:rsidR="005B130D" w:rsidRPr="005B130D" w:rsidTr="005B130D">
        <w:trPr>
          <w:trHeight w:val="524"/>
        </w:trPr>
        <w:tc>
          <w:tcPr>
            <w:tcW w:w="2087" w:type="dxa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Company:</w:t>
            </w:r>
          </w:p>
        </w:tc>
        <w:tc>
          <w:tcPr>
            <w:tcW w:w="3210" w:type="dxa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</w:tr>
      <w:tr w:rsidR="005B130D" w:rsidRPr="005B130D" w:rsidTr="005B130D">
        <w:trPr>
          <w:trHeight w:val="524"/>
        </w:trPr>
        <w:tc>
          <w:tcPr>
            <w:tcW w:w="2087" w:type="dxa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Date:</w:t>
            </w:r>
          </w:p>
        </w:tc>
        <w:tc>
          <w:tcPr>
            <w:tcW w:w="3210" w:type="dxa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</w:tr>
      <w:tr w:rsidR="005B130D" w:rsidRPr="005B130D" w:rsidTr="005B130D">
        <w:trPr>
          <w:trHeight w:val="524"/>
        </w:trPr>
        <w:tc>
          <w:tcPr>
            <w:tcW w:w="2087" w:type="dxa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Signature:</w:t>
            </w:r>
          </w:p>
        </w:tc>
        <w:tc>
          <w:tcPr>
            <w:tcW w:w="3210" w:type="dxa"/>
          </w:tcPr>
          <w:p w:rsidR="005B130D" w:rsidRPr="005B130D" w:rsidRDefault="005B130D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5B130D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</w:tr>
    </w:tbl>
    <w:p w:rsidR="005B130D" w:rsidRDefault="005B130D" w:rsidP="005B130D"/>
    <w:p w:rsidR="006D0C35" w:rsidRDefault="006D0C35" w:rsidP="005B130D"/>
    <w:p w:rsidR="006D0C35" w:rsidRPr="005B130D" w:rsidRDefault="006D0C35" w:rsidP="005B13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4"/>
      </w:tblGrid>
      <w:tr w:rsidR="005B130D" w:rsidTr="005B130D">
        <w:tc>
          <w:tcPr>
            <w:tcW w:w="14174" w:type="dxa"/>
          </w:tcPr>
          <w:p w:rsidR="005B130D" w:rsidRDefault="00B118FA" w:rsidP="00B7140B">
            <w:pPr>
              <w:pStyle w:val="EFSASUBTITLE2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Please send this form directly to EFSA, by </w:t>
            </w:r>
            <w:r w:rsidR="005B130D">
              <w:rPr>
                <w:sz w:val="22"/>
                <w:szCs w:val="22"/>
              </w:rPr>
              <w:t xml:space="preserve"> </w:t>
            </w:r>
            <w:r w:rsidR="005B130D" w:rsidRPr="005B130D">
              <w:rPr>
                <w:sz w:val="22"/>
                <w:szCs w:val="22"/>
              </w:rPr>
              <w:t>upload</w:t>
            </w:r>
            <w:r>
              <w:rPr>
                <w:sz w:val="22"/>
                <w:szCs w:val="22"/>
              </w:rPr>
              <w:t>ing</w:t>
            </w:r>
            <w:r w:rsidR="005B130D" w:rsidRPr="005B130D">
              <w:rPr>
                <w:sz w:val="22"/>
                <w:szCs w:val="22"/>
              </w:rPr>
              <w:t xml:space="preserve"> th</w:t>
            </w:r>
            <w:r w:rsidR="00732150">
              <w:rPr>
                <w:sz w:val="22"/>
                <w:szCs w:val="22"/>
              </w:rPr>
              <w:t>e</w:t>
            </w:r>
            <w:r w:rsidR="005B130D" w:rsidRPr="005B130D">
              <w:rPr>
                <w:sz w:val="22"/>
                <w:szCs w:val="22"/>
              </w:rPr>
              <w:t xml:space="preserve"> completed form</w:t>
            </w:r>
            <w:r w:rsidR="009B56AA">
              <w:rPr>
                <w:sz w:val="22"/>
                <w:szCs w:val="22"/>
              </w:rPr>
              <w:t>,</w:t>
            </w:r>
            <w:r w:rsidR="005B130D" w:rsidRPr="005B130D">
              <w:rPr>
                <w:sz w:val="22"/>
                <w:szCs w:val="22"/>
              </w:rPr>
              <w:t xml:space="preserve"> together with the sanitised files</w:t>
            </w:r>
            <w:r w:rsidR="009B56AA">
              <w:rPr>
                <w:sz w:val="22"/>
                <w:szCs w:val="22"/>
              </w:rPr>
              <w:t>,</w:t>
            </w:r>
            <w:r w:rsidR="005B130D" w:rsidRPr="005B130D">
              <w:rPr>
                <w:sz w:val="22"/>
                <w:szCs w:val="22"/>
              </w:rPr>
              <w:t xml:space="preserve"> into your personal temporary folder on EFSA DMS (details on how to access</w:t>
            </w:r>
            <w:r w:rsidR="005B130D">
              <w:rPr>
                <w:sz w:val="22"/>
                <w:szCs w:val="22"/>
              </w:rPr>
              <w:t xml:space="preserve"> it</w:t>
            </w:r>
            <w:r w:rsidR="005B130D" w:rsidRPr="005B130D">
              <w:rPr>
                <w:sz w:val="22"/>
                <w:szCs w:val="22"/>
              </w:rPr>
              <w:t xml:space="preserve"> have been communicated during</w:t>
            </w:r>
            <w:r w:rsidR="005B130D">
              <w:rPr>
                <w:sz w:val="22"/>
                <w:szCs w:val="22"/>
              </w:rPr>
              <w:t xml:space="preserve"> the</w:t>
            </w:r>
            <w:r w:rsidR="005B130D" w:rsidRPr="005B130D">
              <w:rPr>
                <w:sz w:val="22"/>
                <w:szCs w:val="22"/>
              </w:rPr>
              <w:t xml:space="preserve"> DAR/RAR dispatch) and notify the </w:t>
            </w:r>
            <w:r w:rsidR="00B7140B">
              <w:rPr>
                <w:sz w:val="22"/>
                <w:szCs w:val="22"/>
              </w:rPr>
              <w:t xml:space="preserve">uploading to the </w:t>
            </w:r>
            <w:r w:rsidR="005B130D" w:rsidRPr="005B130D">
              <w:rPr>
                <w:sz w:val="22"/>
                <w:szCs w:val="22"/>
              </w:rPr>
              <w:t>Application</w:t>
            </w:r>
            <w:r w:rsidR="00786538">
              <w:rPr>
                <w:sz w:val="22"/>
                <w:szCs w:val="22"/>
              </w:rPr>
              <w:t>s</w:t>
            </w:r>
            <w:r w:rsidR="005B130D" w:rsidRPr="005B130D">
              <w:rPr>
                <w:sz w:val="22"/>
                <w:szCs w:val="22"/>
              </w:rPr>
              <w:t xml:space="preserve"> Desk via email (email: </w:t>
            </w:r>
            <w:hyperlink r:id="rId8" w:history="1">
              <w:r w:rsidR="005B130D" w:rsidRPr="00E27DB0">
                <w:rPr>
                  <w:rStyle w:val="Hyperlink"/>
                  <w:sz w:val="22"/>
                  <w:szCs w:val="22"/>
                </w:rPr>
                <w:t>APDESK.applications@efsa.europa.eu</w:t>
              </w:r>
            </w:hyperlink>
            <w:r w:rsidR="005B130D" w:rsidRPr="005B130D">
              <w:rPr>
                <w:sz w:val="22"/>
                <w:szCs w:val="22"/>
              </w:rPr>
              <w:t>).</w:t>
            </w:r>
          </w:p>
        </w:tc>
      </w:tr>
    </w:tbl>
    <w:p w:rsidR="005B130D" w:rsidRPr="005B130D" w:rsidRDefault="005B130D">
      <w:pPr>
        <w:pStyle w:val="EFSASUBTITLE2"/>
        <w:rPr>
          <w:sz w:val="22"/>
          <w:szCs w:val="22"/>
        </w:rPr>
      </w:pPr>
    </w:p>
    <w:sectPr w:rsidR="005B130D" w:rsidRPr="005B130D" w:rsidSect="002671E5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185" w:rsidRDefault="00C96185" w:rsidP="005C4429">
      <w:r>
        <w:separator/>
      </w:r>
    </w:p>
  </w:endnote>
  <w:endnote w:type="continuationSeparator" w:id="0">
    <w:p w:rsidR="00C96185" w:rsidRDefault="00C96185" w:rsidP="005C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400" w:rsidRDefault="007310C4" w:rsidP="000876A3">
    <w:pPr>
      <w:pStyle w:val="EFSAPAGENUMBER"/>
      <w:framePr w:wrap="around" w:x="15497" w:y="11308"/>
      <w:ind w:right="-79"/>
    </w:pPr>
    <w:r>
      <w:fldChar w:fldCharType="begin"/>
    </w:r>
    <w:r>
      <w:instrText xml:space="preserve"> PAGE   \* MERGEFORMAT </w:instrText>
    </w:r>
    <w:r>
      <w:fldChar w:fldCharType="separate"/>
    </w:r>
    <w:r w:rsidR="001240F0">
      <w:rPr>
        <w:noProof/>
      </w:rPr>
      <w:t>2</w:t>
    </w:r>
    <w:r>
      <w:rPr>
        <w:noProof/>
      </w:rPr>
      <w:fldChar w:fldCharType="end"/>
    </w:r>
  </w:p>
  <w:p w:rsidR="00971FAF" w:rsidRDefault="00971FAF" w:rsidP="000876A3">
    <w:pPr>
      <w:ind w:right="66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20" w:rsidRDefault="00760170" w:rsidP="000B1820">
    <w:pPr>
      <w:jc w:val="center"/>
      <w:rPr>
        <w:color w:val="171796"/>
        <w:sz w:val="16"/>
        <w:szCs w:val="16"/>
      </w:rPr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5C9C911D" wp14:editId="7D77F0C1">
          <wp:simplePos x="0" y="0"/>
          <wp:positionH relativeFrom="column">
            <wp:posOffset>-914400</wp:posOffset>
          </wp:positionH>
          <wp:positionV relativeFrom="paragraph">
            <wp:posOffset>-61595</wp:posOffset>
          </wp:positionV>
          <wp:extent cx="10692130" cy="556895"/>
          <wp:effectExtent l="19050" t="0" r="0" b="0"/>
          <wp:wrapTight wrapText="bothSides">
            <wp:wrapPolygon edited="0">
              <wp:start x="-38" y="0"/>
              <wp:lineTo x="-38" y="20689"/>
              <wp:lineTo x="21590" y="20689"/>
              <wp:lineTo x="21590" y="0"/>
              <wp:lineTo x="-38" y="0"/>
            </wp:wrapPolygon>
          </wp:wrapTight>
          <wp:docPr id="19" name="Picture 19" descr="curves_A4_landsca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urves_A4_landscap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2130" cy="556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1820" w:rsidRPr="00971FAF" w:rsidRDefault="000B1820" w:rsidP="00270400">
    <w:pPr>
      <w:pStyle w:val="EFSAFOOTER"/>
    </w:pPr>
    <w:r w:rsidRPr="00971FAF">
      <w:t>European Food Safety Authority • Via Carlo Magno 1A • 43126 Parma • ITALY</w:t>
    </w:r>
  </w:p>
  <w:p w:rsidR="000B1820" w:rsidRPr="00971FAF" w:rsidRDefault="00A44EFD" w:rsidP="00270400">
    <w:pPr>
      <w:pStyle w:val="EFSAFOOTER"/>
    </w:pPr>
    <w:r>
      <w:t>Tel. +</w:t>
    </w:r>
    <w:r w:rsidR="000B1820" w:rsidRPr="00971FAF">
      <w:t>39 0521 036 111 • F</w:t>
    </w:r>
    <w:r>
      <w:t>ax +</w:t>
    </w:r>
    <w:r w:rsidR="000B1820" w:rsidRPr="00971FAF">
      <w:t>39 0521 036 110 • www.efsa.europa.eu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185" w:rsidRDefault="00C96185" w:rsidP="005C4429">
      <w:r>
        <w:separator/>
      </w:r>
    </w:p>
  </w:footnote>
  <w:footnote w:type="continuationSeparator" w:id="0">
    <w:p w:rsidR="00C96185" w:rsidRDefault="00C96185" w:rsidP="005C4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9C0" w:rsidRDefault="007723F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800" behindDoc="1" locked="0" layoutInCell="1" allowOverlap="1" wp14:anchorId="51587516" wp14:editId="4990B957">
          <wp:simplePos x="0" y="0"/>
          <wp:positionH relativeFrom="column">
            <wp:posOffset>-906780</wp:posOffset>
          </wp:positionH>
          <wp:positionV relativeFrom="paragraph">
            <wp:posOffset>-220980</wp:posOffset>
          </wp:positionV>
          <wp:extent cx="10684510" cy="1126490"/>
          <wp:effectExtent l="0" t="0" r="0" b="0"/>
          <wp:wrapTight wrapText="bothSides">
            <wp:wrapPolygon edited="0">
              <wp:start x="693" y="2922"/>
              <wp:lineTo x="693" y="6575"/>
              <wp:lineTo x="1001" y="9497"/>
              <wp:lineTo x="1348" y="9497"/>
              <wp:lineTo x="655" y="11689"/>
              <wp:lineTo x="693" y="13150"/>
              <wp:lineTo x="2311" y="15342"/>
              <wp:lineTo x="0" y="16437"/>
              <wp:lineTo x="0" y="18264"/>
              <wp:lineTo x="21027" y="21186"/>
              <wp:lineTo x="21567" y="21186"/>
              <wp:lineTo x="21567" y="16803"/>
              <wp:lineTo x="18909" y="15342"/>
              <wp:lineTo x="18948" y="12785"/>
              <wp:lineTo x="12670" y="10593"/>
              <wp:lineTo x="3004" y="8401"/>
              <wp:lineTo x="1194" y="2922"/>
              <wp:lineTo x="693" y="2922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ves_A4_landscape_logo_p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4510" cy="1126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39C0" w:rsidRDefault="009039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20" w:rsidRPr="00E33AFE" w:rsidRDefault="007723F0" w:rsidP="00E33AFE">
    <w:pPr>
      <w:pStyle w:val="EFSABODYCOPY"/>
      <w:spacing w:after="300"/>
      <w:ind w:left="-851"/>
      <w:rPr>
        <w:color w:val="171796"/>
      </w:rPr>
    </w:pPr>
    <w:r w:rsidRPr="00E33AFE">
      <w:rPr>
        <w:noProof/>
        <w:color w:val="171796"/>
        <w:lang w:eastAsia="en-GB"/>
      </w:rPr>
      <w:drawing>
        <wp:anchor distT="0" distB="0" distL="114300" distR="114300" simplePos="0" relativeHeight="251659776" behindDoc="1" locked="0" layoutInCell="1" allowOverlap="1" wp14:anchorId="50231692" wp14:editId="6D25C251">
          <wp:simplePos x="0" y="0"/>
          <wp:positionH relativeFrom="column">
            <wp:posOffset>-902970</wp:posOffset>
          </wp:positionH>
          <wp:positionV relativeFrom="paragraph">
            <wp:posOffset>-220980</wp:posOffset>
          </wp:positionV>
          <wp:extent cx="10680700" cy="1126490"/>
          <wp:effectExtent l="0" t="0" r="0" b="0"/>
          <wp:wrapTight wrapText="bothSides">
            <wp:wrapPolygon edited="0">
              <wp:start x="963" y="1461"/>
              <wp:lineTo x="693" y="2192"/>
              <wp:lineTo x="693" y="6575"/>
              <wp:lineTo x="1002" y="8036"/>
              <wp:lineTo x="616" y="12419"/>
              <wp:lineTo x="771" y="13880"/>
              <wp:lineTo x="4392" y="13880"/>
              <wp:lineTo x="0" y="15342"/>
              <wp:lineTo x="0" y="18264"/>
              <wp:lineTo x="20072" y="19725"/>
              <wp:lineTo x="20072" y="20090"/>
              <wp:lineTo x="21112" y="21186"/>
              <wp:lineTo x="21266" y="21186"/>
              <wp:lineTo x="21574" y="21186"/>
              <wp:lineTo x="21574" y="16072"/>
              <wp:lineTo x="17337" y="12785"/>
              <wp:lineTo x="13060" y="10958"/>
              <wp:lineTo x="3275" y="7671"/>
              <wp:lineTo x="1348" y="2557"/>
              <wp:lineTo x="1156" y="1461"/>
              <wp:lineTo x="963" y="1461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ves_A4_landscape_logo_p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0700" cy="1126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1820" w:rsidRPr="00E33AFE" w:rsidRDefault="000B1820" w:rsidP="00E33AFE">
    <w:pPr>
      <w:pStyle w:val="EFSABODYCOPY"/>
      <w:spacing w:after="300"/>
      <w:ind w:left="-851"/>
      <w:rPr>
        <w:color w:val="171796"/>
      </w:rPr>
    </w:pPr>
  </w:p>
  <w:p w:rsidR="000B1820" w:rsidRPr="00E33AFE" w:rsidRDefault="005B130D" w:rsidP="005B130D">
    <w:pPr>
      <w:pStyle w:val="EFSABODYCOPY"/>
      <w:spacing w:before="240" w:after="300"/>
      <w:ind w:left="-851"/>
      <w:rPr>
        <w:color w:val="171796"/>
        <w:sz w:val="18"/>
        <w:szCs w:val="18"/>
        <w:lang w:val="en-US"/>
      </w:rPr>
    </w:pPr>
    <w:r w:rsidRPr="005B130D">
      <w:rPr>
        <w:color w:val="171796"/>
        <w:sz w:val="18"/>
        <w:szCs w:val="18"/>
        <w:lang w:val="en-US"/>
      </w:rPr>
      <w:t>APPLICATIONS DESK UNIT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67E"/>
    <w:multiLevelType w:val="multilevel"/>
    <w:tmpl w:val="23141942"/>
    <w:styleLink w:val="EFSALISTBULLETS"/>
    <w:lvl w:ilvl="0">
      <w:start w:val="1"/>
      <w:numFmt w:val="bullet"/>
      <w:lvlText w:val="n"/>
      <w:lvlJc w:val="left"/>
      <w:pPr>
        <w:ind w:left="567" w:hanging="567"/>
      </w:pPr>
      <w:rPr>
        <w:rFonts w:ascii="Wingdings" w:hAnsi="Wingdings" w:hint="default"/>
        <w:color w:val="DE7008"/>
      </w:rPr>
    </w:lvl>
    <w:lvl w:ilvl="1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  <w:color w:val="DE7008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DE7008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DE7008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DE7008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091E7828"/>
    <w:multiLevelType w:val="hybridMultilevel"/>
    <w:tmpl w:val="182C9D1E"/>
    <w:lvl w:ilvl="0" w:tplc="5FAE08A2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E7C8677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DE7008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86036"/>
    <w:multiLevelType w:val="multilevel"/>
    <w:tmpl w:val="89949BE4"/>
    <w:lvl w:ilvl="0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263F9"/>
    <w:multiLevelType w:val="hybridMultilevel"/>
    <w:tmpl w:val="4B9E720A"/>
    <w:lvl w:ilvl="0" w:tplc="ED5EB50A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53401"/>
    <w:multiLevelType w:val="hybridMultilevel"/>
    <w:tmpl w:val="93E64A50"/>
    <w:lvl w:ilvl="0" w:tplc="5FAE08A2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5FAE08A2">
      <w:start w:val="1"/>
      <w:numFmt w:val="bullet"/>
      <w:lvlText w:val="n"/>
      <w:lvlJc w:val="left"/>
      <w:pPr>
        <w:ind w:left="1440" w:hanging="360"/>
      </w:pPr>
      <w:rPr>
        <w:rFonts w:ascii="Wingdings" w:hAnsi="Wingdings" w:hint="default"/>
        <w:color w:val="DE7008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37376"/>
    <w:multiLevelType w:val="multilevel"/>
    <w:tmpl w:val="23141942"/>
    <w:lvl w:ilvl="0">
      <w:start w:val="1"/>
      <w:numFmt w:val="bullet"/>
      <w:pStyle w:val="EFSABULLETS1"/>
      <w:lvlText w:val="n"/>
      <w:lvlJc w:val="left"/>
      <w:pPr>
        <w:ind w:left="567" w:hanging="567"/>
      </w:pPr>
      <w:rPr>
        <w:rFonts w:ascii="Wingdings" w:hAnsi="Wingdings" w:hint="default"/>
        <w:color w:val="DE7008"/>
      </w:rPr>
    </w:lvl>
    <w:lvl w:ilvl="1">
      <w:start w:val="1"/>
      <w:numFmt w:val="bullet"/>
      <w:pStyle w:val="EFSABULLETS2"/>
      <w:lvlText w:val=""/>
      <w:lvlJc w:val="left"/>
      <w:pPr>
        <w:ind w:left="1134" w:hanging="567"/>
      </w:pPr>
      <w:rPr>
        <w:rFonts w:ascii="Wingdings" w:hAnsi="Wingdings" w:hint="default"/>
        <w:color w:val="DE7008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DE7008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DE7008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DE7008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408860DF"/>
    <w:multiLevelType w:val="multilevel"/>
    <w:tmpl w:val="23141942"/>
    <w:numStyleLink w:val="EFSALISTBULLETS"/>
  </w:abstractNum>
  <w:abstractNum w:abstractNumId="7">
    <w:nsid w:val="415B7929"/>
    <w:multiLevelType w:val="hybridMultilevel"/>
    <w:tmpl w:val="71601376"/>
    <w:lvl w:ilvl="0" w:tplc="1F82261A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29094F"/>
    <w:multiLevelType w:val="hybridMultilevel"/>
    <w:tmpl w:val="A87AD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374A80"/>
    <w:multiLevelType w:val="multilevel"/>
    <w:tmpl w:val="23141942"/>
    <w:numStyleLink w:val="EFSALISTBULLETS"/>
  </w:abstractNum>
  <w:abstractNum w:abstractNumId="10">
    <w:nsid w:val="62D67C60"/>
    <w:multiLevelType w:val="multilevel"/>
    <w:tmpl w:val="23141942"/>
    <w:numStyleLink w:val="EFSALISTBULLETS"/>
  </w:abstractNum>
  <w:abstractNum w:abstractNumId="11">
    <w:nsid w:val="67FA29A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8A8131D"/>
    <w:multiLevelType w:val="hybridMultilevel"/>
    <w:tmpl w:val="A37EB52E"/>
    <w:lvl w:ilvl="0" w:tplc="43E87EB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6"/>
  </w:num>
  <w:num w:numId="13">
    <w:abstractNumId w:val="6"/>
  </w:num>
  <w:num w:numId="14">
    <w:abstractNumId w:val="0"/>
  </w:num>
  <w:num w:numId="15">
    <w:abstractNumId w:val="9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0D"/>
    <w:rsid w:val="0000027F"/>
    <w:rsid w:val="000156A6"/>
    <w:rsid w:val="000539FE"/>
    <w:rsid w:val="00083BB1"/>
    <w:rsid w:val="000876A3"/>
    <w:rsid w:val="000B1820"/>
    <w:rsid w:val="000C7852"/>
    <w:rsid w:val="000D5551"/>
    <w:rsid w:val="001240F0"/>
    <w:rsid w:val="00132838"/>
    <w:rsid w:val="00136E04"/>
    <w:rsid w:val="00150F92"/>
    <w:rsid w:val="00183F7B"/>
    <w:rsid w:val="002530F6"/>
    <w:rsid w:val="002671E5"/>
    <w:rsid w:val="00270400"/>
    <w:rsid w:val="002737B0"/>
    <w:rsid w:val="002923B8"/>
    <w:rsid w:val="002C1F8F"/>
    <w:rsid w:val="00312172"/>
    <w:rsid w:val="003533F6"/>
    <w:rsid w:val="00361BED"/>
    <w:rsid w:val="00362122"/>
    <w:rsid w:val="00427D15"/>
    <w:rsid w:val="00465305"/>
    <w:rsid w:val="004A47AE"/>
    <w:rsid w:val="0057635C"/>
    <w:rsid w:val="005B130D"/>
    <w:rsid w:val="005C4429"/>
    <w:rsid w:val="006D0C35"/>
    <w:rsid w:val="006E3678"/>
    <w:rsid w:val="006F0784"/>
    <w:rsid w:val="00724319"/>
    <w:rsid w:val="00725DC7"/>
    <w:rsid w:val="0072646D"/>
    <w:rsid w:val="007310C4"/>
    <w:rsid w:val="00732150"/>
    <w:rsid w:val="00752816"/>
    <w:rsid w:val="00755EFC"/>
    <w:rsid w:val="00760170"/>
    <w:rsid w:val="007723F0"/>
    <w:rsid w:val="00786538"/>
    <w:rsid w:val="007E0984"/>
    <w:rsid w:val="00895599"/>
    <w:rsid w:val="008B1ABC"/>
    <w:rsid w:val="008F08B9"/>
    <w:rsid w:val="009039C0"/>
    <w:rsid w:val="009341EB"/>
    <w:rsid w:val="00971FAF"/>
    <w:rsid w:val="00976DEC"/>
    <w:rsid w:val="009864B0"/>
    <w:rsid w:val="009B56AA"/>
    <w:rsid w:val="009C42B8"/>
    <w:rsid w:val="009F305E"/>
    <w:rsid w:val="009F50F7"/>
    <w:rsid w:val="00A44EFD"/>
    <w:rsid w:val="00A4655A"/>
    <w:rsid w:val="00AE225A"/>
    <w:rsid w:val="00B041F1"/>
    <w:rsid w:val="00B118FA"/>
    <w:rsid w:val="00B305B2"/>
    <w:rsid w:val="00B7140B"/>
    <w:rsid w:val="00BA62B7"/>
    <w:rsid w:val="00C06DFC"/>
    <w:rsid w:val="00C20DA7"/>
    <w:rsid w:val="00C66414"/>
    <w:rsid w:val="00C80035"/>
    <w:rsid w:val="00C96185"/>
    <w:rsid w:val="00D803C4"/>
    <w:rsid w:val="00DF3A73"/>
    <w:rsid w:val="00E32AD6"/>
    <w:rsid w:val="00E33AFE"/>
    <w:rsid w:val="00E64082"/>
    <w:rsid w:val="00E91D68"/>
    <w:rsid w:val="00EF5A30"/>
    <w:rsid w:val="00F21801"/>
    <w:rsid w:val="00FC2B7E"/>
    <w:rsid w:val="00FE6E52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Hyperlink" w:uiPriority="0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rsid w:val="000539F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44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DE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C44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DEC"/>
    <w:rPr>
      <w:sz w:val="22"/>
      <w:szCs w:val="22"/>
      <w:lang w:eastAsia="en-US"/>
    </w:rPr>
  </w:style>
  <w:style w:type="paragraph" w:customStyle="1" w:styleId="EFSABODYCOPY">
    <w:name w:val="EFSA BODY COPY"/>
    <w:basedOn w:val="Normal"/>
    <w:link w:val="EFSABODYCOPYChar"/>
    <w:qFormat/>
    <w:rsid w:val="00D803C4"/>
    <w:pPr>
      <w:spacing w:after="120"/>
    </w:pPr>
    <w:rPr>
      <w:sz w:val="20"/>
    </w:rPr>
  </w:style>
  <w:style w:type="paragraph" w:customStyle="1" w:styleId="EFSATITLE1">
    <w:name w:val="EFSA TITLE 1"/>
    <w:basedOn w:val="EFSABODYCOPY"/>
    <w:next w:val="EFSABODYCOPY"/>
    <w:link w:val="EFSATITLE1Char"/>
    <w:qFormat/>
    <w:rsid w:val="00971FAF"/>
    <w:pPr>
      <w:spacing w:before="360" w:after="240"/>
    </w:pPr>
    <w:rPr>
      <w:color w:val="DE7008"/>
      <w:sz w:val="36"/>
      <w:szCs w:val="36"/>
    </w:rPr>
  </w:style>
  <w:style w:type="character" w:customStyle="1" w:styleId="EFSABODYCOPYChar">
    <w:name w:val="EFSA BODY COPY Char"/>
    <w:basedOn w:val="DefaultParagraphFont"/>
    <w:link w:val="EFSABODYCOPY"/>
    <w:rsid w:val="00D803C4"/>
    <w:rPr>
      <w:szCs w:val="22"/>
      <w:lang w:eastAsia="en-US"/>
    </w:rPr>
  </w:style>
  <w:style w:type="paragraph" w:customStyle="1" w:styleId="EFSASUBTITLE1">
    <w:name w:val="EFSA SUBTITLE 1"/>
    <w:basedOn w:val="EFSABODYCOPY"/>
    <w:next w:val="EFSABODYCOPY"/>
    <w:link w:val="EFSASUBTITLE1Char"/>
    <w:qFormat/>
    <w:rsid w:val="00971FAF"/>
    <w:pPr>
      <w:spacing w:before="360" w:after="240"/>
    </w:pPr>
    <w:rPr>
      <w:b/>
      <w:sz w:val="24"/>
      <w:szCs w:val="24"/>
    </w:rPr>
  </w:style>
  <w:style w:type="character" w:customStyle="1" w:styleId="EFSATITLE1Char">
    <w:name w:val="EFSA TITLE 1 Char"/>
    <w:basedOn w:val="DefaultParagraphFont"/>
    <w:link w:val="EFSATITLE1"/>
    <w:rsid w:val="00976DEC"/>
    <w:rPr>
      <w:color w:val="DE7008"/>
      <w:sz w:val="36"/>
      <w:szCs w:val="36"/>
      <w:lang w:eastAsia="en-US"/>
    </w:rPr>
  </w:style>
  <w:style w:type="paragraph" w:customStyle="1" w:styleId="EFSABULLETS1">
    <w:name w:val="EFSA BULLETS 1"/>
    <w:basedOn w:val="EFSABODYCOPY"/>
    <w:link w:val="EFSABULLETS1Char"/>
    <w:qFormat/>
    <w:rsid w:val="007310C4"/>
    <w:pPr>
      <w:numPr>
        <w:numId w:val="17"/>
      </w:numPr>
    </w:pPr>
  </w:style>
  <w:style w:type="character" w:customStyle="1" w:styleId="EFSASUBTITLE1Char">
    <w:name w:val="EFSA SUBTITLE 1 Char"/>
    <w:basedOn w:val="DefaultParagraphFont"/>
    <w:link w:val="EFSASUBTITLE1"/>
    <w:rsid w:val="00976DEC"/>
    <w:rPr>
      <w:b/>
      <w:sz w:val="24"/>
      <w:szCs w:val="24"/>
      <w:lang w:eastAsia="en-US"/>
    </w:rPr>
  </w:style>
  <w:style w:type="paragraph" w:customStyle="1" w:styleId="EFSABULLETS2">
    <w:name w:val="EFSA BULLETS 2"/>
    <w:basedOn w:val="EFSABODYCOPY"/>
    <w:link w:val="EFSABULLETS2Char"/>
    <w:qFormat/>
    <w:rsid w:val="007310C4"/>
    <w:pPr>
      <w:numPr>
        <w:ilvl w:val="1"/>
        <w:numId w:val="17"/>
      </w:numPr>
      <w:contextualSpacing/>
    </w:pPr>
  </w:style>
  <w:style w:type="character" w:customStyle="1" w:styleId="EFSABULLETS1Char">
    <w:name w:val="EFSA BULLETS 1 Char"/>
    <w:basedOn w:val="DefaultParagraphFont"/>
    <w:link w:val="EFSABULLETS1"/>
    <w:rsid w:val="007310C4"/>
    <w:rPr>
      <w:szCs w:val="22"/>
      <w:lang w:eastAsia="en-US"/>
    </w:rPr>
  </w:style>
  <w:style w:type="table" w:styleId="TableGrid">
    <w:name w:val="Table Grid"/>
    <w:basedOn w:val="TableNormal"/>
    <w:uiPriority w:val="59"/>
    <w:rsid w:val="00976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FSABULLETS2Char">
    <w:name w:val="EFSA BULLETS 2 Char"/>
    <w:basedOn w:val="DefaultParagraphFont"/>
    <w:link w:val="EFSABULLETS2"/>
    <w:rsid w:val="007310C4"/>
    <w:rPr>
      <w:szCs w:val="22"/>
      <w:lang w:eastAsia="en-US"/>
    </w:rPr>
  </w:style>
  <w:style w:type="paragraph" w:customStyle="1" w:styleId="EFSAFRAMETEXT">
    <w:name w:val="EFSA FRAME TEXT"/>
    <w:basedOn w:val="EFSABODYCOPY"/>
    <w:link w:val="EFSAFRAMETEXTChar"/>
    <w:qFormat/>
    <w:rsid w:val="009F50F7"/>
    <w:pPr>
      <w:pBdr>
        <w:top w:val="dotted" w:sz="4" w:space="6" w:color="auto"/>
        <w:left w:val="dotted" w:sz="4" w:space="8" w:color="auto"/>
        <w:bottom w:val="dotted" w:sz="4" w:space="8" w:color="auto"/>
        <w:right w:val="dotted" w:sz="4" w:space="8" w:color="auto"/>
      </w:pBdr>
      <w:ind w:left="170"/>
    </w:pPr>
  </w:style>
  <w:style w:type="paragraph" w:customStyle="1" w:styleId="EFSAFRAMETITLE">
    <w:name w:val="EFSA FRAME TITLE"/>
    <w:basedOn w:val="EFSAFRAMETEXT"/>
    <w:next w:val="EFSAFRAMETEXT"/>
    <w:link w:val="EFSAFRAMETITLEChar"/>
    <w:qFormat/>
    <w:rsid w:val="000B1820"/>
    <w:rPr>
      <w:sz w:val="28"/>
      <w:szCs w:val="28"/>
    </w:rPr>
  </w:style>
  <w:style w:type="character" w:customStyle="1" w:styleId="EFSAFRAMETEXTChar">
    <w:name w:val="EFSA FRAME TEXT Char"/>
    <w:basedOn w:val="EFSABODYCOPYChar"/>
    <w:link w:val="EFSAFRAMETEXT"/>
    <w:rsid w:val="009F50F7"/>
    <w:rPr>
      <w:szCs w:val="22"/>
      <w:lang w:eastAsia="en-US"/>
    </w:rPr>
  </w:style>
  <w:style w:type="paragraph" w:customStyle="1" w:styleId="EFSAPAGENUMBER">
    <w:name w:val="EFSA PAGE NUMBER"/>
    <w:basedOn w:val="Footer"/>
    <w:link w:val="EFSAPAGENUMBERChar"/>
    <w:qFormat/>
    <w:rsid w:val="00270400"/>
    <w:pPr>
      <w:framePr w:w="74" w:h="556" w:hSpace="181" w:vSpace="181" w:wrap="around" w:vAnchor="page" w:hAnchor="page" w:x="11012" w:y="16200"/>
      <w:pBdr>
        <w:left w:val="single" w:sz="8" w:space="1" w:color="DE7008"/>
      </w:pBdr>
      <w:jc w:val="right"/>
    </w:pPr>
    <w:rPr>
      <w:b/>
      <w:sz w:val="20"/>
    </w:rPr>
  </w:style>
  <w:style w:type="character" w:customStyle="1" w:styleId="EFSAFRAMETITLEChar">
    <w:name w:val="EFSA FRAME TITLE Char"/>
    <w:basedOn w:val="EFSAFRAMETEXTChar"/>
    <w:link w:val="EFSAFRAMETITLE"/>
    <w:rsid w:val="000B1820"/>
    <w:rPr>
      <w:sz w:val="28"/>
      <w:szCs w:val="28"/>
      <w:lang w:eastAsia="en-US"/>
    </w:rPr>
  </w:style>
  <w:style w:type="paragraph" w:customStyle="1" w:styleId="EFSAFOOTER">
    <w:name w:val="EFSA FOOTER"/>
    <w:basedOn w:val="EFSABODYCOPY"/>
    <w:link w:val="EFSAFOOTERChar"/>
    <w:qFormat/>
    <w:rsid w:val="00270400"/>
    <w:pPr>
      <w:spacing w:after="0"/>
      <w:jc w:val="center"/>
    </w:pPr>
    <w:rPr>
      <w:color w:val="171796"/>
      <w:sz w:val="16"/>
      <w:szCs w:val="16"/>
    </w:rPr>
  </w:style>
  <w:style w:type="character" w:customStyle="1" w:styleId="EFSAPAGENUMBERChar">
    <w:name w:val="EFSA PAGE NUMBER Char"/>
    <w:basedOn w:val="FooterChar"/>
    <w:link w:val="EFSAPAGENUMBER"/>
    <w:rsid w:val="00270400"/>
    <w:rPr>
      <w:b/>
      <w:sz w:val="22"/>
      <w:szCs w:val="22"/>
      <w:lang w:eastAsia="en-US"/>
    </w:rPr>
  </w:style>
  <w:style w:type="paragraph" w:customStyle="1" w:styleId="EFSASUBTITLE2">
    <w:name w:val="EFSA SUBTITLE 2"/>
    <w:basedOn w:val="EFSASUBTITLE1"/>
    <w:next w:val="EFSABODYCOPY"/>
    <w:link w:val="EFSASUBTITLE2Char"/>
    <w:qFormat/>
    <w:rsid w:val="00DF3A73"/>
    <w:rPr>
      <w:sz w:val="20"/>
      <w:szCs w:val="20"/>
    </w:rPr>
  </w:style>
  <w:style w:type="character" w:customStyle="1" w:styleId="EFSAFOOTERChar">
    <w:name w:val="EFSA FOOTER Char"/>
    <w:basedOn w:val="DefaultParagraphFont"/>
    <w:link w:val="EFSAFOOTER"/>
    <w:rsid w:val="00976DEC"/>
    <w:rPr>
      <w:color w:val="171796"/>
      <w:sz w:val="16"/>
      <w:szCs w:val="16"/>
      <w:lang w:eastAsia="en-US"/>
    </w:rPr>
  </w:style>
  <w:style w:type="numbering" w:customStyle="1" w:styleId="EFSALISTBULLETS">
    <w:name w:val="EFSA LIST BULLETS"/>
    <w:uiPriority w:val="99"/>
    <w:rsid w:val="007310C4"/>
    <w:pPr>
      <w:numPr>
        <w:numId w:val="8"/>
      </w:numPr>
    </w:pPr>
  </w:style>
  <w:style w:type="character" w:customStyle="1" w:styleId="EFSASUBTITLE2Char">
    <w:name w:val="EFSA SUBTITLE 2 Char"/>
    <w:basedOn w:val="EFSASUBTITLE1Char"/>
    <w:link w:val="EFSASUBTITLE2"/>
    <w:rsid w:val="00DF3A73"/>
    <w:rPr>
      <w:b/>
      <w:sz w:val="24"/>
      <w:szCs w:val="24"/>
      <w:lang w:eastAsia="en-US"/>
    </w:rPr>
  </w:style>
  <w:style w:type="table" w:customStyle="1" w:styleId="EFSATABLE">
    <w:name w:val="EFSA TABLE"/>
    <w:basedOn w:val="TableGrid"/>
    <w:uiPriority w:val="99"/>
    <w:qFormat/>
    <w:rsid w:val="00FC2B7E"/>
    <w:tblPr>
      <w:tblInd w:w="0" w:type="dxa"/>
      <w:tblBorders>
        <w:bottom w:val="dotted" w:sz="4" w:space="0" w:color="auto"/>
        <w:insideH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mirrorIndents w:val="0"/>
      </w:pPr>
      <w:rPr>
        <w:rFonts w:ascii="Verdana" w:hAnsi="Verdana"/>
        <w:b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E7008"/>
      </w:tcPr>
    </w:tblStylePr>
    <w:tblStylePr w:type="lastRow">
      <w:rPr>
        <w:rFonts w:ascii="Verdana" w:hAnsi="Verdana"/>
        <w:sz w:val="20"/>
      </w:rPr>
    </w:tblStylePr>
  </w:style>
  <w:style w:type="table" w:styleId="LightList-Accent6">
    <w:name w:val="Light List Accent 6"/>
    <w:basedOn w:val="TableNormal"/>
    <w:uiPriority w:val="61"/>
    <w:rsid w:val="000156A6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EFSATABLECONTENT">
    <w:name w:val="EFSA TABLE CONTENT"/>
    <w:basedOn w:val="Normal"/>
    <w:link w:val="EFSATABLECONTENTChar"/>
    <w:qFormat/>
    <w:rsid w:val="00C06DFC"/>
    <w:rPr>
      <w:sz w:val="18"/>
    </w:rPr>
  </w:style>
  <w:style w:type="paragraph" w:customStyle="1" w:styleId="EFSATABLEHEADERROW">
    <w:name w:val="EFSA TABLE HEADER ROW"/>
    <w:basedOn w:val="Normal"/>
    <w:link w:val="EFSATABLEHEADERROWChar"/>
    <w:qFormat/>
    <w:rsid w:val="00183F7B"/>
    <w:pPr>
      <w:contextualSpacing/>
    </w:pPr>
    <w:rPr>
      <w:color w:val="FFFFFF"/>
      <w:sz w:val="20"/>
    </w:rPr>
  </w:style>
  <w:style w:type="character" w:customStyle="1" w:styleId="EFSATABLECONTENTChar">
    <w:name w:val="EFSA TABLE CONTENT Char"/>
    <w:basedOn w:val="DefaultParagraphFont"/>
    <w:link w:val="EFSATABLECONTENT"/>
    <w:rsid w:val="00C06DFC"/>
    <w:rPr>
      <w:sz w:val="18"/>
      <w:szCs w:val="22"/>
      <w:lang w:eastAsia="en-US"/>
    </w:rPr>
  </w:style>
  <w:style w:type="character" w:customStyle="1" w:styleId="EFSATABLEHEADERROWChar">
    <w:name w:val="EFSA TABLE HEADER ROW Char"/>
    <w:basedOn w:val="DefaultParagraphFont"/>
    <w:link w:val="EFSATABLEHEADERROW"/>
    <w:rsid w:val="00183F7B"/>
    <w:rPr>
      <w:color w:val="FFFFFF"/>
      <w:szCs w:val="22"/>
      <w:lang w:eastAsia="en-US"/>
    </w:rPr>
  </w:style>
  <w:style w:type="paragraph" w:customStyle="1" w:styleId="EFSAFOOTNOTE">
    <w:name w:val="EFSA FOOTNOTE"/>
    <w:basedOn w:val="EFSABODYCOPY"/>
    <w:link w:val="EFSAFOOTNOTEChar"/>
    <w:qFormat/>
    <w:rsid w:val="008F08B9"/>
    <w:pPr>
      <w:spacing w:after="0"/>
    </w:pPr>
    <w:rPr>
      <w:sz w:val="16"/>
    </w:rPr>
  </w:style>
  <w:style w:type="character" w:customStyle="1" w:styleId="EFSAFOOTNOTEChar">
    <w:name w:val="EFSA FOOTNOTE Char"/>
    <w:basedOn w:val="EFSABODYCOPYChar"/>
    <w:link w:val="EFSAFOOTNOTE"/>
    <w:rsid w:val="008F08B9"/>
    <w:rPr>
      <w:sz w:val="16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2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3F0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5B130D"/>
    <w:rPr>
      <w:color w:val="0000FF"/>
      <w:u w:val="single"/>
    </w:rPr>
  </w:style>
  <w:style w:type="paragraph" w:customStyle="1" w:styleId="Default">
    <w:name w:val="Default"/>
    <w:rsid w:val="005B13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865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65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53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6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53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Hyperlink" w:uiPriority="0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rsid w:val="000539F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44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DE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C44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DEC"/>
    <w:rPr>
      <w:sz w:val="22"/>
      <w:szCs w:val="22"/>
      <w:lang w:eastAsia="en-US"/>
    </w:rPr>
  </w:style>
  <w:style w:type="paragraph" w:customStyle="1" w:styleId="EFSABODYCOPY">
    <w:name w:val="EFSA BODY COPY"/>
    <w:basedOn w:val="Normal"/>
    <w:link w:val="EFSABODYCOPYChar"/>
    <w:qFormat/>
    <w:rsid w:val="00D803C4"/>
    <w:pPr>
      <w:spacing w:after="120"/>
    </w:pPr>
    <w:rPr>
      <w:sz w:val="20"/>
    </w:rPr>
  </w:style>
  <w:style w:type="paragraph" w:customStyle="1" w:styleId="EFSATITLE1">
    <w:name w:val="EFSA TITLE 1"/>
    <w:basedOn w:val="EFSABODYCOPY"/>
    <w:next w:val="EFSABODYCOPY"/>
    <w:link w:val="EFSATITLE1Char"/>
    <w:qFormat/>
    <w:rsid w:val="00971FAF"/>
    <w:pPr>
      <w:spacing w:before="360" w:after="240"/>
    </w:pPr>
    <w:rPr>
      <w:color w:val="DE7008"/>
      <w:sz w:val="36"/>
      <w:szCs w:val="36"/>
    </w:rPr>
  </w:style>
  <w:style w:type="character" w:customStyle="1" w:styleId="EFSABODYCOPYChar">
    <w:name w:val="EFSA BODY COPY Char"/>
    <w:basedOn w:val="DefaultParagraphFont"/>
    <w:link w:val="EFSABODYCOPY"/>
    <w:rsid w:val="00D803C4"/>
    <w:rPr>
      <w:szCs w:val="22"/>
      <w:lang w:eastAsia="en-US"/>
    </w:rPr>
  </w:style>
  <w:style w:type="paragraph" w:customStyle="1" w:styleId="EFSASUBTITLE1">
    <w:name w:val="EFSA SUBTITLE 1"/>
    <w:basedOn w:val="EFSABODYCOPY"/>
    <w:next w:val="EFSABODYCOPY"/>
    <w:link w:val="EFSASUBTITLE1Char"/>
    <w:qFormat/>
    <w:rsid w:val="00971FAF"/>
    <w:pPr>
      <w:spacing w:before="360" w:after="240"/>
    </w:pPr>
    <w:rPr>
      <w:b/>
      <w:sz w:val="24"/>
      <w:szCs w:val="24"/>
    </w:rPr>
  </w:style>
  <w:style w:type="character" w:customStyle="1" w:styleId="EFSATITLE1Char">
    <w:name w:val="EFSA TITLE 1 Char"/>
    <w:basedOn w:val="DefaultParagraphFont"/>
    <w:link w:val="EFSATITLE1"/>
    <w:rsid w:val="00976DEC"/>
    <w:rPr>
      <w:color w:val="DE7008"/>
      <w:sz w:val="36"/>
      <w:szCs w:val="36"/>
      <w:lang w:eastAsia="en-US"/>
    </w:rPr>
  </w:style>
  <w:style w:type="paragraph" w:customStyle="1" w:styleId="EFSABULLETS1">
    <w:name w:val="EFSA BULLETS 1"/>
    <w:basedOn w:val="EFSABODYCOPY"/>
    <w:link w:val="EFSABULLETS1Char"/>
    <w:qFormat/>
    <w:rsid w:val="007310C4"/>
    <w:pPr>
      <w:numPr>
        <w:numId w:val="17"/>
      </w:numPr>
    </w:pPr>
  </w:style>
  <w:style w:type="character" w:customStyle="1" w:styleId="EFSASUBTITLE1Char">
    <w:name w:val="EFSA SUBTITLE 1 Char"/>
    <w:basedOn w:val="DefaultParagraphFont"/>
    <w:link w:val="EFSASUBTITLE1"/>
    <w:rsid w:val="00976DEC"/>
    <w:rPr>
      <w:b/>
      <w:sz w:val="24"/>
      <w:szCs w:val="24"/>
      <w:lang w:eastAsia="en-US"/>
    </w:rPr>
  </w:style>
  <w:style w:type="paragraph" w:customStyle="1" w:styleId="EFSABULLETS2">
    <w:name w:val="EFSA BULLETS 2"/>
    <w:basedOn w:val="EFSABODYCOPY"/>
    <w:link w:val="EFSABULLETS2Char"/>
    <w:qFormat/>
    <w:rsid w:val="007310C4"/>
    <w:pPr>
      <w:numPr>
        <w:ilvl w:val="1"/>
        <w:numId w:val="17"/>
      </w:numPr>
      <w:contextualSpacing/>
    </w:pPr>
  </w:style>
  <w:style w:type="character" w:customStyle="1" w:styleId="EFSABULLETS1Char">
    <w:name w:val="EFSA BULLETS 1 Char"/>
    <w:basedOn w:val="DefaultParagraphFont"/>
    <w:link w:val="EFSABULLETS1"/>
    <w:rsid w:val="007310C4"/>
    <w:rPr>
      <w:szCs w:val="22"/>
      <w:lang w:eastAsia="en-US"/>
    </w:rPr>
  </w:style>
  <w:style w:type="table" w:styleId="TableGrid">
    <w:name w:val="Table Grid"/>
    <w:basedOn w:val="TableNormal"/>
    <w:uiPriority w:val="59"/>
    <w:rsid w:val="00976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FSABULLETS2Char">
    <w:name w:val="EFSA BULLETS 2 Char"/>
    <w:basedOn w:val="DefaultParagraphFont"/>
    <w:link w:val="EFSABULLETS2"/>
    <w:rsid w:val="007310C4"/>
    <w:rPr>
      <w:szCs w:val="22"/>
      <w:lang w:eastAsia="en-US"/>
    </w:rPr>
  </w:style>
  <w:style w:type="paragraph" w:customStyle="1" w:styleId="EFSAFRAMETEXT">
    <w:name w:val="EFSA FRAME TEXT"/>
    <w:basedOn w:val="EFSABODYCOPY"/>
    <w:link w:val="EFSAFRAMETEXTChar"/>
    <w:qFormat/>
    <w:rsid w:val="009F50F7"/>
    <w:pPr>
      <w:pBdr>
        <w:top w:val="dotted" w:sz="4" w:space="6" w:color="auto"/>
        <w:left w:val="dotted" w:sz="4" w:space="8" w:color="auto"/>
        <w:bottom w:val="dotted" w:sz="4" w:space="8" w:color="auto"/>
        <w:right w:val="dotted" w:sz="4" w:space="8" w:color="auto"/>
      </w:pBdr>
      <w:ind w:left="170"/>
    </w:pPr>
  </w:style>
  <w:style w:type="paragraph" w:customStyle="1" w:styleId="EFSAFRAMETITLE">
    <w:name w:val="EFSA FRAME TITLE"/>
    <w:basedOn w:val="EFSAFRAMETEXT"/>
    <w:next w:val="EFSAFRAMETEXT"/>
    <w:link w:val="EFSAFRAMETITLEChar"/>
    <w:qFormat/>
    <w:rsid w:val="000B1820"/>
    <w:rPr>
      <w:sz w:val="28"/>
      <w:szCs w:val="28"/>
    </w:rPr>
  </w:style>
  <w:style w:type="character" w:customStyle="1" w:styleId="EFSAFRAMETEXTChar">
    <w:name w:val="EFSA FRAME TEXT Char"/>
    <w:basedOn w:val="EFSABODYCOPYChar"/>
    <w:link w:val="EFSAFRAMETEXT"/>
    <w:rsid w:val="009F50F7"/>
    <w:rPr>
      <w:szCs w:val="22"/>
      <w:lang w:eastAsia="en-US"/>
    </w:rPr>
  </w:style>
  <w:style w:type="paragraph" w:customStyle="1" w:styleId="EFSAPAGENUMBER">
    <w:name w:val="EFSA PAGE NUMBER"/>
    <w:basedOn w:val="Footer"/>
    <w:link w:val="EFSAPAGENUMBERChar"/>
    <w:qFormat/>
    <w:rsid w:val="00270400"/>
    <w:pPr>
      <w:framePr w:w="74" w:h="556" w:hSpace="181" w:vSpace="181" w:wrap="around" w:vAnchor="page" w:hAnchor="page" w:x="11012" w:y="16200"/>
      <w:pBdr>
        <w:left w:val="single" w:sz="8" w:space="1" w:color="DE7008"/>
      </w:pBdr>
      <w:jc w:val="right"/>
    </w:pPr>
    <w:rPr>
      <w:b/>
      <w:sz w:val="20"/>
    </w:rPr>
  </w:style>
  <w:style w:type="character" w:customStyle="1" w:styleId="EFSAFRAMETITLEChar">
    <w:name w:val="EFSA FRAME TITLE Char"/>
    <w:basedOn w:val="EFSAFRAMETEXTChar"/>
    <w:link w:val="EFSAFRAMETITLE"/>
    <w:rsid w:val="000B1820"/>
    <w:rPr>
      <w:sz w:val="28"/>
      <w:szCs w:val="28"/>
      <w:lang w:eastAsia="en-US"/>
    </w:rPr>
  </w:style>
  <w:style w:type="paragraph" w:customStyle="1" w:styleId="EFSAFOOTER">
    <w:name w:val="EFSA FOOTER"/>
    <w:basedOn w:val="EFSABODYCOPY"/>
    <w:link w:val="EFSAFOOTERChar"/>
    <w:qFormat/>
    <w:rsid w:val="00270400"/>
    <w:pPr>
      <w:spacing w:after="0"/>
      <w:jc w:val="center"/>
    </w:pPr>
    <w:rPr>
      <w:color w:val="171796"/>
      <w:sz w:val="16"/>
      <w:szCs w:val="16"/>
    </w:rPr>
  </w:style>
  <w:style w:type="character" w:customStyle="1" w:styleId="EFSAPAGENUMBERChar">
    <w:name w:val="EFSA PAGE NUMBER Char"/>
    <w:basedOn w:val="FooterChar"/>
    <w:link w:val="EFSAPAGENUMBER"/>
    <w:rsid w:val="00270400"/>
    <w:rPr>
      <w:b/>
      <w:sz w:val="22"/>
      <w:szCs w:val="22"/>
      <w:lang w:eastAsia="en-US"/>
    </w:rPr>
  </w:style>
  <w:style w:type="paragraph" w:customStyle="1" w:styleId="EFSASUBTITLE2">
    <w:name w:val="EFSA SUBTITLE 2"/>
    <w:basedOn w:val="EFSASUBTITLE1"/>
    <w:next w:val="EFSABODYCOPY"/>
    <w:link w:val="EFSASUBTITLE2Char"/>
    <w:qFormat/>
    <w:rsid w:val="00DF3A73"/>
    <w:rPr>
      <w:sz w:val="20"/>
      <w:szCs w:val="20"/>
    </w:rPr>
  </w:style>
  <w:style w:type="character" w:customStyle="1" w:styleId="EFSAFOOTERChar">
    <w:name w:val="EFSA FOOTER Char"/>
    <w:basedOn w:val="DefaultParagraphFont"/>
    <w:link w:val="EFSAFOOTER"/>
    <w:rsid w:val="00976DEC"/>
    <w:rPr>
      <w:color w:val="171796"/>
      <w:sz w:val="16"/>
      <w:szCs w:val="16"/>
      <w:lang w:eastAsia="en-US"/>
    </w:rPr>
  </w:style>
  <w:style w:type="numbering" w:customStyle="1" w:styleId="EFSALISTBULLETS">
    <w:name w:val="EFSA LIST BULLETS"/>
    <w:uiPriority w:val="99"/>
    <w:rsid w:val="007310C4"/>
    <w:pPr>
      <w:numPr>
        <w:numId w:val="8"/>
      </w:numPr>
    </w:pPr>
  </w:style>
  <w:style w:type="character" w:customStyle="1" w:styleId="EFSASUBTITLE2Char">
    <w:name w:val="EFSA SUBTITLE 2 Char"/>
    <w:basedOn w:val="EFSASUBTITLE1Char"/>
    <w:link w:val="EFSASUBTITLE2"/>
    <w:rsid w:val="00DF3A73"/>
    <w:rPr>
      <w:b/>
      <w:sz w:val="24"/>
      <w:szCs w:val="24"/>
      <w:lang w:eastAsia="en-US"/>
    </w:rPr>
  </w:style>
  <w:style w:type="table" w:customStyle="1" w:styleId="EFSATABLE">
    <w:name w:val="EFSA TABLE"/>
    <w:basedOn w:val="TableGrid"/>
    <w:uiPriority w:val="99"/>
    <w:qFormat/>
    <w:rsid w:val="00FC2B7E"/>
    <w:tblPr>
      <w:tblInd w:w="0" w:type="dxa"/>
      <w:tblBorders>
        <w:bottom w:val="dotted" w:sz="4" w:space="0" w:color="auto"/>
        <w:insideH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mirrorIndents w:val="0"/>
      </w:pPr>
      <w:rPr>
        <w:rFonts w:ascii="Verdana" w:hAnsi="Verdana"/>
        <w:b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E7008"/>
      </w:tcPr>
    </w:tblStylePr>
    <w:tblStylePr w:type="lastRow">
      <w:rPr>
        <w:rFonts w:ascii="Verdana" w:hAnsi="Verdana"/>
        <w:sz w:val="20"/>
      </w:rPr>
    </w:tblStylePr>
  </w:style>
  <w:style w:type="table" w:styleId="LightList-Accent6">
    <w:name w:val="Light List Accent 6"/>
    <w:basedOn w:val="TableNormal"/>
    <w:uiPriority w:val="61"/>
    <w:rsid w:val="000156A6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EFSATABLECONTENT">
    <w:name w:val="EFSA TABLE CONTENT"/>
    <w:basedOn w:val="Normal"/>
    <w:link w:val="EFSATABLECONTENTChar"/>
    <w:qFormat/>
    <w:rsid w:val="00C06DFC"/>
    <w:rPr>
      <w:sz w:val="18"/>
    </w:rPr>
  </w:style>
  <w:style w:type="paragraph" w:customStyle="1" w:styleId="EFSATABLEHEADERROW">
    <w:name w:val="EFSA TABLE HEADER ROW"/>
    <w:basedOn w:val="Normal"/>
    <w:link w:val="EFSATABLEHEADERROWChar"/>
    <w:qFormat/>
    <w:rsid w:val="00183F7B"/>
    <w:pPr>
      <w:contextualSpacing/>
    </w:pPr>
    <w:rPr>
      <w:color w:val="FFFFFF"/>
      <w:sz w:val="20"/>
    </w:rPr>
  </w:style>
  <w:style w:type="character" w:customStyle="1" w:styleId="EFSATABLECONTENTChar">
    <w:name w:val="EFSA TABLE CONTENT Char"/>
    <w:basedOn w:val="DefaultParagraphFont"/>
    <w:link w:val="EFSATABLECONTENT"/>
    <w:rsid w:val="00C06DFC"/>
    <w:rPr>
      <w:sz w:val="18"/>
      <w:szCs w:val="22"/>
      <w:lang w:eastAsia="en-US"/>
    </w:rPr>
  </w:style>
  <w:style w:type="character" w:customStyle="1" w:styleId="EFSATABLEHEADERROWChar">
    <w:name w:val="EFSA TABLE HEADER ROW Char"/>
    <w:basedOn w:val="DefaultParagraphFont"/>
    <w:link w:val="EFSATABLEHEADERROW"/>
    <w:rsid w:val="00183F7B"/>
    <w:rPr>
      <w:color w:val="FFFFFF"/>
      <w:szCs w:val="22"/>
      <w:lang w:eastAsia="en-US"/>
    </w:rPr>
  </w:style>
  <w:style w:type="paragraph" w:customStyle="1" w:styleId="EFSAFOOTNOTE">
    <w:name w:val="EFSA FOOTNOTE"/>
    <w:basedOn w:val="EFSABODYCOPY"/>
    <w:link w:val="EFSAFOOTNOTEChar"/>
    <w:qFormat/>
    <w:rsid w:val="008F08B9"/>
    <w:pPr>
      <w:spacing w:after="0"/>
    </w:pPr>
    <w:rPr>
      <w:sz w:val="16"/>
    </w:rPr>
  </w:style>
  <w:style w:type="character" w:customStyle="1" w:styleId="EFSAFOOTNOTEChar">
    <w:name w:val="EFSA FOOTNOTE Char"/>
    <w:basedOn w:val="EFSABODYCOPYChar"/>
    <w:link w:val="EFSAFOOTNOTE"/>
    <w:rsid w:val="008F08B9"/>
    <w:rPr>
      <w:sz w:val="16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2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3F0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5B130D"/>
    <w:rPr>
      <w:color w:val="0000FF"/>
      <w:u w:val="single"/>
    </w:rPr>
  </w:style>
  <w:style w:type="paragraph" w:customStyle="1" w:styleId="Default">
    <w:name w:val="Default"/>
    <w:rsid w:val="005B13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865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65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53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6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53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DESK.applications@efsa.europa.e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fsa.eu.int\fileserver\common\OfficeTemplates\Corporate\Document_landscap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Document_landscape</Template>
  <TotalTime>63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EFSA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GUIDI Margherita</dc:creator>
  <cp:lastModifiedBy>GUIDI Margherita</cp:lastModifiedBy>
  <cp:revision>7</cp:revision>
  <cp:lastPrinted>2014-04-04T10:01:00Z</cp:lastPrinted>
  <dcterms:created xsi:type="dcterms:W3CDTF">2016-07-19T15:18:00Z</dcterms:created>
  <dcterms:modified xsi:type="dcterms:W3CDTF">2016-07-20T10:26:00Z</dcterms:modified>
</cp:coreProperties>
</file>