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FD" w:rsidRDefault="008500FD" w:rsidP="007D765A">
      <w:pPr>
        <w:pStyle w:val="EFSATITLE1"/>
      </w:pPr>
      <w:r w:rsidRPr="0020775F">
        <w:t xml:space="preserve">Justification </w:t>
      </w:r>
      <w:r w:rsidR="0062527C">
        <w:t xml:space="preserve">form </w:t>
      </w:r>
      <w:r w:rsidRPr="0020775F">
        <w:t xml:space="preserve">for removal of </w:t>
      </w:r>
      <w:r w:rsidR="0062527C">
        <w:t>confidential</w:t>
      </w:r>
      <w:r>
        <w:t xml:space="preserve"> information in the </w:t>
      </w:r>
      <w:r w:rsidR="00A3373D">
        <w:t xml:space="preserve">sanitised </w:t>
      </w:r>
      <w:r>
        <w:t>summary dossier (NAS), application and supplementary summary dossier (AIR)</w:t>
      </w:r>
    </w:p>
    <w:p w:rsidR="002244C5" w:rsidRPr="00040B3C" w:rsidRDefault="002244C5" w:rsidP="002244C5">
      <w:pPr>
        <w:pStyle w:val="EFSABODYCOPY"/>
        <w:rPr>
          <w:sz w:val="22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403"/>
        <w:gridCol w:w="2835"/>
      </w:tblGrid>
      <w:tr w:rsidR="002244C5" w:rsidRPr="00040B3C" w:rsidTr="002244C5">
        <w:trPr>
          <w:trHeight w:val="567"/>
        </w:trPr>
        <w:tc>
          <w:tcPr>
            <w:tcW w:w="3403" w:type="dxa"/>
            <w:vAlign w:val="center"/>
          </w:tcPr>
          <w:p w:rsidR="002244C5" w:rsidRPr="00040B3C" w:rsidRDefault="002244C5" w:rsidP="002244C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Active substance:</w:t>
            </w:r>
          </w:p>
        </w:tc>
        <w:tc>
          <w:tcPr>
            <w:tcW w:w="2835" w:type="dxa"/>
            <w:vAlign w:val="center"/>
          </w:tcPr>
          <w:p w:rsidR="002244C5" w:rsidRPr="00040B3C" w:rsidRDefault="002244C5" w:rsidP="002244C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………………………………</w:t>
            </w:r>
          </w:p>
        </w:tc>
      </w:tr>
      <w:tr w:rsidR="002244C5" w:rsidRPr="00040B3C" w:rsidTr="002244C5">
        <w:trPr>
          <w:trHeight w:val="567"/>
        </w:trPr>
        <w:tc>
          <w:tcPr>
            <w:tcW w:w="3403" w:type="dxa"/>
          </w:tcPr>
          <w:p w:rsidR="002244C5" w:rsidRPr="00040B3C" w:rsidRDefault="002244C5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Rapporteur Member State:</w:t>
            </w:r>
          </w:p>
        </w:tc>
        <w:tc>
          <w:tcPr>
            <w:tcW w:w="2835" w:type="dxa"/>
          </w:tcPr>
          <w:p w:rsidR="002244C5" w:rsidRPr="00040B3C" w:rsidRDefault="002244C5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………………………………</w:t>
            </w:r>
          </w:p>
        </w:tc>
      </w:tr>
    </w:tbl>
    <w:p w:rsidR="003F7AAC" w:rsidRPr="00040B3C" w:rsidRDefault="003F7AAC" w:rsidP="003F7AAC">
      <w:pPr>
        <w:pStyle w:val="EFSASUBTITLE2"/>
        <w:spacing w:before="0" w:after="0"/>
        <w:rPr>
          <w:b w:val="0"/>
          <w:sz w:val="22"/>
          <w:szCs w:val="22"/>
        </w:rPr>
      </w:pPr>
      <w:r w:rsidRPr="00040B3C">
        <w:rPr>
          <w:b w:val="0"/>
          <w:sz w:val="22"/>
          <w:szCs w:val="22"/>
        </w:rPr>
        <w:t xml:space="preserve">This request pertains to: </w:t>
      </w:r>
    </w:p>
    <w:p w:rsidR="003F7AAC" w:rsidRPr="00040B3C" w:rsidRDefault="003F7AAC" w:rsidP="003F7AAC">
      <w:pPr>
        <w:pStyle w:val="EFSASUBTITLE2"/>
        <w:spacing w:before="0" w:after="0"/>
        <w:rPr>
          <w:b w:val="0"/>
          <w:sz w:val="22"/>
          <w:szCs w:val="22"/>
        </w:rPr>
      </w:pPr>
      <w:r w:rsidRPr="00040B3C">
        <w:rPr>
          <w:b w:val="0"/>
          <w:sz w:val="22"/>
          <w:szCs w:val="22"/>
        </w:rPr>
        <w:t xml:space="preserve"> </w:t>
      </w:r>
      <w:proofErr w:type="gramStart"/>
      <w:r w:rsidRPr="00040B3C">
        <w:rPr>
          <w:b w:val="0"/>
          <w:sz w:val="22"/>
          <w:szCs w:val="22"/>
        </w:rPr>
        <w:t>a</w:t>
      </w:r>
      <w:proofErr w:type="gramEnd"/>
      <w:r w:rsidRPr="00040B3C">
        <w:rPr>
          <w:b w:val="0"/>
          <w:sz w:val="22"/>
          <w:szCs w:val="22"/>
        </w:rPr>
        <w:t xml:space="preserve"> summary dossier for New active substance (Art. 10 Reg. EC 1107/2009) </w:t>
      </w:r>
    </w:p>
    <w:p w:rsidR="003F7AAC" w:rsidRPr="00040B3C" w:rsidRDefault="00E13AA5" w:rsidP="003F7AAC">
      <w:pPr>
        <w:pStyle w:val="EFSASUBTITLE2"/>
        <w:spacing w:before="0" w:after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 </w:t>
      </w:r>
      <w:proofErr w:type="gramStart"/>
      <w:r>
        <w:rPr>
          <w:b w:val="0"/>
          <w:sz w:val="22"/>
          <w:szCs w:val="22"/>
        </w:rPr>
        <w:t>an</w:t>
      </w:r>
      <w:proofErr w:type="gramEnd"/>
      <w:r w:rsidR="003F7AAC" w:rsidRPr="00040B3C">
        <w:rPr>
          <w:b w:val="0"/>
          <w:sz w:val="22"/>
          <w:szCs w:val="22"/>
        </w:rPr>
        <w:t xml:space="preserve"> application for renewal of approval (Art. 5 Reg. EU 844/2012) </w:t>
      </w:r>
    </w:p>
    <w:p w:rsidR="003F7AAC" w:rsidRPr="00040B3C" w:rsidRDefault="003F7AAC" w:rsidP="003F7AAC">
      <w:pPr>
        <w:pStyle w:val="EFSASUBTITLE2"/>
        <w:spacing w:before="0" w:after="0"/>
        <w:rPr>
          <w:b w:val="0"/>
          <w:sz w:val="22"/>
          <w:szCs w:val="22"/>
        </w:rPr>
      </w:pPr>
      <w:r w:rsidRPr="00040B3C">
        <w:rPr>
          <w:b w:val="0"/>
          <w:sz w:val="22"/>
          <w:szCs w:val="22"/>
        </w:rPr>
        <w:t xml:space="preserve"> </w:t>
      </w:r>
      <w:proofErr w:type="gramStart"/>
      <w:r w:rsidRPr="00040B3C">
        <w:rPr>
          <w:b w:val="0"/>
          <w:sz w:val="22"/>
          <w:szCs w:val="22"/>
        </w:rPr>
        <w:t>a</w:t>
      </w:r>
      <w:proofErr w:type="gramEnd"/>
      <w:r w:rsidRPr="00040B3C">
        <w:rPr>
          <w:b w:val="0"/>
          <w:sz w:val="22"/>
          <w:szCs w:val="22"/>
        </w:rPr>
        <w:t xml:space="preserve"> </w:t>
      </w:r>
      <w:r w:rsidR="00E13AA5">
        <w:rPr>
          <w:b w:val="0"/>
          <w:sz w:val="22"/>
          <w:szCs w:val="22"/>
        </w:rPr>
        <w:t>s</w:t>
      </w:r>
      <w:r w:rsidRPr="00040B3C">
        <w:rPr>
          <w:b w:val="0"/>
          <w:sz w:val="22"/>
          <w:szCs w:val="22"/>
        </w:rPr>
        <w:t>upplementary summary dossier for renewal of approval (Art. 8.4 Reg. EU 844/2012)</w:t>
      </w:r>
    </w:p>
    <w:p w:rsidR="008500FD" w:rsidRPr="00040B3C" w:rsidRDefault="008500FD" w:rsidP="008500FD">
      <w:pPr>
        <w:pStyle w:val="EFSABODYCOPY"/>
        <w:rPr>
          <w:sz w:val="22"/>
        </w:rPr>
      </w:pPr>
    </w:p>
    <w:p w:rsidR="008500FD" w:rsidRPr="00040B3C" w:rsidRDefault="008500FD" w:rsidP="008500FD">
      <w:pPr>
        <w:pStyle w:val="EFSABODYCOPY"/>
        <w:tabs>
          <w:tab w:val="left" w:pos="567"/>
          <w:tab w:val="left" w:pos="1134"/>
        </w:tabs>
        <w:rPr>
          <w:sz w:val="22"/>
        </w:rPr>
      </w:pPr>
      <w:r w:rsidRPr="00040B3C">
        <w:rPr>
          <w:b/>
          <w:sz w:val="22"/>
          <w:u w:val="single"/>
        </w:rPr>
        <w:t>Note</w:t>
      </w:r>
      <w:r w:rsidRPr="007D765A">
        <w:rPr>
          <w:b/>
          <w:sz w:val="22"/>
        </w:rPr>
        <w:t>:</w:t>
      </w:r>
      <w:r w:rsidRPr="00040B3C">
        <w:rPr>
          <w:sz w:val="22"/>
        </w:rPr>
        <w:t xml:space="preserve"> </w:t>
      </w:r>
      <w:r w:rsidRPr="00040B3C">
        <w:rPr>
          <w:sz w:val="22"/>
        </w:rPr>
        <w:tab/>
        <w:t xml:space="preserve">Each applied sanitisation should be </w:t>
      </w:r>
      <w:r w:rsidRPr="00040B3C">
        <w:rPr>
          <w:b/>
          <w:sz w:val="22"/>
        </w:rPr>
        <w:t>individually</w:t>
      </w:r>
      <w:r w:rsidRPr="00040B3C">
        <w:rPr>
          <w:sz w:val="22"/>
        </w:rPr>
        <w:t xml:space="preserve"> indicated in the form. For clarity please refer to the </w:t>
      </w:r>
      <w:r w:rsidRPr="00040B3C">
        <w:rPr>
          <w:b/>
          <w:sz w:val="22"/>
        </w:rPr>
        <w:t>document (electronic) page number</w:t>
      </w:r>
      <w:r w:rsidRPr="00040B3C">
        <w:rPr>
          <w:sz w:val="22"/>
        </w:rPr>
        <w:t xml:space="preserve"> and NOT the printed page number (indicated on the pages) and clearly indicate the </w:t>
      </w:r>
      <w:r w:rsidRPr="00040B3C">
        <w:rPr>
          <w:b/>
          <w:sz w:val="22"/>
        </w:rPr>
        <w:t xml:space="preserve">Document name </w:t>
      </w:r>
      <w:r w:rsidRPr="00040B3C">
        <w:rPr>
          <w:sz w:val="22"/>
        </w:rPr>
        <w:t>(e.g. Doc A, Doc KCP-2</w:t>
      </w:r>
      <w:proofErr w:type="gramStart"/>
      <w:r w:rsidRPr="00040B3C">
        <w:rPr>
          <w:sz w:val="22"/>
        </w:rPr>
        <w:t>,…</w:t>
      </w:r>
      <w:proofErr w:type="gramEnd"/>
      <w:r w:rsidRPr="00040B3C">
        <w:rPr>
          <w:sz w:val="22"/>
        </w:rPr>
        <w:t>)</w:t>
      </w:r>
      <w:r w:rsidR="00A3373D">
        <w:rPr>
          <w:sz w:val="22"/>
        </w:rPr>
        <w:t>.</w:t>
      </w:r>
    </w:p>
    <w:p w:rsidR="002F5DA3" w:rsidRPr="00040B3C" w:rsidRDefault="002F5DA3" w:rsidP="008500FD">
      <w:pPr>
        <w:pStyle w:val="EFSABODYCOPY"/>
        <w:tabs>
          <w:tab w:val="left" w:pos="567"/>
          <w:tab w:val="left" w:pos="1134"/>
        </w:tabs>
        <w:rPr>
          <w:sz w:val="22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834"/>
        <w:gridCol w:w="2835"/>
        <w:gridCol w:w="2835"/>
        <w:gridCol w:w="2835"/>
        <w:gridCol w:w="2835"/>
      </w:tblGrid>
      <w:tr w:rsidR="003F7AAC" w:rsidRPr="00040B3C" w:rsidTr="00A346B2">
        <w:trPr>
          <w:trHeight w:val="35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AC" w:rsidRPr="00040B3C" w:rsidRDefault="008500FD" w:rsidP="00B55450">
            <w:pPr>
              <w:pStyle w:val="Default"/>
              <w:jc w:val="center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b/>
                <w:bCs/>
                <w:sz w:val="22"/>
                <w:szCs w:val="22"/>
              </w:rPr>
              <w:t>Document name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AC" w:rsidRPr="00040B3C" w:rsidRDefault="008500FD" w:rsidP="00B55450">
            <w:pPr>
              <w:pStyle w:val="Default"/>
              <w:jc w:val="center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b/>
                <w:bCs/>
                <w:sz w:val="22"/>
                <w:szCs w:val="22"/>
              </w:rPr>
              <w:t>Electronic p</w:t>
            </w:r>
            <w:r w:rsidR="00B81550" w:rsidRPr="00040B3C">
              <w:rPr>
                <w:rFonts w:ascii="Verdana" w:hAnsi="Verdana"/>
                <w:b/>
                <w:bCs/>
                <w:sz w:val="22"/>
                <w:szCs w:val="22"/>
              </w:rPr>
              <w:t>age No</w:t>
            </w:r>
            <w:r w:rsidRPr="00040B3C">
              <w:rPr>
                <w:rFonts w:ascii="Verdana" w:hAnsi="Verdana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AC" w:rsidRPr="00040B3C" w:rsidRDefault="00B81550" w:rsidP="00B55450">
            <w:pPr>
              <w:pStyle w:val="Default"/>
              <w:jc w:val="center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b/>
                <w:bCs/>
                <w:sz w:val="22"/>
                <w:szCs w:val="22"/>
              </w:rPr>
              <w:t>Paragraph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AC" w:rsidRPr="00040B3C" w:rsidRDefault="003F7AAC" w:rsidP="00B81550">
            <w:pPr>
              <w:pStyle w:val="Default"/>
              <w:jc w:val="center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b/>
                <w:bCs/>
                <w:sz w:val="22"/>
                <w:szCs w:val="22"/>
              </w:rPr>
              <w:t xml:space="preserve">Justification and/or reference </w:t>
            </w:r>
            <w:r w:rsidR="00B81550" w:rsidRPr="00040B3C">
              <w:rPr>
                <w:rFonts w:ascii="Verdana" w:hAnsi="Verdana"/>
                <w:b/>
                <w:bCs/>
                <w:sz w:val="22"/>
                <w:szCs w:val="22"/>
              </w:rPr>
              <w:t>to Article 63(2) of Reg</w:t>
            </w:r>
            <w:r w:rsidR="00E32EA2">
              <w:rPr>
                <w:rFonts w:ascii="Verdana" w:hAnsi="Verdana"/>
                <w:b/>
                <w:bCs/>
                <w:sz w:val="22"/>
                <w:szCs w:val="22"/>
              </w:rPr>
              <w:t>.</w:t>
            </w:r>
            <w:r w:rsidR="00B81550" w:rsidRPr="00040B3C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Pr="00040B3C">
              <w:rPr>
                <w:rFonts w:ascii="Verdana" w:hAnsi="Verdana"/>
                <w:b/>
                <w:bCs/>
                <w:sz w:val="22"/>
                <w:szCs w:val="22"/>
              </w:rPr>
              <w:t>EC No 1107/2009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AAC" w:rsidRPr="00040B3C" w:rsidRDefault="003F7AAC" w:rsidP="00B55450">
            <w:pPr>
              <w:pStyle w:val="Default"/>
              <w:jc w:val="center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b/>
                <w:bCs/>
                <w:sz w:val="22"/>
                <w:szCs w:val="22"/>
              </w:rPr>
              <w:t>Evaluation of the request by the RMS</w:t>
            </w:r>
          </w:p>
        </w:tc>
      </w:tr>
      <w:tr w:rsidR="003F7AAC" w:rsidRPr="00040B3C" w:rsidTr="00A346B2">
        <w:trPr>
          <w:trHeight w:val="32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3F7AAC" w:rsidRPr="00040B3C" w:rsidTr="00A346B2">
        <w:trPr>
          <w:trHeight w:val="32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</w:tr>
      <w:tr w:rsidR="003F7AAC" w:rsidRPr="00040B3C" w:rsidTr="00A346B2">
        <w:trPr>
          <w:trHeight w:val="32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3F7AAC" w:rsidRPr="00040B3C" w:rsidTr="00A346B2">
        <w:trPr>
          <w:trHeight w:val="32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3F7AAC" w:rsidRPr="00040B3C" w:rsidTr="00A346B2">
        <w:trPr>
          <w:trHeight w:val="32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3F7AAC" w:rsidRPr="00040B3C" w:rsidTr="00A346B2">
        <w:trPr>
          <w:trHeight w:val="32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3F7AAC" w:rsidRPr="00040B3C" w:rsidTr="00A346B2">
        <w:trPr>
          <w:trHeight w:val="32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AC" w:rsidRPr="00040B3C" w:rsidRDefault="003F7AAC" w:rsidP="00442796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</w:tbl>
    <w:p w:rsidR="00EF0185" w:rsidRPr="00040B3C" w:rsidRDefault="00EF0185" w:rsidP="00EF0185">
      <w:pPr>
        <w:pStyle w:val="EFSASUBTITLE2"/>
        <w:rPr>
          <w:b w:val="0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240"/>
        <w:gridCol w:w="4178"/>
        <w:gridCol w:w="3430"/>
        <w:gridCol w:w="4326"/>
      </w:tblGrid>
      <w:tr w:rsidR="00040B3C" w:rsidRPr="00040B3C" w:rsidTr="00040B3C">
        <w:trPr>
          <w:trHeight w:val="454"/>
        </w:trPr>
        <w:tc>
          <w:tcPr>
            <w:tcW w:w="790" w:type="pct"/>
            <w:vAlign w:val="center"/>
          </w:tcPr>
          <w:p w:rsidR="00040B3C" w:rsidRPr="00040B3C" w:rsidRDefault="00040B3C" w:rsidP="00EF018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Name:</w:t>
            </w:r>
          </w:p>
        </w:tc>
        <w:tc>
          <w:tcPr>
            <w:tcW w:w="1474" w:type="pct"/>
            <w:vAlign w:val="center"/>
          </w:tcPr>
          <w:p w:rsidR="00040B3C" w:rsidRPr="00040B3C" w:rsidRDefault="00040B3C" w:rsidP="00040B3C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1210" w:type="pct"/>
            <w:vAlign w:val="center"/>
          </w:tcPr>
          <w:p w:rsidR="00040B3C" w:rsidRPr="00040B3C" w:rsidRDefault="00040B3C" w:rsidP="00EF018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Name:</w:t>
            </w:r>
          </w:p>
        </w:tc>
        <w:tc>
          <w:tcPr>
            <w:tcW w:w="1526" w:type="pct"/>
            <w:vAlign w:val="center"/>
          </w:tcPr>
          <w:p w:rsidR="00040B3C" w:rsidRPr="00040B3C" w:rsidRDefault="00040B3C" w:rsidP="002244C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</w:tr>
      <w:tr w:rsidR="00040B3C" w:rsidRPr="00040B3C" w:rsidTr="00040B3C">
        <w:trPr>
          <w:trHeight w:val="454"/>
        </w:trPr>
        <w:tc>
          <w:tcPr>
            <w:tcW w:w="790" w:type="pct"/>
          </w:tcPr>
          <w:p w:rsidR="00040B3C" w:rsidRPr="00040B3C" w:rsidRDefault="00040B3C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Company:</w:t>
            </w:r>
          </w:p>
        </w:tc>
        <w:tc>
          <w:tcPr>
            <w:tcW w:w="1474" w:type="pct"/>
          </w:tcPr>
          <w:p w:rsidR="00040B3C" w:rsidRPr="00040B3C" w:rsidRDefault="00040B3C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1210" w:type="pct"/>
          </w:tcPr>
          <w:p w:rsidR="00040B3C" w:rsidRPr="00040B3C" w:rsidRDefault="00040B3C" w:rsidP="002244C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Rapporteur Member State:</w:t>
            </w:r>
          </w:p>
        </w:tc>
        <w:tc>
          <w:tcPr>
            <w:tcW w:w="1526" w:type="pct"/>
          </w:tcPr>
          <w:p w:rsidR="00040B3C" w:rsidRPr="00040B3C" w:rsidRDefault="00040B3C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</w:tr>
      <w:tr w:rsidR="00040B3C" w:rsidRPr="00040B3C" w:rsidTr="00040B3C">
        <w:trPr>
          <w:trHeight w:val="454"/>
        </w:trPr>
        <w:tc>
          <w:tcPr>
            <w:tcW w:w="790" w:type="pct"/>
          </w:tcPr>
          <w:p w:rsidR="00040B3C" w:rsidRPr="00040B3C" w:rsidRDefault="00040B3C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Date:</w:t>
            </w:r>
          </w:p>
        </w:tc>
        <w:tc>
          <w:tcPr>
            <w:tcW w:w="1474" w:type="pct"/>
          </w:tcPr>
          <w:p w:rsidR="00040B3C" w:rsidRPr="00040B3C" w:rsidRDefault="00040B3C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1210" w:type="pct"/>
          </w:tcPr>
          <w:p w:rsidR="00040B3C" w:rsidRPr="00040B3C" w:rsidRDefault="00040B3C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Date:</w:t>
            </w:r>
          </w:p>
        </w:tc>
        <w:tc>
          <w:tcPr>
            <w:tcW w:w="1526" w:type="pct"/>
          </w:tcPr>
          <w:p w:rsidR="00040B3C" w:rsidRPr="00040B3C" w:rsidRDefault="00040B3C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</w:tr>
      <w:tr w:rsidR="00040B3C" w:rsidRPr="00040B3C" w:rsidTr="00040B3C">
        <w:trPr>
          <w:trHeight w:val="454"/>
        </w:trPr>
        <w:tc>
          <w:tcPr>
            <w:tcW w:w="790" w:type="pct"/>
          </w:tcPr>
          <w:p w:rsidR="00040B3C" w:rsidRPr="00040B3C" w:rsidRDefault="00040B3C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Signature:</w:t>
            </w:r>
          </w:p>
        </w:tc>
        <w:tc>
          <w:tcPr>
            <w:tcW w:w="1474" w:type="pct"/>
          </w:tcPr>
          <w:p w:rsidR="00040B3C" w:rsidRPr="00040B3C" w:rsidRDefault="00040B3C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1210" w:type="pct"/>
          </w:tcPr>
          <w:p w:rsidR="00040B3C" w:rsidRPr="00040B3C" w:rsidRDefault="00040B3C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Signature:</w:t>
            </w:r>
          </w:p>
        </w:tc>
        <w:tc>
          <w:tcPr>
            <w:tcW w:w="1526" w:type="pct"/>
          </w:tcPr>
          <w:p w:rsidR="00040B3C" w:rsidRPr="00040B3C" w:rsidRDefault="00040B3C" w:rsidP="007541F5">
            <w:pPr>
              <w:pStyle w:val="Default"/>
              <w:rPr>
                <w:rFonts w:ascii="Verdana" w:hAnsi="Verdana"/>
                <w:sz w:val="22"/>
                <w:szCs w:val="22"/>
              </w:rPr>
            </w:pPr>
            <w:r w:rsidRPr="00040B3C">
              <w:rPr>
                <w:rFonts w:ascii="Verdana" w:hAnsi="Verdana"/>
                <w:sz w:val="22"/>
                <w:szCs w:val="22"/>
              </w:rPr>
              <w:t>…………………………………………</w:t>
            </w:r>
          </w:p>
        </w:tc>
      </w:tr>
    </w:tbl>
    <w:p w:rsidR="00040B3C" w:rsidRDefault="00040B3C" w:rsidP="00EF0185">
      <w:pPr>
        <w:pStyle w:val="EFSABODYCOPY"/>
        <w:rPr>
          <w:sz w:val="22"/>
        </w:rPr>
      </w:pPr>
    </w:p>
    <w:p w:rsidR="00A346B2" w:rsidRDefault="00A346B2" w:rsidP="00EF0185">
      <w:pPr>
        <w:pStyle w:val="EFSABODYCOPY"/>
        <w:rPr>
          <w:sz w:val="22"/>
        </w:rPr>
      </w:pPr>
    </w:p>
    <w:p w:rsidR="007D765A" w:rsidRPr="00040B3C" w:rsidRDefault="007D765A" w:rsidP="00EF0185">
      <w:pPr>
        <w:pStyle w:val="EFSABODYCOPY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4"/>
      </w:tblGrid>
      <w:tr w:rsidR="00EF0185" w:rsidRPr="00040B3C" w:rsidTr="00EF0185">
        <w:tc>
          <w:tcPr>
            <w:tcW w:w="14174" w:type="dxa"/>
          </w:tcPr>
          <w:p w:rsidR="00EF0185" w:rsidRPr="00040B3C" w:rsidRDefault="00EF0185" w:rsidP="00EF0185">
            <w:pPr>
              <w:pStyle w:val="EFSASUBTITLE2"/>
              <w:rPr>
                <w:sz w:val="22"/>
                <w:szCs w:val="22"/>
              </w:rPr>
            </w:pPr>
            <w:r w:rsidRPr="00040B3C">
              <w:rPr>
                <w:bCs/>
                <w:sz w:val="22"/>
                <w:szCs w:val="22"/>
              </w:rPr>
              <w:t>Please</w:t>
            </w:r>
            <w:r w:rsidR="002E3EB7">
              <w:rPr>
                <w:bCs/>
                <w:sz w:val="22"/>
                <w:szCs w:val="22"/>
              </w:rPr>
              <w:t xml:space="preserve"> </w:t>
            </w:r>
            <w:r w:rsidRPr="00040B3C">
              <w:rPr>
                <w:bCs/>
                <w:sz w:val="22"/>
                <w:szCs w:val="22"/>
              </w:rPr>
              <w:t xml:space="preserve">send this form: </w:t>
            </w:r>
          </w:p>
          <w:p w:rsidR="00EF0185" w:rsidRPr="00040B3C" w:rsidRDefault="00EF0185" w:rsidP="00EF0185">
            <w:pPr>
              <w:pStyle w:val="EFSASUBTITLE2"/>
              <w:numPr>
                <w:ilvl w:val="0"/>
                <w:numId w:val="19"/>
              </w:numPr>
              <w:spacing w:before="0" w:after="0"/>
              <w:ind w:left="714" w:hanging="357"/>
              <w:rPr>
                <w:sz w:val="22"/>
                <w:szCs w:val="22"/>
              </w:rPr>
            </w:pPr>
            <w:r w:rsidRPr="00040B3C">
              <w:rPr>
                <w:bCs/>
                <w:sz w:val="22"/>
                <w:szCs w:val="22"/>
              </w:rPr>
              <w:t xml:space="preserve">to the Rapporteur Member State together with the application for approval (NAS, Art. 10 </w:t>
            </w:r>
            <w:r w:rsidRPr="00040B3C">
              <w:rPr>
                <w:sz w:val="22"/>
                <w:szCs w:val="22"/>
              </w:rPr>
              <w:t>Reg. EC 1107/2009)</w:t>
            </w:r>
          </w:p>
          <w:p w:rsidR="00EF0185" w:rsidRPr="00040B3C" w:rsidRDefault="00EF0185" w:rsidP="00EF0185">
            <w:pPr>
              <w:pStyle w:val="EFSASUBTITLE2"/>
              <w:numPr>
                <w:ilvl w:val="0"/>
                <w:numId w:val="19"/>
              </w:numPr>
              <w:spacing w:before="0" w:after="0"/>
              <w:ind w:left="714" w:hanging="357"/>
              <w:rPr>
                <w:bCs/>
                <w:sz w:val="22"/>
                <w:szCs w:val="22"/>
              </w:rPr>
            </w:pPr>
            <w:r w:rsidRPr="00040B3C">
              <w:rPr>
                <w:bCs/>
                <w:sz w:val="22"/>
                <w:szCs w:val="22"/>
              </w:rPr>
              <w:t xml:space="preserve">to the Rapporteur Member State together with the application for renewal (AIR, </w:t>
            </w:r>
            <w:r w:rsidRPr="00040B3C">
              <w:rPr>
                <w:sz w:val="22"/>
                <w:szCs w:val="22"/>
              </w:rPr>
              <w:t>Art. 5 Reg. EU 844/2012)</w:t>
            </w:r>
          </w:p>
          <w:p w:rsidR="00EF0185" w:rsidRPr="00040B3C" w:rsidRDefault="00EF0185" w:rsidP="00EF0185">
            <w:pPr>
              <w:pStyle w:val="EFSASUBTITLE2"/>
              <w:numPr>
                <w:ilvl w:val="0"/>
                <w:numId w:val="19"/>
              </w:numPr>
              <w:spacing w:before="0" w:after="0"/>
              <w:ind w:left="714" w:hanging="357"/>
              <w:rPr>
                <w:sz w:val="22"/>
                <w:szCs w:val="22"/>
              </w:rPr>
            </w:pPr>
            <w:r w:rsidRPr="00040B3C">
              <w:rPr>
                <w:sz w:val="22"/>
                <w:szCs w:val="22"/>
              </w:rPr>
              <w:t>to the Rapporteur Member State together with the Supplementary summary dossier for renewal of approval (AIR, Art. 8.4 Reg. EU 844/2012)</w:t>
            </w:r>
          </w:p>
          <w:p w:rsidR="00EF0185" w:rsidRPr="00040B3C" w:rsidRDefault="00EF0185" w:rsidP="002E3EB7">
            <w:pPr>
              <w:pStyle w:val="EFSASUBTITLE2"/>
              <w:rPr>
                <w:bCs/>
                <w:sz w:val="22"/>
                <w:szCs w:val="22"/>
              </w:rPr>
            </w:pPr>
            <w:r w:rsidRPr="00040B3C">
              <w:rPr>
                <w:bCs/>
                <w:sz w:val="22"/>
                <w:szCs w:val="22"/>
              </w:rPr>
              <w:t xml:space="preserve">The form, </w:t>
            </w:r>
            <w:r w:rsidR="002E3EB7">
              <w:rPr>
                <w:bCs/>
                <w:sz w:val="22"/>
                <w:szCs w:val="22"/>
              </w:rPr>
              <w:t xml:space="preserve">should be sent to EFSA </w:t>
            </w:r>
            <w:r w:rsidR="002E3EB7" w:rsidRPr="00040B3C">
              <w:rPr>
                <w:bCs/>
                <w:sz w:val="22"/>
                <w:szCs w:val="22"/>
              </w:rPr>
              <w:t>(electronic format</w:t>
            </w:r>
            <w:r w:rsidR="002E3EB7">
              <w:rPr>
                <w:bCs/>
                <w:sz w:val="22"/>
                <w:szCs w:val="22"/>
              </w:rPr>
              <w:t>,</w:t>
            </w:r>
            <w:r w:rsidR="002E3EB7" w:rsidRPr="00040B3C">
              <w:rPr>
                <w:bCs/>
                <w:sz w:val="22"/>
                <w:szCs w:val="22"/>
              </w:rPr>
              <w:t xml:space="preserve"> by CD ROM or email</w:t>
            </w:r>
            <w:r w:rsidR="002E3EB7" w:rsidRPr="00040B3C">
              <w:rPr>
                <w:sz w:val="22"/>
                <w:szCs w:val="22"/>
              </w:rPr>
              <w:t xml:space="preserve">: </w:t>
            </w:r>
            <w:hyperlink r:id="rId9" w:history="1">
              <w:r w:rsidR="002E3EB7" w:rsidRPr="00040B3C">
                <w:rPr>
                  <w:rStyle w:val="Hyperlink"/>
                  <w:rFonts w:cs="Arial"/>
                  <w:sz w:val="22"/>
                  <w:szCs w:val="22"/>
                </w:rPr>
                <w:t>APDESK.applications@efsa.europa.eu</w:t>
              </w:r>
            </w:hyperlink>
            <w:r w:rsidR="002E3EB7">
              <w:rPr>
                <w:bCs/>
                <w:sz w:val="22"/>
                <w:szCs w:val="22"/>
              </w:rPr>
              <w:t xml:space="preserve">) </w:t>
            </w:r>
            <w:r w:rsidR="002E3EB7" w:rsidRPr="007D765A">
              <w:rPr>
                <w:bCs/>
                <w:sz w:val="22"/>
                <w:szCs w:val="22"/>
                <w:u w:val="single"/>
              </w:rPr>
              <w:t>only</w:t>
            </w:r>
            <w:r w:rsidR="002E3EB7">
              <w:rPr>
                <w:bCs/>
                <w:sz w:val="22"/>
                <w:szCs w:val="22"/>
              </w:rPr>
              <w:t xml:space="preserve"> upon </w:t>
            </w:r>
            <w:r w:rsidRPr="00040B3C">
              <w:rPr>
                <w:bCs/>
                <w:sz w:val="22"/>
                <w:szCs w:val="22"/>
              </w:rPr>
              <w:t>endorsement by signature</w:t>
            </w:r>
            <w:r w:rsidR="002E3EB7">
              <w:rPr>
                <w:bCs/>
                <w:sz w:val="22"/>
                <w:szCs w:val="22"/>
              </w:rPr>
              <w:t xml:space="preserve"> of the RMS, as the latter is the responsible body on the request</w:t>
            </w:r>
            <w:r w:rsidRPr="00040B3C">
              <w:rPr>
                <w:bCs/>
                <w:sz w:val="22"/>
                <w:szCs w:val="22"/>
              </w:rPr>
              <w:t>.</w:t>
            </w:r>
            <w:r w:rsidR="002E3EB7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EF0185" w:rsidRPr="00040B3C" w:rsidRDefault="00EF0185" w:rsidP="00040B3C">
      <w:pPr>
        <w:pStyle w:val="EFSASUBTITLE2"/>
        <w:rPr>
          <w:b w:val="0"/>
          <w:sz w:val="22"/>
          <w:szCs w:val="22"/>
        </w:rPr>
      </w:pPr>
    </w:p>
    <w:sectPr w:rsidR="00EF0185" w:rsidRPr="00040B3C" w:rsidSect="002671E5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30C" w:rsidRDefault="00C1530C" w:rsidP="005C4429">
      <w:r>
        <w:separator/>
      </w:r>
    </w:p>
  </w:endnote>
  <w:endnote w:type="continuationSeparator" w:id="0">
    <w:p w:rsidR="00C1530C" w:rsidRDefault="00C1530C" w:rsidP="005C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400" w:rsidRDefault="007310C4" w:rsidP="000876A3">
    <w:pPr>
      <w:pStyle w:val="EFSAPAGENUMBER"/>
      <w:framePr w:wrap="around" w:x="15497" w:y="11308"/>
      <w:ind w:right="-79"/>
    </w:pPr>
    <w:r>
      <w:fldChar w:fldCharType="begin"/>
    </w:r>
    <w:r>
      <w:instrText xml:space="preserve"> PAGE   \* MERGEFORMAT </w:instrText>
    </w:r>
    <w:r>
      <w:fldChar w:fldCharType="separate"/>
    </w:r>
    <w:r w:rsidR="007D765A">
      <w:rPr>
        <w:noProof/>
      </w:rPr>
      <w:t>2</w:t>
    </w:r>
    <w:r>
      <w:rPr>
        <w:noProof/>
      </w:rPr>
      <w:fldChar w:fldCharType="end"/>
    </w:r>
  </w:p>
  <w:p w:rsidR="00971FAF" w:rsidRDefault="00971FAF" w:rsidP="000876A3">
    <w:pPr>
      <w:ind w:right="66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20" w:rsidRDefault="000B1820" w:rsidP="000B1820">
    <w:pPr>
      <w:jc w:val="center"/>
      <w:rPr>
        <w:color w:val="17179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30C" w:rsidRDefault="00C1530C" w:rsidP="005C4429">
      <w:r>
        <w:separator/>
      </w:r>
    </w:p>
  </w:footnote>
  <w:footnote w:type="continuationSeparator" w:id="0">
    <w:p w:rsidR="00C1530C" w:rsidRDefault="00C1530C" w:rsidP="005C4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AAC" w:rsidRDefault="00C1530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14153" o:spid="_x0000_s2050" type="#_x0000_t136" style="position:absolute;margin-left:0;margin-top:0;width:697.85pt;height:139.55pt;z-index:-251651584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FAC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9C0" w:rsidRDefault="00C1530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14154" o:spid="_x0000_s2051" type="#_x0000_t136" style="position:absolute;margin-left:0;margin-top:0;width:697.85pt;height:139.55pt;z-index:-251649536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FACSIMILE"/>
          <w10:wrap anchorx="margin" anchory="margin"/>
        </v:shape>
      </w:pict>
    </w:r>
  </w:p>
  <w:p w:rsidR="009039C0" w:rsidRDefault="009039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20" w:rsidRPr="00E33AFE" w:rsidRDefault="00C1530C" w:rsidP="00E33AFE">
    <w:pPr>
      <w:pStyle w:val="EFSABODYCOPY"/>
      <w:spacing w:after="300"/>
      <w:ind w:left="-851"/>
      <w:rPr>
        <w:color w:val="17179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14152" o:spid="_x0000_s2049" type="#_x0000_t136" style="position:absolute;left:0;text-align:left;margin-left:0;margin-top:0;width:697.85pt;height:139.55pt;z-index:-251653632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FACSIMILE"/>
          <w10:wrap anchorx="margin" anchory="margin"/>
        </v:shape>
      </w:pict>
    </w:r>
  </w:p>
  <w:p w:rsidR="000B1820" w:rsidRPr="00E33AFE" w:rsidRDefault="000B1820" w:rsidP="00E33AFE">
    <w:pPr>
      <w:pStyle w:val="EFSABODYCOPY"/>
      <w:spacing w:after="300"/>
      <w:ind w:left="-851"/>
      <w:rPr>
        <w:color w:val="17179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67E"/>
    <w:multiLevelType w:val="multilevel"/>
    <w:tmpl w:val="23141942"/>
    <w:styleLink w:val="EFSALISTBULLETS"/>
    <w:lvl w:ilvl="0">
      <w:start w:val="1"/>
      <w:numFmt w:val="bullet"/>
      <w:lvlText w:val="n"/>
      <w:lvlJc w:val="left"/>
      <w:pPr>
        <w:ind w:left="567" w:hanging="567"/>
      </w:pPr>
      <w:rPr>
        <w:rFonts w:ascii="Wingdings" w:hAnsi="Wingdings" w:hint="default"/>
        <w:color w:val="DE7008"/>
      </w:rPr>
    </w:lvl>
    <w:lvl w:ilvl="1">
      <w:start w:val="1"/>
      <w:numFmt w:val="bullet"/>
      <w:lvlText w:val=""/>
      <w:lvlJc w:val="left"/>
      <w:pPr>
        <w:ind w:left="1134" w:hanging="567"/>
      </w:pPr>
      <w:rPr>
        <w:rFonts w:ascii="Wingdings" w:hAnsi="Wingdings" w:hint="default"/>
        <w:color w:val="DE7008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DE7008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DE7008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DE7008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>
    <w:nsid w:val="091E7828"/>
    <w:multiLevelType w:val="hybridMultilevel"/>
    <w:tmpl w:val="182C9D1E"/>
    <w:lvl w:ilvl="0" w:tplc="5FAE08A2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 w:tplc="E7C8677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DE7008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86036"/>
    <w:multiLevelType w:val="multilevel"/>
    <w:tmpl w:val="89949BE4"/>
    <w:lvl w:ilvl="0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8263F9"/>
    <w:multiLevelType w:val="hybridMultilevel"/>
    <w:tmpl w:val="4B9E720A"/>
    <w:lvl w:ilvl="0" w:tplc="ED5EB50A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53401"/>
    <w:multiLevelType w:val="hybridMultilevel"/>
    <w:tmpl w:val="93E64A50"/>
    <w:lvl w:ilvl="0" w:tplc="5FAE08A2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 w:tplc="5FAE08A2">
      <w:start w:val="1"/>
      <w:numFmt w:val="bullet"/>
      <w:lvlText w:val="n"/>
      <w:lvlJc w:val="left"/>
      <w:pPr>
        <w:ind w:left="1440" w:hanging="360"/>
      </w:pPr>
      <w:rPr>
        <w:rFonts w:ascii="Wingdings" w:hAnsi="Wingdings" w:hint="default"/>
        <w:color w:val="DE7008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537376"/>
    <w:multiLevelType w:val="multilevel"/>
    <w:tmpl w:val="23141942"/>
    <w:lvl w:ilvl="0">
      <w:start w:val="1"/>
      <w:numFmt w:val="bullet"/>
      <w:pStyle w:val="EFSABULLETS1"/>
      <w:lvlText w:val="n"/>
      <w:lvlJc w:val="left"/>
      <w:pPr>
        <w:ind w:left="567" w:hanging="567"/>
      </w:pPr>
      <w:rPr>
        <w:rFonts w:ascii="Wingdings" w:hAnsi="Wingdings" w:hint="default"/>
        <w:color w:val="DE7008"/>
      </w:rPr>
    </w:lvl>
    <w:lvl w:ilvl="1">
      <w:start w:val="1"/>
      <w:numFmt w:val="bullet"/>
      <w:pStyle w:val="EFSABULLETS2"/>
      <w:lvlText w:val=""/>
      <w:lvlJc w:val="left"/>
      <w:pPr>
        <w:ind w:left="1134" w:hanging="567"/>
      </w:pPr>
      <w:rPr>
        <w:rFonts w:ascii="Wingdings" w:hAnsi="Wingdings" w:hint="default"/>
        <w:color w:val="DE7008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DE7008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DE7008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DE7008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>
    <w:nsid w:val="408860DF"/>
    <w:multiLevelType w:val="multilevel"/>
    <w:tmpl w:val="23141942"/>
    <w:numStyleLink w:val="EFSALISTBULLETS"/>
  </w:abstractNum>
  <w:abstractNum w:abstractNumId="7">
    <w:nsid w:val="415B7929"/>
    <w:multiLevelType w:val="hybridMultilevel"/>
    <w:tmpl w:val="71601376"/>
    <w:lvl w:ilvl="0" w:tplc="1F82261A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A712C"/>
    <w:multiLevelType w:val="hybridMultilevel"/>
    <w:tmpl w:val="EFF8B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9094F"/>
    <w:multiLevelType w:val="hybridMultilevel"/>
    <w:tmpl w:val="A87AD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E259CD"/>
    <w:multiLevelType w:val="hybridMultilevel"/>
    <w:tmpl w:val="11402B7E"/>
    <w:lvl w:ilvl="0" w:tplc="DF566DE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74A80"/>
    <w:multiLevelType w:val="multilevel"/>
    <w:tmpl w:val="23141942"/>
    <w:numStyleLink w:val="EFSALISTBULLETS"/>
  </w:abstractNum>
  <w:abstractNum w:abstractNumId="12">
    <w:nsid w:val="62D67C60"/>
    <w:multiLevelType w:val="multilevel"/>
    <w:tmpl w:val="23141942"/>
    <w:numStyleLink w:val="EFSALISTBULLETS"/>
  </w:abstractNum>
  <w:abstractNum w:abstractNumId="13">
    <w:nsid w:val="67FA29A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78A8131D"/>
    <w:multiLevelType w:val="hybridMultilevel"/>
    <w:tmpl w:val="A37EB52E"/>
    <w:lvl w:ilvl="0" w:tplc="43E87EB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6"/>
  </w:num>
  <w:num w:numId="13">
    <w:abstractNumId w:val="6"/>
  </w:num>
  <w:num w:numId="14">
    <w:abstractNumId w:val="0"/>
  </w:num>
  <w:num w:numId="15">
    <w:abstractNumId w:val="11"/>
  </w:num>
  <w:num w:numId="16">
    <w:abstractNumId w:val="14"/>
  </w:num>
  <w:num w:numId="17">
    <w:abstractNumId w:val="5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567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AC"/>
    <w:rsid w:val="0000027F"/>
    <w:rsid w:val="000156A6"/>
    <w:rsid w:val="00040B3C"/>
    <w:rsid w:val="000539FE"/>
    <w:rsid w:val="00083BB1"/>
    <w:rsid w:val="000876A3"/>
    <w:rsid w:val="000B1820"/>
    <w:rsid w:val="000C16CD"/>
    <w:rsid w:val="000C7852"/>
    <w:rsid w:val="00132838"/>
    <w:rsid w:val="00136E04"/>
    <w:rsid w:val="00150F92"/>
    <w:rsid w:val="00183F7B"/>
    <w:rsid w:val="002244C5"/>
    <w:rsid w:val="002530F6"/>
    <w:rsid w:val="002671E5"/>
    <w:rsid w:val="00270400"/>
    <w:rsid w:val="002737B0"/>
    <w:rsid w:val="002923B8"/>
    <w:rsid w:val="002C1F8F"/>
    <w:rsid w:val="002E3EB7"/>
    <w:rsid w:val="002F5DA3"/>
    <w:rsid w:val="00312172"/>
    <w:rsid w:val="00334E93"/>
    <w:rsid w:val="003533F6"/>
    <w:rsid w:val="003A6A0B"/>
    <w:rsid w:val="003F7AAC"/>
    <w:rsid w:val="00427D15"/>
    <w:rsid w:val="00465305"/>
    <w:rsid w:val="004A47AE"/>
    <w:rsid w:val="0057635C"/>
    <w:rsid w:val="005C4429"/>
    <w:rsid w:val="0062527C"/>
    <w:rsid w:val="006E3678"/>
    <w:rsid w:val="006F0784"/>
    <w:rsid w:val="00725DC7"/>
    <w:rsid w:val="007310C4"/>
    <w:rsid w:val="00752816"/>
    <w:rsid w:val="00755EFC"/>
    <w:rsid w:val="00760170"/>
    <w:rsid w:val="007723F0"/>
    <w:rsid w:val="007D765A"/>
    <w:rsid w:val="007E0984"/>
    <w:rsid w:val="008500FD"/>
    <w:rsid w:val="008B1ABC"/>
    <w:rsid w:val="008F08B9"/>
    <w:rsid w:val="009039C0"/>
    <w:rsid w:val="009341EB"/>
    <w:rsid w:val="00966D41"/>
    <w:rsid w:val="00971FAF"/>
    <w:rsid w:val="00976DEC"/>
    <w:rsid w:val="009864B0"/>
    <w:rsid w:val="009A4DBE"/>
    <w:rsid w:val="009C42B8"/>
    <w:rsid w:val="009F305E"/>
    <w:rsid w:val="009F50F7"/>
    <w:rsid w:val="00A3132C"/>
    <w:rsid w:val="00A3373D"/>
    <w:rsid w:val="00A346B2"/>
    <w:rsid w:val="00A44EFD"/>
    <w:rsid w:val="00A4655A"/>
    <w:rsid w:val="00AE225A"/>
    <w:rsid w:val="00B041F1"/>
    <w:rsid w:val="00B305B2"/>
    <w:rsid w:val="00B55450"/>
    <w:rsid w:val="00B725FC"/>
    <w:rsid w:val="00B81550"/>
    <w:rsid w:val="00BA62B7"/>
    <w:rsid w:val="00C06DFC"/>
    <w:rsid w:val="00C1530C"/>
    <w:rsid w:val="00C20DA7"/>
    <w:rsid w:val="00C66414"/>
    <w:rsid w:val="00C80035"/>
    <w:rsid w:val="00CA683B"/>
    <w:rsid w:val="00D803C4"/>
    <w:rsid w:val="00DF3A73"/>
    <w:rsid w:val="00E13AA5"/>
    <w:rsid w:val="00E32AD6"/>
    <w:rsid w:val="00E32EA2"/>
    <w:rsid w:val="00E33AFE"/>
    <w:rsid w:val="00E4449F"/>
    <w:rsid w:val="00E64082"/>
    <w:rsid w:val="00E91D68"/>
    <w:rsid w:val="00EF0185"/>
    <w:rsid w:val="00EF5A30"/>
    <w:rsid w:val="00F21801"/>
    <w:rsid w:val="00FC2B7E"/>
    <w:rsid w:val="00FF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rsid w:val="000539FE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C44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DE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5C44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DEC"/>
    <w:rPr>
      <w:sz w:val="22"/>
      <w:szCs w:val="22"/>
      <w:lang w:eastAsia="en-US"/>
    </w:rPr>
  </w:style>
  <w:style w:type="paragraph" w:customStyle="1" w:styleId="EFSABODYCOPY">
    <w:name w:val="EFSA BODY COPY"/>
    <w:basedOn w:val="Normal"/>
    <w:link w:val="EFSABODYCOPYChar"/>
    <w:qFormat/>
    <w:rsid w:val="00D803C4"/>
    <w:pPr>
      <w:spacing w:after="120"/>
    </w:pPr>
    <w:rPr>
      <w:sz w:val="20"/>
    </w:rPr>
  </w:style>
  <w:style w:type="paragraph" w:customStyle="1" w:styleId="EFSATITLE1">
    <w:name w:val="EFSA TITLE 1"/>
    <w:basedOn w:val="EFSABODYCOPY"/>
    <w:next w:val="EFSABODYCOPY"/>
    <w:link w:val="EFSATITLE1Char"/>
    <w:qFormat/>
    <w:rsid w:val="00971FAF"/>
    <w:pPr>
      <w:spacing w:before="360" w:after="240"/>
    </w:pPr>
    <w:rPr>
      <w:color w:val="DE7008"/>
      <w:sz w:val="36"/>
      <w:szCs w:val="36"/>
    </w:rPr>
  </w:style>
  <w:style w:type="character" w:customStyle="1" w:styleId="EFSABODYCOPYChar">
    <w:name w:val="EFSA BODY COPY Char"/>
    <w:basedOn w:val="DefaultParagraphFont"/>
    <w:link w:val="EFSABODYCOPY"/>
    <w:rsid w:val="00D803C4"/>
    <w:rPr>
      <w:szCs w:val="22"/>
      <w:lang w:eastAsia="en-US"/>
    </w:rPr>
  </w:style>
  <w:style w:type="paragraph" w:customStyle="1" w:styleId="EFSASUBTITLE1">
    <w:name w:val="EFSA SUBTITLE 1"/>
    <w:basedOn w:val="EFSABODYCOPY"/>
    <w:next w:val="EFSABODYCOPY"/>
    <w:link w:val="EFSASUBTITLE1Char"/>
    <w:qFormat/>
    <w:rsid w:val="00971FAF"/>
    <w:pPr>
      <w:spacing w:before="360" w:after="240"/>
    </w:pPr>
    <w:rPr>
      <w:b/>
      <w:sz w:val="24"/>
      <w:szCs w:val="24"/>
    </w:rPr>
  </w:style>
  <w:style w:type="character" w:customStyle="1" w:styleId="EFSATITLE1Char">
    <w:name w:val="EFSA TITLE 1 Char"/>
    <w:basedOn w:val="DefaultParagraphFont"/>
    <w:link w:val="EFSATITLE1"/>
    <w:rsid w:val="00976DEC"/>
    <w:rPr>
      <w:color w:val="DE7008"/>
      <w:sz w:val="36"/>
      <w:szCs w:val="36"/>
      <w:lang w:eastAsia="en-US"/>
    </w:rPr>
  </w:style>
  <w:style w:type="paragraph" w:customStyle="1" w:styleId="EFSABULLETS1">
    <w:name w:val="EFSA BULLETS 1"/>
    <w:basedOn w:val="EFSABODYCOPY"/>
    <w:link w:val="EFSABULLETS1Char"/>
    <w:qFormat/>
    <w:rsid w:val="007310C4"/>
    <w:pPr>
      <w:numPr>
        <w:numId w:val="17"/>
      </w:numPr>
    </w:pPr>
  </w:style>
  <w:style w:type="character" w:customStyle="1" w:styleId="EFSASUBTITLE1Char">
    <w:name w:val="EFSA SUBTITLE 1 Char"/>
    <w:basedOn w:val="DefaultParagraphFont"/>
    <w:link w:val="EFSASUBTITLE1"/>
    <w:rsid w:val="00976DEC"/>
    <w:rPr>
      <w:b/>
      <w:sz w:val="24"/>
      <w:szCs w:val="24"/>
      <w:lang w:eastAsia="en-US"/>
    </w:rPr>
  </w:style>
  <w:style w:type="paragraph" w:customStyle="1" w:styleId="EFSABULLETS2">
    <w:name w:val="EFSA BULLETS 2"/>
    <w:basedOn w:val="EFSABODYCOPY"/>
    <w:link w:val="EFSABULLETS2Char"/>
    <w:qFormat/>
    <w:rsid w:val="007310C4"/>
    <w:pPr>
      <w:numPr>
        <w:ilvl w:val="1"/>
        <w:numId w:val="17"/>
      </w:numPr>
      <w:contextualSpacing/>
    </w:pPr>
  </w:style>
  <w:style w:type="character" w:customStyle="1" w:styleId="EFSABULLETS1Char">
    <w:name w:val="EFSA BULLETS 1 Char"/>
    <w:basedOn w:val="DefaultParagraphFont"/>
    <w:link w:val="EFSABULLETS1"/>
    <w:rsid w:val="007310C4"/>
    <w:rPr>
      <w:szCs w:val="22"/>
      <w:lang w:eastAsia="en-US"/>
    </w:rPr>
  </w:style>
  <w:style w:type="table" w:styleId="TableGrid">
    <w:name w:val="Table Grid"/>
    <w:basedOn w:val="TableNormal"/>
    <w:uiPriority w:val="59"/>
    <w:rsid w:val="00976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FSABULLETS2Char">
    <w:name w:val="EFSA BULLETS 2 Char"/>
    <w:basedOn w:val="DefaultParagraphFont"/>
    <w:link w:val="EFSABULLETS2"/>
    <w:rsid w:val="007310C4"/>
    <w:rPr>
      <w:szCs w:val="22"/>
      <w:lang w:eastAsia="en-US"/>
    </w:rPr>
  </w:style>
  <w:style w:type="paragraph" w:customStyle="1" w:styleId="EFSAFRAMETEXT">
    <w:name w:val="EFSA FRAME TEXT"/>
    <w:basedOn w:val="EFSABODYCOPY"/>
    <w:link w:val="EFSAFRAMETEXTChar"/>
    <w:qFormat/>
    <w:rsid w:val="009F50F7"/>
    <w:pPr>
      <w:pBdr>
        <w:top w:val="dotted" w:sz="4" w:space="6" w:color="auto"/>
        <w:left w:val="dotted" w:sz="4" w:space="8" w:color="auto"/>
        <w:bottom w:val="dotted" w:sz="4" w:space="8" w:color="auto"/>
        <w:right w:val="dotted" w:sz="4" w:space="8" w:color="auto"/>
      </w:pBdr>
      <w:ind w:left="170"/>
    </w:pPr>
  </w:style>
  <w:style w:type="paragraph" w:customStyle="1" w:styleId="EFSAFRAMETITLE">
    <w:name w:val="EFSA FRAME TITLE"/>
    <w:basedOn w:val="EFSAFRAMETEXT"/>
    <w:next w:val="EFSAFRAMETEXT"/>
    <w:link w:val="EFSAFRAMETITLEChar"/>
    <w:qFormat/>
    <w:rsid w:val="000B1820"/>
    <w:rPr>
      <w:sz w:val="28"/>
      <w:szCs w:val="28"/>
    </w:rPr>
  </w:style>
  <w:style w:type="character" w:customStyle="1" w:styleId="EFSAFRAMETEXTChar">
    <w:name w:val="EFSA FRAME TEXT Char"/>
    <w:basedOn w:val="EFSABODYCOPYChar"/>
    <w:link w:val="EFSAFRAMETEXT"/>
    <w:rsid w:val="009F50F7"/>
    <w:rPr>
      <w:szCs w:val="22"/>
      <w:lang w:eastAsia="en-US"/>
    </w:rPr>
  </w:style>
  <w:style w:type="paragraph" w:customStyle="1" w:styleId="EFSAPAGENUMBER">
    <w:name w:val="EFSA PAGE NUMBER"/>
    <w:basedOn w:val="Footer"/>
    <w:link w:val="EFSAPAGENUMBERChar"/>
    <w:qFormat/>
    <w:rsid w:val="00270400"/>
    <w:pPr>
      <w:framePr w:w="74" w:h="556" w:hSpace="181" w:vSpace="181" w:wrap="around" w:vAnchor="page" w:hAnchor="page" w:x="11012" w:y="16200"/>
      <w:pBdr>
        <w:left w:val="single" w:sz="8" w:space="1" w:color="DE7008"/>
      </w:pBdr>
      <w:jc w:val="right"/>
    </w:pPr>
    <w:rPr>
      <w:b/>
      <w:sz w:val="20"/>
    </w:rPr>
  </w:style>
  <w:style w:type="character" w:customStyle="1" w:styleId="EFSAFRAMETITLEChar">
    <w:name w:val="EFSA FRAME TITLE Char"/>
    <w:basedOn w:val="EFSAFRAMETEXTChar"/>
    <w:link w:val="EFSAFRAMETITLE"/>
    <w:rsid w:val="000B1820"/>
    <w:rPr>
      <w:sz w:val="28"/>
      <w:szCs w:val="28"/>
      <w:lang w:eastAsia="en-US"/>
    </w:rPr>
  </w:style>
  <w:style w:type="paragraph" w:customStyle="1" w:styleId="EFSAFOOTER">
    <w:name w:val="EFSA FOOTER"/>
    <w:basedOn w:val="EFSABODYCOPY"/>
    <w:link w:val="EFSAFOOTERChar"/>
    <w:qFormat/>
    <w:rsid w:val="00270400"/>
    <w:pPr>
      <w:spacing w:after="0"/>
      <w:jc w:val="center"/>
    </w:pPr>
    <w:rPr>
      <w:color w:val="171796"/>
      <w:sz w:val="16"/>
      <w:szCs w:val="16"/>
    </w:rPr>
  </w:style>
  <w:style w:type="character" w:customStyle="1" w:styleId="EFSAPAGENUMBERChar">
    <w:name w:val="EFSA PAGE NUMBER Char"/>
    <w:basedOn w:val="FooterChar"/>
    <w:link w:val="EFSAPAGENUMBER"/>
    <w:rsid w:val="00270400"/>
    <w:rPr>
      <w:b/>
      <w:sz w:val="22"/>
      <w:szCs w:val="22"/>
      <w:lang w:eastAsia="en-US"/>
    </w:rPr>
  </w:style>
  <w:style w:type="paragraph" w:customStyle="1" w:styleId="EFSASUBTITLE2">
    <w:name w:val="EFSA SUBTITLE 2"/>
    <w:basedOn w:val="EFSASUBTITLE1"/>
    <w:next w:val="EFSABODYCOPY"/>
    <w:link w:val="EFSASUBTITLE2Char"/>
    <w:qFormat/>
    <w:rsid w:val="00DF3A73"/>
    <w:rPr>
      <w:sz w:val="20"/>
      <w:szCs w:val="20"/>
    </w:rPr>
  </w:style>
  <w:style w:type="character" w:customStyle="1" w:styleId="EFSAFOOTERChar">
    <w:name w:val="EFSA FOOTER Char"/>
    <w:basedOn w:val="DefaultParagraphFont"/>
    <w:link w:val="EFSAFOOTER"/>
    <w:rsid w:val="00976DEC"/>
    <w:rPr>
      <w:color w:val="171796"/>
      <w:sz w:val="16"/>
      <w:szCs w:val="16"/>
      <w:lang w:eastAsia="en-US"/>
    </w:rPr>
  </w:style>
  <w:style w:type="numbering" w:customStyle="1" w:styleId="EFSALISTBULLETS">
    <w:name w:val="EFSA LIST BULLETS"/>
    <w:uiPriority w:val="99"/>
    <w:rsid w:val="007310C4"/>
    <w:pPr>
      <w:numPr>
        <w:numId w:val="8"/>
      </w:numPr>
    </w:pPr>
  </w:style>
  <w:style w:type="character" w:customStyle="1" w:styleId="EFSASUBTITLE2Char">
    <w:name w:val="EFSA SUBTITLE 2 Char"/>
    <w:basedOn w:val="EFSASUBTITLE1Char"/>
    <w:link w:val="EFSASUBTITLE2"/>
    <w:rsid w:val="00DF3A73"/>
    <w:rPr>
      <w:b/>
      <w:sz w:val="24"/>
      <w:szCs w:val="24"/>
      <w:lang w:eastAsia="en-US"/>
    </w:rPr>
  </w:style>
  <w:style w:type="table" w:customStyle="1" w:styleId="EFSATABLE">
    <w:name w:val="EFSA TABLE"/>
    <w:basedOn w:val="TableGrid"/>
    <w:uiPriority w:val="99"/>
    <w:qFormat/>
    <w:rsid w:val="00FC2B7E"/>
    <w:tblPr>
      <w:tblInd w:w="0" w:type="dxa"/>
      <w:tblBorders>
        <w:bottom w:val="dotted" w:sz="4" w:space="0" w:color="auto"/>
        <w:insideH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contextualSpacing/>
        <w:mirrorIndents w:val="0"/>
      </w:pPr>
      <w:rPr>
        <w:rFonts w:ascii="Verdana" w:hAnsi="Verdana"/>
        <w:b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E7008"/>
      </w:tcPr>
    </w:tblStylePr>
    <w:tblStylePr w:type="lastRow">
      <w:rPr>
        <w:rFonts w:ascii="Verdana" w:hAnsi="Verdana"/>
        <w:sz w:val="20"/>
      </w:rPr>
    </w:tblStylePr>
  </w:style>
  <w:style w:type="table" w:styleId="LightList-Accent6">
    <w:name w:val="Light List Accent 6"/>
    <w:basedOn w:val="TableNormal"/>
    <w:uiPriority w:val="61"/>
    <w:rsid w:val="000156A6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customStyle="1" w:styleId="EFSATABLECONTENT">
    <w:name w:val="EFSA TABLE CONTENT"/>
    <w:basedOn w:val="Normal"/>
    <w:link w:val="EFSATABLECONTENTChar"/>
    <w:qFormat/>
    <w:rsid w:val="00C06DFC"/>
    <w:rPr>
      <w:sz w:val="18"/>
    </w:rPr>
  </w:style>
  <w:style w:type="paragraph" w:customStyle="1" w:styleId="EFSATABLEHEADERROW">
    <w:name w:val="EFSA TABLE HEADER ROW"/>
    <w:basedOn w:val="Normal"/>
    <w:link w:val="EFSATABLEHEADERROWChar"/>
    <w:qFormat/>
    <w:rsid w:val="00183F7B"/>
    <w:pPr>
      <w:contextualSpacing/>
    </w:pPr>
    <w:rPr>
      <w:color w:val="FFFFFF"/>
      <w:sz w:val="20"/>
    </w:rPr>
  </w:style>
  <w:style w:type="character" w:customStyle="1" w:styleId="EFSATABLECONTENTChar">
    <w:name w:val="EFSA TABLE CONTENT Char"/>
    <w:basedOn w:val="DefaultParagraphFont"/>
    <w:link w:val="EFSATABLECONTENT"/>
    <w:rsid w:val="00C06DFC"/>
    <w:rPr>
      <w:sz w:val="18"/>
      <w:szCs w:val="22"/>
      <w:lang w:eastAsia="en-US"/>
    </w:rPr>
  </w:style>
  <w:style w:type="character" w:customStyle="1" w:styleId="EFSATABLEHEADERROWChar">
    <w:name w:val="EFSA TABLE HEADER ROW Char"/>
    <w:basedOn w:val="DefaultParagraphFont"/>
    <w:link w:val="EFSATABLEHEADERROW"/>
    <w:rsid w:val="00183F7B"/>
    <w:rPr>
      <w:color w:val="FFFFFF"/>
      <w:szCs w:val="22"/>
      <w:lang w:eastAsia="en-US"/>
    </w:rPr>
  </w:style>
  <w:style w:type="paragraph" w:customStyle="1" w:styleId="EFSAFOOTNOTE">
    <w:name w:val="EFSA FOOTNOTE"/>
    <w:basedOn w:val="EFSABODYCOPY"/>
    <w:link w:val="EFSAFOOTNOTEChar"/>
    <w:qFormat/>
    <w:rsid w:val="008F08B9"/>
    <w:pPr>
      <w:spacing w:after="0"/>
    </w:pPr>
    <w:rPr>
      <w:sz w:val="16"/>
    </w:rPr>
  </w:style>
  <w:style w:type="character" w:customStyle="1" w:styleId="EFSAFOOTNOTEChar">
    <w:name w:val="EFSA FOOTNOTE Char"/>
    <w:basedOn w:val="EFSABODYCOPYChar"/>
    <w:link w:val="EFSAFOOTNOTE"/>
    <w:rsid w:val="008F08B9"/>
    <w:rPr>
      <w:sz w:val="16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72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3F0"/>
    <w:rPr>
      <w:rFonts w:ascii="Tahoma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3F7A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7AAC"/>
    <w:rPr>
      <w:lang w:eastAsia="en-US"/>
    </w:rPr>
  </w:style>
  <w:style w:type="character" w:styleId="CommentReference">
    <w:name w:val="annotation reference"/>
    <w:uiPriority w:val="99"/>
    <w:semiHidden/>
    <w:unhideWhenUsed/>
    <w:rsid w:val="003F7AAC"/>
    <w:rPr>
      <w:sz w:val="16"/>
      <w:szCs w:val="16"/>
    </w:rPr>
  </w:style>
  <w:style w:type="character" w:styleId="Hyperlink">
    <w:name w:val="Hyperlink"/>
    <w:uiPriority w:val="99"/>
    <w:unhideWhenUsed/>
    <w:rsid w:val="003F7AAC"/>
    <w:rPr>
      <w:color w:val="0000FF"/>
      <w:u w:val="single"/>
    </w:rPr>
  </w:style>
  <w:style w:type="paragraph" w:customStyle="1" w:styleId="Default">
    <w:name w:val="Default"/>
    <w:rsid w:val="003F7A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rsid w:val="000539FE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C44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DE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5C44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DEC"/>
    <w:rPr>
      <w:sz w:val="22"/>
      <w:szCs w:val="22"/>
      <w:lang w:eastAsia="en-US"/>
    </w:rPr>
  </w:style>
  <w:style w:type="paragraph" w:customStyle="1" w:styleId="EFSABODYCOPY">
    <w:name w:val="EFSA BODY COPY"/>
    <w:basedOn w:val="Normal"/>
    <w:link w:val="EFSABODYCOPYChar"/>
    <w:qFormat/>
    <w:rsid w:val="00D803C4"/>
    <w:pPr>
      <w:spacing w:after="120"/>
    </w:pPr>
    <w:rPr>
      <w:sz w:val="20"/>
    </w:rPr>
  </w:style>
  <w:style w:type="paragraph" w:customStyle="1" w:styleId="EFSATITLE1">
    <w:name w:val="EFSA TITLE 1"/>
    <w:basedOn w:val="EFSABODYCOPY"/>
    <w:next w:val="EFSABODYCOPY"/>
    <w:link w:val="EFSATITLE1Char"/>
    <w:qFormat/>
    <w:rsid w:val="00971FAF"/>
    <w:pPr>
      <w:spacing w:before="360" w:after="240"/>
    </w:pPr>
    <w:rPr>
      <w:color w:val="DE7008"/>
      <w:sz w:val="36"/>
      <w:szCs w:val="36"/>
    </w:rPr>
  </w:style>
  <w:style w:type="character" w:customStyle="1" w:styleId="EFSABODYCOPYChar">
    <w:name w:val="EFSA BODY COPY Char"/>
    <w:basedOn w:val="DefaultParagraphFont"/>
    <w:link w:val="EFSABODYCOPY"/>
    <w:rsid w:val="00D803C4"/>
    <w:rPr>
      <w:szCs w:val="22"/>
      <w:lang w:eastAsia="en-US"/>
    </w:rPr>
  </w:style>
  <w:style w:type="paragraph" w:customStyle="1" w:styleId="EFSASUBTITLE1">
    <w:name w:val="EFSA SUBTITLE 1"/>
    <w:basedOn w:val="EFSABODYCOPY"/>
    <w:next w:val="EFSABODYCOPY"/>
    <w:link w:val="EFSASUBTITLE1Char"/>
    <w:qFormat/>
    <w:rsid w:val="00971FAF"/>
    <w:pPr>
      <w:spacing w:before="360" w:after="240"/>
    </w:pPr>
    <w:rPr>
      <w:b/>
      <w:sz w:val="24"/>
      <w:szCs w:val="24"/>
    </w:rPr>
  </w:style>
  <w:style w:type="character" w:customStyle="1" w:styleId="EFSATITLE1Char">
    <w:name w:val="EFSA TITLE 1 Char"/>
    <w:basedOn w:val="DefaultParagraphFont"/>
    <w:link w:val="EFSATITLE1"/>
    <w:rsid w:val="00976DEC"/>
    <w:rPr>
      <w:color w:val="DE7008"/>
      <w:sz w:val="36"/>
      <w:szCs w:val="36"/>
      <w:lang w:eastAsia="en-US"/>
    </w:rPr>
  </w:style>
  <w:style w:type="paragraph" w:customStyle="1" w:styleId="EFSABULLETS1">
    <w:name w:val="EFSA BULLETS 1"/>
    <w:basedOn w:val="EFSABODYCOPY"/>
    <w:link w:val="EFSABULLETS1Char"/>
    <w:qFormat/>
    <w:rsid w:val="007310C4"/>
    <w:pPr>
      <w:numPr>
        <w:numId w:val="17"/>
      </w:numPr>
    </w:pPr>
  </w:style>
  <w:style w:type="character" w:customStyle="1" w:styleId="EFSASUBTITLE1Char">
    <w:name w:val="EFSA SUBTITLE 1 Char"/>
    <w:basedOn w:val="DefaultParagraphFont"/>
    <w:link w:val="EFSASUBTITLE1"/>
    <w:rsid w:val="00976DEC"/>
    <w:rPr>
      <w:b/>
      <w:sz w:val="24"/>
      <w:szCs w:val="24"/>
      <w:lang w:eastAsia="en-US"/>
    </w:rPr>
  </w:style>
  <w:style w:type="paragraph" w:customStyle="1" w:styleId="EFSABULLETS2">
    <w:name w:val="EFSA BULLETS 2"/>
    <w:basedOn w:val="EFSABODYCOPY"/>
    <w:link w:val="EFSABULLETS2Char"/>
    <w:qFormat/>
    <w:rsid w:val="007310C4"/>
    <w:pPr>
      <w:numPr>
        <w:ilvl w:val="1"/>
        <w:numId w:val="17"/>
      </w:numPr>
      <w:contextualSpacing/>
    </w:pPr>
  </w:style>
  <w:style w:type="character" w:customStyle="1" w:styleId="EFSABULLETS1Char">
    <w:name w:val="EFSA BULLETS 1 Char"/>
    <w:basedOn w:val="DefaultParagraphFont"/>
    <w:link w:val="EFSABULLETS1"/>
    <w:rsid w:val="007310C4"/>
    <w:rPr>
      <w:szCs w:val="22"/>
      <w:lang w:eastAsia="en-US"/>
    </w:rPr>
  </w:style>
  <w:style w:type="table" w:styleId="TableGrid">
    <w:name w:val="Table Grid"/>
    <w:basedOn w:val="TableNormal"/>
    <w:uiPriority w:val="59"/>
    <w:rsid w:val="00976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FSABULLETS2Char">
    <w:name w:val="EFSA BULLETS 2 Char"/>
    <w:basedOn w:val="DefaultParagraphFont"/>
    <w:link w:val="EFSABULLETS2"/>
    <w:rsid w:val="007310C4"/>
    <w:rPr>
      <w:szCs w:val="22"/>
      <w:lang w:eastAsia="en-US"/>
    </w:rPr>
  </w:style>
  <w:style w:type="paragraph" w:customStyle="1" w:styleId="EFSAFRAMETEXT">
    <w:name w:val="EFSA FRAME TEXT"/>
    <w:basedOn w:val="EFSABODYCOPY"/>
    <w:link w:val="EFSAFRAMETEXTChar"/>
    <w:qFormat/>
    <w:rsid w:val="009F50F7"/>
    <w:pPr>
      <w:pBdr>
        <w:top w:val="dotted" w:sz="4" w:space="6" w:color="auto"/>
        <w:left w:val="dotted" w:sz="4" w:space="8" w:color="auto"/>
        <w:bottom w:val="dotted" w:sz="4" w:space="8" w:color="auto"/>
        <w:right w:val="dotted" w:sz="4" w:space="8" w:color="auto"/>
      </w:pBdr>
      <w:ind w:left="170"/>
    </w:pPr>
  </w:style>
  <w:style w:type="paragraph" w:customStyle="1" w:styleId="EFSAFRAMETITLE">
    <w:name w:val="EFSA FRAME TITLE"/>
    <w:basedOn w:val="EFSAFRAMETEXT"/>
    <w:next w:val="EFSAFRAMETEXT"/>
    <w:link w:val="EFSAFRAMETITLEChar"/>
    <w:qFormat/>
    <w:rsid w:val="000B1820"/>
    <w:rPr>
      <w:sz w:val="28"/>
      <w:szCs w:val="28"/>
    </w:rPr>
  </w:style>
  <w:style w:type="character" w:customStyle="1" w:styleId="EFSAFRAMETEXTChar">
    <w:name w:val="EFSA FRAME TEXT Char"/>
    <w:basedOn w:val="EFSABODYCOPYChar"/>
    <w:link w:val="EFSAFRAMETEXT"/>
    <w:rsid w:val="009F50F7"/>
    <w:rPr>
      <w:szCs w:val="22"/>
      <w:lang w:eastAsia="en-US"/>
    </w:rPr>
  </w:style>
  <w:style w:type="paragraph" w:customStyle="1" w:styleId="EFSAPAGENUMBER">
    <w:name w:val="EFSA PAGE NUMBER"/>
    <w:basedOn w:val="Footer"/>
    <w:link w:val="EFSAPAGENUMBERChar"/>
    <w:qFormat/>
    <w:rsid w:val="00270400"/>
    <w:pPr>
      <w:framePr w:w="74" w:h="556" w:hSpace="181" w:vSpace="181" w:wrap="around" w:vAnchor="page" w:hAnchor="page" w:x="11012" w:y="16200"/>
      <w:pBdr>
        <w:left w:val="single" w:sz="8" w:space="1" w:color="DE7008"/>
      </w:pBdr>
      <w:jc w:val="right"/>
    </w:pPr>
    <w:rPr>
      <w:b/>
      <w:sz w:val="20"/>
    </w:rPr>
  </w:style>
  <w:style w:type="character" w:customStyle="1" w:styleId="EFSAFRAMETITLEChar">
    <w:name w:val="EFSA FRAME TITLE Char"/>
    <w:basedOn w:val="EFSAFRAMETEXTChar"/>
    <w:link w:val="EFSAFRAMETITLE"/>
    <w:rsid w:val="000B1820"/>
    <w:rPr>
      <w:sz w:val="28"/>
      <w:szCs w:val="28"/>
      <w:lang w:eastAsia="en-US"/>
    </w:rPr>
  </w:style>
  <w:style w:type="paragraph" w:customStyle="1" w:styleId="EFSAFOOTER">
    <w:name w:val="EFSA FOOTER"/>
    <w:basedOn w:val="EFSABODYCOPY"/>
    <w:link w:val="EFSAFOOTERChar"/>
    <w:qFormat/>
    <w:rsid w:val="00270400"/>
    <w:pPr>
      <w:spacing w:after="0"/>
      <w:jc w:val="center"/>
    </w:pPr>
    <w:rPr>
      <w:color w:val="171796"/>
      <w:sz w:val="16"/>
      <w:szCs w:val="16"/>
    </w:rPr>
  </w:style>
  <w:style w:type="character" w:customStyle="1" w:styleId="EFSAPAGENUMBERChar">
    <w:name w:val="EFSA PAGE NUMBER Char"/>
    <w:basedOn w:val="FooterChar"/>
    <w:link w:val="EFSAPAGENUMBER"/>
    <w:rsid w:val="00270400"/>
    <w:rPr>
      <w:b/>
      <w:sz w:val="22"/>
      <w:szCs w:val="22"/>
      <w:lang w:eastAsia="en-US"/>
    </w:rPr>
  </w:style>
  <w:style w:type="paragraph" w:customStyle="1" w:styleId="EFSASUBTITLE2">
    <w:name w:val="EFSA SUBTITLE 2"/>
    <w:basedOn w:val="EFSASUBTITLE1"/>
    <w:next w:val="EFSABODYCOPY"/>
    <w:link w:val="EFSASUBTITLE2Char"/>
    <w:qFormat/>
    <w:rsid w:val="00DF3A73"/>
    <w:rPr>
      <w:sz w:val="20"/>
      <w:szCs w:val="20"/>
    </w:rPr>
  </w:style>
  <w:style w:type="character" w:customStyle="1" w:styleId="EFSAFOOTERChar">
    <w:name w:val="EFSA FOOTER Char"/>
    <w:basedOn w:val="DefaultParagraphFont"/>
    <w:link w:val="EFSAFOOTER"/>
    <w:rsid w:val="00976DEC"/>
    <w:rPr>
      <w:color w:val="171796"/>
      <w:sz w:val="16"/>
      <w:szCs w:val="16"/>
      <w:lang w:eastAsia="en-US"/>
    </w:rPr>
  </w:style>
  <w:style w:type="numbering" w:customStyle="1" w:styleId="EFSALISTBULLETS">
    <w:name w:val="EFSA LIST BULLETS"/>
    <w:uiPriority w:val="99"/>
    <w:rsid w:val="007310C4"/>
    <w:pPr>
      <w:numPr>
        <w:numId w:val="8"/>
      </w:numPr>
    </w:pPr>
  </w:style>
  <w:style w:type="character" w:customStyle="1" w:styleId="EFSASUBTITLE2Char">
    <w:name w:val="EFSA SUBTITLE 2 Char"/>
    <w:basedOn w:val="EFSASUBTITLE1Char"/>
    <w:link w:val="EFSASUBTITLE2"/>
    <w:rsid w:val="00DF3A73"/>
    <w:rPr>
      <w:b/>
      <w:sz w:val="24"/>
      <w:szCs w:val="24"/>
      <w:lang w:eastAsia="en-US"/>
    </w:rPr>
  </w:style>
  <w:style w:type="table" w:customStyle="1" w:styleId="EFSATABLE">
    <w:name w:val="EFSA TABLE"/>
    <w:basedOn w:val="TableGrid"/>
    <w:uiPriority w:val="99"/>
    <w:qFormat/>
    <w:rsid w:val="00FC2B7E"/>
    <w:tblPr>
      <w:tblInd w:w="0" w:type="dxa"/>
      <w:tblBorders>
        <w:bottom w:val="dotted" w:sz="4" w:space="0" w:color="auto"/>
        <w:insideH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contextualSpacing/>
        <w:mirrorIndents w:val="0"/>
      </w:pPr>
      <w:rPr>
        <w:rFonts w:ascii="Verdana" w:hAnsi="Verdana"/>
        <w:b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E7008"/>
      </w:tcPr>
    </w:tblStylePr>
    <w:tblStylePr w:type="lastRow">
      <w:rPr>
        <w:rFonts w:ascii="Verdana" w:hAnsi="Verdana"/>
        <w:sz w:val="20"/>
      </w:rPr>
    </w:tblStylePr>
  </w:style>
  <w:style w:type="table" w:styleId="LightList-Accent6">
    <w:name w:val="Light List Accent 6"/>
    <w:basedOn w:val="TableNormal"/>
    <w:uiPriority w:val="61"/>
    <w:rsid w:val="000156A6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customStyle="1" w:styleId="EFSATABLECONTENT">
    <w:name w:val="EFSA TABLE CONTENT"/>
    <w:basedOn w:val="Normal"/>
    <w:link w:val="EFSATABLECONTENTChar"/>
    <w:qFormat/>
    <w:rsid w:val="00C06DFC"/>
    <w:rPr>
      <w:sz w:val="18"/>
    </w:rPr>
  </w:style>
  <w:style w:type="paragraph" w:customStyle="1" w:styleId="EFSATABLEHEADERROW">
    <w:name w:val="EFSA TABLE HEADER ROW"/>
    <w:basedOn w:val="Normal"/>
    <w:link w:val="EFSATABLEHEADERROWChar"/>
    <w:qFormat/>
    <w:rsid w:val="00183F7B"/>
    <w:pPr>
      <w:contextualSpacing/>
    </w:pPr>
    <w:rPr>
      <w:color w:val="FFFFFF"/>
      <w:sz w:val="20"/>
    </w:rPr>
  </w:style>
  <w:style w:type="character" w:customStyle="1" w:styleId="EFSATABLECONTENTChar">
    <w:name w:val="EFSA TABLE CONTENT Char"/>
    <w:basedOn w:val="DefaultParagraphFont"/>
    <w:link w:val="EFSATABLECONTENT"/>
    <w:rsid w:val="00C06DFC"/>
    <w:rPr>
      <w:sz w:val="18"/>
      <w:szCs w:val="22"/>
      <w:lang w:eastAsia="en-US"/>
    </w:rPr>
  </w:style>
  <w:style w:type="character" w:customStyle="1" w:styleId="EFSATABLEHEADERROWChar">
    <w:name w:val="EFSA TABLE HEADER ROW Char"/>
    <w:basedOn w:val="DefaultParagraphFont"/>
    <w:link w:val="EFSATABLEHEADERROW"/>
    <w:rsid w:val="00183F7B"/>
    <w:rPr>
      <w:color w:val="FFFFFF"/>
      <w:szCs w:val="22"/>
      <w:lang w:eastAsia="en-US"/>
    </w:rPr>
  </w:style>
  <w:style w:type="paragraph" w:customStyle="1" w:styleId="EFSAFOOTNOTE">
    <w:name w:val="EFSA FOOTNOTE"/>
    <w:basedOn w:val="EFSABODYCOPY"/>
    <w:link w:val="EFSAFOOTNOTEChar"/>
    <w:qFormat/>
    <w:rsid w:val="008F08B9"/>
    <w:pPr>
      <w:spacing w:after="0"/>
    </w:pPr>
    <w:rPr>
      <w:sz w:val="16"/>
    </w:rPr>
  </w:style>
  <w:style w:type="character" w:customStyle="1" w:styleId="EFSAFOOTNOTEChar">
    <w:name w:val="EFSA FOOTNOTE Char"/>
    <w:basedOn w:val="EFSABODYCOPYChar"/>
    <w:link w:val="EFSAFOOTNOTE"/>
    <w:rsid w:val="008F08B9"/>
    <w:rPr>
      <w:sz w:val="16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72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3F0"/>
    <w:rPr>
      <w:rFonts w:ascii="Tahoma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3F7A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7AAC"/>
    <w:rPr>
      <w:lang w:eastAsia="en-US"/>
    </w:rPr>
  </w:style>
  <w:style w:type="character" w:styleId="CommentReference">
    <w:name w:val="annotation reference"/>
    <w:uiPriority w:val="99"/>
    <w:semiHidden/>
    <w:unhideWhenUsed/>
    <w:rsid w:val="003F7AAC"/>
    <w:rPr>
      <w:sz w:val="16"/>
      <w:szCs w:val="16"/>
    </w:rPr>
  </w:style>
  <w:style w:type="character" w:styleId="Hyperlink">
    <w:name w:val="Hyperlink"/>
    <w:uiPriority w:val="99"/>
    <w:unhideWhenUsed/>
    <w:rsid w:val="003F7AAC"/>
    <w:rPr>
      <w:color w:val="0000FF"/>
      <w:u w:val="single"/>
    </w:rPr>
  </w:style>
  <w:style w:type="paragraph" w:customStyle="1" w:styleId="Default">
    <w:name w:val="Default"/>
    <w:rsid w:val="003F7A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esticides.peerreview@efsa.europa.eu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fsa.eu.int\fileserver\common\OfficeTemplates\Corporate\Document_landscap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B37C6-4CA6-4142-BB89-E30ABB98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Document_landscape</Template>
  <TotalTime>15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EFSA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GUIDI Margherita</dc:creator>
  <cp:lastModifiedBy>GUIDI Margherita</cp:lastModifiedBy>
  <cp:revision>4</cp:revision>
  <cp:lastPrinted>2014-04-04T10:01:00Z</cp:lastPrinted>
  <dcterms:created xsi:type="dcterms:W3CDTF">2016-07-20T09:01:00Z</dcterms:created>
  <dcterms:modified xsi:type="dcterms:W3CDTF">2016-07-20T10:26:00Z</dcterms:modified>
</cp:coreProperties>
</file>